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ook w:val="0600" w:firstRow="0" w:lastRow="0" w:firstColumn="0" w:lastColumn="0" w:noHBand="1" w:noVBand="1"/>
      </w:tblPr>
      <w:tblGrid>
        <w:gridCol w:w="2157"/>
        <w:gridCol w:w="901"/>
        <w:gridCol w:w="4598"/>
        <w:gridCol w:w="1077"/>
        <w:gridCol w:w="2067"/>
      </w:tblGrid>
      <w:tr w:rsidR="00A70795" w:rsidRPr="00ED112D" w:rsidTr="003F5135">
        <w:tc>
          <w:tcPr>
            <w:tcW w:w="10800" w:type="dxa"/>
            <w:gridSpan w:val="5"/>
            <w:vAlign w:val="center"/>
          </w:tcPr>
          <w:p w:rsidR="00A70795" w:rsidRPr="00ED112D" w:rsidRDefault="00B01CC5" w:rsidP="003F5135">
            <w:pPr>
              <w:pStyle w:val="Title"/>
            </w:pPr>
            <w:r w:rsidRPr="00B01CC5">
              <w:rPr>
                <w:noProof/>
                <w:lang w:val="en-AU" w:eastAsia="en-AU"/>
              </w:rPr>
              <w:drawing>
                <wp:inline distT="0" distB="0" distL="0" distR="0" wp14:anchorId="61B90232" wp14:editId="54CF124E">
                  <wp:extent cx="6714490" cy="4933950"/>
                  <wp:effectExtent l="0" t="0" r="0" b="0"/>
                  <wp:docPr id="21" name="Picture 21" descr="Woman with laptop and business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Woman with laptop and business documents"/>
                          <pic:cNvPicPr preferRelativeResize="0"/>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6753412" cy="4962551"/>
                          </a:xfrm>
                          <a:prstGeom prst="rect">
                            <a:avLst/>
                          </a:prstGeom>
                          <a:ln>
                            <a:noFill/>
                          </a:ln>
                          <a:extLst>
                            <a:ext uri="{53640926-AAD7-44D8-BBD7-CCE9431645EC}">
                              <a14:shadowObscured xmlns:a14="http://schemas.microsoft.com/office/drawing/2010/main"/>
                            </a:ext>
                          </a:extLst>
                        </pic:spPr>
                      </pic:pic>
                    </a:graphicData>
                  </a:graphic>
                </wp:inline>
              </w:drawing>
            </w:r>
            <w:sdt>
              <w:sdtPr>
                <w:id w:val="1551653692"/>
                <w:placeholder>
                  <w:docPart w:val="1EDEFBE66EB9483BBF0CAA8F47F6502D"/>
                </w:placeholder>
                <w:temporary/>
                <w:showingPlcHdr/>
                <w15:appearance w15:val="hidden"/>
              </w:sdtPr>
              <w:sdtContent>
                <w:r w:rsidR="00A70795" w:rsidRPr="00ED112D">
                  <w:t>HOME BASED</w:t>
                </w:r>
              </w:sdtContent>
            </w:sdt>
          </w:p>
        </w:tc>
      </w:tr>
      <w:tr w:rsidR="00A70795" w:rsidRPr="00ED112D" w:rsidTr="003F5135">
        <w:tc>
          <w:tcPr>
            <w:tcW w:w="2157" w:type="dxa"/>
            <w:vAlign w:val="center"/>
          </w:tcPr>
          <w:p w:rsidR="00A70795" w:rsidRPr="00ED112D" w:rsidRDefault="00A70795" w:rsidP="003F5135">
            <w:pPr>
              <w:tabs>
                <w:tab w:val="left" w:pos="1032"/>
              </w:tabs>
              <w:spacing w:before="0" w:after="0"/>
              <w:jc w:val="center"/>
              <w:rPr>
                <w:sz w:val="10"/>
              </w:rPr>
            </w:pPr>
          </w:p>
        </w:tc>
        <w:tc>
          <w:tcPr>
            <w:tcW w:w="6576" w:type="dxa"/>
            <w:gridSpan w:val="3"/>
            <w:shd w:val="clear" w:color="auto" w:fill="F0CDA1" w:themeFill="accent1"/>
            <w:vAlign w:val="center"/>
          </w:tcPr>
          <w:p w:rsidR="00A70795" w:rsidRPr="00ED112D" w:rsidRDefault="00A70795" w:rsidP="003F5135">
            <w:pPr>
              <w:tabs>
                <w:tab w:val="left" w:pos="1032"/>
              </w:tabs>
              <w:spacing w:before="0" w:after="0"/>
              <w:jc w:val="center"/>
              <w:rPr>
                <w:sz w:val="10"/>
              </w:rPr>
            </w:pPr>
          </w:p>
        </w:tc>
        <w:tc>
          <w:tcPr>
            <w:tcW w:w="2067" w:type="dxa"/>
            <w:vAlign w:val="center"/>
          </w:tcPr>
          <w:p w:rsidR="00A70795" w:rsidRPr="00ED112D" w:rsidRDefault="00A70795" w:rsidP="003F5135">
            <w:pPr>
              <w:tabs>
                <w:tab w:val="left" w:pos="1032"/>
              </w:tabs>
              <w:spacing w:before="0" w:after="0"/>
              <w:jc w:val="center"/>
              <w:rPr>
                <w:sz w:val="10"/>
              </w:rPr>
            </w:pPr>
          </w:p>
        </w:tc>
      </w:tr>
      <w:tr w:rsidR="00A70795" w:rsidRPr="00ED112D" w:rsidTr="003F5135">
        <w:tc>
          <w:tcPr>
            <w:tcW w:w="10800" w:type="dxa"/>
            <w:gridSpan w:val="5"/>
            <w:vAlign w:val="center"/>
          </w:tcPr>
          <w:p w:rsidR="00A70795" w:rsidRPr="00ED112D" w:rsidRDefault="00000000" w:rsidP="003F5135">
            <w:pPr>
              <w:pStyle w:val="Title"/>
            </w:pPr>
            <w:sdt>
              <w:sdtPr>
                <w:id w:val="-73359822"/>
                <w:placeholder>
                  <w:docPart w:val="556F9C44B9774AD5A248E567BE62CE18"/>
                </w:placeholder>
                <w:temporary/>
                <w:showingPlcHdr/>
                <w15:appearance w15:val="hidden"/>
              </w:sdtPr>
              <w:sdtContent>
                <w:r w:rsidR="00A70795" w:rsidRPr="00ED112D">
                  <w:t>PROFESSIONAL SERVICES</w:t>
                </w:r>
              </w:sdtContent>
            </w:sdt>
          </w:p>
        </w:tc>
      </w:tr>
      <w:tr w:rsidR="00A70795" w:rsidRPr="00ED112D" w:rsidTr="003F5135">
        <w:trPr>
          <w:trHeight w:val="1359"/>
        </w:trPr>
        <w:tc>
          <w:tcPr>
            <w:tcW w:w="3058" w:type="dxa"/>
            <w:gridSpan w:val="2"/>
            <w:vAlign w:val="center"/>
          </w:tcPr>
          <w:p w:rsidR="00A70795" w:rsidRPr="00ED112D" w:rsidRDefault="00A70795" w:rsidP="003F5135">
            <w:pPr>
              <w:jc w:val="center"/>
            </w:pPr>
          </w:p>
        </w:tc>
        <w:tc>
          <w:tcPr>
            <w:tcW w:w="4598" w:type="dxa"/>
            <w:shd w:val="clear" w:color="auto" w:fill="107082" w:themeFill="accent2"/>
            <w:vAlign w:val="center"/>
          </w:tcPr>
          <w:p w:rsidR="00755D87" w:rsidRPr="00755D87" w:rsidRDefault="00000000" w:rsidP="003F5135">
            <w:pPr>
              <w:pStyle w:val="Subtitle"/>
            </w:pPr>
            <w:sdt>
              <w:sdtPr>
                <w:id w:val="648249588"/>
                <w:placeholder>
                  <w:docPart w:val="6CAF69E5410A4D9A9511E023A96CC639"/>
                </w:placeholder>
                <w:temporary/>
                <w:showingPlcHdr/>
                <w15:appearance w15:val="hidden"/>
              </w:sdtPr>
              <w:sdtContent>
                <w:r w:rsidR="00A70795" w:rsidRPr="00ED112D">
                  <w:t>Business Plan</w:t>
                </w:r>
              </w:sdtContent>
            </w:sdt>
          </w:p>
        </w:tc>
        <w:tc>
          <w:tcPr>
            <w:tcW w:w="3144" w:type="dxa"/>
            <w:gridSpan w:val="2"/>
            <w:vAlign w:val="center"/>
          </w:tcPr>
          <w:p w:rsidR="00A70795" w:rsidRPr="00ED112D" w:rsidRDefault="00A70795" w:rsidP="003F5135">
            <w:pPr>
              <w:jc w:val="center"/>
            </w:pPr>
          </w:p>
        </w:tc>
      </w:tr>
    </w:tbl>
    <w:p w:rsidR="00DF090F" w:rsidRDefault="00DF090F">
      <w:pPr>
        <w:spacing w:before="0" w:after="160" w:line="259" w:lineRule="auto"/>
      </w:pPr>
    </w:p>
    <w:tbl>
      <w:tblPr>
        <w:tblW w:w="5000" w:type="pct"/>
        <w:tblLayout w:type="fixed"/>
        <w:tblCellMar>
          <w:left w:w="0" w:type="dxa"/>
          <w:right w:w="0" w:type="dxa"/>
        </w:tblCellMar>
        <w:tblLook w:val="04A0" w:firstRow="1" w:lastRow="0" w:firstColumn="1" w:lastColumn="0" w:noHBand="0" w:noVBand="1"/>
      </w:tblPr>
      <w:tblGrid>
        <w:gridCol w:w="5636"/>
        <w:gridCol w:w="5164"/>
      </w:tblGrid>
      <w:tr w:rsidR="009956A2" w:rsidRPr="00ED112D" w:rsidTr="003F5135">
        <w:trPr>
          <w:trHeight w:val="13824"/>
        </w:trPr>
        <w:tc>
          <w:tcPr>
            <w:tcW w:w="5636" w:type="dxa"/>
          </w:tcPr>
          <w:p w:rsidR="009956A2" w:rsidRPr="00ED112D" w:rsidRDefault="009956A2" w:rsidP="00A4628B">
            <w:pPr>
              <w:tabs>
                <w:tab w:val="left" w:pos="1032"/>
              </w:tabs>
              <w:spacing w:before="0" w:after="0"/>
            </w:pPr>
            <w:r w:rsidRPr="00ED112D">
              <w:rPr>
                <w:noProof/>
                <w:lang w:val="en-AU" w:eastAsia="en-AU"/>
              </w:rPr>
              <w:lastRenderedPageBreak/>
              <w:drawing>
                <wp:inline distT="0" distB="0" distL="0" distR="0" wp14:anchorId="2E248F52" wp14:editId="3E143954">
                  <wp:extent cx="3300730" cy="8934450"/>
                  <wp:effectExtent l="0" t="0" r="0" b="0"/>
                  <wp:docPr id="23" name="Picture 23" descr="Women and some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ttyImages-696273168_super.jpg"/>
                          <pic:cNvPicPr/>
                        </pic:nvPicPr>
                        <pic:blipFill rotWithShape="1">
                          <a:blip r:embed="rId11" cstate="print">
                            <a:extLst>
                              <a:ext uri="{28A0092B-C50C-407E-A947-70E740481C1C}">
                                <a14:useLocalDpi xmlns:a14="http://schemas.microsoft.com/office/drawing/2010/main" val="0"/>
                              </a:ext>
                            </a:extLst>
                          </a:blip>
                          <a:srcRect/>
                          <a:stretch/>
                        </pic:blipFill>
                        <pic:spPr bwMode="auto">
                          <a:xfrm flipH="1">
                            <a:off x="0" y="0"/>
                            <a:ext cx="3300730" cy="8934450"/>
                          </a:xfrm>
                          <a:prstGeom prst="rect">
                            <a:avLst/>
                          </a:prstGeom>
                          <a:ln>
                            <a:noFill/>
                          </a:ln>
                          <a:extLst>
                            <a:ext uri="{53640926-AAD7-44D8-BBD7-CCE9431645EC}">
                              <a14:shadowObscured xmlns:a14="http://schemas.microsoft.com/office/drawing/2010/main"/>
                            </a:ext>
                          </a:extLst>
                        </pic:spPr>
                      </pic:pic>
                    </a:graphicData>
                  </a:graphic>
                </wp:inline>
              </w:drawing>
            </w:r>
          </w:p>
        </w:tc>
        <w:tc>
          <w:tcPr>
            <w:tcW w:w="5164" w:type="dxa"/>
          </w:tcPr>
          <w:tbl>
            <w:tblPr>
              <w:tblW w:w="5149" w:type="dxa"/>
              <w:tblBorders>
                <w:bottom w:val="single" w:sz="24" w:space="0" w:color="F0CDA1" w:themeColor="accent1"/>
              </w:tblBorders>
              <w:tblLayout w:type="fixed"/>
              <w:tblLook w:val="0600" w:firstRow="0" w:lastRow="0" w:firstColumn="0" w:lastColumn="0" w:noHBand="1" w:noVBand="1"/>
            </w:tblPr>
            <w:tblGrid>
              <w:gridCol w:w="5149"/>
            </w:tblGrid>
            <w:tr w:rsidR="009956A2" w:rsidRPr="00ED112D" w:rsidTr="003F5135">
              <w:trPr>
                <w:trHeight w:val="3933"/>
              </w:trPr>
              <w:tc>
                <w:tcPr>
                  <w:tcW w:w="5149" w:type="dxa"/>
                  <w:vAlign w:val="bottom"/>
                </w:tcPr>
                <w:p w:rsidR="009956A2" w:rsidRPr="00ED112D" w:rsidRDefault="009956A2" w:rsidP="003F5135">
                  <w:pPr>
                    <w:pStyle w:val="TOCHeading"/>
                    <w:pBdr>
                      <w:bottom w:val="none" w:sz="0" w:space="0" w:color="auto"/>
                    </w:pBdr>
                  </w:pPr>
                  <w:r w:rsidRPr="00ED112D">
                    <w:t>TABLE OF CONTENTS</w:t>
                  </w:r>
                </w:p>
              </w:tc>
            </w:tr>
          </w:tbl>
          <w:sdt>
            <w:sdtPr>
              <w:rPr>
                <w:b/>
                <w:i/>
                <w:noProof w:val="0"/>
              </w:rPr>
              <w:id w:val="350538378"/>
              <w:docPartObj>
                <w:docPartGallery w:val="Table of Contents"/>
                <w:docPartUnique/>
              </w:docPartObj>
            </w:sdtPr>
            <w:sdtEndPr>
              <w:rPr>
                <w:b w:val="0"/>
                <w:i w:val="0"/>
              </w:rPr>
            </w:sdtEndPr>
            <w:sdtContent>
              <w:p w:rsidR="00F75B8D" w:rsidRDefault="009956A2">
                <w:pPr>
                  <w:pStyle w:val="TOC1"/>
                  <w:rPr>
                    <w:rFonts w:eastAsiaTheme="minorEastAsia"/>
                    <w:color w:val="auto"/>
                    <w:sz w:val="22"/>
                  </w:rPr>
                </w:pPr>
                <w:r w:rsidRPr="00ED112D">
                  <w:rPr>
                    <w:b/>
                    <w:bCs/>
                  </w:rPr>
                  <w:fldChar w:fldCharType="begin"/>
                </w:r>
                <w:r w:rsidRPr="00ED112D">
                  <w:rPr>
                    <w:b/>
                    <w:bCs/>
                  </w:rPr>
                  <w:instrText xml:space="preserve"> TOC \o "1-3" \h \z \u </w:instrText>
                </w:r>
                <w:r w:rsidRPr="00ED112D">
                  <w:rPr>
                    <w:b/>
                    <w:bCs/>
                  </w:rPr>
                  <w:fldChar w:fldCharType="separate"/>
                </w:r>
                <w:hyperlink w:anchor="_Toc9437451" w:history="1">
                  <w:r w:rsidR="00F75B8D" w:rsidRPr="003D18FC">
                    <w:rPr>
                      <w:rStyle w:val="Hyperlink"/>
                    </w:rPr>
                    <w:t>Introduction</w:t>
                  </w:r>
                  <w:r w:rsidR="00F75B8D">
                    <w:rPr>
                      <w:webHidden/>
                    </w:rPr>
                    <w:tab/>
                  </w:r>
                  <w:r w:rsidR="00F75B8D">
                    <w:rPr>
                      <w:webHidden/>
                    </w:rPr>
                    <w:fldChar w:fldCharType="begin"/>
                  </w:r>
                  <w:r w:rsidR="00F75B8D">
                    <w:rPr>
                      <w:webHidden/>
                    </w:rPr>
                    <w:instrText xml:space="preserve"> PAGEREF _Toc9437451 \h </w:instrText>
                  </w:r>
                  <w:r w:rsidR="00F75B8D">
                    <w:rPr>
                      <w:webHidden/>
                    </w:rPr>
                  </w:r>
                  <w:r w:rsidR="00F75B8D">
                    <w:rPr>
                      <w:webHidden/>
                    </w:rPr>
                    <w:fldChar w:fldCharType="separate"/>
                  </w:r>
                  <w:r w:rsidR="00DC3DBA">
                    <w:rPr>
                      <w:webHidden/>
                    </w:rPr>
                    <w:t>3</w:t>
                  </w:r>
                  <w:r w:rsidR="00F75B8D">
                    <w:rPr>
                      <w:webHidden/>
                    </w:rPr>
                    <w:fldChar w:fldCharType="end"/>
                  </w:r>
                </w:hyperlink>
              </w:p>
              <w:p w:rsidR="00F75B8D" w:rsidRDefault="00F75B8D">
                <w:pPr>
                  <w:pStyle w:val="TOC1"/>
                  <w:rPr>
                    <w:rFonts w:eastAsiaTheme="minorEastAsia"/>
                    <w:color w:val="auto"/>
                    <w:sz w:val="22"/>
                  </w:rPr>
                </w:pPr>
                <w:hyperlink w:anchor="_Toc9437452" w:history="1">
                  <w:r w:rsidRPr="003D18FC">
                    <w:rPr>
                      <w:rStyle w:val="Hyperlink"/>
                      <w:rFonts w:cstheme="minorHAnsi"/>
                    </w:rPr>
                    <w:t>1.</w:t>
                  </w:r>
                  <w:r>
                    <w:rPr>
                      <w:rFonts w:eastAsiaTheme="minorEastAsia"/>
                      <w:color w:val="auto"/>
                      <w:sz w:val="22"/>
                    </w:rPr>
                    <w:tab/>
                  </w:r>
                  <w:r w:rsidRPr="003D18FC">
                    <w:rPr>
                      <w:rStyle w:val="Hyperlink"/>
                    </w:rPr>
                    <w:t>Executive Summary</w:t>
                  </w:r>
                  <w:r>
                    <w:rPr>
                      <w:webHidden/>
                    </w:rPr>
                    <w:tab/>
                  </w:r>
                  <w:r>
                    <w:rPr>
                      <w:webHidden/>
                    </w:rPr>
                    <w:fldChar w:fldCharType="begin"/>
                  </w:r>
                  <w:r>
                    <w:rPr>
                      <w:webHidden/>
                    </w:rPr>
                    <w:instrText xml:space="preserve"> PAGEREF _Toc9437452 \h </w:instrText>
                  </w:r>
                  <w:r>
                    <w:rPr>
                      <w:webHidden/>
                    </w:rPr>
                  </w:r>
                  <w:r>
                    <w:rPr>
                      <w:webHidden/>
                    </w:rPr>
                    <w:fldChar w:fldCharType="separate"/>
                  </w:r>
                  <w:r w:rsidR="00DC3DBA">
                    <w:rPr>
                      <w:webHidden/>
                    </w:rPr>
                    <w:t>5</w:t>
                  </w:r>
                  <w:r>
                    <w:rPr>
                      <w:webHidden/>
                    </w:rPr>
                    <w:fldChar w:fldCharType="end"/>
                  </w:r>
                </w:hyperlink>
              </w:p>
              <w:p w:rsidR="00F75B8D" w:rsidRDefault="00F75B8D">
                <w:pPr>
                  <w:pStyle w:val="TOC1"/>
                  <w:rPr>
                    <w:rFonts w:eastAsiaTheme="minorEastAsia"/>
                    <w:color w:val="auto"/>
                    <w:sz w:val="22"/>
                  </w:rPr>
                </w:pPr>
                <w:hyperlink w:anchor="_Toc9437453" w:history="1">
                  <w:r w:rsidRPr="003D18FC">
                    <w:rPr>
                      <w:rStyle w:val="Hyperlink"/>
                      <w:rFonts w:cstheme="minorHAnsi"/>
                    </w:rPr>
                    <w:t>2.</w:t>
                  </w:r>
                  <w:r>
                    <w:rPr>
                      <w:rFonts w:eastAsiaTheme="minorEastAsia"/>
                      <w:color w:val="auto"/>
                      <w:sz w:val="22"/>
                    </w:rPr>
                    <w:tab/>
                  </w:r>
                  <w:r w:rsidRPr="003D18FC">
                    <w:rPr>
                      <w:rStyle w:val="Hyperlink"/>
                    </w:rPr>
                    <w:t>Company Overview</w:t>
                  </w:r>
                  <w:r>
                    <w:rPr>
                      <w:webHidden/>
                    </w:rPr>
                    <w:tab/>
                  </w:r>
                  <w:r>
                    <w:rPr>
                      <w:webHidden/>
                    </w:rPr>
                    <w:fldChar w:fldCharType="begin"/>
                  </w:r>
                  <w:r>
                    <w:rPr>
                      <w:webHidden/>
                    </w:rPr>
                    <w:instrText xml:space="preserve"> PAGEREF _Toc9437453 \h </w:instrText>
                  </w:r>
                  <w:r>
                    <w:rPr>
                      <w:webHidden/>
                    </w:rPr>
                  </w:r>
                  <w:r>
                    <w:rPr>
                      <w:webHidden/>
                    </w:rPr>
                    <w:fldChar w:fldCharType="separate"/>
                  </w:r>
                  <w:r w:rsidR="00DC3DBA">
                    <w:rPr>
                      <w:webHidden/>
                    </w:rPr>
                    <w:t>6</w:t>
                  </w:r>
                  <w:r>
                    <w:rPr>
                      <w:webHidden/>
                    </w:rPr>
                    <w:fldChar w:fldCharType="end"/>
                  </w:r>
                </w:hyperlink>
              </w:p>
              <w:p w:rsidR="00F75B8D" w:rsidRDefault="00F75B8D">
                <w:pPr>
                  <w:pStyle w:val="TOC1"/>
                  <w:rPr>
                    <w:rFonts w:eastAsiaTheme="minorEastAsia"/>
                    <w:color w:val="auto"/>
                    <w:sz w:val="22"/>
                  </w:rPr>
                </w:pPr>
                <w:hyperlink w:anchor="_Toc9437454" w:history="1">
                  <w:r w:rsidRPr="003D18FC">
                    <w:rPr>
                      <w:rStyle w:val="Hyperlink"/>
                      <w:rFonts w:cstheme="minorHAnsi"/>
                    </w:rPr>
                    <w:t>3.</w:t>
                  </w:r>
                  <w:r>
                    <w:rPr>
                      <w:rFonts w:eastAsiaTheme="minorEastAsia"/>
                      <w:color w:val="auto"/>
                      <w:sz w:val="22"/>
                    </w:rPr>
                    <w:tab/>
                  </w:r>
                  <w:r w:rsidRPr="003D18FC">
                    <w:rPr>
                      <w:rStyle w:val="Hyperlink"/>
                    </w:rPr>
                    <w:t>Business Description</w:t>
                  </w:r>
                  <w:r>
                    <w:rPr>
                      <w:webHidden/>
                    </w:rPr>
                    <w:tab/>
                  </w:r>
                  <w:r>
                    <w:rPr>
                      <w:webHidden/>
                    </w:rPr>
                    <w:fldChar w:fldCharType="begin"/>
                  </w:r>
                  <w:r>
                    <w:rPr>
                      <w:webHidden/>
                    </w:rPr>
                    <w:instrText xml:space="preserve"> PAGEREF _Toc9437454 \h </w:instrText>
                  </w:r>
                  <w:r>
                    <w:rPr>
                      <w:webHidden/>
                    </w:rPr>
                  </w:r>
                  <w:r>
                    <w:rPr>
                      <w:webHidden/>
                    </w:rPr>
                    <w:fldChar w:fldCharType="separate"/>
                  </w:r>
                  <w:r w:rsidR="00DC3DBA">
                    <w:rPr>
                      <w:webHidden/>
                    </w:rPr>
                    <w:t>7</w:t>
                  </w:r>
                  <w:r>
                    <w:rPr>
                      <w:webHidden/>
                    </w:rPr>
                    <w:fldChar w:fldCharType="end"/>
                  </w:r>
                </w:hyperlink>
              </w:p>
              <w:p w:rsidR="00F75B8D" w:rsidRDefault="00F75B8D">
                <w:pPr>
                  <w:pStyle w:val="TOC1"/>
                  <w:rPr>
                    <w:rFonts w:eastAsiaTheme="minorEastAsia"/>
                    <w:color w:val="auto"/>
                    <w:sz w:val="22"/>
                  </w:rPr>
                </w:pPr>
                <w:hyperlink w:anchor="_Toc9437455" w:history="1">
                  <w:r w:rsidRPr="003D18FC">
                    <w:rPr>
                      <w:rStyle w:val="Hyperlink"/>
                      <w:rFonts w:cstheme="minorHAnsi"/>
                    </w:rPr>
                    <w:t>4.</w:t>
                  </w:r>
                  <w:r>
                    <w:rPr>
                      <w:rFonts w:eastAsiaTheme="minorEastAsia"/>
                      <w:color w:val="auto"/>
                      <w:sz w:val="22"/>
                    </w:rPr>
                    <w:tab/>
                  </w:r>
                  <w:r w:rsidRPr="003D18FC">
                    <w:rPr>
                      <w:rStyle w:val="Hyperlink"/>
                    </w:rPr>
                    <w:t>Market Analysis</w:t>
                  </w:r>
                  <w:r>
                    <w:rPr>
                      <w:webHidden/>
                    </w:rPr>
                    <w:tab/>
                  </w:r>
                  <w:r>
                    <w:rPr>
                      <w:webHidden/>
                    </w:rPr>
                    <w:fldChar w:fldCharType="begin"/>
                  </w:r>
                  <w:r>
                    <w:rPr>
                      <w:webHidden/>
                    </w:rPr>
                    <w:instrText xml:space="preserve"> PAGEREF _Toc9437455 \h </w:instrText>
                  </w:r>
                  <w:r>
                    <w:rPr>
                      <w:webHidden/>
                    </w:rPr>
                  </w:r>
                  <w:r>
                    <w:rPr>
                      <w:webHidden/>
                    </w:rPr>
                    <w:fldChar w:fldCharType="separate"/>
                  </w:r>
                  <w:r w:rsidR="00DC3DBA">
                    <w:rPr>
                      <w:webHidden/>
                    </w:rPr>
                    <w:t>8</w:t>
                  </w:r>
                  <w:r>
                    <w:rPr>
                      <w:webHidden/>
                    </w:rPr>
                    <w:fldChar w:fldCharType="end"/>
                  </w:r>
                </w:hyperlink>
              </w:p>
              <w:p w:rsidR="00F75B8D" w:rsidRDefault="00F75B8D">
                <w:pPr>
                  <w:pStyle w:val="TOC1"/>
                  <w:rPr>
                    <w:rFonts w:eastAsiaTheme="minorEastAsia"/>
                    <w:color w:val="auto"/>
                    <w:sz w:val="22"/>
                  </w:rPr>
                </w:pPr>
                <w:hyperlink w:anchor="_Toc9437456" w:history="1">
                  <w:r w:rsidRPr="003D18FC">
                    <w:rPr>
                      <w:rStyle w:val="Hyperlink"/>
                      <w:rFonts w:cstheme="minorHAnsi"/>
                    </w:rPr>
                    <w:t>5.</w:t>
                  </w:r>
                  <w:r>
                    <w:rPr>
                      <w:rFonts w:eastAsiaTheme="minorEastAsia"/>
                      <w:color w:val="auto"/>
                      <w:sz w:val="22"/>
                    </w:rPr>
                    <w:tab/>
                  </w:r>
                  <w:r w:rsidRPr="003D18FC">
                    <w:rPr>
                      <w:rStyle w:val="Hyperlink"/>
                    </w:rPr>
                    <w:t>Operating Plan</w:t>
                  </w:r>
                  <w:r>
                    <w:rPr>
                      <w:webHidden/>
                    </w:rPr>
                    <w:tab/>
                  </w:r>
                  <w:r>
                    <w:rPr>
                      <w:webHidden/>
                    </w:rPr>
                    <w:fldChar w:fldCharType="begin"/>
                  </w:r>
                  <w:r>
                    <w:rPr>
                      <w:webHidden/>
                    </w:rPr>
                    <w:instrText xml:space="preserve"> PAGEREF _Toc9437456 \h </w:instrText>
                  </w:r>
                  <w:r>
                    <w:rPr>
                      <w:webHidden/>
                    </w:rPr>
                  </w:r>
                  <w:r>
                    <w:rPr>
                      <w:webHidden/>
                    </w:rPr>
                    <w:fldChar w:fldCharType="separate"/>
                  </w:r>
                  <w:r w:rsidR="00DC3DBA">
                    <w:rPr>
                      <w:webHidden/>
                    </w:rPr>
                    <w:t>10</w:t>
                  </w:r>
                  <w:r>
                    <w:rPr>
                      <w:webHidden/>
                    </w:rPr>
                    <w:fldChar w:fldCharType="end"/>
                  </w:r>
                </w:hyperlink>
              </w:p>
              <w:p w:rsidR="00F75B8D" w:rsidRDefault="00F75B8D">
                <w:pPr>
                  <w:pStyle w:val="TOC1"/>
                  <w:rPr>
                    <w:rFonts w:eastAsiaTheme="minorEastAsia"/>
                    <w:color w:val="auto"/>
                    <w:sz w:val="22"/>
                  </w:rPr>
                </w:pPr>
                <w:hyperlink w:anchor="_Toc9437457" w:history="1">
                  <w:r w:rsidRPr="003D18FC">
                    <w:rPr>
                      <w:rStyle w:val="Hyperlink"/>
                      <w:rFonts w:cstheme="minorHAnsi"/>
                    </w:rPr>
                    <w:t>6.</w:t>
                  </w:r>
                  <w:r>
                    <w:rPr>
                      <w:rFonts w:eastAsiaTheme="minorEastAsia"/>
                      <w:color w:val="auto"/>
                      <w:sz w:val="22"/>
                    </w:rPr>
                    <w:tab/>
                  </w:r>
                  <w:r w:rsidRPr="003D18FC">
                    <w:rPr>
                      <w:rStyle w:val="Hyperlink"/>
                    </w:rPr>
                    <w:t>Marketing and Sales Plan</w:t>
                  </w:r>
                  <w:r>
                    <w:rPr>
                      <w:webHidden/>
                    </w:rPr>
                    <w:tab/>
                  </w:r>
                  <w:r>
                    <w:rPr>
                      <w:webHidden/>
                    </w:rPr>
                    <w:fldChar w:fldCharType="begin"/>
                  </w:r>
                  <w:r>
                    <w:rPr>
                      <w:webHidden/>
                    </w:rPr>
                    <w:instrText xml:space="preserve"> PAGEREF _Toc9437457 \h </w:instrText>
                  </w:r>
                  <w:r>
                    <w:rPr>
                      <w:webHidden/>
                    </w:rPr>
                  </w:r>
                  <w:r>
                    <w:rPr>
                      <w:webHidden/>
                    </w:rPr>
                    <w:fldChar w:fldCharType="separate"/>
                  </w:r>
                  <w:r w:rsidR="00DC3DBA">
                    <w:rPr>
                      <w:webHidden/>
                    </w:rPr>
                    <w:t>11</w:t>
                  </w:r>
                  <w:r>
                    <w:rPr>
                      <w:webHidden/>
                    </w:rPr>
                    <w:fldChar w:fldCharType="end"/>
                  </w:r>
                </w:hyperlink>
              </w:p>
              <w:p w:rsidR="00F75B8D" w:rsidRDefault="00F75B8D">
                <w:pPr>
                  <w:pStyle w:val="TOC1"/>
                  <w:rPr>
                    <w:rFonts w:eastAsiaTheme="minorEastAsia"/>
                    <w:color w:val="auto"/>
                    <w:sz w:val="22"/>
                  </w:rPr>
                </w:pPr>
                <w:hyperlink w:anchor="_Toc9437458" w:history="1">
                  <w:r w:rsidRPr="003D18FC">
                    <w:rPr>
                      <w:rStyle w:val="Hyperlink"/>
                      <w:rFonts w:cstheme="minorHAnsi"/>
                    </w:rPr>
                    <w:t>7.</w:t>
                  </w:r>
                  <w:r>
                    <w:rPr>
                      <w:rFonts w:eastAsiaTheme="minorEastAsia"/>
                      <w:color w:val="auto"/>
                      <w:sz w:val="22"/>
                    </w:rPr>
                    <w:tab/>
                  </w:r>
                  <w:r w:rsidRPr="003D18FC">
                    <w:rPr>
                      <w:rStyle w:val="Hyperlink"/>
                    </w:rPr>
                    <w:t>Financial Plan</w:t>
                  </w:r>
                  <w:r>
                    <w:rPr>
                      <w:webHidden/>
                    </w:rPr>
                    <w:tab/>
                  </w:r>
                  <w:r>
                    <w:rPr>
                      <w:webHidden/>
                    </w:rPr>
                    <w:fldChar w:fldCharType="begin"/>
                  </w:r>
                  <w:r>
                    <w:rPr>
                      <w:webHidden/>
                    </w:rPr>
                    <w:instrText xml:space="preserve"> PAGEREF _Toc9437458 \h </w:instrText>
                  </w:r>
                  <w:r>
                    <w:rPr>
                      <w:webHidden/>
                    </w:rPr>
                  </w:r>
                  <w:r>
                    <w:rPr>
                      <w:webHidden/>
                    </w:rPr>
                    <w:fldChar w:fldCharType="separate"/>
                  </w:r>
                  <w:r w:rsidR="00DC3DBA">
                    <w:rPr>
                      <w:webHidden/>
                    </w:rPr>
                    <w:t>12</w:t>
                  </w:r>
                  <w:r>
                    <w:rPr>
                      <w:webHidden/>
                    </w:rPr>
                    <w:fldChar w:fldCharType="end"/>
                  </w:r>
                </w:hyperlink>
              </w:p>
              <w:p w:rsidR="00F75B8D" w:rsidRDefault="00F75B8D">
                <w:pPr>
                  <w:pStyle w:val="TOC1"/>
                  <w:rPr>
                    <w:rFonts w:eastAsiaTheme="minorEastAsia"/>
                    <w:color w:val="auto"/>
                    <w:sz w:val="22"/>
                  </w:rPr>
                </w:pPr>
                <w:hyperlink w:anchor="_Toc9437459" w:history="1">
                  <w:r w:rsidRPr="003D18FC">
                    <w:rPr>
                      <w:rStyle w:val="Hyperlink"/>
                    </w:rPr>
                    <w:t>Appendix</w:t>
                  </w:r>
                  <w:r>
                    <w:rPr>
                      <w:webHidden/>
                    </w:rPr>
                    <w:tab/>
                  </w:r>
                  <w:r>
                    <w:rPr>
                      <w:webHidden/>
                    </w:rPr>
                    <w:fldChar w:fldCharType="begin"/>
                  </w:r>
                  <w:r>
                    <w:rPr>
                      <w:webHidden/>
                    </w:rPr>
                    <w:instrText xml:space="preserve"> PAGEREF _Toc9437459 \h </w:instrText>
                  </w:r>
                  <w:r>
                    <w:rPr>
                      <w:webHidden/>
                    </w:rPr>
                  </w:r>
                  <w:r>
                    <w:rPr>
                      <w:webHidden/>
                    </w:rPr>
                    <w:fldChar w:fldCharType="separate"/>
                  </w:r>
                  <w:r w:rsidR="00DC3DBA">
                    <w:rPr>
                      <w:webHidden/>
                    </w:rPr>
                    <w:t>15</w:t>
                  </w:r>
                  <w:r>
                    <w:rPr>
                      <w:webHidden/>
                    </w:rPr>
                    <w:fldChar w:fldCharType="end"/>
                  </w:r>
                </w:hyperlink>
              </w:p>
              <w:p w:rsidR="00F75B8D" w:rsidRDefault="00F75B8D">
                <w:pPr>
                  <w:pStyle w:val="TOC2"/>
                  <w:rPr>
                    <w:rFonts w:eastAsiaTheme="minorEastAsia"/>
                    <w:color w:val="auto"/>
                    <w:sz w:val="22"/>
                  </w:rPr>
                </w:pPr>
                <w:hyperlink w:anchor="_Toc9437460" w:history="1">
                  <w:r w:rsidRPr="003D18FC">
                    <w:rPr>
                      <w:rStyle w:val="Hyperlink"/>
                    </w:rPr>
                    <w:t>Instructions for Getting Started with Estimated Start-Up Costs</w:t>
                  </w:r>
                  <w:r>
                    <w:rPr>
                      <w:webHidden/>
                    </w:rPr>
                    <w:tab/>
                  </w:r>
                  <w:r>
                    <w:rPr>
                      <w:webHidden/>
                    </w:rPr>
                    <w:fldChar w:fldCharType="begin"/>
                  </w:r>
                  <w:r>
                    <w:rPr>
                      <w:webHidden/>
                    </w:rPr>
                    <w:instrText xml:space="preserve"> PAGEREF _Toc9437460 \h </w:instrText>
                  </w:r>
                  <w:r>
                    <w:rPr>
                      <w:webHidden/>
                    </w:rPr>
                  </w:r>
                  <w:r>
                    <w:rPr>
                      <w:webHidden/>
                    </w:rPr>
                    <w:fldChar w:fldCharType="separate"/>
                  </w:r>
                  <w:r w:rsidR="00DC3DBA">
                    <w:rPr>
                      <w:webHidden/>
                    </w:rPr>
                    <w:t>16</w:t>
                  </w:r>
                  <w:r>
                    <w:rPr>
                      <w:webHidden/>
                    </w:rPr>
                    <w:fldChar w:fldCharType="end"/>
                  </w:r>
                </w:hyperlink>
              </w:p>
              <w:p w:rsidR="00F75B8D" w:rsidRDefault="00F75B8D">
                <w:pPr>
                  <w:pStyle w:val="TOC2"/>
                  <w:rPr>
                    <w:rFonts w:eastAsiaTheme="minorEastAsia"/>
                    <w:color w:val="auto"/>
                    <w:sz w:val="22"/>
                  </w:rPr>
                </w:pPr>
                <w:hyperlink w:anchor="_Toc9437461" w:history="1">
                  <w:r w:rsidRPr="003D18FC">
                    <w:rPr>
                      <w:rStyle w:val="Hyperlink"/>
                    </w:rPr>
                    <w:t>Instructions for Getting Started on Profit &amp; Loss Projections</w:t>
                  </w:r>
                  <w:r>
                    <w:rPr>
                      <w:webHidden/>
                    </w:rPr>
                    <w:tab/>
                  </w:r>
                  <w:r>
                    <w:rPr>
                      <w:webHidden/>
                    </w:rPr>
                    <w:fldChar w:fldCharType="begin"/>
                  </w:r>
                  <w:r>
                    <w:rPr>
                      <w:webHidden/>
                    </w:rPr>
                    <w:instrText xml:space="preserve"> PAGEREF _Toc9437461 \h </w:instrText>
                  </w:r>
                  <w:r>
                    <w:rPr>
                      <w:webHidden/>
                    </w:rPr>
                  </w:r>
                  <w:r>
                    <w:rPr>
                      <w:webHidden/>
                    </w:rPr>
                    <w:fldChar w:fldCharType="separate"/>
                  </w:r>
                  <w:r w:rsidR="00DC3DBA">
                    <w:rPr>
                      <w:webHidden/>
                    </w:rPr>
                    <w:t>18</w:t>
                  </w:r>
                  <w:r>
                    <w:rPr>
                      <w:webHidden/>
                    </w:rPr>
                    <w:fldChar w:fldCharType="end"/>
                  </w:r>
                </w:hyperlink>
              </w:p>
              <w:p w:rsidR="009956A2" w:rsidRPr="00ED112D" w:rsidRDefault="009956A2" w:rsidP="004A529D">
                <w:r w:rsidRPr="00ED112D">
                  <w:rPr>
                    <w:b/>
                    <w:noProof/>
                  </w:rPr>
                  <w:fldChar w:fldCharType="end"/>
                </w:r>
              </w:p>
            </w:sdtContent>
          </w:sdt>
          <w:p w:rsidR="009956A2" w:rsidRPr="00ED112D" w:rsidRDefault="009956A2" w:rsidP="00D17901">
            <w:pPr>
              <w:tabs>
                <w:tab w:val="left" w:pos="1032"/>
              </w:tabs>
              <w:spacing w:before="0" w:after="0"/>
              <w:jc w:val="center"/>
            </w:pPr>
          </w:p>
        </w:tc>
      </w:tr>
    </w:tbl>
    <w:p w:rsidR="00FE2B17" w:rsidRDefault="00FE2B17">
      <w:pPr>
        <w:spacing w:before="0" w:after="160" w:line="259" w:lineRule="auto"/>
      </w:pPr>
    </w:p>
    <w:p w:rsidR="00FE2B17" w:rsidRDefault="00FE2B17">
      <w:pPr>
        <w:spacing w:before="0" w:after="160" w:line="259" w:lineRule="auto"/>
        <w:sectPr w:rsidR="00FE2B17" w:rsidSect="000A3384">
          <w:pgSz w:w="12240" w:h="15840" w:code="1"/>
          <w:pgMar w:top="540" w:right="720" w:bottom="360" w:left="720" w:header="0" w:footer="0"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DF090F" w:rsidRPr="00ED112D" w:rsidTr="003F5135">
        <w:trPr>
          <w:trHeight w:val="1008"/>
        </w:trPr>
        <w:tc>
          <w:tcPr>
            <w:tcW w:w="10800" w:type="dxa"/>
          </w:tcPr>
          <w:bookmarkStart w:id="0" w:name="_Toc9437451"/>
          <w:p w:rsidR="00DF090F" w:rsidRPr="00DF090F" w:rsidRDefault="00000000" w:rsidP="00DF090F">
            <w:pPr>
              <w:pStyle w:val="Heading1"/>
            </w:pPr>
            <w:sdt>
              <w:sdtPr>
                <w:id w:val="-1202244712"/>
                <w:placeholder>
                  <w:docPart w:val="F0B14A7EAE91400192F00429C7C58CA8"/>
                </w:placeholder>
                <w:temporary/>
                <w:showingPlcHdr/>
                <w15:appearance w15:val="hidden"/>
              </w:sdtPr>
              <w:sdtContent>
                <w:r w:rsidR="00DF090F" w:rsidRPr="002B4179">
                  <w:t>Introduction</w:t>
                </w:r>
              </w:sdtContent>
            </w:sdt>
            <w:bookmarkEnd w:id="0"/>
          </w:p>
        </w:tc>
      </w:tr>
    </w:tbl>
    <w:sdt>
      <w:sdtPr>
        <w:id w:val="-1299996274"/>
        <w:placeholder>
          <w:docPart w:val="B61628244B5B4EF684796BB03F90BA77"/>
        </w:placeholder>
        <w:temporary/>
        <w:showingPlcHdr/>
        <w15:appearance w15:val="hidden"/>
      </w:sdtPr>
      <w:sdtContent>
        <w:p w:rsidR="002B4179" w:rsidRPr="00ED112D" w:rsidRDefault="002B4179" w:rsidP="0000540B">
          <w:r w:rsidRPr="00ED112D">
            <w:t>Creating an extensive business plan is unnecessary for most businesses to get started. However, creating a short business plan offers several benefits that more than outweigh the investment of time:</w:t>
          </w:r>
        </w:p>
      </w:sdtContent>
    </w:sdt>
    <w:sdt>
      <w:sdtPr>
        <w:id w:val="-1475901501"/>
        <w:placeholder>
          <w:docPart w:val="EA5611A33B4C451B973CF0008A91AADE"/>
        </w:placeholder>
        <w:temporary/>
        <w:showingPlcHdr/>
        <w15:appearance w15:val="hidden"/>
      </w:sdtPr>
      <w:sdtContent>
        <w:p w:rsidR="002B4179" w:rsidRPr="00ED112D" w:rsidRDefault="002B4179" w:rsidP="0000540B">
          <w:pPr>
            <w:pStyle w:val="ListBullet"/>
          </w:pPr>
          <w:r w:rsidRPr="00ED112D">
            <w:t>The process of thinking and writing the plan provides clarity for the business.</w:t>
          </w:r>
        </w:p>
        <w:p w:rsidR="002B4179" w:rsidRPr="00ED112D" w:rsidRDefault="002B4179" w:rsidP="0000540B">
          <w:pPr>
            <w:pStyle w:val="ListBullet"/>
          </w:pPr>
          <w:r w:rsidRPr="00ED112D">
            <w:t>If capital is needed from outside sources, investors want to see a plan that demonstrates a solid understanding and vision for the business.</w:t>
          </w:r>
        </w:p>
        <w:p w:rsidR="002B4179" w:rsidRPr="00ED112D" w:rsidRDefault="002B4179" w:rsidP="0000540B">
          <w:pPr>
            <w:pStyle w:val="ListBullet"/>
          </w:pPr>
          <w:r w:rsidRPr="00ED112D">
            <w:t>The plan will help prioritize tasks that are most important.</w:t>
          </w:r>
        </w:p>
        <w:p w:rsidR="002B4179" w:rsidRPr="00ED112D" w:rsidRDefault="002B4179" w:rsidP="0000540B">
          <w:pPr>
            <w:pStyle w:val="ListBullet"/>
          </w:pPr>
          <w:r w:rsidRPr="00ED112D">
            <w:t xml:space="preserve">With growth, the plan offers a common understanding of the vision to new leaders. </w:t>
          </w:r>
        </w:p>
      </w:sdtContent>
    </w:sdt>
    <w:sdt>
      <w:sdtPr>
        <w:id w:val="1335577576"/>
        <w:placeholder>
          <w:docPart w:val="7113BDAB73A94AB3A6FBD7A1AF401F61"/>
        </w:placeholder>
        <w:temporary/>
        <w:showingPlcHdr/>
        <w15:appearance w15:val="hidden"/>
      </w:sdtPr>
      <w:sdtContent>
        <w:p w:rsidR="002B4179" w:rsidRPr="00ED112D" w:rsidRDefault="002B4179" w:rsidP="0000540B">
          <w:r w:rsidRPr="00ED112D">
            <w:t>A simple business plan for a start-up service company can be completed rather quickly. Keeping in mind who the intended audience is, write simply. The plan needs to be understandable, readable, and realistic.</w:t>
          </w:r>
        </w:p>
      </w:sdtContent>
    </w:sdt>
    <w:sdt>
      <w:sdtPr>
        <w:id w:val="1854537875"/>
        <w:placeholder>
          <w:docPart w:val="4EF80DCF9EBF4A7CA2F840E0AEFD54E9"/>
        </w:placeholder>
        <w:temporary/>
        <w:showingPlcHdr/>
        <w15:appearance w15:val="hidden"/>
      </w:sdtPr>
      <w:sdtContent>
        <w:p w:rsidR="002B4179" w:rsidRPr="00ED112D" w:rsidRDefault="002B4179" w:rsidP="0000540B">
          <w:r w:rsidRPr="00ED112D">
            <w:t>This template is organized into seven sub-plans or sections to be completed.</w:t>
          </w:r>
        </w:p>
      </w:sdtContent>
    </w:sdt>
    <w:sdt>
      <w:sdtPr>
        <w:id w:val="1328101648"/>
        <w:placeholder>
          <w:docPart w:val="B618147BC0A944E3A6516D5AC3C34F3C"/>
        </w:placeholder>
        <w:temporary/>
        <w:showingPlcHdr/>
        <w15:appearance w15:val="hidden"/>
      </w:sdtPr>
      <w:sdtContent>
        <w:p w:rsidR="002B4179" w:rsidRPr="00ED112D" w:rsidRDefault="002B4179" w:rsidP="0000540B">
          <w:pPr>
            <w:pStyle w:val="ListNumber"/>
          </w:pPr>
          <w:r w:rsidRPr="00ED112D">
            <w:t>Executive Summary</w:t>
          </w:r>
        </w:p>
        <w:p w:rsidR="002B4179" w:rsidRPr="00ED112D" w:rsidRDefault="002B4179" w:rsidP="0000540B">
          <w:pPr>
            <w:pStyle w:val="ListNumber"/>
          </w:pPr>
          <w:r w:rsidRPr="00ED112D">
            <w:t>Company Overview</w:t>
          </w:r>
        </w:p>
        <w:p w:rsidR="002B4179" w:rsidRPr="00ED112D" w:rsidRDefault="002B4179" w:rsidP="0000540B">
          <w:pPr>
            <w:pStyle w:val="ListNumber"/>
          </w:pPr>
          <w:r w:rsidRPr="00ED112D">
            <w:t>Business Description</w:t>
          </w:r>
        </w:p>
        <w:p w:rsidR="002B4179" w:rsidRPr="00ED112D" w:rsidRDefault="002B4179" w:rsidP="0000540B">
          <w:pPr>
            <w:pStyle w:val="ListNumber"/>
          </w:pPr>
          <w:r w:rsidRPr="00ED112D">
            <w:t>Market Analysis</w:t>
          </w:r>
        </w:p>
        <w:p w:rsidR="002B4179" w:rsidRPr="00ED112D" w:rsidRDefault="002B4179" w:rsidP="0000540B">
          <w:pPr>
            <w:pStyle w:val="ListNumber"/>
          </w:pPr>
          <w:r w:rsidRPr="00ED112D">
            <w:t>Operating Plan</w:t>
          </w:r>
        </w:p>
        <w:p w:rsidR="002B4179" w:rsidRPr="00ED112D" w:rsidRDefault="002B4179" w:rsidP="0000540B">
          <w:pPr>
            <w:pStyle w:val="ListNumber"/>
          </w:pPr>
          <w:r w:rsidRPr="00ED112D">
            <w:t>Marketing and Sales Plan</w:t>
          </w:r>
        </w:p>
        <w:p w:rsidR="002B4179" w:rsidRPr="00ED112D" w:rsidRDefault="002B4179" w:rsidP="0000540B">
          <w:pPr>
            <w:pStyle w:val="ListNumber"/>
          </w:pPr>
          <w:r w:rsidRPr="00ED112D">
            <w:t>Financial Plan</w:t>
          </w:r>
        </w:p>
      </w:sdtContent>
    </w:sdt>
    <w:p w:rsidR="00DF090F" w:rsidRDefault="00DF090F">
      <w:pPr>
        <w:spacing w:before="0" w:after="160" w:line="259" w:lineRule="auto"/>
      </w:pPr>
      <w:r>
        <w:br w:type="page"/>
      </w:r>
    </w:p>
    <w:sdt>
      <w:sdtPr>
        <w:id w:val="-998881452"/>
        <w:placeholder>
          <w:docPart w:val="512879EB52C5455195184F67FE3D169E"/>
        </w:placeholder>
        <w:temporary/>
        <w:showingPlcHdr/>
        <w15:appearance w15:val="hidden"/>
      </w:sdtPr>
      <w:sdtContent>
        <w:p w:rsidR="00FE2B17" w:rsidRPr="00ED112D" w:rsidRDefault="00FE2B17" w:rsidP="00041CC7">
          <w:r w:rsidRPr="00ED112D">
            <w:t xml:space="preserve">It is recommended to complete the Executive Summary last, after all of the other sections have been completed. As information is filled in, from the Company Overview to the Financial Plan, the writing should tell the story of the motivation and vision behind the business. Be sure to include what will make the business successful, how success will be achieved, and how success will be measured. </w:t>
          </w:r>
        </w:p>
        <w:p w:rsidR="00FE2B17" w:rsidRDefault="00FE2B17" w:rsidP="00041CC7">
          <w:r w:rsidRPr="00ED112D">
            <w:t>It is important to keep the business plan updated in order to see progress, celebrate success, and adjust where issues arise. This is best done on a quarterly, if not monthly, basis.</w:t>
          </w:r>
        </w:p>
      </w:sdtContent>
    </w:sdt>
    <w:p w:rsidR="00FE2B17" w:rsidRDefault="00FE2B17" w:rsidP="00041CC7"/>
    <w:p w:rsidR="00FE2B17" w:rsidRDefault="00FE2B17" w:rsidP="00041CC7">
      <w:pPr>
        <w:sectPr w:rsidR="00FE2B17" w:rsidSect="000A3384">
          <w:headerReference w:type="default" r:id="rId12"/>
          <w:footerReference w:type="default" r:id="rId13"/>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1" w:name="_Toc9437452"/>
          <w:p w:rsidR="00B1591B" w:rsidRPr="00ED112D" w:rsidRDefault="00000000" w:rsidP="00764930">
            <w:pPr>
              <w:pStyle w:val="Heading1"/>
              <w:numPr>
                <w:ilvl w:val="0"/>
                <w:numId w:val="41"/>
              </w:numPr>
              <w:ind w:hanging="743"/>
              <w:rPr>
                <w:rFonts w:cstheme="minorHAnsi"/>
              </w:rPr>
            </w:pPr>
            <w:sdt>
              <w:sdtPr>
                <w:id w:val="-1514373493"/>
                <w:placeholder>
                  <w:docPart w:val="AB5CA5066A1D4E3E9B3D469D9155369C"/>
                </w:placeholder>
                <w:temporary/>
                <w:showingPlcHdr/>
                <w15:appearance w15:val="hidden"/>
              </w:sdtPr>
              <w:sdtContent>
                <w:r w:rsidR="0000540B" w:rsidRPr="00ED112D">
                  <w:t>Executive Summary</w:t>
                </w:r>
              </w:sdtContent>
            </w:sdt>
            <w:bookmarkEnd w:id="1"/>
          </w:p>
        </w:tc>
      </w:tr>
    </w:tbl>
    <w:p w:rsidR="00FE2B17" w:rsidRPr="00ED112D" w:rsidRDefault="00000000" w:rsidP="0000540B">
      <w:sdt>
        <w:sdtPr>
          <w:rPr>
            <w:rStyle w:val="Bold"/>
          </w:rPr>
          <w:id w:val="247938707"/>
          <w:placeholder>
            <w:docPart w:val="9B723C3F130549689BF4849D767971B4"/>
          </w:placeholder>
          <w:temporary/>
          <w:showingPlcHdr/>
          <w15:appearance w15:val="hidden"/>
        </w:sdtPr>
        <w:sdtContent>
          <w:r w:rsidR="00FE2B17" w:rsidRPr="00ED112D">
            <w:rPr>
              <w:rStyle w:val="Bold"/>
            </w:rPr>
            <w:t>The Executive Summary should be written last</w:t>
          </w:r>
        </w:sdtContent>
      </w:sdt>
      <w:r w:rsidR="00FE2B17" w:rsidRPr="00ED112D">
        <w:rPr>
          <w:rStyle w:val="Bold"/>
        </w:rPr>
        <w:t xml:space="preserve"> </w:t>
      </w:r>
      <w:sdt>
        <w:sdtPr>
          <w:id w:val="1945417390"/>
          <w:placeholder>
            <w:docPart w:val="6AE25933DE5B4924B211497A5B7D5176"/>
          </w:placeholder>
          <w:temporary/>
          <w:showingPlcHdr/>
          <w15:appearance w15:val="hidden"/>
        </w:sdtPr>
        <w:sdtContent>
          <w:r w:rsidR="00FE2B17" w:rsidRPr="00ED112D">
            <w:t xml:space="preserve">after the remainder of the plan has been finished. It is an overview (with a suggested length of no more than one page) of the business, including the problem the business aims to solve, why this business’ solution is different, the business’ ideal customer, and the expected results. The Executive Summary should provide a high-level and optimistic description of the company. </w:t>
          </w:r>
        </w:sdtContent>
      </w:sdt>
    </w:p>
    <w:sdt>
      <w:sdtPr>
        <w:id w:val="-436677409"/>
        <w:placeholder>
          <w:docPart w:val="8F40438783564F4BA85F4842ADF36827"/>
        </w:placeholder>
        <w:temporary/>
        <w:showingPlcHdr/>
        <w15:appearance w15:val="hidden"/>
      </w:sdtPr>
      <w:sdtEndPr>
        <w:rPr>
          <w:rStyle w:val="Strong"/>
          <w:b/>
          <w:bCs/>
        </w:rPr>
      </w:sdtEndPr>
      <w:sdtContent>
        <w:p w:rsidR="00FE2B17" w:rsidRPr="00ED112D" w:rsidRDefault="00FE2B17" w:rsidP="0000540B">
          <w:r w:rsidRPr="00ED112D">
            <w:t xml:space="preserve">If the business requires outside investment or external investors, include how much is needed, how it will be used, and how it will make the business more profitable. Think of this section as the first thing a potential investor reads, thus, it must capture their interest quickly. </w:t>
          </w:r>
        </w:p>
        <w:p w:rsidR="00FE2B17" w:rsidRPr="00ED112D" w:rsidRDefault="00FE2B17" w:rsidP="0000540B">
          <w:pPr>
            <w:rPr>
              <w:rStyle w:val="Strong"/>
            </w:rPr>
          </w:pPr>
          <w:r w:rsidRPr="00ED112D">
            <w:t>Suggested headings to organize this business plan include the following.</w:t>
          </w:r>
        </w:p>
      </w:sdtContent>
    </w:sdt>
    <w:p w:rsidR="00FE2B17" w:rsidRPr="00ED112D" w:rsidRDefault="00000000" w:rsidP="0000540B">
      <w:pPr>
        <w:pStyle w:val="ListBullet"/>
        <w:rPr>
          <w:rStyle w:val="Strong"/>
        </w:rPr>
      </w:pPr>
      <w:sdt>
        <w:sdtPr>
          <w:rPr>
            <w:rStyle w:val="Bold"/>
          </w:rPr>
          <w:id w:val="-1250499627"/>
          <w:placeholder>
            <w:docPart w:val="8058A69A5BE14C52A58CEBEAAB3EAAFA"/>
          </w:placeholder>
          <w:temporary/>
          <w:showingPlcHdr/>
          <w15:appearance w15:val="hidden"/>
        </w:sdtPr>
        <w:sdtContent>
          <w:r w:rsidR="00FE2B17" w:rsidRPr="00ED112D">
            <w:rPr>
              <w:rStyle w:val="Bold"/>
            </w:rPr>
            <w:t>Opportunity:</w:t>
          </w:r>
        </w:sdtContent>
      </w:sdt>
      <w:r w:rsidR="00FE2B17" w:rsidRPr="00ED112D">
        <w:rPr>
          <w:rStyle w:val="Strong"/>
        </w:rPr>
        <w:t xml:space="preserve"> </w:t>
      </w:r>
      <w:sdt>
        <w:sdtPr>
          <w:id w:val="-1833910979"/>
          <w:placeholder>
            <w:docPart w:val="0E2286D1DBCE4AD986D3A3DE4299BC9D"/>
          </w:placeholder>
          <w:temporary/>
          <w:showingPlcHdr/>
          <w15:appearance w15:val="hidden"/>
        </w:sdtPr>
        <w:sdtEndPr>
          <w:rPr>
            <w:rStyle w:val="Strong"/>
            <w:b/>
            <w:bCs/>
          </w:rPr>
        </w:sdtEndPr>
        <w:sdtContent>
          <w:r w:rsidR="00FE2B17" w:rsidRPr="00ED112D">
            <w:t>What problem will the business solve?</w:t>
          </w:r>
        </w:sdtContent>
      </w:sdt>
    </w:p>
    <w:p w:rsidR="00FE2B17" w:rsidRPr="00ED112D" w:rsidRDefault="00000000" w:rsidP="0000540B">
      <w:pPr>
        <w:pStyle w:val="ListBullet"/>
        <w:rPr>
          <w:rStyle w:val="Strong"/>
        </w:rPr>
      </w:pPr>
      <w:sdt>
        <w:sdtPr>
          <w:rPr>
            <w:rStyle w:val="Bold"/>
          </w:rPr>
          <w:id w:val="-1653444154"/>
          <w:placeholder>
            <w:docPart w:val="AB959B6251FF4813B5D3FA1256340200"/>
          </w:placeholder>
          <w:temporary/>
          <w:showingPlcHdr/>
          <w15:appearance w15:val="hidden"/>
        </w:sdtPr>
        <w:sdtContent>
          <w:r w:rsidR="00FE2B17" w:rsidRPr="00ED112D">
            <w:rPr>
              <w:rStyle w:val="Bold"/>
            </w:rPr>
            <w:t>Mission:</w:t>
          </w:r>
        </w:sdtContent>
      </w:sdt>
      <w:r w:rsidR="00FE2B17" w:rsidRPr="00ED112D">
        <w:rPr>
          <w:rStyle w:val="Bold"/>
        </w:rPr>
        <w:t xml:space="preserve"> </w:t>
      </w:r>
      <w:sdt>
        <w:sdtPr>
          <w:id w:val="-251050521"/>
          <w:placeholder>
            <w:docPart w:val="5907A2F1382045178A5452646CB1FBAC"/>
          </w:placeholder>
          <w:temporary/>
          <w:showingPlcHdr/>
          <w15:appearance w15:val="hidden"/>
        </w:sdtPr>
        <w:sdtEndPr>
          <w:rPr>
            <w:rStyle w:val="Strong"/>
            <w:b/>
            <w:bCs/>
          </w:rPr>
        </w:sdtEndPr>
        <w:sdtContent>
          <w:r w:rsidR="009B0711" w:rsidRPr="009B0711">
            <w:t>What do we do? How do we do it? Whom do we do it for?</w:t>
          </w:r>
        </w:sdtContent>
      </w:sdt>
    </w:p>
    <w:p w:rsidR="00FE2B17" w:rsidRPr="00ED112D" w:rsidRDefault="00000000" w:rsidP="0000540B">
      <w:pPr>
        <w:pStyle w:val="ListBullet"/>
      </w:pPr>
      <w:sdt>
        <w:sdtPr>
          <w:rPr>
            <w:rStyle w:val="Bold"/>
          </w:rPr>
          <w:id w:val="-291824174"/>
          <w:placeholder>
            <w:docPart w:val="F6C44B74C0F24234AE344B5714FDCEB9"/>
          </w:placeholder>
          <w:temporary/>
          <w:showingPlcHdr/>
          <w15:appearance w15:val="hidden"/>
        </w:sdtPr>
        <w:sdtContent>
          <w:r w:rsidR="00FE2B17" w:rsidRPr="00ED112D">
            <w:rPr>
              <w:rStyle w:val="Bold"/>
            </w:rPr>
            <w:t>Solution:</w:t>
          </w:r>
        </w:sdtContent>
      </w:sdt>
      <w:r w:rsidR="00FE2B17" w:rsidRPr="00ED112D">
        <w:t xml:space="preserve"> </w:t>
      </w:r>
      <w:sdt>
        <w:sdtPr>
          <w:id w:val="192892433"/>
          <w:placeholder>
            <w:docPart w:val="71D505C8E84340DEBF5205162E8270BD"/>
          </w:placeholder>
          <w:temporary/>
          <w:showingPlcHdr/>
          <w15:appearance w15:val="hidden"/>
        </w:sdtPr>
        <w:sdtEndPr>
          <w:rPr>
            <w:b/>
            <w:bCs/>
          </w:rPr>
        </w:sdtEndPr>
        <w:sdtContent>
          <w:r w:rsidR="00FE2B17" w:rsidRPr="00ED112D">
            <w:t>How will the service uniquely solve the problem identified?</w:t>
          </w:r>
        </w:sdtContent>
      </w:sdt>
    </w:p>
    <w:p w:rsidR="00FE2B17" w:rsidRPr="00ED112D" w:rsidRDefault="00000000" w:rsidP="0000540B">
      <w:pPr>
        <w:pStyle w:val="ListBullet"/>
      </w:pPr>
      <w:sdt>
        <w:sdtPr>
          <w:rPr>
            <w:rStyle w:val="Bold"/>
          </w:rPr>
          <w:id w:val="1016813044"/>
          <w:placeholder>
            <w:docPart w:val="988F7025D2744645BD6DB52C9BB5A6EF"/>
          </w:placeholder>
          <w:temporary/>
          <w:showingPlcHdr/>
          <w15:appearance w15:val="hidden"/>
        </w:sdtPr>
        <w:sdtContent>
          <w:r w:rsidR="00FE2B17" w:rsidRPr="00ED112D">
            <w:rPr>
              <w:rStyle w:val="Bold"/>
            </w:rPr>
            <w:t>Market focus:</w:t>
          </w:r>
        </w:sdtContent>
      </w:sdt>
      <w:r w:rsidR="00FE2B17" w:rsidRPr="00ED112D">
        <w:t xml:space="preserve"> </w:t>
      </w:r>
      <w:sdt>
        <w:sdtPr>
          <w:id w:val="754706308"/>
          <w:placeholder>
            <w:docPart w:val="8E05ED51D22D422287A8A115CD10A83B"/>
          </w:placeholder>
          <w:temporary/>
          <w:showingPlcHdr/>
          <w15:appearance w15:val="hidden"/>
        </w:sdtPr>
        <w:sdtEndPr>
          <w:rPr>
            <w:b/>
            <w:bCs/>
          </w:rPr>
        </w:sdtEndPr>
        <w:sdtContent>
          <w:r w:rsidR="00FE2B17" w:rsidRPr="00ED112D">
            <w:t>What market and ideal customers will the business target?</w:t>
          </w:r>
        </w:sdtContent>
      </w:sdt>
    </w:p>
    <w:p w:rsidR="00FE2B17" w:rsidRPr="00ED112D" w:rsidRDefault="00000000" w:rsidP="0000540B">
      <w:pPr>
        <w:pStyle w:val="ListBullet"/>
      </w:pPr>
      <w:sdt>
        <w:sdtPr>
          <w:rPr>
            <w:rStyle w:val="Bold"/>
          </w:rPr>
          <w:id w:val="185252181"/>
          <w:placeholder>
            <w:docPart w:val="DFB2B6855A3E472C9FDEBA8AB327EDC6"/>
          </w:placeholder>
          <w:temporary/>
          <w:showingPlcHdr/>
          <w15:appearance w15:val="hidden"/>
        </w:sdtPr>
        <w:sdtContent>
          <w:r w:rsidR="00FE2B17" w:rsidRPr="00ED112D">
            <w:rPr>
              <w:rStyle w:val="Bold"/>
            </w:rPr>
            <w:t>Competitive advantage:</w:t>
          </w:r>
        </w:sdtContent>
      </w:sdt>
      <w:r w:rsidR="00FE2B17" w:rsidRPr="00ED112D">
        <w:rPr>
          <w:rStyle w:val="Bold"/>
        </w:rPr>
        <w:t xml:space="preserve"> </w:t>
      </w:r>
      <w:sdt>
        <w:sdtPr>
          <w:id w:val="95229510"/>
          <w:placeholder>
            <w:docPart w:val="E829028414264A3585876AB6076A0C24"/>
          </w:placeholder>
          <w:temporary/>
          <w:showingPlcHdr/>
          <w15:appearance w15:val="hidden"/>
        </w:sdtPr>
        <w:sdtEndPr>
          <w:rPr>
            <w:b/>
            <w:bCs/>
          </w:rPr>
        </w:sdtEndPr>
        <w:sdtContent>
          <w:r w:rsidR="00FE2B17" w:rsidRPr="00ED112D">
            <w:t>How does the business intend to succeed against its competitors?</w:t>
          </w:r>
        </w:sdtContent>
      </w:sdt>
    </w:p>
    <w:p w:rsidR="00FE2B17" w:rsidRPr="00ED112D" w:rsidRDefault="00000000" w:rsidP="0000540B">
      <w:pPr>
        <w:pStyle w:val="ListBullet"/>
      </w:pPr>
      <w:sdt>
        <w:sdtPr>
          <w:rPr>
            <w:rStyle w:val="Bold"/>
          </w:rPr>
          <w:id w:val="2077160757"/>
          <w:placeholder>
            <w:docPart w:val="FF6E049DC0874E6B9859394C143ACD25"/>
          </w:placeholder>
          <w:temporary/>
          <w:showingPlcHdr/>
          <w15:appearance w15:val="hidden"/>
        </w:sdtPr>
        <w:sdtContent>
          <w:r w:rsidR="00FE2B17" w:rsidRPr="00ED112D">
            <w:rPr>
              <w:rStyle w:val="Bold"/>
            </w:rPr>
            <w:t>Ownership:</w:t>
          </w:r>
        </w:sdtContent>
      </w:sdt>
      <w:r w:rsidR="00FE2B17" w:rsidRPr="00ED112D">
        <w:rPr>
          <w:rStyle w:val="Bold"/>
        </w:rPr>
        <w:t xml:space="preserve"> </w:t>
      </w:r>
      <w:sdt>
        <w:sdtPr>
          <w:id w:val="1468001627"/>
          <w:placeholder>
            <w:docPart w:val="C1E79C96309640F49F3D0CFBB872E865"/>
          </w:placeholder>
          <w:temporary/>
          <w:showingPlcHdr/>
          <w15:appearance w15:val="hidden"/>
        </w:sdtPr>
        <w:sdtEndPr>
          <w:rPr>
            <w:b/>
            <w:bCs/>
          </w:rPr>
        </w:sdtEndPr>
        <w:sdtContent>
          <w:r w:rsidR="00FE2B17" w:rsidRPr="00ED112D">
            <w:t>Who are the major stakeholders in the company?</w:t>
          </w:r>
        </w:sdtContent>
      </w:sdt>
    </w:p>
    <w:p w:rsidR="00FE2B17" w:rsidRPr="00ED112D" w:rsidRDefault="00000000" w:rsidP="0000540B">
      <w:pPr>
        <w:pStyle w:val="ListBullet"/>
      </w:pPr>
      <w:sdt>
        <w:sdtPr>
          <w:rPr>
            <w:rStyle w:val="Bold"/>
          </w:rPr>
          <w:id w:val="-1171486283"/>
          <w:placeholder>
            <w:docPart w:val="DB54E3F75E4749C48969D478B62F0CE8"/>
          </w:placeholder>
          <w:temporary/>
          <w:showingPlcHdr/>
          <w15:appearance w15:val="hidden"/>
        </w:sdtPr>
        <w:sdtContent>
          <w:r w:rsidR="00FE2B17" w:rsidRPr="00ED112D">
            <w:rPr>
              <w:rStyle w:val="Bold"/>
            </w:rPr>
            <w:t>Expected returns:</w:t>
          </w:r>
        </w:sdtContent>
      </w:sdt>
      <w:r w:rsidR="00FE2B17" w:rsidRPr="00ED112D">
        <w:rPr>
          <w:rStyle w:val="Bold"/>
        </w:rPr>
        <w:t xml:space="preserve"> </w:t>
      </w:r>
      <w:sdt>
        <w:sdtPr>
          <w:id w:val="-844786403"/>
          <w:placeholder>
            <w:docPart w:val="46C3E71DB456402CA61F4E2F2365A2A3"/>
          </w:placeholder>
          <w:temporary/>
          <w:showingPlcHdr/>
          <w15:appearance w15:val="hidden"/>
        </w:sdtPr>
        <w:sdtContent>
          <w:r w:rsidR="00FE2B17" w:rsidRPr="00ED112D">
            <w:t>What are the key milestones for revenue, profits, growth, and customers?</w:t>
          </w:r>
        </w:sdtContent>
      </w:sdt>
    </w:p>
    <w:p w:rsidR="00755D87" w:rsidRDefault="00755D87" w:rsidP="00755D87">
      <w:pPr>
        <w:rPr>
          <w:sz w:val="20"/>
        </w:rPr>
      </w:pPr>
    </w:p>
    <w:p w:rsidR="00755D87" w:rsidRPr="00755D87" w:rsidRDefault="00755D87" w:rsidP="00755D87">
      <w:pPr>
        <w:rPr>
          <w:sz w:val="20"/>
        </w:rPr>
        <w:sectPr w:rsidR="00755D87" w:rsidRPr="00755D87"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2" w:name="_Toc9437453"/>
          <w:p w:rsidR="00B1591B" w:rsidRPr="00ED112D" w:rsidRDefault="00000000" w:rsidP="00764930">
            <w:pPr>
              <w:pStyle w:val="Heading1"/>
              <w:numPr>
                <w:ilvl w:val="0"/>
                <w:numId w:val="41"/>
              </w:numPr>
              <w:ind w:hanging="833"/>
            </w:pPr>
            <w:sdt>
              <w:sdtPr>
                <w:id w:val="-1628617836"/>
                <w:placeholder>
                  <w:docPart w:val="3620BE7B6C974599A59586F2806423F0"/>
                </w:placeholder>
                <w:temporary/>
                <w:showingPlcHdr/>
                <w15:appearance w15:val="hidden"/>
              </w:sdtPr>
              <w:sdtContent>
                <w:r w:rsidR="00570032" w:rsidRPr="00ED112D">
                  <w:t>Company Overview</w:t>
                </w:r>
              </w:sdtContent>
            </w:sdt>
            <w:bookmarkEnd w:id="2"/>
          </w:p>
        </w:tc>
      </w:tr>
    </w:tbl>
    <w:sdt>
      <w:sdtPr>
        <w:id w:val="49891511"/>
        <w:placeholder>
          <w:docPart w:val="B19F84D5D2A84EA6893CD0B75AA4FEBF"/>
        </w:placeholder>
        <w:showingPlcHdr/>
        <w15:appearance w15:val="hidden"/>
      </w:sdtPr>
      <w:sdtContent>
        <w:p w:rsidR="00FE2B17" w:rsidRPr="00ED112D" w:rsidRDefault="00FE2B17" w:rsidP="0000540B">
          <w:r w:rsidRPr="00ED112D">
            <w:t>The Company Overview is a brief summary of the intended business, including what it uniquely delivers, the mission, how it got started, market positioning, operational structure, and financial goals. After reviewing this section, the reader should have a broad understanding of what the business is setting out to do and how it is organized.</w:t>
          </w:r>
        </w:p>
        <w:p w:rsidR="00FE2B17" w:rsidRPr="00ED112D" w:rsidRDefault="00FE2B17" w:rsidP="0000540B">
          <w:r w:rsidRPr="00ED112D">
            <w:t>This section is not meant to be lengthy. Keep it short and succinct. This is the snapshot of the business. The type of business will determine what of the following sections will be required for the business plan. Only include what is needed to properly represent the business and remove anything else.</w:t>
          </w:r>
        </w:p>
      </w:sdtContent>
    </w:sdt>
    <w:p w:rsidR="00FE2B17" w:rsidRPr="00ED112D" w:rsidRDefault="00000000" w:rsidP="0000540B">
      <w:pPr>
        <w:pStyle w:val="ListBullet"/>
      </w:pPr>
      <w:sdt>
        <w:sdtPr>
          <w:rPr>
            <w:rStyle w:val="Bold"/>
          </w:rPr>
          <w:id w:val="-379559644"/>
          <w:placeholder>
            <w:docPart w:val="7E8FBE472BF84B34B964EB281042E402"/>
          </w:placeholder>
          <w:showingPlcHdr/>
          <w15:appearance w15:val="hidden"/>
        </w:sdtPr>
        <w:sdtContent>
          <w:r w:rsidR="00FE2B17" w:rsidRPr="00ED112D">
            <w:rPr>
              <w:rStyle w:val="Bold"/>
            </w:rPr>
            <w:t>Company summary:</w:t>
          </w:r>
        </w:sdtContent>
      </w:sdt>
      <w:r w:rsidR="00FE2B17" w:rsidRPr="00ED112D">
        <w:rPr>
          <w:rStyle w:val="Bold"/>
        </w:rPr>
        <w:t xml:space="preserve"> </w:t>
      </w:r>
      <w:sdt>
        <w:sdtPr>
          <w:id w:val="-330916353"/>
          <w:placeholder>
            <w:docPart w:val="05109F1D7F9D4821BED29D41987A9D69"/>
          </w:placeholder>
          <w:showingPlcHdr/>
          <w15:appearance w15:val="hidden"/>
        </w:sdtPr>
        <w:sdtContent>
          <w:r w:rsidR="00FE2B17" w:rsidRPr="00ED112D">
            <w:t>This is the introductory section to the company, also known as the ‘elevator pitch’ of what the company stands for and is setting out to do. Include the company’s goals and some of the near-term objectives.</w:t>
          </w:r>
        </w:sdtContent>
      </w:sdt>
    </w:p>
    <w:p w:rsidR="00FE2B17" w:rsidRPr="00ED112D" w:rsidRDefault="00000000" w:rsidP="0000540B">
      <w:pPr>
        <w:pStyle w:val="ListBullet"/>
      </w:pPr>
      <w:sdt>
        <w:sdtPr>
          <w:rPr>
            <w:rStyle w:val="Bold"/>
          </w:rPr>
          <w:id w:val="1901166703"/>
          <w:placeholder>
            <w:docPart w:val="20BA28A955E443518151CC346B810112"/>
          </w:placeholder>
          <w:showingPlcHdr/>
          <w15:appearance w15:val="hidden"/>
        </w:sdtPr>
        <w:sdtContent>
          <w:r w:rsidR="00FE2B17" w:rsidRPr="00ED112D">
            <w:rPr>
              <w:rStyle w:val="Bold"/>
            </w:rPr>
            <w:t>Mission statement:</w:t>
          </w:r>
        </w:sdtContent>
      </w:sdt>
      <w:r w:rsidR="00FE2B17" w:rsidRPr="00ED112D">
        <w:rPr>
          <w:rStyle w:val="Bold"/>
        </w:rPr>
        <w:t xml:space="preserve"> </w:t>
      </w:r>
      <w:sdt>
        <w:sdtPr>
          <w:id w:val="2004159970"/>
          <w:placeholder>
            <w:docPart w:val="128633FECC2C4E4F8A6579EC9D4F342D"/>
          </w:placeholder>
          <w:showingPlcHdr/>
          <w15:appearance w15:val="hidden"/>
        </w:sdtPr>
        <w:sdtContent>
          <w:r w:rsidR="00FE2B17" w:rsidRPr="00ED112D">
            <w:t>This is a concise statement on the guiding principles of the company and what the company aims to do for customers, employees, owners, and other stakeholders.</w:t>
          </w:r>
        </w:sdtContent>
      </w:sdt>
    </w:p>
    <w:p w:rsidR="00FE2B17" w:rsidRPr="00ED112D" w:rsidRDefault="00000000" w:rsidP="0000540B">
      <w:pPr>
        <w:pStyle w:val="ListBullet"/>
      </w:pPr>
      <w:sdt>
        <w:sdtPr>
          <w:rPr>
            <w:rStyle w:val="Bold"/>
          </w:rPr>
          <w:id w:val="1360554413"/>
          <w:placeholder>
            <w:docPart w:val="DD283A48C2F44AA09D1D5D1CCDA7CE46"/>
          </w:placeholder>
          <w:showingPlcHdr/>
          <w15:appearance w15:val="hidden"/>
        </w:sdtPr>
        <w:sdtContent>
          <w:r w:rsidR="00FE2B17" w:rsidRPr="00ED112D">
            <w:rPr>
              <w:rStyle w:val="Bold"/>
            </w:rPr>
            <w:t>Company history:</w:t>
          </w:r>
        </w:sdtContent>
      </w:sdt>
      <w:r w:rsidR="00FE2B17" w:rsidRPr="00ED112D">
        <w:rPr>
          <w:rStyle w:val="Bold"/>
        </w:rPr>
        <w:t xml:space="preserve"> </w:t>
      </w:r>
      <w:sdt>
        <w:sdtPr>
          <w:id w:val="1958296001"/>
          <w:placeholder>
            <w:docPart w:val="9581DAA2F10B42629D719C91E3AF8073"/>
          </w:placeholder>
          <w:showingPlcHdr/>
          <w15:appearance w15:val="hidden"/>
        </w:sdtPr>
        <w:sdtContent>
          <w:r w:rsidR="00FE2B17" w:rsidRPr="00ED112D">
            <w:t>This provides the back story, especially the personal story, of why the business was founded. Use this section to give the overarching history of the company from its start and bring the reader up-to-date on where the company is now in terms of sales, profits, key services, and customers.</w:t>
          </w:r>
        </w:sdtContent>
      </w:sdt>
    </w:p>
    <w:p w:rsidR="00FE2B17" w:rsidRPr="00ED112D" w:rsidRDefault="00000000" w:rsidP="0000540B">
      <w:pPr>
        <w:pStyle w:val="ListBullet"/>
      </w:pPr>
      <w:sdt>
        <w:sdtPr>
          <w:rPr>
            <w:rStyle w:val="Bold"/>
          </w:rPr>
          <w:id w:val="1120350280"/>
          <w:placeholder>
            <w:docPart w:val="935A7BBABC5C4C18806EE94CFC562FA7"/>
          </w:placeholder>
          <w:showingPlcHdr/>
          <w15:appearance w15:val="hidden"/>
        </w:sdtPr>
        <w:sdtContent>
          <w:r w:rsidR="00FE2B17" w:rsidRPr="00ED112D">
            <w:rPr>
              <w:rStyle w:val="Bold"/>
            </w:rPr>
            <w:t>Markets and services:</w:t>
          </w:r>
        </w:sdtContent>
      </w:sdt>
      <w:r w:rsidR="00FE2B17" w:rsidRPr="00ED112D">
        <w:rPr>
          <w:rStyle w:val="Bold"/>
        </w:rPr>
        <w:t xml:space="preserve"> </w:t>
      </w:r>
      <w:sdt>
        <w:sdtPr>
          <w:id w:val="-1819880645"/>
          <w:placeholder>
            <w:docPart w:val="E185F27A8D8D4539A28B9F318B9A2ABD"/>
          </w:placeholder>
          <w:showingPlcHdr/>
          <w15:appearance w15:val="hidden"/>
        </w:sdtPr>
        <w:sdtContent>
          <w:r w:rsidR="00FE2B17" w:rsidRPr="00ED112D">
            <w:t>This outlines the target market and related needs that the company will address. Include brief descriptions of offered services and targeted markets and customer types. This section can be a general overview as more details will be suggested in a later section of this plan.</w:t>
          </w:r>
        </w:sdtContent>
      </w:sdt>
    </w:p>
    <w:p w:rsidR="00FE2B17" w:rsidRPr="00ED112D" w:rsidRDefault="00000000" w:rsidP="0000540B">
      <w:pPr>
        <w:pStyle w:val="ListBullet"/>
      </w:pPr>
      <w:sdt>
        <w:sdtPr>
          <w:rPr>
            <w:rStyle w:val="Bold"/>
          </w:rPr>
          <w:id w:val="1967465054"/>
          <w:placeholder>
            <w:docPart w:val="B075794A6FCD4DBD88CF6A77C6C3D345"/>
          </w:placeholder>
          <w:showingPlcHdr/>
          <w15:appearance w15:val="hidden"/>
        </w:sdtPr>
        <w:sdtContent>
          <w:r w:rsidR="00FE2B17" w:rsidRPr="00ED112D">
            <w:rPr>
              <w:rStyle w:val="Bold"/>
            </w:rPr>
            <w:t>Operational structure:</w:t>
          </w:r>
        </w:sdtContent>
      </w:sdt>
      <w:r w:rsidR="00FE2B17" w:rsidRPr="00ED112D">
        <w:rPr>
          <w:rStyle w:val="Bold"/>
        </w:rPr>
        <w:t xml:space="preserve"> </w:t>
      </w:r>
      <w:sdt>
        <w:sdtPr>
          <w:id w:val="-1327047686"/>
          <w:placeholder>
            <w:docPart w:val="174D33E5D7914374AA4E90D731D14D8A"/>
          </w:placeholder>
          <w:showingPlcHdr/>
          <w15:appearance w15:val="hidden"/>
        </w:sdtPr>
        <w:sdtContent>
          <w:r w:rsidR="00FE2B17" w:rsidRPr="00ED112D">
            <w:t>This describes the operational details of the business. List any potential employees needed on the payroll to make the business run.</w:t>
          </w:r>
        </w:sdtContent>
      </w:sdt>
    </w:p>
    <w:p w:rsidR="00FE2B17" w:rsidRPr="00ED112D" w:rsidRDefault="00000000" w:rsidP="0000540B">
      <w:pPr>
        <w:pStyle w:val="ListBullet"/>
      </w:pPr>
      <w:sdt>
        <w:sdtPr>
          <w:rPr>
            <w:rStyle w:val="Bold"/>
          </w:rPr>
          <w:id w:val="368735481"/>
          <w:placeholder>
            <w:docPart w:val="0D9E7AD75EA740DCB2C3043364B5030C"/>
          </w:placeholder>
          <w:showingPlcHdr/>
          <w15:appearance w15:val="hidden"/>
        </w:sdtPr>
        <w:sdtContent>
          <w:r w:rsidR="00FE2B17" w:rsidRPr="00ED112D">
            <w:rPr>
              <w:rStyle w:val="Bold"/>
            </w:rPr>
            <w:t>Financial goals:</w:t>
          </w:r>
        </w:sdtContent>
      </w:sdt>
      <w:r w:rsidR="00FE2B17" w:rsidRPr="00657790">
        <w:t xml:space="preserve"> </w:t>
      </w:r>
      <w:sdt>
        <w:sdtPr>
          <w:id w:val="-572279237"/>
          <w:placeholder>
            <w:docPart w:val="65E51B09134C4BBBABE0A3CE8BB440A4"/>
          </w:placeholder>
          <w:showingPlcHdr/>
          <w15:appearance w15:val="hidden"/>
        </w:sdtPr>
        <w:sdtContent>
          <w:r w:rsidR="00FE2B17" w:rsidRPr="00657790">
            <w:t>This describes the start-up capital needed, projected revenue and profits, forecast, and budget of the business.</w:t>
          </w:r>
        </w:sdtContent>
      </w:sdt>
    </w:p>
    <w:p w:rsidR="00FE2B17" w:rsidRPr="00ED112D" w:rsidRDefault="00FE2B17" w:rsidP="0000540B"/>
    <w:p w:rsidR="00FE2B17" w:rsidRDefault="00FE2B17" w:rsidP="00B1591B">
      <w:pPr>
        <w:sectPr w:rsidR="00FE2B17"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3" w:name="_Toc9437454"/>
          <w:p w:rsidR="00B1591B" w:rsidRPr="00ED112D" w:rsidRDefault="00000000" w:rsidP="007B7019">
            <w:pPr>
              <w:pStyle w:val="Heading1"/>
              <w:numPr>
                <w:ilvl w:val="0"/>
                <w:numId w:val="41"/>
              </w:numPr>
              <w:ind w:hanging="833"/>
            </w:pPr>
            <w:sdt>
              <w:sdtPr>
                <w:id w:val="-1710940561"/>
                <w:placeholder>
                  <w:docPart w:val="748C095CCFB448D08E1AF8C6A137BCE0"/>
                </w:placeholder>
                <w:temporary/>
                <w:showingPlcHdr/>
                <w15:appearance w15:val="hidden"/>
              </w:sdtPr>
              <w:sdtContent>
                <w:r w:rsidR="00570032" w:rsidRPr="00ED112D">
                  <w:t>Business Description</w:t>
                </w:r>
              </w:sdtContent>
            </w:sdt>
            <w:bookmarkEnd w:id="3"/>
          </w:p>
        </w:tc>
      </w:tr>
    </w:tbl>
    <w:sdt>
      <w:sdtPr>
        <w:id w:val="-1291896682"/>
        <w:placeholder>
          <w:docPart w:val="3C68A118724C42389DA444B04C801CFE"/>
        </w:placeholder>
        <w:temporary/>
        <w:showingPlcHdr/>
        <w15:appearance w15:val="hidden"/>
      </w:sdtPr>
      <w:sdtContent>
        <w:p w:rsidR="00FE2B17" w:rsidRPr="00ED112D" w:rsidRDefault="00FE2B17" w:rsidP="0000540B">
          <w:r w:rsidRPr="00ED112D">
            <w:t>This section will first frame the business opportunity and should answer the question: what problem(s) is the company trying to solve? Use a case example to describe the customers’ pain point and how it is solved today. If the business’ service addresses something the market has yet to identify as a problem (for instance, a new mobile app or a new clothing line), then also describe how the business’ solution reduces stress, saves money, or brings joy to the customer.</w:t>
          </w:r>
        </w:p>
        <w:p w:rsidR="00FE2B17" w:rsidRPr="00ED112D" w:rsidRDefault="00FE2B17" w:rsidP="0000540B">
          <w:r w:rsidRPr="00ED112D">
            <w:t>After framing the opportunity, describe the service in detail and how it is the solution the business offers, how it solves that problem, and what benefits customers will receive.</w:t>
          </w:r>
        </w:p>
        <w:p w:rsidR="00FE2B17" w:rsidRPr="00ED112D" w:rsidRDefault="00FE2B17" w:rsidP="0000540B">
          <w:r w:rsidRPr="00ED112D">
            <w:t>This section also describes in more detail how the services will be rendered and the pricing structure (e.g., fixed rate versus an hourly fee). Describe how the company plans to differentiate from its competitors. What is the target market and how can the customer capitalize on your unique offering?</w:t>
          </w:r>
        </w:p>
        <w:p w:rsidR="00FE2B17" w:rsidRPr="00ED112D" w:rsidRDefault="00FE2B17" w:rsidP="0000540B">
          <w:r w:rsidRPr="00ED112D">
            <w:t>Depending on the type of business, the following sections may or may not be necessary. Only include relevant sections and remove everything else.</w:t>
          </w:r>
        </w:p>
      </w:sdtContent>
    </w:sdt>
    <w:p w:rsidR="00FE2B17" w:rsidRPr="00ED112D" w:rsidRDefault="00000000" w:rsidP="0000540B">
      <w:pPr>
        <w:pStyle w:val="ListBullet"/>
      </w:pPr>
      <w:sdt>
        <w:sdtPr>
          <w:rPr>
            <w:rStyle w:val="Bold"/>
          </w:rPr>
          <w:id w:val="-960498426"/>
          <w:placeholder>
            <w:docPart w:val="8F8468D545324DB4BA5A90311CDBE95C"/>
          </w:placeholder>
          <w:temporary/>
          <w:showingPlcHdr/>
          <w15:appearance w15:val="hidden"/>
        </w:sdtPr>
        <w:sdtContent>
          <w:r w:rsidR="00FE2B17" w:rsidRPr="00ED112D">
            <w:rPr>
              <w:rStyle w:val="Bold"/>
            </w:rPr>
            <w:t>Opportunity:</w:t>
          </w:r>
        </w:sdtContent>
      </w:sdt>
      <w:r w:rsidR="00FE2B17" w:rsidRPr="00ED112D">
        <w:rPr>
          <w:rStyle w:val="Bold"/>
        </w:rPr>
        <w:t xml:space="preserve"> </w:t>
      </w:r>
      <w:sdt>
        <w:sdtPr>
          <w:id w:val="-219983650"/>
          <w:placeholder>
            <w:docPart w:val="086E2B546EE943429EBF489FFE65D048"/>
          </w:placeholder>
          <w:temporary/>
          <w:showingPlcHdr/>
          <w15:appearance w15:val="hidden"/>
        </w:sdtPr>
        <w:sdtContent>
          <w:r w:rsidR="00FE2B17" w:rsidRPr="00ED112D">
            <w:t>Describe the current market for the business’ offered service. At a high level, what is the market and who are its participants; is it business customers or consumers; what is the specific geography, etc.? More details on the market will be provided in the next section of the plan. Next, describe the current state of available services and how the business will offer better. Also discuss any additional services the company plans to offer in the future.</w:t>
          </w:r>
        </w:sdtContent>
      </w:sdt>
    </w:p>
    <w:p w:rsidR="00FE2B17" w:rsidRPr="00ED112D" w:rsidRDefault="00000000" w:rsidP="0000540B">
      <w:pPr>
        <w:pStyle w:val="ListBullet"/>
      </w:pPr>
      <w:sdt>
        <w:sdtPr>
          <w:rPr>
            <w:rStyle w:val="Bold"/>
          </w:rPr>
          <w:id w:val="2032450814"/>
          <w:placeholder>
            <w:docPart w:val="CF2F6A53293C46A7849197059FFE2F66"/>
          </w:placeholder>
          <w:temporary/>
          <w:showingPlcHdr/>
          <w15:appearance w15:val="hidden"/>
        </w:sdtPr>
        <w:sdtContent>
          <w:r w:rsidR="00FE2B17" w:rsidRPr="00ED112D">
            <w:rPr>
              <w:rStyle w:val="Bold"/>
            </w:rPr>
            <w:t>Product overview:</w:t>
          </w:r>
        </w:sdtContent>
      </w:sdt>
      <w:r w:rsidR="00FE2B17" w:rsidRPr="00ED112D">
        <w:rPr>
          <w:rStyle w:val="Bold"/>
        </w:rPr>
        <w:t xml:space="preserve"> </w:t>
      </w:r>
      <w:sdt>
        <w:sdtPr>
          <w:id w:val="-1520392489"/>
          <w:placeholder>
            <w:docPart w:val="9591720884DB43609CE31835E67C0D8C"/>
          </w:placeholder>
          <w:temporary/>
          <w:showingPlcHdr/>
          <w15:appearance w15:val="hidden"/>
        </w:sdtPr>
        <w:sdtEndPr>
          <w:rPr>
            <w:rStyle w:val="Bold"/>
            <w:b/>
            <w:bCs/>
            <w:szCs w:val="18"/>
          </w:rPr>
        </w:sdtEndPr>
        <w:sdtContent>
          <w:bookmarkStart w:id="4" w:name="_Hlk786744"/>
          <w:r w:rsidR="00FE2B17" w:rsidRPr="00ED112D">
            <w:t>Describe the service offerings of the business in as much detail as possible. If it is effective to include pictures, this would be a good place to place them.</w:t>
          </w:r>
          <w:bookmarkEnd w:id="4"/>
        </w:sdtContent>
      </w:sdt>
    </w:p>
    <w:p w:rsidR="00FE2B17" w:rsidRPr="00ED112D" w:rsidRDefault="00000000" w:rsidP="0000540B">
      <w:pPr>
        <w:pStyle w:val="ListBullet"/>
      </w:pPr>
      <w:sdt>
        <w:sdtPr>
          <w:rPr>
            <w:rStyle w:val="Bold"/>
          </w:rPr>
          <w:id w:val="-1328973182"/>
          <w:placeholder>
            <w:docPart w:val="5663C875175E4F668D1C85912AD83E66"/>
          </w:placeholder>
          <w:temporary/>
          <w:showingPlcHdr/>
          <w15:appearance w15:val="hidden"/>
        </w:sdtPr>
        <w:sdtContent>
          <w:r w:rsidR="00FE2B17" w:rsidRPr="00ED112D">
            <w:rPr>
              <w:rStyle w:val="Bold"/>
            </w:rPr>
            <w:t>Key participants:</w:t>
          </w:r>
        </w:sdtContent>
      </w:sdt>
      <w:r w:rsidR="00FE2B17" w:rsidRPr="00ED112D">
        <w:t xml:space="preserve"> </w:t>
      </w:r>
      <w:sdt>
        <w:sdtPr>
          <w:id w:val="244537759"/>
          <w:placeholder>
            <w:docPart w:val="3F4CFA6D9A6B4DBC85DE055CB8BBF430"/>
          </w:placeholder>
          <w:temporary/>
          <w:showingPlcHdr/>
          <w15:appearance w15:val="hidden"/>
        </w:sdtPr>
        <w:sdtContent>
          <w:r w:rsidR="00FE2B17" w:rsidRPr="00ED112D">
            <w:t>Identify any strategic partners in the business, such as critical suppliers, distributors, referral partners, or any others. In some businesses, products are custom-made and any break in their supply will impact the business. There may be key contributors to the services offered, so it is important to identify them.</w:t>
          </w:r>
        </w:sdtContent>
      </w:sdt>
    </w:p>
    <w:p w:rsidR="00FE2B17" w:rsidRPr="00ED112D" w:rsidRDefault="00000000" w:rsidP="008404EF">
      <w:pPr>
        <w:pStyle w:val="ListBullet"/>
        <w:spacing w:before="120"/>
        <w:ind w:left="346" w:hanging="346"/>
      </w:pPr>
      <w:sdt>
        <w:sdtPr>
          <w:rPr>
            <w:rStyle w:val="Bold"/>
          </w:rPr>
          <w:id w:val="-54866750"/>
          <w:placeholder>
            <w:docPart w:val="2C5B1A6D5D7047C7AD2113B111B1F161"/>
          </w:placeholder>
          <w:temporary/>
          <w:showingPlcHdr/>
          <w15:appearance w15:val="hidden"/>
        </w:sdtPr>
        <w:sdtContent>
          <w:r w:rsidR="00FE2B17" w:rsidRPr="00ED112D">
            <w:rPr>
              <w:rStyle w:val="Bold"/>
            </w:rPr>
            <w:t>Pricing:</w:t>
          </w:r>
        </w:sdtContent>
      </w:sdt>
      <w:r w:rsidR="00FE2B17" w:rsidRPr="00ED112D">
        <w:rPr>
          <w:rStyle w:val="Bold"/>
        </w:rPr>
        <w:t xml:space="preserve"> </w:t>
      </w:r>
      <w:sdt>
        <w:sdtPr>
          <w:id w:val="-1843236117"/>
          <w:placeholder>
            <w:docPart w:val="2AF3DF04C21A4CB2BCC8CA59A796F1E1"/>
          </w:placeholder>
          <w:temporary/>
          <w:showingPlcHdr/>
          <w15:appearance w15:val="hidden"/>
        </w:sdtPr>
        <w:sdtEndPr>
          <w:rPr>
            <w:rStyle w:val="Bold"/>
            <w:b/>
            <w:bCs/>
            <w:szCs w:val="18"/>
          </w:rPr>
        </w:sdtEndPr>
        <w:sdtContent>
          <w:bookmarkStart w:id="5" w:name="_Hlk786768"/>
          <w:r w:rsidR="00FE2B17" w:rsidRPr="00ED112D">
            <w:t>Provide pricing of the service, gross margin projects, and upgrade paths. Describe why the company’s pricing will be attractive to the target market. Have a gauge on the competitor’s pricing and explain how the business’ service is unique to justify its pricing structure.</w:t>
          </w:r>
          <w:bookmarkEnd w:id="5"/>
        </w:sdtContent>
      </w:sdt>
    </w:p>
    <w:sdt>
      <w:sdtPr>
        <w:id w:val="-2033412308"/>
        <w:placeholder>
          <w:docPart w:val="DAF1BA1A9AF94B0583D81CDEA2A7C4CD"/>
        </w:placeholder>
        <w:temporary/>
        <w:showingPlcHdr/>
        <w15:appearance w15:val="hidden"/>
      </w:sdtPr>
      <w:sdtContent>
        <w:p w:rsidR="00FE2B17" w:rsidRPr="00ED112D" w:rsidRDefault="00FE2B17" w:rsidP="0000540B">
          <w:pPr>
            <w:pStyle w:val="ListBullet2"/>
          </w:pPr>
          <w:r w:rsidRPr="00ED112D">
            <w:t>Note the difference between working hours and billable hours. All working hours are not billable. If the business has employees with differing skill levels (for example, in a law practice, there are associates, paralegals, lawyers, partners, etc.), indicate the various billing rates.</w:t>
          </w:r>
        </w:p>
      </w:sdtContent>
    </w:sdt>
    <w:sdt>
      <w:sdtPr>
        <w:id w:val="-750426366"/>
        <w:placeholder>
          <w:docPart w:val="AA386809529B4299880BA21068318BFF"/>
        </w:placeholder>
        <w:temporary/>
        <w:showingPlcHdr/>
        <w15:appearance w15:val="hidden"/>
      </w:sdtPr>
      <w:sdtContent>
        <w:p w:rsidR="00FE2B17" w:rsidRDefault="00FE2B17" w:rsidP="00184731">
          <w:pPr>
            <w:pStyle w:val="ListBullet2"/>
          </w:pPr>
          <w:r w:rsidRPr="00ED112D">
            <w:t>Communicate rates clearly to clients and customers. If there are potential additional fees which will be passed on to clients or customers, define and establish them up front.</w:t>
          </w:r>
        </w:p>
      </w:sdtContent>
    </w:sdt>
    <w:p w:rsidR="00184731" w:rsidRPr="00755D87" w:rsidRDefault="00184731" w:rsidP="00755D87">
      <w:pPr>
        <w:spacing w:before="0" w:after="0"/>
        <w:rPr>
          <w:sz w:val="2"/>
          <w:szCs w:val="2"/>
        </w:rPr>
      </w:pPr>
    </w:p>
    <w:p w:rsidR="00184731" w:rsidRPr="00755D87" w:rsidRDefault="00184731" w:rsidP="00755D87">
      <w:pPr>
        <w:spacing w:before="0" w:after="0"/>
        <w:rPr>
          <w:sz w:val="2"/>
          <w:szCs w:val="2"/>
        </w:rPr>
        <w:sectPr w:rsidR="00184731" w:rsidRPr="00755D87"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6" w:name="_Toc9437455"/>
          <w:p w:rsidR="00B1591B" w:rsidRPr="00ED112D" w:rsidRDefault="00000000" w:rsidP="007B7019">
            <w:pPr>
              <w:pStyle w:val="Heading1"/>
              <w:numPr>
                <w:ilvl w:val="0"/>
                <w:numId w:val="41"/>
              </w:numPr>
              <w:ind w:hanging="833"/>
            </w:pPr>
            <w:sdt>
              <w:sdtPr>
                <w:id w:val="-1595017727"/>
                <w:placeholder>
                  <w:docPart w:val="0E98869718194AB589223A5FF0D34792"/>
                </w:placeholder>
                <w:temporary/>
                <w:showingPlcHdr/>
                <w15:appearance w15:val="hidden"/>
              </w:sdtPr>
              <w:sdtContent>
                <w:r w:rsidR="00570032" w:rsidRPr="009734D0">
                  <w:t>Market Analysis</w:t>
                </w:r>
              </w:sdtContent>
            </w:sdt>
            <w:bookmarkEnd w:id="6"/>
          </w:p>
        </w:tc>
      </w:tr>
    </w:tbl>
    <w:p w:rsidR="00184731" w:rsidRPr="00ED112D" w:rsidRDefault="00000000" w:rsidP="008404EF">
      <w:pPr>
        <w:pStyle w:val="ListBullet"/>
        <w:spacing w:before="120"/>
        <w:ind w:left="346" w:hanging="346"/>
      </w:pPr>
      <w:sdt>
        <w:sdtPr>
          <w:rPr>
            <w:rStyle w:val="Bold"/>
          </w:rPr>
          <w:id w:val="503940699"/>
          <w:placeholder>
            <w:docPart w:val="4964B7C86D924C04A6BDC7A3D0767822"/>
          </w:placeholder>
          <w:temporary/>
          <w:showingPlcHdr/>
          <w15:appearance w15:val="hidden"/>
        </w:sdtPr>
        <w:sdtContent>
          <w:r w:rsidR="00184731" w:rsidRPr="00ED112D">
            <w:rPr>
              <w:rStyle w:val="Bold"/>
            </w:rPr>
            <w:t>Industry type:</w:t>
          </w:r>
        </w:sdtContent>
      </w:sdt>
      <w:r w:rsidR="00184731" w:rsidRPr="00ED112D">
        <w:t xml:space="preserve"> </w:t>
      </w:r>
      <w:sdt>
        <w:sdtPr>
          <w:id w:val="1796175537"/>
          <w:placeholder>
            <w:docPart w:val="966656B307CB4944B1AAA45DCFEBB670"/>
          </w:placeholder>
          <w:temporary/>
          <w:showingPlcHdr/>
          <w15:appearance w15:val="hidden"/>
        </w:sdtPr>
        <w:sdtContent>
          <w:r w:rsidR="00184731" w:rsidRPr="00ED112D">
            <w:t>Begin with the broader descriptions of the market opportunity. For instance, if the intended business is a home-based travel agency, the industry type would be service industry. In this particular market, the global revenues are projected to exceed $183 billion, but the local agency will have a much smaller market. Identify the potential clientele in the company’s local geography that might fit into the target demographic group. This section will also identify any industry regulations and evaluate trends in market growth and stability.</w:t>
          </w:r>
        </w:sdtContent>
      </w:sdt>
    </w:p>
    <w:p w:rsidR="00184731" w:rsidRPr="00ED112D" w:rsidRDefault="00000000" w:rsidP="0000540B">
      <w:pPr>
        <w:pStyle w:val="ListBullet"/>
      </w:pPr>
      <w:sdt>
        <w:sdtPr>
          <w:rPr>
            <w:rStyle w:val="Bold"/>
          </w:rPr>
          <w:id w:val="280686727"/>
          <w:placeholder>
            <w:docPart w:val="95C86FAB87614022A7D134354560CAB2"/>
          </w:placeholder>
          <w:temporary/>
          <w:showingPlcHdr/>
          <w15:appearance w15:val="hidden"/>
        </w:sdtPr>
        <w:sdtContent>
          <w:r w:rsidR="00184731" w:rsidRPr="00ED112D">
            <w:rPr>
              <w:rStyle w:val="Bold"/>
            </w:rPr>
            <w:t>Market segmentation:</w:t>
          </w:r>
        </w:sdtContent>
      </w:sdt>
      <w:r w:rsidR="00184731" w:rsidRPr="00ED112D">
        <w:rPr>
          <w:rStyle w:val="Bold"/>
        </w:rPr>
        <w:t xml:space="preserve"> </w:t>
      </w:r>
      <w:sdt>
        <w:sdtPr>
          <w:id w:val="-627160770"/>
          <w:placeholder>
            <w:docPart w:val="0843A366310341FAB700B84A8AE00D1D"/>
          </w:placeholder>
          <w:temporary/>
          <w:showingPlcHdr/>
          <w15:appearance w15:val="hidden"/>
        </w:sdtPr>
        <w:sdtContent>
          <w:r w:rsidR="00184731" w:rsidRPr="00ED112D">
            <w:t xml:space="preserve">This section defines the main market segments and those the business is targeting now. A market segment is a group of people (or other businesses) within the industry, identify smaller segments, such as luxury travel or exotic cruisers. The market can also be segmented by criteria such as quality, price, range of products, geography, demographics, and others. </w:t>
          </w:r>
          <w:r w:rsidR="00657790">
            <w:t>Consider</w:t>
          </w:r>
          <w:r w:rsidR="00184731" w:rsidRPr="00ED112D">
            <w:t xml:space="preserve"> answer</w:t>
          </w:r>
          <w:r w:rsidR="00657790">
            <w:t>ing</w:t>
          </w:r>
          <w:r w:rsidR="00184731" w:rsidRPr="00ED112D">
            <w:t xml:space="preserve"> questions such as: Is the segment growing, shrinking, or will it be flat for the next few years? What percentage of the market will be reachable? What share of the market is anticipated within the next 2-3 years? Graphics are best used in a section like this to either show growth (line graph) or percentages of markets or groups (pie chart).</w:t>
          </w:r>
        </w:sdtContent>
      </w:sdt>
    </w:p>
    <w:p w:rsidR="00184731" w:rsidRPr="00ED112D" w:rsidRDefault="00000000" w:rsidP="0000540B">
      <w:pPr>
        <w:pStyle w:val="ListBullet"/>
      </w:pPr>
      <w:sdt>
        <w:sdtPr>
          <w:rPr>
            <w:rStyle w:val="Bold"/>
          </w:rPr>
          <w:id w:val="-512770232"/>
          <w:placeholder>
            <w:docPart w:val="D724DC7AB9064D25A0B4FFAF1B942AD0"/>
          </w:placeholder>
          <w:temporary/>
          <w:showingPlcHdr/>
          <w15:appearance w15:val="hidden"/>
        </w:sdtPr>
        <w:sdtContent>
          <w:r w:rsidR="00184731" w:rsidRPr="00ED112D">
            <w:rPr>
              <w:rStyle w:val="Bold"/>
            </w:rPr>
            <w:t>Competition:</w:t>
          </w:r>
        </w:sdtContent>
      </w:sdt>
      <w:r w:rsidR="00184731" w:rsidRPr="00ED112D">
        <w:t xml:space="preserve"> </w:t>
      </w:r>
      <w:sdt>
        <w:sdtPr>
          <w:id w:val="-2094616854"/>
          <w:placeholder>
            <w:docPart w:val="FD2FE590CF1A40B1B55CE29351856CEC"/>
          </w:placeholder>
          <w:temporary/>
          <w:showingPlcHdr/>
          <w15:appearance w15:val="hidden"/>
        </w:sdtPr>
        <w:sdtContent>
          <w:r w:rsidR="00184731" w:rsidRPr="00ED112D">
            <w:t>All businesses compete in one way or another. It may be with specific, direct competitors or it may be with the way customers have been doing things for a long time. When identifying the competition, identify who else is providing services to solve the same problem the business seeks to address. What are the business’ advantages over these competitors? How will the company’s voice be heard over the noise of competitors? Sometimes a business plan includes a matrix of features and compares how each business offers or does not offer those features. This section reflects how the company’s solution is different and better suited for the identified target market compared to the competition.</w:t>
          </w:r>
        </w:sdtContent>
      </w:sdt>
    </w:p>
    <w:p w:rsidR="00184731" w:rsidRPr="00ED112D" w:rsidRDefault="00000000" w:rsidP="0000540B">
      <w:pPr>
        <w:pStyle w:val="ListBullet"/>
      </w:pPr>
      <w:sdt>
        <w:sdtPr>
          <w:rPr>
            <w:rStyle w:val="Bold"/>
          </w:rPr>
          <w:id w:val="1557357805"/>
          <w:placeholder>
            <w:docPart w:val="866321E636294A309F1442B616B9CEF4"/>
          </w:placeholder>
          <w:temporary/>
          <w:showingPlcHdr/>
          <w15:appearance w15:val="hidden"/>
        </w:sdtPr>
        <w:sdtContent>
          <w:r w:rsidR="00184731" w:rsidRPr="00ED112D">
            <w:rPr>
              <w:rStyle w:val="Bold"/>
            </w:rPr>
            <w:t>SWOT analysis:</w:t>
          </w:r>
        </w:sdtContent>
      </w:sdt>
      <w:r w:rsidR="00184731" w:rsidRPr="00ED112D">
        <w:rPr>
          <w:rStyle w:val="Bold"/>
        </w:rPr>
        <w:t xml:space="preserve"> </w:t>
      </w:r>
      <w:sdt>
        <w:sdtPr>
          <w:id w:val="855001879"/>
          <w:placeholder>
            <w:docPart w:val="172950BDFD4C44818DC7C9BBC7069CE1"/>
          </w:placeholder>
          <w:temporary/>
          <w:showingPlcHdr/>
          <w15:appearance w15:val="hidden"/>
        </w:sdtPr>
        <w:sdtContent>
          <w:r w:rsidR="00184731" w:rsidRPr="00ED112D">
            <w:t>A SWOT analysis may be included by completing the boxes below to assess the business’ current environment’s strengths and weaknesses (internal) and opportunities and threats (external). This is a good exercise to go through on an annual basis. After completing the analysis, provide thoughts on: how the business’ strengths can help maximize opportunities and minimize threats; how its weaknesses can slow the company’s ability to capitalize on the opportunities; and how the business’ weaknesses could expose it to threats.</w:t>
          </w:r>
        </w:sdtContent>
      </w:sdt>
    </w:p>
    <w:p w:rsidR="00B1591B" w:rsidRPr="00ED112D" w:rsidRDefault="00B1591B" w:rsidP="00B1591B"/>
    <w:tbl>
      <w:tblPr>
        <w:tblW w:w="10800" w:type="dxa"/>
        <w:tblLayout w:type="fixed"/>
        <w:tblCellMar>
          <w:left w:w="115" w:type="dxa"/>
          <w:right w:w="115" w:type="dxa"/>
        </w:tblCellMar>
        <w:tblLook w:val="0600" w:firstRow="0" w:lastRow="0" w:firstColumn="0" w:lastColumn="0" w:noHBand="1" w:noVBand="1"/>
      </w:tblPr>
      <w:tblGrid>
        <w:gridCol w:w="2592"/>
        <w:gridCol w:w="4896"/>
        <w:gridCol w:w="3312"/>
      </w:tblGrid>
      <w:tr w:rsidR="00B1591B" w:rsidRPr="00ED112D" w:rsidTr="007B7019">
        <w:trPr>
          <w:trHeight w:val="2535"/>
        </w:trPr>
        <w:tc>
          <w:tcPr>
            <w:tcW w:w="2592" w:type="dxa"/>
          </w:tcPr>
          <w:sdt>
            <w:sdtPr>
              <w:id w:val="841667111"/>
              <w:placeholder>
                <w:docPart w:val="E2C3B3E6499D4FB5998D3570CB2BF1BE"/>
              </w:placeholder>
              <w:temporary/>
              <w:showingPlcHdr/>
              <w15:appearance w15:val="hidden"/>
            </w:sdtPr>
            <w:sdtContent>
              <w:p w:rsidR="00B1591B" w:rsidRPr="00ED112D" w:rsidRDefault="00B1591B" w:rsidP="0000540B">
                <w:pPr>
                  <w:pStyle w:val="Graphheading1"/>
                </w:pPr>
                <w:r w:rsidRPr="00ED112D">
                  <w:t>STRENGTHS</w:t>
                </w:r>
              </w:p>
            </w:sdtContent>
          </w:sdt>
          <w:sdt>
            <w:sdtPr>
              <w:id w:val="-1984383332"/>
              <w:placeholder>
                <w:docPart w:val="2CCC9979F3C748AF9CC4F50114C2A1B4"/>
              </w:placeholder>
              <w:temporary/>
              <w:showingPlcHdr/>
              <w15:appearance w15:val="hidden"/>
            </w:sdtPr>
            <w:sdtContent>
              <w:p w:rsidR="00B1591B" w:rsidRPr="00ED112D" w:rsidRDefault="00B1591B" w:rsidP="0000540B">
                <w:pPr>
                  <w:pStyle w:val="Graphbullet"/>
                </w:pPr>
                <w:r w:rsidRPr="00ED112D">
                  <w:t>Advantage</w:t>
                </w:r>
              </w:p>
              <w:p w:rsidR="00B1591B" w:rsidRPr="00ED112D" w:rsidRDefault="00B1591B" w:rsidP="0000540B">
                <w:pPr>
                  <w:pStyle w:val="Graphbullet"/>
                </w:pPr>
                <w:r w:rsidRPr="00ED112D">
                  <w:t>Capabilities</w:t>
                </w:r>
              </w:p>
              <w:p w:rsidR="00B1591B" w:rsidRPr="00ED112D" w:rsidRDefault="00B1591B" w:rsidP="0000540B">
                <w:pPr>
                  <w:pStyle w:val="Graphbullet"/>
                </w:pPr>
                <w:r w:rsidRPr="00ED112D">
                  <w:t>Assets, people</w:t>
                </w:r>
              </w:p>
              <w:p w:rsidR="00B1591B" w:rsidRPr="00ED112D" w:rsidRDefault="00B1591B" w:rsidP="0000540B">
                <w:pPr>
                  <w:pStyle w:val="Graphbullet"/>
                </w:pPr>
                <w:r w:rsidRPr="00ED112D">
                  <w:t>Experience</w:t>
                </w:r>
              </w:p>
              <w:p w:rsidR="00B1591B" w:rsidRPr="00ED112D" w:rsidRDefault="00B1591B" w:rsidP="0000540B">
                <w:pPr>
                  <w:pStyle w:val="Graphbullet"/>
                </w:pPr>
                <w:r w:rsidRPr="00ED112D">
                  <w:t>Financial reserves</w:t>
                </w:r>
              </w:p>
              <w:p w:rsidR="00B1591B" w:rsidRPr="00ED112D" w:rsidRDefault="00B1591B" w:rsidP="0000540B">
                <w:pPr>
                  <w:pStyle w:val="Graphbullet"/>
                </w:pPr>
                <w:r w:rsidRPr="00ED112D">
                  <w:t>Value proposition</w:t>
                </w:r>
              </w:p>
              <w:p w:rsidR="00B1591B" w:rsidRPr="00ED112D" w:rsidRDefault="00B1591B" w:rsidP="0000540B">
                <w:pPr>
                  <w:pStyle w:val="Graphbullet"/>
                </w:pPr>
                <w:r w:rsidRPr="00ED112D">
                  <w:t>Price, value, quality</w:t>
                </w:r>
              </w:p>
            </w:sdtContent>
          </w:sdt>
        </w:tc>
        <w:tc>
          <w:tcPr>
            <w:tcW w:w="4896" w:type="dxa"/>
            <w:vMerge w:val="restart"/>
            <w:vAlign w:val="center"/>
          </w:tcPr>
          <w:p w:rsidR="00B1591B" w:rsidRPr="00ED112D" w:rsidRDefault="00B1591B" w:rsidP="0000540B">
            <w:pPr>
              <w:pStyle w:val="ListBullet"/>
              <w:numPr>
                <w:ilvl w:val="0"/>
                <w:numId w:val="0"/>
              </w:numPr>
              <w:jc w:val="center"/>
            </w:pPr>
            <w:r w:rsidRPr="00ED112D">
              <w:rPr>
                <w:noProof/>
                <w:lang w:val="en-AU" w:eastAsia="en-AU"/>
              </w:rPr>
              <w:drawing>
                <wp:inline distT="0" distB="0" distL="0" distR="0" wp14:anchorId="7FD9A49D" wp14:editId="72D909D0">
                  <wp:extent cx="3009900" cy="2968625"/>
                  <wp:effectExtent l="0" t="0" r="0" b="3175"/>
                  <wp:docPr id="194" name="Chart 194" descr="Pie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c>
          <w:tcPr>
            <w:tcW w:w="3312" w:type="dxa"/>
          </w:tcPr>
          <w:sdt>
            <w:sdtPr>
              <w:id w:val="-1737780101"/>
              <w:placeholder>
                <w:docPart w:val="FC15C1A1B3F34009B8060032928A2CDC"/>
              </w:placeholder>
              <w:temporary/>
              <w:showingPlcHdr/>
              <w15:appearance w15:val="hidden"/>
            </w:sdtPr>
            <w:sdtContent>
              <w:p w:rsidR="00B1591B" w:rsidRPr="00ED112D" w:rsidRDefault="00B1591B" w:rsidP="0000540B">
                <w:pPr>
                  <w:pStyle w:val="Graphheading2"/>
                </w:pPr>
                <w:r w:rsidRPr="00ED112D">
                  <w:t>WEAKNESSES</w:t>
                </w:r>
              </w:p>
            </w:sdtContent>
          </w:sdt>
          <w:sdt>
            <w:sdtPr>
              <w:id w:val="-674113483"/>
              <w:placeholder>
                <w:docPart w:val="344BF52568074F6980C55064EB01B42C"/>
              </w:placeholder>
              <w:temporary/>
              <w:showingPlcHdr/>
              <w15:appearance w15:val="hidden"/>
            </w:sdtPr>
            <w:sdtContent>
              <w:p w:rsidR="00B1591B" w:rsidRPr="002B50CF" w:rsidRDefault="00B1591B" w:rsidP="0000540B">
                <w:pPr>
                  <w:pStyle w:val="Graphbullet2"/>
                  <w:rPr>
                    <w:color w:val="auto"/>
                  </w:rPr>
                </w:pPr>
                <w:r w:rsidRPr="002B50CF">
                  <w:rPr>
                    <w:color w:val="auto"/>
                  </w:rPr>
                  <w:t>Disadvantages</w:t>
                </w:r>
              </w:p>
              <w:p w:rsidR="00B1591B" w:rsidRPr="002B50CF" w:rsidRDefault="00B1591B" w:rsidP="0000540B">
                <w:pPr>
                  <w:pStyle w:val="Graphbullet2"/>
                  <w:rPr>
                    <w:color w:val="auto"/>
                  </w:rPr>
                </w:pPr>
                <w:r w:rsidRPr="002B50CF">
                  <w:rPr>
                    <w:color w:val="auto"/>
                  </w:rPr>
                  <w:t>Gap in capabilities</w:t>
                </w:r>
              </w:p>
              <w:p w:rsidR="00B1591B" w:rsidRPr="002B50CF" w:rsidRDefault="00B1591B" w:rsidP="0000540B">
                <w:pPr>
                  <w:pStyle w:val="Graphbullet2"/>
                  <w:rPr>
                    <w:color w:val="auto"/>
                  </w:rPr>
                </w:pPr>
                <w:r w:rsidRPr="002B50CF">
                  <w:rPr>
                    <w:color w:val="auto"/>
                  </w:rPr>
                  <w:t>Cash Flow</w:t>
                </w:r>
              </w:p>
              <w:p w:rsidR="00B1591B" w:rsidRPr="002B50CF" w:rsidRDefault="00B1591B" w:rsidP="0000540B">
                <w:pPr>
                  <w:pStyle w:val="Graphbullet2"/>
                  <w:rPr>
                    <w:color w:val="auto"/>
                  </w:rPr>
                </w:pPr>
                <w:r w:rsidRPr="002B50CF">
                  <w:rPr>
                    <w:color w:val="auto"/>
                  </w:rPr>
                  <w:t>Suppliers</w:t>
                </w:r>
              </w:p>
              <w:p w:rsidR="00B1591B" w:rsidRPr="002B50CF" w:rsidRDefault="00B1591B" w:rsidP="0000540B">
                <w:pPr>
                  <w:pStyle w:val="Graphbullet2"/>
                  <w:rPr>
                    <w:color w:val="auto"/>
                  </w:rPr>
                </w:pPr>
                <w:r w:rsidRPr="002B50CF">
                  <w:rPr>
                    <w:color w:val="auto"/>
                  </w:rPr>
                  <w:t>Experience</w:t>
                </w:r>
              </w:p>
              <w:p w:rsidR="00B1591B" w:rsidRPr="002B50CF" w:rsidRDefault="00B1591B" w:rsidP="0000540B">
                <w:pPr>
                  <w:pStyle w:val="Graphbullet2"/>
                  <w:rPr>
                    <w:color w:val="auto"/>
                  </w:rPr>
                </w:pPr>
                <w:r w:rsidRPr="002B50CF">
                  <w:rPr>
                    <w:color w:val="auto"/>
                  </w:rPr>
                  <w:t>Areas to improve</w:t>
                </w:r>
              </w:p>
              <w:p w:rsidR="00B1591B" w:rsidRPr="00ED112D" w:rsidRDefault="00B1591B" w:rsidP="0000540B">
                <w:pPr>
                  <w:pStyle w:val="Graphbullet2"/>
                </w:pPr>
                <w:r w:rsidRPr="002B50CF">
                  <w:rPr>
                    <w:color w:val="auto"/>
                  </w:rPr>
                  <w:t>Causes of lose sales</w:t>
                </w:r>
              </w:p>
            </w:sdtContent>
          </w:sdt>
        </w:tc>
      </w:tr>
      <w:tr w:rsidR="00B1591B" w:rsidRPr="00ED112D" w:rsidTr="007B7019">
        <w:trPr>
          <w:trHeight w:val="2535"/>
        </w:trPr>
        <w:tc>
          <w:tcPr>
            <w:tcW w:w="2592" w:type="dxa"/>
          </w:tcPr>
          <w:sdt>
            <w:sdtPr>
              <w:id w:val="-2099856493"/>
              <w:placeholder>
                <w:docPart w:val="010A1414E6DA4BEA8E9EB63357CDE60C"/>
              </w:placeholder>
              <w:temporary/>
              <w:showingPlcHdr/>
              <w15:appearance w15:val="hidden"/>
            </w:sdtPr>
            <w:sdtContent>
              <w:p w:rsidR="00B1591B" w:rsidRPr="00ED112D" w:rsidRDefault="00B1591B" w:rsidP="0000540B">
                <w:pPr>
                  <w:pStyle w:val="Graphheading3"/>
                </w:pPr>
                <w:r w:rsidRPr="00ED112D">
                  <w:t>OPPORTUNITIES</w:t>
                </w:r>
              </w:p>
            </w:sdtContent>
          </w:sdt>
          <w:sdt>
            <w:sdtPr>
              <w:id w:val="-1261436333"/>
              <w:placeholder>
                <w:docPart w:val="C71578C4D07048AD8645D602DB43EE41"/>
              </w:placeholder>
              <w:temporary/>
              <w:showingPlcHdr/>
              <w15:appearance w15:val="hidden"/>
            </w:sdtPr>
            <w:sdtContent>
              <w:p w:rsidR="00B1591B" w:rsidRPr="00ED112D" w:rsidRDefault="00B1591B" w:rsidP="0000540B">
                <w:pPr>
                  <w:pStyle w:val="Graphbullet3"/>
                </w:pPr>
                <w:r w:rsidRPr="00ED112D">
                  <w:t>Areas to improve</w:t>
                </w:r>
              </w:p>
              <w:p w:rsidR="00B1591B" w:rsidRPr="00ED112D" w:rsidRDefault="00B1591B" w:rsidP="0000540B">
                <w:pPr>
                  <w:pStyle w:val="Graphbullet3"/>
                </w:pPr>
                <w:r w:rsidRPr="00ED112D">
                  <w:t>New segments</w:t>
                </w:r>
              </w:p>
              <w:p w:rsidR="00B1591B" w:rsidRPr="00ED112D" w:rsidRDefault="00B1591B" w:rsidP="0000540B">
                <w:pPr>
                  <w:pStyle w:val="Graphbullet3"/>
                </w:pPr>
                <w:r w:rsidRPr="00ED112D">
                  <w:t>Industry trends</w:t>
                </w:r>
              </w:p>
              <w:p w:rsidR="00B1591B" w:rsidRPr="00ED112D" w:rsidRDefault="00B1591B" w:rsidP="0000540B">
                <w:pPr>
                  <w:pStyle w:val="Graphbullet3"/>
                </w:pPr>
                <w:r w:rsidRPr="00ED112D">
                  <w:t>New products</w:t>
                </w:r>
              </w:p>
              <w:p w:rsidR="00B1591B" w:rsidRPr="00ED112D" w:rsidRDefault="00B1591B" w:rsidP="0000540B">
                <w:pPr>
                  <w:pStyle w:val="Graphbullet3"/>
                </w:pPr>
                <w:r w:rsidRPr="00ED112D">
                  <w:t>New innovations</w:t>
                </w:r>
              </w:p>
              <w:p w:rsidR="00B1591B" w:rsidRPr="00ED112D" w:rsidRDefault="00B1591B" w:rsidP="0000540B">
                <w:pPr>
                  <w:pStyle w:val="Graphbullet3"/>
                </w:pPr>
                <w:r w:rsidRPr="00ED112D">
                  <w:t>Key partnership</w:t>
                </w:r>
              </w:p>
            </w:sdtContent>
          </w:sdt>
        </w:tc>
        <w:tc>
          <w:tcPr>
            <w:tcW w:w="4896" w:type="dxa"/>
            <w:vMerge/>
          </w:tcPr>
          <w:p w:rsidR="00B1591B" w:rsidRPr="00ED112D" w:rsidRDefault="00B1591B" w:rsidP="0000540B">
            <w:pPr>
              <w:pStyle w:val="ListBullet"/>
              <w:numPr>
                <w:ilvl w:val="0"/>
                <w:numId w:val="0"/>
              </w:numPr>
            </w:pPr>
          </w:p>
        </w:tc>
        <w:tc>
          <w:tcPr>
            <w:tcW w:w="3312" w:type="dxa"/>
          </w:tcPr>
          <w:sdt>
            <w:sdtPr>
              <w:id w:val="996142121"/>
              <w:placeholder>
                <w:docPart w:val="645F2BAC61CF42939FEEB856C0FDB865"/>
              </w:placeholder>
              <w:temporary/>
              <w:showingPlcHdr/>
              <w15:appearance w15:val="hidden"/>
            </w:sdtPr>
            <w:sdtContent>
              <w:p w:rsidR="00B1591B" w:rsidRPr="00ED112D" w:rsidRDefault="00B1591B" w:rsidP="0000540B">
                <w:pPr>
                  <w:pStyle w:val="Graphheading4"/>
                </w:pPr>
                <w:r w:rsidRPr="00ED112D">
                  <w:t>THREATS</w:t>
                </w:r>
              </w:p>
            </w:sdtContent>
          </w:sdt>
          <w:sdt>
            <w:sdtPr>
              <w:id w:val="-248883923"/>
              <w:placeholder>
                <w:docPart w:val="767873C87E4B4DC79F55B97E8D8C0A87"/>
              </w:placeholder>
              <w:temporary/>
              <w:showingPlcHdr/>
              <w15:appearance w15:val="hidden"/>
            </w:sdtPr>
            <w:sdtContent>
              <w:p w:rsidR="00B1591B" w:rsidRPr="00ED112D" w:rsidRDefault="00B1591B" w:rsidP="0000540B">
                <w:pPr>
                  <w:pStyle w:val="Graphbullet4"/>
                </w:pPr>
                <w:r w:rsidRPr="00ED112D">
                  <w:t>Economy movement</w:t>
                </w:r>
              </w:p>
              <w:p w:rsidR="00B1591B" w:rsidRPr="00ED112D" w:rsidRDefault="00B1591B" w:rsidP="0000540B">
                <w:pPr>
                  <w:pStyle w:val="Graphbullet4"/>
                </w:pPr>
                <w:r w:rsidRPr="00ED112D">
                  <w:t>Obstacles faced</w:t>
                </w:r>
              </w:p>
              <w:p w:rsidR="00B1591B" w:rsidRPr="00ED112D" w:rsidRDefault="00B1591B" w:rsidP="0000540B">
                <w:pPr>
                  <w:pStyle w:val="Graphbullet4"/>
                </w:pPr>
                <w:r w:rsidRPr="00ED112D">
                  <w:t>Competitor actions</w:t>
                </w:r>
              </w:p>
              <w:p w:rsidR="00B1591B" w:rsidRPr="00ED112D" w:rsidRDefault="00B1591B" w:rsidP="0000540B">
                <w:pPr>
                  <w:pStyle w:val="Graphbullet4"/>
                </w:pPr>
                <w:r w:rsidRPr="00ED112D">
                  <w:t>Political impacts</w:t>
                </w:r>
              </w:p>
              <w:p w:rsidR="00B1591B" w:rsidRPr="00ED112D" w:rsidRDefault="00B1591B" w:rsidP="0000540B">
                <w:pPr>
                  <w:pStyle w:val="Graphbullet4"/>
                </w:pPr>
                <w:r w:rsidRPr="00ED112D">
                  <w:t>Environmental effects</w:t>
                </w:r>
              </w:p>
              <w:p w:rsidR="00B1591B" w:rsidRPr="00ED112D" w:rsidRDefault="00B1591B" w:rsidP="0000540B">
                <w:pPr>
                  <w:pStyle w:val="Graphbullet4"/>
                </w:pPr>
                <w:r w:rsidRPr="00ED112D">
                  <w:t>Loss of key staff</w:t>
                </w:r>
              </w:p>
              <w:p w:rsidR="00B1591B" w:rsidRPr="00ED112D" w:rsidRDefault="00B1591B" w:rsidP="0000540B">
                <w:pPr>
                  <w:pStyle w:val="Graphbullet4"/>
                </w:pPr>
                <w:r w:rsidRPr="00ED112D">
                  <w:t>Market demand</w:t>
                </w:r>
              </w:p>
            </w:sdtContent>
          </w:sdt>
        </w:tc>
      </w:tr>
    </w:tbl>
    <w:p w:rsidR="00B1591B" w:rsidRDefault="00B1591B" w:rsidP="00B1591B">
      <w:pPr>
        <w:rPr>
          <w:sz w:val="22"/>
        </w:rPr>
      </w:pPr>
    </w:p>
    <w:p w:rsidR="00184731" w:rsidRDefault="00184731" w:rsidP="00B1591B">
      <w:pPr>
        <w:rPr>
          <w:sz w:val="22"/>
        </w:rPr>
        <w:sectPr w:rsidR="00184731"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7" w:name="_Toc9437456"/>
          <w:p w:rsidR="00B1591B" w:rsidRPr="00ED112D" w:rsidRDefault="00000000" w:rsidP="007B7019">
            <w:pPr>
              <w:pStyle w:val="Heading1"/>
              <w:numPr>
                <w:ilvl w:val="0"/>
                <w:numId w:val="41"/>
              </w:numPr>
              <w:ind w:hanging="833"/>
            </w:pPr>
            <w:sdt>
              <w:sdtPr>
                <w:id w:val="-868211087"/>
                <w:placeholder>
                  <w:docPart w:val="ACD16EAC19904485A08A0EEABF06C615"/>
                </w:placeholder>
                <w:temporary/>
                <w:showingPlcHdr/>
                <w15:appearance w15:val="hidden"/>
              </w:sdtPr>
              <w:sdtContent>
                <w:r w:rsidR="00570032" w:rsidRPr="00ED112D">
                  <w:t>Operating Plan</w:t>
                </w:r>
              </w:sdtContent>
            </w:sdt>
            <w:bookmarkEnd w:id="7"/>
          </w:p>
        </w:tc>
      </w:tr>
    </w:tbl>
    <w:sdt>
      <w:sdtPr>
        <w:id w:val="-1593466653"/>
        <w:placeholder>
          <w:docPart w:val="6C9B8A6B56014A3D8C905047C5AD567B"/>
        </w:placeholder>
        <w:temporary/>
        <w:showingPlcHdr/>
        <w15:appearance w15:val="hidden"/>
      </w:sdtPr>
      <w:sdtContent>
        <w:p w:rsidR="00184731" w:rsidRPr="00ED112D" w:rsidRDefault="00184731" w:rsidP="0000540B">
          <w:r w:rsidRPr="00ED112D">
            <w:t>Additionally, it is necessary to outline how the company currently and will continue to develop and maintain a loyal customer base. This section includes management responsibilities with dates and budgets and making sure results can be tracked. What are the envisioned phases for future growth and the capabilities that need to be in place to realize growth?</w:t>
          </w:r>
        </w:p>
        <w:p w:rsidR="00184731" w:rsidRPr="00ED112D" w:rsidRDefault="00184731" w:rsidP="0000540B">
          <w:r w:rsidRPr="00ED112D">
            <w:t>The operating plan describes how the business works. Depending on the type of the business, important elements of this plan should include how the company will bring services to market and how it will support customers. It is the logistics, technology, and basic blocking and tackling of the business.</w:t>
          </w:r>
        </w:p>
        <w:p w:rsidR="00184731" w:rsidRPr="00ED112D" w:rsidRDefault="00184731" w:rsidP="0000540B">
          <w:r w:rsidRPr="00ED112D">
            <w:t>Depending on the type of business, the following sections may or may not be necessary. Only include what is needed and remove everything else. Remember: try to keep the business plan as short as possible. Excessive detail in this section could easily make the plan too long.</w:t>
          </w:r>
        </w:p>
      </w:sdtContent>
    </w:sdt>
    <w:p w:rsidR="00184731" w:rsidRPr="00ED112D" w:rsidRDefault="00000000" w:rsidP="0000540B">
      <w:pPr>
        <w:pStyle w:val="ListBullet"/>
      </w:pPr>
      <w:sdt>
        <w:sdtPr>
          <w:rPr>
            <w:rStyle w:val="Bold"/>
          </w:rPr>
          <w:id w:val="1949042357"/>
          <w:placeholder>
            <w:docPart w:val="620A445564474BEA8EC79A82AD2CDC64"/>
          </w:placeholder>
          <w:temporary/>
          <w:showingPlcHdr/>
          <w15:appearance w15:val="hidden"/>
        </w:sdtPr>
        <w:sdtContent>
          <w:r w:rsidR="00184731" w:rsidRPr="00ED112D">
            <w:rPr>
              <w:rStyle w:val="Bold"/>
            </w:rPr>
            <w:t>Order fulfillment:</w:t>
          </w:r>
        </w:sdtContent>
      </w:sdt>
      <w:r w:rsidR="00184731" w:rsidRPr="00ED112D">
        <w:t xml:space="preserve"> </w:t>
      </w:r>
      <w:sdt>
        <w:sdtPr>
          <w:id w:val="-1738468098"/>
          <w:placeholder>
            <w:docPart w:val="0EE45F046E8B4BFA8AE4DE13471037EF"/>
          </w:placeholder>
          <w:temporary/>
          <w:showingPlcHdr/>
          <w15:appearance w15:val="hidden"/>
        </w:sdtPr>
        <w:sdtContent>
          <w:r w:rsidR="00184731" w:rsidRPr="00ED112D">
            <w:t>Describe the company’s procedures for delivering services to its customers. As a service company, determine how to keep track of the customer base, form of communications, and how best to manage sales and data.</w:t>
          </w:r>
        </w:sdtContent>
      </w:sdt>
    </w:p>
    <w:p w:rsidR="00184731" w:rsidRPr="00ED112D" w:rsidRDefault="00000000" w:rsidP="0000540B">
      <w:pPr>
        <w:pStyle w:val="ListBullet"/>
      </w:pPr>
      <w:sdt>
        <w:sdtPr>
          <w:rPr>
            <w:rStyle w:val="Bold"/>
          </w:rPr>
          <w:id w:val="760421710"/>
          <w:placeholder>
            <w:docPart w:val="AE957FF48ADB411194177E6AF2E3F7A4"/>
          </w:placeholder>
          <w:temporary/>
          <w:showingPlcHdr/>
          <w15:appearance w15:val="hidden"/>
        </w:sdtPr>
        <w:sdtContent>
          <w:r w:rsidR="00184731" w:rsidRPr="00ED112D">
            <w:rPr>
              <w:rStyle w:val="Bold"/>
            </w:rPr>
            <w:t>Payment:</w:t>
          </w:r>
        </w:sdtContent>
      </w:sdt>
      <w:r w:rsidR="00184731" w:rsidRPr="00ED112D">
        <w:t xml:space="preserve"> </w:t>
      </w:r>
      <w:sdt>
        <w:sdtPr>
          <w:id w:val="-1835600251"/>
          <w:placeholder>
            <w:docPart w:val="277CCCF0CC674D0AA7498FBD9331BF96"/>
          </w:placeholder>
          <w:temporary/>
          <w:showingPlcHdr/>
          <w15:appearance w15:val="hidden"/>
        </w:sdtPr>
        <w:sdtContent>
          <w:r w:rsidR="00184731" w:rsidRPr="00ED112D">
            <w:t>Describe the standard payment terms and the payment methods accepted. Describe the pricing plans (one-time service fees, hourly-based fees, markups, and any other fees) and any impact on cash flow.</w:t>
          </w:r>
        </w:sdtContent>
      </w:sdt>
    </w:p>
    <w:p w:rsidR="00184731" w:rsidRPr="00ED112D" w:rsidRDefault="00000000" w:rsidP="0000540B">
      <w:pPr>
        <w:pStyle w:val="ListBullet"/>
      </w:pPr>
      <w:sdt>
        <w:sdtPr>
          <w:rPr>
            <w:rStyle w:val="Bold"/>
          </w:rPr>
          <w:id w:val="1921058762"/>
          <w:placeholder>
            <w:docPart w:val="E8EC93BF2E3A401983C134094BE545F8"/>
          </w:placeholder>
          <w:temporary/>
          <w:showingPlcHdr/>
          <w15:appearance w15:val="hidden"/>
        </w:sdtPr>
        <w:sdtContent>
          <w:r w:rsidR="00184731" w:rsidRPr="00ED112D">
            <w:rPr>
              <w:rStyle w:val="Bold"/>
            </w:rPr>
            <w:t>Technology:</w:t>
          </w:r>
        </w:sdtContent>
      </w:sdt>
      <w:r w:rsidR="00184731" w:rsidRPr="00ED112D">
        <w:t xml:space="preserve"> </w:t>
      </w:r>
      <w:sdt>
        <w:sdtPr>
          <w:id w:val="565460217"/>
          <w:placeholder>
            <w:docPart w:val="53944B7D5CDB47C899F7A4277357065B"/>
          </w:placeholder>
          <w:temporary/>
          <w:showingPlcHdr/>
          <w15:appearance w15:val="hidden"/>
        </w:sdtPr>
        <w:sdtContent>
          <w:r w:rsidR="00184731" w:rsidRPr="00ED112D">
            <w:t>If technology is critical to the business, whether it is part of the service offering or is fundamental to delivering a service, describe the key technologies used that are proprietary. If the business data (company or customer) is at risk, describe the data security plan in place, as well as any backup or recovery in the case of a disaster or outage.</w:t>
          </w:r>
        </w:sdtContent>
      </w:sdt>
    </w:p>
    <w:p w:rsidR="00184731" w:rsidRPr="00ED112D" w:rsidRDefault="00000000" w:rsidP="0000540B">
      <w:pPr>
        <w:pStyle w:val="ListBullet"/>
      </w:pPr>
      <w:sdt>
        <w:sdtPr>
          <w:rPr>
            <w:rStyle w:val="Bold"/>
          </w:rPr>
          <w:id w:val="-1983072167"/>
          <w:placeholder>
            <w:docPart w:val="A992439E550749DB93DF34C5D1B1E049"/>
          </w:placeholder>
          <w:temporary/>
          <w:showingPlcHdr/>
          <w15:appearance w15:val="hidden"/>
        </w:sdtPr>
        <w:sdtContent>
          <w:r w:rsidR="00184731" w:rsidRPr="00ED112D">
            <w:rPr>
              <w:rStyle w:val="Bold"/>
            </w:rPr>
            <w:t>Key customers:</w:t>
          </w:r>
        </w:sdtContent>
      </w:sdt>
      <w:r w:rsidR="00184731" w:rsidRPr="00ED112D">
        <w:rPr>
          <w:rStyle w:val="Bold"/>
        </w:rPr>
        <w:t xml:space="preserve"> </w:t>
      </w:r>
      <w:sdt>
        <w:sdtPr>
          <w:id w:val="-2022374780"/>
          <w:placeholder>
            <w:docPart w:val="384A54AC6BF14CD580E6FA79A2D87A8B"/>
          </w:placeholder>
          <w:temporary/>
          <w:showingPlcHdr/>
          <w15:appearance w15:val="hidden"/>
        </w:sdtPr>
        <w:sdtContent>
          <w:r w:rsidR="00184731" w:rsidRPr="00ED112D">
            <w:t>Identify any customers that are important to the success of the business due to a partnership, volume, or pathway to a new market. Also identify any customers who bring in more than 10% of the company’s revenues.</w:t>
          </w:r>
        </w:sdtContent>
      </w:sdt>
    </w:p>
    <w:p w:rsidR="00184731" w:rsidRPr="00ED112D" w:rsidRDefault="00000000" w:rsidP="0000540B">
      <w:pPr>
        <w:pStyle w:val="ListBullet"/>
      </w:pPr>
      <w:sdt>
        <w:sdtPr>
          <w:rPr>
            <w:rStyle w:val="Bold"/>
          </w:rPr>
          <w:id w:val="-1794358563"/>
          <w:placeholder>
            <w:docPart w:val="FDC03650E5944366B31BAE098B8E918E"/>
          </w:placeholder>
          <w:temporary/>
          <w:showingPlcHdr/>
          <w15:appearance w15:val="hidden"/>
        </w:sdtPr>
        <w:sdtContent>
          <w:r w:rsidR="00184731" w:rsidRPr="00ED112D">
            <w:rPr>
              <w:rStyle w:val="Bold"/>
            </w:rPr>
            <w:t>Key employees and organization:</w:t>
          </w:r>
        </w:sdtContent>
      </w:sdt>
      <w:r w:rsidR="00184731" w:rsidRPr="00ED112D">
        <w:rPr>
          <w:rStyle w:val="Bold"/>
        </w:rPr>
        <w:t xml:space="preserve"> </w:t>
      </w:r>
      <w:sdt>
        <w:sdtPr>
          <w:id w:val="1868019658"/>
          <w:placeholder>
            <w:docPart w:val="DBA8208AC6E74EFEA056A99331B9406E"/>
          </w:placeholder>
          <w:temporary/>
          <w:showingPlcHdr/>
          <w15:appearance w15:val="hidden"/>
        </w:sdtPr>
        <w:sdtContent>
          <w:r w:rsidR="00184731" w:rsidRPr="00ED112D">
            <w:t>Describe unique skills or experiences that are required of the current team. If necessary, describe any proprietary recruiting or training processes in place. List key employees that are necessary for success. Include an organization chart to support this section.</w:t>
          </w:r>
        </w:sdtContent>
      </w:sdt>
    </w:p>
    <w:p w:rsidR="00184731" w:rsidRPr="00ED112D" w:rsidRDefault="00000000" w:rsidP="0000540B">
      <w:pPr>
        <w:pStyle w:val="ListBullet"/>
      </w:pPr>
      <w:sdt>
        <w:sdtPr>
          <w:rPr>
            <w:rStyle w:val="Bold"/>
          </w:rPr>
          <w:id w:val="972940777"/>
          <w:placeholder>
            <w:docPart w:val="A38BB132A01D4A1288629C34C9D8229E"/>
          </w:placeholder>
          <w:temporary/>
          <w:showingPlcHdr/>
          <w15:appearance w15:val="hidden"/>
        </w:sdtPr>
        <w:sdtContent>
          <w:r w:rsidR="00184731" w:rsidRPr="00ED112D">
            <w:rPr>
              <w:rStyle w:val="Bold"/>
            </w:rPr>
            <w:t>Facilities:</w:t>
          </w:r>
        </w:sdtContent>
      </w:sdt>
      <w:r w:rsidR="00184731" w:rsidRPr="00ED112D">
        <w:rPr>
          <w:rStyle w:val="Bold"/>
        </w:rPr>
        <w:t xml:space="preserve"> </w:t>
      </w:r>
      <w:sdt>
        <w:sdtPr>
          <w:id w:val="2074922854"/>
          <w:placeholder>
            <w:docPart w:val="196BF3F434024CACA03F6EAC7F74BDFB"/>
          </w:placeholder>
          <w:temporary/>
          <w:showingPlcHdr/>
          <w15:appearance w15:val="hidden"/>
        </w:sdtPr>
        <w:sdtContent>
          <w:r w:rsidR="00184731" w:rsidRPr="00ED112D">
            <w:t>As a home-based business, be educated on legalities and tax filings for such business types.</w:t>
          </w:r>
        </w:sdtContent>
      </w:sdt>
    </w:p>
    <w:p w:rsidR="00B1591B" w:rsidRDefault="00B1591B" w:rsidP="00B1591B"/>
    <w:p w:rsidR="00184731" w:rsidRDefault="00184731" w:rsidP="00B1591B">
      <w:pPr>
        <w:sectPr w:rsidR="00184731"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8" w:name="_Toc9437457"/>
          <w:p w:rsidR="00B1591B" w:rsidRPr="00ED112D" w:rsidRDefault="00000000" w:rsidP="007B7019">
            <w:pPr>
              <w:pStyle w:val="Heading1"/>
              <w:numPr>
                <w:ilvl w:val="0"/>
                <w:numId w:val="41"/>
              </w:numPr>
              <w:ind w:hanging="833"/>
            </w:pPr>
            <w:sdt>
              <w:sdtPr>
                <w:id w:val="1710606770"/>
                <w:placeholder>
                  <w:docPart w:val="D859C41302C445ECBF3CB8109AA6EC8B"/>
                </w:placeholder>
                <w:temporary/>
                <w:showingPlcHdr/>
                <w15:appearance w15:val="hidden"/>
              </w:sdtPr>
              <w:sdtContent>
                <w:r w:rsidR="00570032" w:rsidRPr="00ED112D">
                  <w:t>Marketing and Sales Plan</w:t>
                </w:r>
              </w:sdtContent>
            </w:sdt>
            <w:bookmarkEnd w:id="8"/>
          </w:p>
        </w:tc>
      </w:tr>
    </w:tbl>
    <w:sdt>
      <w:sdtPr>
        <w:id w:val="1503546988"/>
        <w:placeholder>
          <w:docPart w:val="5A2C2A31775E457CB372C31A34551B2D"/>
        </w:placeholder>
        <w:temporary/>
        <w:showingPlcHdr/>
        <w15:appearance w15:val="hidden"/>
      </w:sdtPr>
      <w:sdtContent>
        <w:p w:rsidR="00184731" w:rsidRPr="00ED112D" w:rsidRDefault="00184731" w:rsidP="0000540B">
          <w:r w:rsidRPr="00ED112D">
            <w:t>Promoting the business, whether through generating leads or traffic to a website or store, is one of the most important functions of any business. In this section of the plan, provide details of intended marketing of the business. Describe the key messages and channels used for generating leads and promoting the business. This section should also describe any sales strategy. Depending on the type of business, the following sections may or may not be necessary. Only include what is needed and remove everything else.</w:t>
          </w:r>
        </w:p>
      </w:sdtContent>
    </w:sdt>
    <w:p w:rsidR="00184731" w:rsidRPr="00ED112D" w:rsidRDefault="00000000" w:rsidP="0000540B">
      <w:pPr>
        <w:pStyle w:val="ListBullet"/>
      </w:pPr>
      <w:sdt>
        <w:sdtPr>
          <w:rPr>
            <w:rStyle w:val="Bold"/>
          </w:rPr>
          <w:id w:val="1170135634"/>
          <w:placeholder>
            <w:docPart w:val="47128853B7A54A9A8BF13A3F4F5D2CAD"/>
          </w:placeholder>
          <w:temporary/>
          <w:showingPlcHdr/>
          <w15:appearance w15:val="hidden"/>
        </w:sdtPr>
        <w:sdtContent>
          <w:r w:rsidR="00184731" w:rsidRPr="00ED112D">
            <w:rPr>
              <w:rStyle w:val="Bold"/>
            </w:rPr>
            <w:t>Key messages:</w:t>
          </w:r>
        </w:sdtContent>
      </w:sdt>
      <w:r w:rsidR="00184731" w:rsidRPr="00ED112D">
        <w:rPr>
          <w:rStyle w:val="Bold"/>
        </w:rPr>
        <w:t xml:space="preserve"> </w:t>
      </w:r>
      <w:sdt>
        <w:sdtPr>
          <w:id w:val="-392049129"/>
          <w:placeholder>
            <w:docPart w:val="005DD72CBA3F45E8AA0819D65CC3880F"/>
          </w:placeholder>
          <w:temporary/>
          <w:showingPlcHdr/>
          <w15:appearance w15:val="hidden"/>
        </w:sdtPr>
        <w:sdtContent>
          <w:r w:rsidR="00184731" w:rsidRPr="00ED112D">
            <w:t>Describe the key messages that will elevate services in the target customers’ eyes. If there is sample collateral or graphical images of some messages, include them.</w:t>
          </w:r>
        </w:sdtContent>
      </w:sdt>
    </w:p>
    <w:p w:rsidR="00184731" w:rsidRPr="00ED112D" w:rsidRDefault="00000000" w:rsidP="0000540B">
      <w:pPr>
        <w:pStyle w:val="ListBullet"/>
      </w:pPr>
      <w:sdt>
        <w:sdtPr>
          <w:rPr>
            <w:rStyle w:val="Bold"/>
          </w:rPr>
          <w:id w:val="-1158375581"/>
          <w:placeholder>
            <w:docPart w:val="86791C6C9E24461CA0DDB03D3C0803C8"/>
          </w:placeholder>
          <w:temporary/>
          <w:showingPlcHdr/>
          <w15:appearance w15:val="hidden"/>
        </w:sdtPr>
        <w:sdtContent>
          <w:r w:rsidR="00184731" w:rsidRPr="00ED112D">
            <w:rPr>
              <w:rStyle w:val="Bold"/>
            </w:rPr>
            <w:t>Marketing activities:</w:t>
          </w:r>
        </w:sdtContent>
      </w:sdt>
      <w:r w:rsidR="00184731" w:rsidRPr="00ED112D">
        <w:t xml:space="preserve"> </w:t>
      </w:r>
      <w:sdt>
        <w:sdtPr>
          <w:id w:val="593594514"/>
          <w:placeholder>
            <w:docPart w:val="AA2454E82995450A9B1741D73B8AD809"/>
          </w:placeholder>
          <w:temporary/>
          <w:showingPlcHdr/>
          <w15:appearance w15:val="hidden"/>
        </w:sdtPr>
        <w:sdtContent>
          <w:r w:rsidR="00184731" w:rsidRPr="00ED112D">
            <w:t>Which of the following promotion options provide the company the best chance of product recognition, qualified leads, store traffic, or appointments?</w:t>
          </w:r>
        </w:sdtContent>
      </w:sdt>
    </w:p>
    <w:sdt>
      <w:sdtPr>
        <w:id w:val="-381643151"/>
        <w:placeholder>
          <w:docPart w:val="72208ACF02D048249A8AE155E1D47177"/>
        </w:placeholder>
        <w:temporary/>
        <w:showingPlcHdr/>
        <w15:appearance w15:val="hidden"/>
      </w:sdtPr>
      <w:sdtContent>
        <w:p w:rsidR="00184731" w:rsidRPr="00ED112D" w:rsidRDefault="00184731" w:rsidP="0000540B">
          <w:pPr>
            <w:pStyle w:val="ListBullet2"/>
          </w:pPr>
          <w:r w:rsidRPr="00ED112D">
            <w:t>Media advertising (newspaper, magazine, television, radio)</w:t>
          </w:r>
        </w:p>
        <w:p w:rsidR="00184731" w:rsidRPr="00ED112D" w:rsidRDefault="00184731" w:rsidP="0000540B">
          <w:pPr>
            <w:pStyle w:val="ListBullet2"/>
          </w:pPr>
          <w:r w:rsidRPr="00ED112D">
            <w:t>Direct mail</w:t>
          </w:r>
        </w:p>
        <w:p w:rsidR="00184731" w:rsidRPr="00ED112D" w:rsidRDefault="00184731" w:rsidP="0000540B">
          <w:pPr>
            <w:pStyle w:val="ListBullet2"/>
          </w:pPr>
          <w:r w:rsidRPr="00ED112D">
            <w:t>Telephone solicitation</w:t>
          </w:r>
        </w:p>
        <w:p w:rsidR="00184731" w:rsidRPr="00ED112D" w:rsidRDefault="00184731" w:rsidP="0000540B">
          <w:pPr>
            <w:pStyle w:val="ListBullet2"/>
          </w:pPr>
          <w:r w:rsidRPr="00ED112D">
            <w:t>Seminars or business conferences</w:t>
          </w:r>
        </w:p>
        <w:p w:rsidR="00184731" w:rsidRPr="00ED112D" w:rsidRDefault="00184731" w:rsidP="0000540B">
          <w:pPr>
            <w:pStyle w:val="ListBullet2"/>
          </w:pPr>
          <w:r w:rsidRPr="00ED112D">
            <w:t>Joint advertising with other companies</w:t>
          </w:r>
        </w:p>
        <w:p w:rsidR="00184731" w:rsidRPr="00ED112D" w:rsidRDefault="00184731" w:rsidP="0000540B">
          <w:pPr>
            <w:pStyle w:val="ListBullet2"/>
          </w:pPr>
          <w:r w:rsidRPr="00ED112D">
            <w:t>Word of mouth or fixed signage</w:t>
          </w:r>
        </w:p>
        <w:p w:rsidR="00184731" w:rsidRPr="00ED112D" w:rsidRDefault="00184731" w:rsidP="0000540B">
          <w:pPr>
            <w:pStyle w:val="ListBullet2"/>
          </w:pPr>
          <w:r w:rsidRPr="00ED112D">
            <w:t>Digital marketing such as social media, email marketing, or SEO</w:t>
          </w:r>
        </w:p>
      </w:sdtContent>
    </w:sdt>
    <w:p w:rsidR="00184731" w:rsidRPr="00ED112D" w:rsidRDefault="00000000" w:rsidP="0000540B">
      <w:pPr>
        <w:pStyle w:val="ListBullet"/>
      </w:pPr>
      <w:sdt>
        <w:sdtPr>
          <w:rPr>
            <w:rStyle w:val="Bold"/>
          </w:rPr>
          <w:id w:val="1763564988"/>
          <w:placeholder>
            <w:docPart w:val="B24B3D363905424FB7284E1416F6875D"/>
          </w:placeholder>
          <w:temporary/>
          <w:showingPlcHdr/>
          <w15:appearance w15:val="hidden"/>
        </w:sdtPr>
        <w:sdtContent>
          <w:r w:rsidR="00184731" w:rsidRPr="00ED112D">
            <w:rPr>
              <w:rStyle w:val="Bold"/>
            </w:rPr>
            <w:t>Sales strategy:</w:t>
          </w:r>
        </w:sdtContent>
      </w:sdt>
      <w:r w:rsidR="00184731" w:rsidRPr="00ED112D">
        <w:t xml:space="preserve"> </w:t>
      </w:r>
      <w:sdt>
        <w:sdtPr>
          <w:id w:val="-242884069"/>
          <w:placeholder>
            <w:docPart w:val="B85851AE4AD94B3DAE5008C9109E381F"/>
          </w:placeholder>
          <w:temporary/>
          <w:showingPlcHdr/>
          <w15:appearance w15:val="hidden"/>
        </w:sdtPr>
        <w:sdtContent>
          <w:r w:rsidR="00184731" w:rsidRPr="00ED112D">
            <w:t>If needed, what will be the sales approach? Will there be full-time commissioned sales people, contract sales, or another approach?</w:t>
          </w:r>
        </w:sdtContent>
      </w:sdt>
    </w:p>
    <w:p w:rsidR="00184731" w:rsidRDefault="00184731" w:rsidP="00184731"/>
    <w:p w:rsidR="00184731" w:rsidRDefault="00184731" w:rsidP="00184731">
      <w:pPr>
        <w:tabs>
          <w:tab w:val="left" w:pos="1680"/>
        </w:tabs>
        <w:sectPr w:rsidR="00184731" w:rsidSect="000A3384">
          <w:pgSz w:w="12240" w:h="15840" w:code="1"/>
          <w:pgMar w:top="2160" w:right="720" w:bottom="36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B1591B" w:rsidRPr="00ED112D" w:rsidTr="003F5135">
        <w:trPr>
          <w:trHeight w:val="1008"/>
        </w:trPr>
        <w:tc>
          <w:tcPr>
            <w:tcW w:w="10800" w:type="dxa"/>
          </w:tcPr>
          <w:bookmarkStart w:id="9" w:name="_Toc9437458"/>
          <w:p w:rsidR="00B1591B" w:rsidRPr="00ED112D" w:rsidRDefault="00000000" w:rsidP="007B7019">
            <w:pPr>
              <w:pStyle w:val="Heading1"/>
              <w:numPr>
                <w:ilvl w:val="0"/>
                <w:numId w:val="41"/>
              </w:numPr>
              <w:ind w:hanging="833"/>
            </w:pPr>
            <w:sdt>
              <w:sdtPr>
                <w:id w:val="1059754251"/>
                <w:placeholder>
                  <w:docPart w:val="CA1EF22BE1B6486CA3A75634FA813974"/>
                </w:placeholder>
                <w:temporary/>
                <w:showingPlcHdr/>
                <w15:appearance w15:val="hidden"/>
              </w:sdtPr>
              <w:sdtContent>
                <w:r w:rsidR="00570032" w:rsidRPr="00ED112D">
                  <w:t>Financial Plan</w:t>
                </w:r>
              </w:sdtContent>
            </w:sdt>
            <w:bookmarkEnd w:id="9"/>
          </w:p>
        </w:tc>
      </w:tr>
    </w:tbl>
    <w:sdt>
      <w:sdtPr>
        <w:id w:val="-1015688984"/>
        <w:placeholder>
          <w:docPart w:val="1038363DC8814E79895675E7BEDC8D67"/>
        </w:placeholder>
        <w:showingPlcHdr/>
        <w15:appearance w15:val="hidden"/>
      </w:sdtPr>
      <w:sdtContent>
        <w:p w:rsidR="00184731" w:rsidRPr="00ED112D" w:rsidRDefault="00184731" w:rsidP="0000540B">
          <w:r w:rsidRPr="00ED112D">
            <w:t>Creating a financial plan is where all of the business planning comes together. Up to this point, the target market, target customers, and pricing have all been identified. These items, along with assumptions, will help estimate the company’s sales forecast. The other side of the business will be what expenses are expected. This is important on an ongoing basis to see when the business is profitable. It is also important to know what expenses will need to be funded before customer sales, or the cash they generate, is received.</w:t>
          </w:r>
        </w:p>
        <w:p w:rsidR="00184731" w:rsidRPr="00ED112D" w:rsidRDefault="00184731" w:rsidP="0000540B">
          <w:r w:rsidRPr="00ED112D">
            <w:t>At a minimum, this section should include estimated start-up costs and projected profit and loss, along with a summary of the assumptions being made with these projections. Assumptions should include initial and ongoing sales, along with the timing of these inflows.</w:t>
          </w:r>
        </w:p>
      </w:sdtContent>
    </w:sdt>
    <w:p w:rsidR="00184731" w:rsidRPr="00657790" w:rsidRDefault="00000000" w:rsidP="0000540B">
      <w:pPr>
        <w:pStyle w:val="ListBullet"/>
      </w:pPr>
      <w:sdt>
        <w:sdtPr>
          <w:rPr>
            <w:rStyle w:val="Bold"/>
          </w:rPr>
          <w:id w:val="-1791820278"/>
          <w:placeholder>
            <w:docPart w:val="42DD0488098944DF8159F9E8E12744A2"/>
          </w:placeholder>
          <w:showingPlcHdr/>
          <w15:appearance w15:val="hidden"/>
        </w:sdtPr>
        <w:sdtContent>
          <w:r w:rsidR="00184731" w:rsidRPr="00ED112D">
            <w:rPr>
              <w:rStyle w:val="Bold"/>
            </w:rPr>
            <w:t>Projected start-up costs:</w:t>
          </w:r>
        </w:sdtContent>
      </w:sdt>
      <w:r w:rsidR="00184731" w:rsidRPr="00657790">
        <w:t xml:space="preserve"> </w:t>
      </w:r>
      <w:sdt>
        <w:sdtPr>
          <w:id w:val="757100641"/>
          <w:placeholder>
            <w:docPart w:val="51D3023EF2944F9A9EA6848D3EA4A25C"/>
          </w:placeholder>
          <w:showingPlcHdr/>
          <w15:appearance w15:val="hidden"/>
        </w:sdtPr>
        <w:sdtContent>
          <w:r w:rsidR="00184731" w:rsidRPr="00657790">
            <w:t>The table below shows a sample of ongoing and one-time cost items that the business might need in order to open. Many businesses are paid on credit over time and do not have cash coming in immediately. It is necessary to make assumptions about how many months of recurring items, in addition to one-time expenses, to estimate when cash will begin to flow into the company. To begin with, the company will have to fund out of savings or an initial investment. There is a blank table in the Appendix to complete potential start-up cost projections.</w:t>
          </w:r>
        </w:sdtContent>
      </w:sdt>
    </w:p>
    <w:p w:rsidR="00184731" w:rsidRDefault="00184731" w:rsidP="00184731">
      <w:pPr>
        <w:tabs>
          <w:tab w:val="left" w:pos="1827"/>
        </w:tabs>
      </w:pPr>
    </w:p>
    <w:p w:rsidR="00184731" w:rsidRDefault="00184731" w:rsidP="00184731"/>
    <w:p w:rsidR="00184731" w:rsidRPr="00184731" w:rsidRDefault="00184731" w:rsidP="00184731">
      <w:pPr>
        <w:sectPr w:rsidR="00184731" w:rsidRPr="00184731" w:rsidSect="000A3384">
          <w:pgSz w:w="12240" w:h="15840" w:code="1"/>
          <w:pgMar w:top="2160" w:right="720" w:bottom="360" w:left="720" w:header="576" w:footer="432" w:gutter="0"/>
          <w:cols w:space="708"/>
          <w:docGrid w:linePitch="360"/>
        </w:sectPr>
      </w:pPr>
    </w:p>
    <w:tbl>
      <w:tblPr>
        <w:tblW w:w="5000" w:type="pct"/>
        <w:tblCellMar>
          <w:left w:w="115" w:type="dxa"/>
          <w:right w:w="115" w:type="dxa"/>
        </w:tblCellMar>
        <w:tblLook w:val="04A0" w:firstRow="1" w:lastRow="0" w:firstColumn="1" w:lastColumn="0" w:noHBand="0" w:noVBand="1"/>
      </w:tblPr>
      <w:tblGrid>
        <w:gridCol w:w="4793"/>
        <w:gridCol w:w="2396"/>
        <w:gridCol w:w="2396"/>
        <w:gridCol w:w="2396"/>
        <w:gridCol w:w="2419"/>
      </w:tblGrid>
      <w:tr w:rsidR="00AF03B3" w:rsidRPr="00ED112D" w:rsidTr="00184731">
        <w:trPr>
          <w:trHeight w:val="312"/>
        </w:trPr>
        <w:tc>
          <w:tcPr>
            <w:tcW w:w="5000" w:type="pct"/>
            <w:gridSpan w:val="5"/>
            <w:shd w:val="clear" w:color="auto" w:fill="107082" w:themeFill="accent2"/>
            <w:noWrap/>
            <w:vAlign w:val="center"/>
            <w:hideMark/>
          </w:tcPr>
          <w:p w:rsidR="00AF03B3" w:rsidRPr="00ED112D" w:rsidRDefault="00000000" w:rsidP="00184731">
            <w:pPr>
              <w:pStyle w:val="TableHeadingStyle"/>
            </w:pPr>
            <w:sdt>
              <w:sdtPr>
                <w:id w:val="-1281873531"/>
                <w:placeholder>
                  <w:docPart w:val="DF5202D191A242359D04618FF59FC2B0"/>
                </w:placeholder>
                <w:temporary/>
                <w:showingPlcHdr/>
                <w15:appearance w15:val="hidden"/>
              </w:sdtPr>
              <w:sdtContent>
                <w:r w:rsidR="004F7BFE" w:rsidRPr="00ED112D">
                  <w:t>START-UP COSTS</w:t>
                </w:r>
              </w:sdtContent>
            </w:sdt>
          </w:p>
        </w:tc>
      </w:tr>
      <w:tr w:rsidR="00AF03B3" w:rsidRPr="00ED112D" w:rsidTr="00184731">
        <w:trPr>
          <w:trHeight w:val="312"/>
        </w:trPr>
        <w:tc>
          <w:tcPr>
            <w:tcW w:w="1664" w:type="pct"/>
            <w:noWrap/>
            <w:vAlign w:val="center"/>
            <w:hideMark/>
          </w:tcPr>
          <w:p w:rsidR="00AF03B3" w:rsidRPr="00ED112D" w:rsidRDefault="00000000" w:rsidP="00184731">
            <w:pPr>
              <w:pStyle w:val="TableTextLarge"/>
            </w:pPr>
            <w:sdt>
              <w:sdtPr>
                <w:id w:val="-2016761497"/>
                <w:placeholder>
                  <w:docPart w:val="D1AEE2C895DC426F900AC443A3AA40A5"/>
                </w:placeholder>
                <w:temporary/>
                <w:showingPlcHdr/>
                <w15:appearance w15:val="hidden"/>
              </w:sdtPr>
              <w:sdtContent>
                <w:r w:rsidR="00F75B8D">
                  <w:t>Your Home-Based Agency</w:t>
                </w:r>
              </w:sdtContent>
            </w:sdt>
          </w:p>
        </w:tc>
        <w:tc>
          <w:tcPr>
            <w:tcW w:w="3336" w:type="pct"/>
            <w:gridSpan w:val="4"/>
            <w:noWrap/>
            <w:vAlign w:val="center"/>
            <w:hideMark/>
          </w:tcPr>
          <w:p w:rsidR="00AF03B3" w:rsidRPr="00ED112D" w:rsidRDefault="00000000" w:rsidP="00184731">
            <w:pPr>
              <w:pStyle w:val="TableTextLarge"/>
              <w:jc w:val="right"/>
            </w:pPr>
            <w:sdt>
              <w:sdtPr>
                <w:id w:val="-182973889"/>
                <w:placeholder>
                  <w:docPart w:val="D4661A7CE62B4C20963CA80EE495F5C0"/>
                </w:placeholder>
                <w:temporary/>
                <w:showingPlcHdr/>
                <w15:appearance w15:val="hidden"/>
              </w:sdtPr>
              <w:sdtContent>
                <w:r w:rsidR="00956F9F" w:rsidRPr="00956F9F">
                  <w:t>January 1, 20</w:t>
                </w:r>
                <w:r w:rsidR="00657790">
                  <w:t>XX</w:t>
                </w:r>
              </w:sdtContent>
            </w:sdt>
          </w:p>
        </w:tc>
      </w:tr>
      <w:tr w:rsidR="00AF03B3" w:rsidRPr="00A60DC8" w:rsidTr="00184731">
        <w:trPr>
          <w:trHeight w:val="312"/>
        </w:trPr>
        <w:tc>
          <w:tcPr>
            <w:tcW w:w="1664" w:type="pct"/>
            <w:shd w:val="clear" w:color="auto" w:fill="107082" w:themeFill="accent2"/>
            <w:vAlign w:val="center"/>
            <w:hideMark/>
          </w:tcPr>
          <w:p w:rsidR="00AF03B3" w:rsidRPr="00A60DC8" w:rsidRDefault="00000000" w:rsidP="00184731">
            <w:pPr>
              <w:pStyle w:val="TableHeadingStyle"/>
            </w:pPr>
            <w:sdt>
              <w:sdtPr>
                <w:id w:val="-2008278526"/>
                <w:placeholder>
                  <w:docPart w:val="219EFBB538354985898219400FD85087"/>
                </w:placeholder>
                <w:temporary/>
                <w:showingPlcHdr/>
                <w15:appearance w15:val="hidden"/>
              </w:sdtPr>
              <w:sdtContent>
                <w:r w:rsidR="004F7BFE" w:rsidRPr="00A60DC8">
                  <w:t>COST ITEMS</w:t>
                </w:r>
              </w:sdtContent>
            </w:sdt>
          </w:p>
        </w:tc>
        <w:tc>
          <w:tcPr>
            <w:tcW w:w="832" w:type="pct"/>
            <w:shd w:val="clear" w:color="auto" w:fill="107082" w:themeFill="accent2"/>
            <w:noWrap/>
            <w:vAlign w:val="center"/>
            <w:hideMark/>
          </w:tcPr>
          <w:p w:rsidR="00AF03B3" w:rsidRPr="00A60DC8" w:rsidRDefault="00000000" w:rsidP="00184731">
            <w:pPr>
              <w:pStyle w:val="TableHeadingStyle"/>
            </w:pPr>
            <w:sdt>
              <w:sdtPr>
                <w:id w:val="1460379268"/>
                <w:placeholder>
                  <w:docPart w:val="116E27CB50764D1AA305D0366F844C66"/>
                </w:placeholder>
                <w:temporary/>
                <w:showingPlcHdr/>
                <w15:appearance w15:val="hidden"/>
              </w:sdtPr>
              <w:sdtContent>
                <w:r w:rsidR="004F7BFE" w:rsidRPr="00A60DC8">
                  <w:t>MONTHS</w:t>
                </w:r>
              </w:sdtContent>
            </w:sdt>
          </w:p>
        </w:tc>
        <w:tc>
          <w:tcPr>
            <w:tcW w:w="832" w:type="pct"/>
            <w:shd w:val="clear" w:color="auto" w:fill="107082" w:themeFill="accent2"/>
            <w:noWrap/>
            <w:vAlign w:val="center"/>
            <w:hideMark/>
          </w:tcPr>
          <w:p w:rsidR="00AF03B3" w:rsidRPr="00A60DC8" w:rsidRDefault="00000000" w:rsidP="00184731">
            <w:pPr>
              <w:pStyle w:val="TableHeadingStyle"/>
            </w:pPr>
            <w:sdt>
              <w:sdtPr>
                <w:id w:val="-534344041"/>
                <w:placeholder>
                  <w:docPart w:val="786602F90BE54597A9A2A11B791F4CB9"/>
                </w:placeholder>
                <w:temporary/>
                <w:showingPlcHdr/>
                <w15:appearance w15:val="hidden"/>
              </w:sdtPr>
              <w:sdtContent>
                <w:r w:rsidR="004F7BFE" w:rsidRPr="00A60DC8">
                  <w:t>COST/ MONTH</w:t>
                </w:r>
              </w:sdtContent>
            </w:sdt>
          </w:p>
        </w:tc>
        <w:tc>
          <w:tcPr>
            <w:tcW w:w="832" w:type="pct"/>
            <w:shd w:val="clear" w:color="auto" w:fill="107082" w:themeFill="accent2"/>
            <w:noWrap/>
            <w:vAlign w:val="center"/>
            <w:hideMark/>
          </w:tcPr>
          <w:p w:rsidR="00AF03B3" w:rsidRPr="00A60DC8" w:rsidRDefault="00000000" w:rsidP="00184731">
            <w:pPr>
              <w:pStyle w:val="TableHeadingStyle"/>
            </w:pPr>
            <w:sdt>
              <w:sdtPr>
                <w:id w:val="1976480465"/>
                <w:placeholder>
                  <w:docPart w:val="11CD1D0207974D0895D2D2628DC64060"/>
                </w:placeholder>
                <w:temporary/>
                <w:showingPlcHdr/>
                <w15:appearance w15:val="hidden"/>
              </w:sdtPr>
              <w:sdtContent>
                <w:r w:rsidR="004F7BFE" w:rsidRPr="00A60DC8">
                  <w:t>ONE-TIME COST</w:t>
                </w:r>
              </w:sdtContent>
            </w:sdt>
          </w:p>
        </w:tc>
        <w:tc>
          <w:tcPr>
            <w:tcW w:w="840" w:type="pct"/>
            <w:shd w:val="clear" w:color="auto" w:fill="107082" w:themeFill="accent2"/>
            <w:noWrap/>
            <w:vAlign w:val="center"/>
            <w:hideMark/>
          </w:tcPr>
          <w:p w:rsidR="00AF03B3" w:rsidRPr="00A60DC8" w:rsidRDefault="00000000" w:rsidP="00184731">
            <w:pPr>
              <w:pStyle w:val="TableHeadingStyle"/>
            </w:pPr>
            <w:sdt>
              <w:sdtPr>
                <w:id w:val="357476065"/>
                <w:placeholder>
                  <w:docPart w:val="B9A7F2ADFB2546EA8FFC071762341769"/>
                </w:placeholder>
                <w:temporary/>
                <w:showingPlcHdr/>
                <w15:appearance w15:val="hidden"/>
              </w:sdtPr>
              <w:sdtContent>
                <w:r w:rsidR="004F7BFE" w:rsidRPr="00A60DC8">
                  <w:t>TOTAL COST</w:t>
                </w:r>
              </w:sdtContent>
            </w:sdt>
          </w:p>
        </w:tc>
      </w:tr>
      <w:tr w:rsidR="00956F9F"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pPr>
            <w:sdt>
              <w:sdtPr>
                <w:id w:val="-758441192"/>
                <w:placeholder>
                  <w:docPart w:val="20955DFD0EA54A0A8DC3004EEE7D002A"/>
                </w:placeholder>
                <w:temporary/>
                <w:showingPlcHdr/>
                <w15:appearance w15:val="hidden"/>
              </w:sdtPr>
              <w:sdtContent>
                <w:r w:rsidR="004F7BFE" w:rsidRPr="004F7BFE">
                  <w:t>Advertising/Marketing</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pPr>
            <w:sdt>
              <w:sdtPr>
                <w:id w:val="-214665354"/>
                <w:placeholder>
                  <w:docPart w:val="DC9868E638114BE3B2B47799C7C682F6"/>
                </w:placeholder>
                <w:temporary/>
                <w:showingPlcHdr/>
                <w15:appearance w15:val="hidden"/>
              </w:sdtPr>
              <w:sdtContent>
                <w:r w:rsidR="00956F9F">
                  <w:t>3</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pPr>
            <w:sdt>
              <w:sdtPr>
                <w:id w:val="-1227453625"/>
                <w:placeholder>
                  <w:docPart w:val="6BF7A6EC1532488D86AE9ACC74DE5780"/>
                </w:placeholder>
                <w:temporary/>
                <w:showingPlcHdr/>
                <w15:appearance w15:val="hidden"/>
              </w:sdtPr>
              <w:sdtContent>
                <w:r w:rsidR="00956F9F" w:rsidRPr="00ED112D">
                  <w:t>$300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pPr>
            <w:sdt>
              <w:sdtPr>
                <w:id w:val="-386809626"/>
                <w:placeholder>
                  <w:docPart w:val="8492E3B8330243118B872EB815F5B727"/>
                </w:placeholder>
                <w:temporary/>
                <w:showingPlcHdr/>
                <w15:appearance w15:val="hidden"/>
              </w:sdtPr>
              <w:sdtContent>
                <w:r w:rsidR="00956F9F" w:rsidRPr="00ED112D">
                  <w:t>$2,000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pPr>
            <w:sdt>
              <w:sdtPr>
                <w:id w:val="100540622"/>
                <w:placeholder>
                  <w:docPart w:val="D942535D9FF742B8AB86B0A842BA317A"/>
                </w:placeholder>
                <w:temporary/>
                <w:showingPlcHdr/>
                <w15:appearance w15:val="hidden"/>
              </w:sdtPr>
              <w:sdtContent>
                <w:r w:rsidR="00956F9F" w:rsidRPr="00ED112D">
                  <w:t>$</w:t>
                </w:r>
                <w:r w:rsidR="0035732B" w:rsidRPr="00ED112D">
                  <w:t>2,90</w:t>
                </w:r>
                <w:r w:rsidR="00956F9F" w:rsidRPr="00ED112D">
                  <w:t>0</w:t>
                </w:r>
              </w:sdtContent>
            </w:sdt>
          </w:p>
        </w:tc>
      </w:tr>
      <w:tr w:rsidR="00956F9F" w:rsidRPr="00ED112D" w:rsidTr="00184731">
        <w:trPr>
          <w:trHeight w:val="312"/>
        </w:trPr>
        <w:tc>
          <w:tcPr>
            <w:tcW w:w="1664" w:type="pct"/>
            <w:vAlign w:val="center"/>
            <w:hideMark/>
          </w:tcPr>
          <w:p w:rsidR="00AF03B3" w:rsidRPr="00ED112D" w:rsidRDefault="00000000" w:rsidP="00184731">
            <w:pPr>
              <w:pStyle w:val="TableTextLarge"/>
            </w:pPr>
            <w:sdt>
              <w:sdtPr>
                <w:id w:val="-1567951484"/>
                <w:placeholder>
                  <w:docPart w:val="D76CAC7CFDD34581B44E4653A843BA00"/>
                </w:placeholder>
                <w:temporary/>
                <w:showingPlcHdr/>
                <w15:appearance w15:val="hidden"/>
              </w:sdtPr>
              <w:sdtContent>
                <w:r w:rsidR="004F7BFE" w:rsidRPr="00ED112D">
                  <w:t>Employee Salaries*</w:t>
                </w:r>
              </w:sdtContent>
            </w:sdt>
          </w:p>
        </w:tc>
        <w:tc>
          <w:tcPr>
            <w:tcW w:w="832" w:type="pct"/>
            <w:noWrap/>
            <w:vAlign w:val="center"/>
            <w:hideMark/>
          </w:tcPr>
          <w:p w:rsidR="00AF03B3" w:rsidRPr="00ED112D" w:rsidRDefault="00000000" w:rsidP="00184731">
            <w:pPr>
              <w:pStyle w:val="TableTextLarge"/>
            </w:pPr>
            <w:sdt>
              <w:sdtPr>
                <w:id w:val="2061814955"/>
                <w:placeholder>
                  <w:docPart w:val="FBB83605BAFD4C5F981F1C8952B56640"/>
                </w:placeholder>
                <w:temporary/>
                <w:showingPlcHdr/>
                <w15:appearance w15:val="hidden"/>
              </w:sdtPr>
              <w:sdtContent>
                <w:r w:rsidR="00956F9F">
                  <w:t>4</w:t>
                </w:r>
              </w:sdtContent>
            </w:sdt>
          </w:p>
        </w:tc>
        <w:tc>
          <w:tcPr>
            <w:tcW w:w="832" w:type="pct"/>
            <w:noWrap/>
            <w:vAlign w:val="center"/>
            <w:hideMark/>
          </w:tcPr>
          <w:p w:rsidR="00AF03B3" w:rsidRPr="00ED112D" w:rsidRDefault="00000000" w:rsidP="00184731">
            <w:pPr>
              <w:pStyle w:val="TableTextLarge"/>
            </w:pPr>
            <w:sdt>
              <w:sdtPr>
                <w:id w:val="1148172905"/>
                <w:placeholder>
                  <w:docPart w:val="A656A8A5F26F48C192C7B1DE2E8EF669"/>
                </w:placeholder>
                <w:temporary/>
                <w:showingPlcHdr/>
                <w15:appearance w15:val="hidden"/>
              </w:sdtPr>
              <w:sdtContent>
                <w:r w:rsidR="00956F9F" w:rsidRPr="00ED112D">
                  <w:t>$</w:t>
                </w:r>
                <w:r w:rsidR="00956F9F">
                  <w:t>5</w:t>
                </w:r>
                <w:r w:rsidR="00956F9F" w:rsidRPr="00ED112D">
                  <w:t>00</w:t>
                </w:r>
              </w:sdtContent>
            </w:sdt>
          </w:p>
        </w:tc>
        <w:tc>
          <w:tcPr>
            <w:tcW w:w="832" w:type="pct"/>
            <w:noWrap/>
            <w:vAlign w:val="center"/>
            <w:hideMark/>
          </w:tcPr>
          <w:p w:rsidR="00AF03B3" w:rsidRPr="00ED112D" w:rsidRDefault="00000000" w:rsidP="00184731">
            <w:pPr>
              <w:pStyle w:val="TableTextLarge"/>
            </w:pPr>
            <w:sdt>
              <w:sdtPr>
                <w:id w:val="2044013746"/>
                <w:placeholder>
                  <w:docPart w:val="16A888FBEE274310B6D555D01687DE01"/>
                </w:placeholder>
                <w:temporary/>
                <w:showingPlcHdr/>
                <w15:appearance w15:val="hidden"/>
              </w:sdtPr>
              <w:sdtContent>
                <w:r w:rsidR="00956F9F" w:rsidRPr="00ED112D">
                  <w:t>$2</w:t>
                </w:r>
              </w:sdtContent>
            </w:sdt>
          </w:p>
        </w:tc>
        <w:tc>
          <w:tcPr>
            <w:tcW w:w="840" w:type="pct"/>
            <w:noWrap/>
            <w:vAlign w:val="center"/>
            <w:hideMark/>
          </w:tcPr>
          <w:p w:rsidR="00AF03B3" w:rsidRPr="00ED112D" w:rsidRDefault="00000000" w:rsidP="00184731">
            <w:pPr>
              <w:pStyle w:val="TableTextLarge"/>
            </w:pPr>
            <w:sdt>
              <w:sdtPr>
                <w:id w:val="1499236211"/>
                <w:placeholder>
                  <w:docPart w:val="AE66E21FBD1F475B845BCC93D1A79258"/>
                </w:placeholder>
                <w:temporary/>
                <w:showingPlcHdr/>
                <w15:appearance w15:val="hidden"/>
              </w:sdtPr>
              <w:sdtContent>
                <w:r w:rsidR="00956F9F" w:rsidRPr="00ED112D">
                  <w:t>$</w:t>
                </w:r>
                <w:r w:rsidR="0035732B" w:rsidRPr="00ED112D">
                  <w:t>2,002</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793508270"/>
                <w:placeholder>
                  <w:docPart w:val="2959B6CA69BE4F04BE9E3ACBA6F1DDDA"/>
                </w:placeholder>
                <w:temporary/>
                <w:showingPlcHdr/>
                <w15:appearance w15:val="hidden"/>
              </w:sdtPr>
              <w:sdtContent>
                <w:r w:rsidR="004F7BFE" w:rsidRPr="00ED112D">
                  <w:rPr>
                    <w:rFonts w:ascii="Arial" w:eastAsia="Arial" w:hAnsi="Arial" w:cs="Times New Roman"/>
                  </w:rPr>
                  <w:t>Employee Payroll Taxes and Benefits</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561900755"/>
                <w:placeholder>
                  <w:docPart w:val="46C881DD691F455896BAACE670F0B8AD"/>
                </w:placeholder>
                <w:temporary/>
                <w:showingPlcHdr/>
                <w15:appearance w15:val="hidden"/>
              </w:sdtPr>
              <w:sdtContent>
                <w:r w:rsidR="00956F9F">
                  <w:t>4</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738822497"/>
                <w:placeholder>
                  <w:docPart w:val="F8FDD2C6887C4B9C90524C6863B9947C"/>
                </w:placeholder>
                <w:temporary/>
                <w:showingPlcHdr/>
                <w15:appearance w15:val="hidden"/>
              </w:sdtPr>
              <w:sdtContent>
                <w:r w:rsidR="00956F9F" w:rsidRPr="00ED112D">
                  <w:t>$</w:t>
                </w:r>
                <w:r w:rsidR="00956F9F">
                  <w:t>1</w:t>
                </w:r>
                <w:r w:rsidR="00956F9F" w:rsidRPr="00ED112D">
                  <w:t>00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180161662"/>
                <w:placeholder>
                  <w:docPart w:val="E0A7DA8D40B542D2821C2183BA4D5354"/>
                </w:placeholder>
                <w:temporary/>
                <w:showingPlcHdr/>
                <w15:appearance w15:val="hidden"/>
              </w:sdtPr>
              <w:sdtContent>
                <w:r w:rsidR="00956F9F" w:rsidRPr="00ED112D">
                  <w:t>$</w:t>
                </w:r>
                <w:r w:rsidR="00956F9F" w:rsidRPr="00ED112D">
                  <w:rPr>
                    <w:rFonts w:ascii="Arial" w:eastAsia="Arial" w:hAnsi="Arial" w:cs="Times New Roman"/>
                  </w:rPr>
                  <w:t>1,50</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202395529"/>
                <w:placeholder>
                  <w:docPart w:val="587DCC7C0CAE434ABBFE5131933B6ECF"/>
                </w:placeholder>
                <w:temporary/>
                <w:showingPlcHdr/>
                <w15:appearance w15:val="hidden"/>
              </w:sdtPr>
              <w:sdtContent>
                <w:r w:rsidR="00956F9F" w:rsidRPr="00ED112D">
                  <w:t>$</w:t>
                </w:r>
                <w:r w:rsidR="0035732B" w:rsidRPr="00ED112D">
                  <w:rPr>
                    <w:rFonts w:ascii="Arial" w:eastAsia="Arial" w:hAnsi="Arial" w:cs="Times New Roman"/>
                  </w:rPr>
                  <w:t>1,60</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247998368"/>
                <w:placeholder>
                  <w:docPart w:val="508740F08CE14B8EA233203743757E89"/>
                </w:placeholder>
                <w:temporary/>
                <w:showingPlcHdr/>
                <w15:appearance w15:val="hidden"/>
              </w:sdtPr>
              <w:sdtContent>
                <w:r w:rsidR="004F7BFE" w:rsidRPr="00ED112D">
                  <w:rPr>
                    <w:rFonts w:ascii="Arial" w:eastAsia="Arial" w:hAnsi="Arial" w:cs="Times New Roman"/>
                  </w:rPr>
                  <w:t>Rent/Lease Payments/Utilities</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499717429"/>
                <w:placeholder>
                  <w:docPart w:val="62C4DAC2351142FE841EBD2B790B4F1A"/>
                </w:placeholder>
                <w:temporary/>
                <w:showingPlcHdr/>
                <w15:appearance w15:val="hidden"/>
              </w:sdtPr>
              <w:sdtContent>
                <w:r w:rsidR="00956F9F">
                  <w:t>4</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301837855"/>
                <w:placeholder>
                  <w:docPart w:val="CB666D7E78B84D228D5D07D3C39E5F57"/>
                </w:placeholder>
                <w:temporary/>
                <w:showingPlcHdr/>
                <w15:appearance w15:val="hidden"/>
              </w:sdtPr>
              <w:sdtContent>
                <w:r w:rsidR="00956F9F" w:rsidRPr="00ED112D">
                  <w:t>$</w:t>
                </w:r>
                <w:r w:rsidR="00956F9F">
                  <w:t>750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53511552"/>
                <w:placeholder>
                  <w:docPart w:val="12113FAA36F74928BA563EE2AC2AA17F"/>
                </w:placeholder>
                <w:temporary/>
                <w:showingPlcHdr/>
                <w15:appearance w15:val="hidden"/>
              </w:sdtPr>
              <w:sdtContent>
                <w:r w:rsidR="00956F9F" w:rsidRPr="00ED112D">
                  <w:t>$</w:t>
                </w:r>
                <w:r w:rsidR="00956F9F" w:rsidRPr="00ED112D">
                  <w:rPr>
                    <w:rFonts w:ascii="Arial" w:eastAsia="Arial" w:hAnsi="Arial" w:cs="Times New Roman"/>
                  </w:rPr>
                  <w:t>2,50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666831087"/>
                <w:placeholder>
                  <w:docPart w:val="17AA3365E5364E9ABECFDBBFF593C810"/>
                </w:placeholder>
                <w:temporary/>
                <w:showingPlcHdr/>
                <w15:appearance w15:val="hidden"/>
              </w:sdtPr>
              <w:sdtContent>
                <w:r w:rsidR="00956F9F" w:rsidRPr="00ED112D">
                  <w:t>$</w:t>
                </w:r>
                <w:r w:rsidR="0035732B" w:rsidRPr="00ED112D">
                  <w:rPr>
                    <w:rFonts w:ascii="Arial" w:eastAsia="Arial" w:hAnsi="Arial" w:cs="Times New Roman"/>
                  </w:rPr>
                  <w:t>5,50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954858385"/>
                <w:placeholder>
                  <w:docPart w:val="380D697F4037433794DCF9332E2B75C1"/>
                </w:placeholder>
                <w:temporary/>
                <w:showingPlcHdr/>
                <w15:appearance w15:val="hidden"/>
              </w:sdtPr>
              <w:sdtContent>
                <w:r w:rsidR="004F7BFE" w:rsidRPr="00ED112D">
                  <w:rPr>
                    <w:rFonts w:ascii="Arial" w:eastAsia="Arial" w:hAnsi="Arial" w:cs="Times New Roman"/>
                  </w:rPr>
                  <w:t>Postage/Shipping</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424951547"/>
                <w:placeholder>
                  <w:docPart w:val="7F2CBD5AF95E4BA78DAC4CC29FAB1197"/>
                </w:placeholder>
                <w:temporary/>
                <w:showingPlcHdr/>
                <w15:appearance w15:val="hidden"/>
              </w:sdtPr>
              <w:sdtContent>
                <w:r w:rsidR="00956F9F">
                  <w:t>1</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716234288"/>
                <w:placeholder>
                  <w:docPart w:val="480E034D4848459FB5C402A2BE0CBB9A"/>
                </w:placeholder>
                <w:temporary/>
                <w:showingPlcHdr/>
                <w15:appearance w15:val="hidden"/>
              </w:sdtPr>
              <w:sdtContent>
                <w:r w:rsidR="00956F9F" w:rsidRPr="00ED112D">
                  <w:t>$</w:t>
                </w:r>
                <w:r w:rsidR="00956F9F">
                  <w:t>25</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584997057"/>
                <w:placeholder>
                  <w:docPart w:val="62F9E814EBEA4550A1A8947DB0689FB1"/>
                </w:placeholder>
                <w:temporary/>
                <w:showingPlcHdr/>
                <w15:appearance w15:val="hidden"/>
              </w:sdtPr>
              <w:sdtContent>
                <w:r w:rsidR="00956F9F" w:rsidRPr="00ED112D">
                  <w:t>$</w:t>
                </w:r>
                <w:r w:rsidR="00956F9F">
                  <w:t>25</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459760679"/>
                <w:placeholder>
                  <w:docPart w:val="6DC9A6552F0A45389785C3586A5785FD"/>
                </w:placeholder>
                <w:temporary/>
                <w:showingPlcHdr/>
                <w15:appearance w15:val="hidden"/>
              </w:sdtPr>
              <w:sdtContent>
                <w:r w:rsidR="00956F9F" w:rsidRPr="00ED112D">
                  <w:t>$</w:t>
                </w:r>
                <w:r w:rsidR="0035732B">
                  <w:t>5</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603926482"/>
                <w:placeholder>
                  <w:docPart w:val="57A11BB69F6C49A08B8AA7505F05739E"/>
                </w:placeholder>
                <w:temporary/>
                <w:showingPlcHdr/>
                <w15:appearance w15:val="hidden"/>
              </w:sdtPr>
              <w:sdtContent>
                <w:r w:rsidR="004F7BFE" w:rsidRPr="00ED112D">
                  <w:rPr>
                    <w:rFonts w:ascii="Arial" w:eastAsia="Arial" w:hAnsi="Arial" w:cs="Times New Roman"/>
                  </w:rPr>
                  <w:t>Communication/Telephone</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255987683"/>
                <w:placeholder>
                  <w:docPart w:val="DD7173FD1217427E8D3425DC9087377E"/>
                </w:placeholder>
                <w:temporary/>
                <w:showingPlcHdr/>
                <w15:appearance w15:val="hidden"/>
              </w:sdtPr>
              <w:sdtContent>
                <w:r w:rsidR="00956F9F">
                  <w:t>4</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922086673"/>
                <w:placeholder>
                  <w:docPart w:val="D514CFC6EDEF42BCB5EA755E574C2571"/>
                </w:placeholder>
                <w:temporary/>
                <w:showingPlcHdr/>
                <w15:appearance w15:val="hidden"/>
              </w:sdtPr>
              <w:sdtContent>
                <w:r w:rsidR="00956F9F" w:rsidRPr="00ED112D">
                  <w:t>$</w:t>
                </w:r>
                <w:r w:rsidR="00956F9F">
                  <w:t>7</w:t>
                </w:r>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339503172"/>
                <w:placeholder>
                  <w:docPart w:val="CE44C109C46A4BC0B326F6C0DCD8A182"/>
                </w:placeholder>
                <w:temporary/>
                <w:showingPlcHdr/>
                <w15:appearance w15:val="hidden"/>
              </w:sdtPr>
              <w:sdtContent>
                <w:r w:rsidR="00956F9F" w:rsidRPr="00ED112D">
                  <w:t>$</w:t>
                </w:r>
                <w:r w:rsidR="00956F9F">
                  <w:t>28</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2018652742"/>
                <w:placeholder>
                  <w:docPart w:val="4010DF6D91B842E485FD4BC280A825F4"/>
                </w:placeholder>
                <w:temporary/>
                <w:showingPlcHdr/>
                <w15:appearance w15:val="hidden"/>
              </w:sdtPr>
              <w:sdtContent>
                <w:r w:rsidR="00956F9F" w:rsidRPr="00ED112D">
                  <w:t>$</w:t>
                </w:r>
                <w:r w:rsidR="0035732B" w:rsidRPr="00ED112D">
                  <w:rPr>
                    <w:rFonts w:ascii="Arial" w:eastAsia="Arial" w:hAnsi="Arial" w:cs="Times New Roman"/>
                  </w:rPr>
                  <w:t>56</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472653519"/>
                <w:placeholder>
                  <w:docPart w:val="6F820FA1328840A0A367C5BF58ED8B0C"/>
                </w:placeholder>
                <w:temporary/>
                <w:showingPlcHdr/>
                <w15:appearance w15:val="hidden"/>
              </w:sdtPr>
              <w:sdtContent>
                <w:r w:rsidR="004F7BFE" w:rsidRPr="00ED112D">
                  <w:rPr>
                    <w:rFonts w:ascii="Arial" w:eastAsia="Arial" w:hAnsi="Arial" w:cs="Times New Roman"/>
                  </w:rPr>
                  <w:t>Computer Equipment</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855930308"/>
                <w:placeholder>
                  <w:docPart w:val="A08D24B28A1D448FB9510C31B0F31E08"/>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552885336"/>
                <w:placeholder>
                  <w:docPart w:val="C54AECEEA97F47EBB15D6AF9E0D8242E"/>
                </w:placeholder>
                <w:temporary/>
                <w:showingPlcHdr/>
                <w15:appearance w15:val="hidden"/>
              </w:sdtPr>
              <w:sdtContent>
                <w:r w:rsidR="00956F9F" w:rsidRPr="00ED112D">
                  <w:t>$</w:t>
                </w:r>
                <w:r w:rsidR="00956F9F" w:rsidRPr="00ED112D">
                  <w:rPr>
                    <w:rFonts w:ascii="Arial" w:eastAsia="Arial" w:hAnsi="Arial" w:cs="Times New Roman"/>
                  </w:rPr>
                  <w:t>1,5</w:t>
                </w:r>
                <w:r w:rsidR="00956F9F">
                  <w:rPr>
                    <w:rFonts w:ascii="Arial" w:eastAsia="Arial" w:hAnsi="Arial" w:cs="Times New Roman"/>
                  </w:rPr>
                  <w:t>0</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09967572"/>
                <w:placeholder>
                  <w:docPart w:val="6019AF3B0DDF46E1B84ED7C109E7C1EF"/>
                </w:placeholder>
                <w:temporary/>
                <w:showingPlcHdr/>
                <w15:appearance w15:val="hidden"/>
              </w:sdtPr>
              <w:sdtContent>
                <w:r w:rsidR="00956F9F" w:rsidRPr="00ED112D">
                  <w:t>$</w:t>
                </w:r>
                <w:r w:rsidR="0035732B" w:rsidRPr="00ED112D">
                  <w:rPr>
                    <w:rFonts w:ascii="Arial" w:eastAsia="Arial" w:hAnsi="Arial" w:cs="Times New Roman"/>
                  </w:rPr>
                  <w:t>1,50</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596166625"/>
                <w:placeholder>
                  <w:docPart w:val="122A742B904A405BBDC41948EFF28D77"/>
                </w:placeholder>
                <w:temporary/>
                <w:showingPlcHdr/>
                <w15:appearance w15:val="hidden"/>
              </w:sdtPr>
              <w:sdtContent>
                <w:r w:rsidR="004F7BFE" w:rsidRPr="00ED112D">
                  <w:rPr>
                    <w:rFonts w:ascii="Arial" w:eastAsia="Arial" w:hAnsi="Arial" w:cs="Times New Roman"/>
                  </w:rPr>
                  <w:t>Computer Software</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640552768"/>
                <w:placeholder>
                  <w:docPart w:val="2FBBE763AD77433284F1A0AC7646D87D"/>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588125600"/>
                <w:placeholder>
                  <w:docPart w:val="B75539918AA14223BB8116ABD98DE152"/>
                </w:placeholder>
                <w:temporary/>
                <w:showingPlcHdr/>
                <w15:appearance w15:val="hidden"/>
              </w:sdtPr>
              <w:sdtContent>
                <w:r w:rsidR="00956F9F" w:rsidRPr="00ED112D">
                  <w:t>$</w:t>
                </w:r>
                <w:r w:rsidR="00956F9F">
                  <w:t>30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276260844"/>
                <w:placeholder>
                  <w:docPart w:val="8452A272CF1A4818A3AD010F41155038"/>
                </w:placeholder>
                <w:temporary/>
                <w:showingPlcHdr/>
                <w15:appearance w15:val="hidden"/>
              </w:sdtPr>
              <w:sdtContent>
                <w:r w:rsidR="00956F9F" w:rsidRPr="00ED112D">
                  <w:t>$</w:t>
                </w:r>
                <w:r w:rsidR="0035732B">
                  <w:t>30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805746655"/>
                <w:placeholder>
                  <w:docPart w:val="30D33C34E6DF484FADFF7DDC3242C227"/>
                </w:placeholder>
                <w:temporary/>
                <w:showingPlcHdr/>
                <w15:appearance w15:val="hidden"/>
              </w:sdtPr>
              <w:sdtContent>
                <w:r w:rsidR="004F7BFE" w:rsidRPr="00ED112D">
                  <w:rPr>
                    <w:rFonts w:ascii="Arial" w:eastAsia="Arial" w:hAnsi="Arial" w:cs="Times New Roman"/>
                  </w:rPr>
                  <w:t>Insurance</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392396663"/>
                <w:placeholder>
                  <w:docPart w:val="6373E2B8076B4569AE54532C9397C21B"/>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055773905"/>
                <w:placeholder>
                  <w:docPart w:val="16C35EEEE33E4933B8BD8D124DD7D0DB"/>
                </w:placeholder>
                <w:temporary/>
                <w:showingPlcHdr/>
                <w15:appearance w15:val="hidden"/>
              </w:sdtPr>
              <w:sdtContent>
                <w:r w:rsidR="00956F9F" w:rsidRPr="00ED112D">
                  <w:t>$</w:t>
                </w:r>
                <w:r w:rsidR="00956F9F">
                  <w:t>6</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331835154"/>
                <w:placeholder>
                  <w:docPart w:val="0D04ED0CE6D14EA79C80911F7979EC27"/>
                </w:placeholder>
                <w:temporary/>
                <w:showingPlcHdr/>
                <w15:appearance w15:val="hidden"/>
              </w:sdtPr>
              <w:sdtContent>
                <w:r w:rsidR="00956F9F" w:rsidRPr="00ED112D">
                  <w:t>$</w:t>
                </w:r>
                <w:r w:rsidR="0035732B">
                  <w:t>6</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688490974"/>
                <w:placeholder>
                  <w:docPart w:val="C7DE40657D2B4DA08C4D0DF3EB783762"/>
                </w:placeholder>
                <w:temporary/>
                <w:showingPlcHdr/>
                <w15:appearance w15:val="hidden"/>
              </w:sdtPr>
              <w:sdtContent>
                <w:r w:rsidR="004F7BFE" w:rsidRPr="00ED112D">
                  <w:rPr>
                    <w:rFonts w:ascii="Arial" w:eastAsia="Arial" w:hAnsi="Arial" w:cs="Times New Roman"/>
                  </w:rPr>
                  <w:t>Interest Expense</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863478538"/>
                <w:placeholder>
                  <w:docPart w:val="A87367E09E1D4DAD88DC4A52664B6F87"/>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673332229"/>
                <w:placeholder>
                  <w:docPart w:val="D375758891C543BB838FD2EDD733817F"/>
                </w:placeholder>
                <w:temporary/>
                <w:showingPlcHdr/>
                <w15:appearance w15:val="hidden"/>
              </w:sdtPr>
              <w:sdtContent>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1673489666"/>
                <w:placeholder>
                  <w:docPart w:val="A1122C2F89BA4AF5BC03C5A902006C72"/>
                </w:placeholder>
                <w:temporary/>
                <w:showingPlcHdr/>
                <w15:appearance w15:val="hidden"/>
              </w:sdtPr>
              <w:sdtContent>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87464024"/>
                <w:placeholder>
                  <w:docPart w:val="66E64D3A14D64C808136F59776F0C009"/>
                </w:placeholder>
                <w:temporary/>
                <w:showingPlcHdr/>
                <w15:appearance w15:val="hidden"/>
              </w:sdtPr>
              <w:sdtContent>
                <w:r w:rsidR="004F7BFE" w:rsidRPr="00ED112D">
                  <w:rPr>
                    <w:rFonts w:ascii="Arial" w:eastAsia="Arial" w:hAnsi="Arial" w:cs="Times New Roman"/>
                  </w:rPr>
                  <w:t>Bank Service Charges</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751864017"/>
                <w:placeholder>
                  <w:docPart w:val="2D430C60856A4C32AAA9CD86027B1374"/>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589880003"/>
                <w:placeholder>
                  <w:docPart w:val="03905D4BBD4F412BA06068C809CB8ED9"/>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75244656"/>
                <w:placeholder>
                  <w:docPart w:val="0314B2BD2941481CB2A7D11CE38F56A5"/>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384603382"/>
                <w:placeholder>
                  <w:docPart w:val="63A4E73C62354B6A8F2EB22CDA82C300"/>
                </w:placeholder>
                <w:temporary/>
                <w:showingPlcHdr/>
                <w15:appearance w15:val="hidden"/>
              </w:sdtPr>
              <w:sdtContent>
                <w:r w:rsidR="004F7BFE" w:rsidRPr="00ED112D">
                  <w:rPr>
                    <w:rFonts w:ascii="Arial" w:eastAsia="Arial" w:hAnsi="Arial" w:cs="Times New Roman"/>
                  </w:rPr>
                  <w:t>Supplies</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2041731784"/>
                <w:placeholder>
                  <w:docPart w:val="53A2F69DCD5D4904B597B0C2316604B6"/>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260904677"/>
                <w:placeholder>
                  <w:docPart w:val="021AFDEDFFF24FDCACCA6C9A6A46C05D"/>
                </w:placeholder>
                <w:temporary/>
                <w:showingPlcHdr/>
                <w15:appearance w15:val="hidden"/>
              </w:sdtPr>
              <w:sdtContent>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790133363"/>
                <w:placeholder>
                  <w:docPart w:val="C30A7274096E4836B6F94BD0B039EC48"/>
                </w:placeholder>
                <w:temporary/>
                <w:showingPlcHdr/>
                <w15:appearance w15:val="hidden"/>
              </w:sdtPr>
              <w:sdtContent>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2136706829"/>
                <w:placeholder>
                  <w:docPart w:val="A3C05A0D5AFB49E2B91B96C841983952"/>
                </w:placeholder>
                <w:temporary/>
                <w:showingPlcHdr/>
                <w15:appearance w15:val="hidden"/>
              </w:sdtPr>
              <w:sdtContent>
                <w:r w:rsidR="004F7BFE" w:rsidRPr="00ED112D">
                  <w:rPr>
                    <w:rFonts w:ascii="Arial" w:eastAsia="Arial" w:hAnsi="Arial" w:cs="Times New Roman"/>
                  </w:rPr>
                  <w:t>Travel &amp; Entertainment</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367648385"/>
                <w:placeholder>
                  <w:docPart w:val="BC80C1E4C19544EDB7F6BBC5B3FD10AE"/>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283375834"/>
                <w:placeholder>
                  <w:docPart w:val="77C19EF19197475CBAB45E875DCAF894"/>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324095415"/>
                <w:placeholder>
                  <w:docPart w:val="4E94845698914CC3907D5FCF19A43B36"/>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889232055"/>
                <w:placeholder>
                  <w:docPart w:val="F29E407789C6444794E9F0231909024C"/>
                </w:placeholder>
                <w:temporary/>
                <w:showingPlcHdr/>
                <w15:appearance w15:val="hidden"/>
              </w:sdtPr>
              <w:sdtContent>
                <w:r w:rsidR="004F7BFE" w:rsidRPr="00ED112D">
                  <w:rPr>
                    <w:rFonts w:ascii="Arial" w:eastAsia="Arial" w:hAnsi="Arial" w:cs="Times New Roman"/>
                  </w:rPr>
                  <w:t>Equipment</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654110928"/>
                <w:placeholder>
                  <w:docPart w:val="CBB4177B1E9740BF943F6D75C043A681"/>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339774820"/>
                <w:placeholder>
                  <w:docPart w:val="03F03D23674543698561FAF6D6102A00"/>
                </w:placeholder>
                <w:temporary/>
                <w:showingPlcHdr/>
                <w15:appearance w15:val="hidden"/>
              </w:sdtPr>
              <w:sdtContent>
                <w:r w:rsidR="00956F9F" w:rsidRPr="00ED112D">
                  <w:t>$</w:t>
                </w:r>
                <w:r w:rsidR="00956F9F" w:rsidRPr="00ED112D">
                  <w:rPr>
                    <w:rFonts w:ascii="Arial" w:eastAsia="Arial" w:hAnsi="Arial" w:cs="Times New Roman"/>
                  </w:rPr>
                  <w:t>2,50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245031594"/>
                <w:placeholder>
                  <w:docPart w:val="66B1928EF59D4C32B979212070E9177F"/>
                </w:placeholder>
                <w:temporary/>
                <w:showingPlcHdr/>
                <w15:appearance w15:val="hidden"/>
              </w:sdtPr>
              <w:sdtContent>
                <w:r w:rsidR="00956F9F" w:rsidRPr="00ED112D">
                  <w:t>$</w:t>
                </w:r>
                <w:r w:rsidR="0035732B" w:rsidRPr="00ED112D">
                  <w:rPr>
                    <w:rFonts w:ascii="Arial" w:eastAsia="Arial" w:hAnsi="Arial" w:cs="Times New Roman"/>
                  </w:rPr>
                  <w:t>2,50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526487902"/>
                <w:placeholder>
                  <w:docPart w:val="43223216B8184A7E97B4D2DC10186067"/>
                </w:placeholder>
                <w:temporary/>
                <w:showingPlcHdr/>
                <w15:appearance w15:val="hidden"/>
              </w:sdtPr>
              <w:sdtContent>
                <w:r w:rsidR="004F7BFE" w:rsidRPr="00ED112D">
                  <w:rPr>
                    <w:rFonts w:ascii="Arial" w:eastAsia="Arial" w:hAnsi="Arial" w:cs="Times New Roman"/>
                  </w:rPr>
                  <w:t>Furniture &amp; Fixtures</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806754235"/>
                <w:placeholder>
                  <w:docPart w:val="93D1911DCEC8430FB47FFE563039795D"/>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228259444"/>
                <w:placeholder>
                  <w:docPart w:val="37C2D8019B4A4E55BD7D41CFAFE943F2"/>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208388641"/>
                <w:placeholder>
                  <w:docPart w:val="37C0F21EB2EE400FB5826CDFA8CEDC0D"/>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2010051686"/>
                <w:placeholder>
                  <w:docPart w:val="5BBB62EFE60545549AE9EDA6C9E20A03"/>
                </w:placeholder>
                <w:temporary/>
                <w:showingPlcHdr/>
                <w15:appearance w15:val="hidden"/>
              </w:sdtPr>
              <w:sdtContent>
                <w:r w:rsidR="004F7BFE" w:rsidRPr="00ED112D">
                  <w:rPr>
                    <w:rFonts w:ascii="Arial" w:eastAsia="Arial" w:hAnsi="Arial" w:cs="Times New Roman"/>
                  </w:rPr>
                  <w:t>Leasehold Improvements</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839684906"/>
                <w:placeholder>
                  <w:docPart w:val="C9802B03EEB5423897A8D9D7F810F0B2"/>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852140027"/>
                <w:placeholder>
                  <w:docPart w:val="C6341DCB95BA4DD1B660963851200B3D"/>
                </w:placeholder>
                <w:temporary/>
                <w:showingPlcHdr/>
                <w15:appearance w15:val="hidden"/>
              </w:sdtPr>
              <w:sdtContent>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1025240620"/>
                <w:placeholder>
                  <w:docPart w:val="5713B87C624241CD9C05289D50D95BF3"/>
                </w:placeholder>
                <w:temporary/>
                <w:showingPlcHdr/>
                <w15:appearance w15:val="hidden"/>
              </w:sdtPr>
              <w:sdtContent>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906485089"/>
                <w:placeholder>
                  <w:docPart w:val="E4D8B9A3655549E7A934589135C37C33"/>
                </w:placeholder>
                <w:temporary/>
                <w:showingPlcHdr/>
                <w15:appearance w15:val="hidden"/>
              </w:sdtPr>
              <w:sdtContent>
                <w:r w:rsidR="004F7BFE" w:rsidRPr="00ED112D">
                  <w:rPr>
                    <w:rFonts w:ascii="Arial" w:eastAsia="Arial" w:hAnsi="Arial" w:cs="Times New Roman"/>
                  </w:rPr>
                  <w:t>Security Deposit(s</w:t>
                </w:r>
                <w:r w:rsidR="004F7BFE">
                  <w:rPr>
                    <w:rFonts w:ascii="Arial" w:eastAsia="Arial" w:hAnsi="Arial" w:cs="Times New Roman"/>
                  </w:rPr>
                  <w:t>)</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891005049"/>
                <w:placeholder>
                  <w:docPart w:val="3A9CB21FB6D44D5FB4627D6FD6B5FF28"/>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23932152"/>
                <w:placeholder>
                  <w:docPart w:val="1D977B1B865D49AEA9AB80C876ED7B19"/>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850007079"/>
                <w:placeholder>
                  <w:docPart w:val="F068A8AED5D24566B8FDC11DF2C414F3"/>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335841716"/>
                <w:placeholder>
                  <w:docPart w:val="85373F71F50F49439AE8B58278A49E6D"/>
                </w:placeholder>
                <w:temporary/>
                <w:showingPlcHdr/>
                <w15:appearance w15:val="hidden"/>
              </w:sdtPr>
              <w:sdtContent>
                <w:r w:rsidR="004F7BFE" w:rsidRPr="00ED112D">
                  <w:rPr>
                    <w:rFonts w:ascii="Arial" w:eastAsia="Arial" w:hAnsi="Arial" w:cs="Times New Roman"/>
                  </w:rPr>
                  <w:t>Business Licenses/Permits/Fees</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761529979"/>
                <w:placeholder>
                  <w:docPart w:val="3AF00FEF88EA4C65927E504FC84F9CA7"/>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962912506"/>
                <w:placeholder>
                  <w:docPart w:val="512DFAE46C34426BBB622FD09FBFCA04"/>
                </w:placeholder>
                <w:temporary/>
                <w:showingPlcHdr/>
                <w15:appearance w15:val="hidden"/>
              </w:sdtPr>
              <w:sdtContent>
                <w:r w:rsidR="00956F9F" w:rsidRPr="00ED112D">
                  <w:t>$</w:t>
                </w:r>
                <w:r w:rsidR="00956F9F" w:rsidRPr="00ED112D">
                  <w:rPr>
                    <w:rFonts w:ascii="Arial" w:eastAsia="Arial" w:hAnsi="Arial" w:cs="Times New Roman"/>
                  </w:rPr>
                  <w:t>5,00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330449360"/>
                <w:placeholder>
                  <w:docPart w:val="36BB9675846C43F587F2EB491247BBAF"/>
                </w:placeholder>
                <w:temporary/>
                <w:showingPlcHdr/>
                <w15:appearance w15:val="hidden"/>
              </w:sdtPr>
              <w:sdtContent>
                <w:r w:rsidR="00956F9F" w:rsidRPr="00ED112D">
                  <w:t>$</w:t>
                </w:r>
                <w:r w:rsidR="0035732B" w:rsidRPr="00ED112D">
                  <w:rPr>
                    <w:rFonts w:ascii="Arial" w:eastAsia="Arial" w:hAnsi="Arial" w:cs="Times New Roman"/>
                  </w:rPr>
                  <w:t>5,00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278860698"/>
                <w:placeholder>
                  <w:docPart w:val="653E716C08EA4CFDA9E6D1091C1D2BC9"/>
                </w:placeholder>
                <w:temporary/>
                <w:showingPlcHdr/>
                <w15:appearance w15:val="hidden"/>
              </w:sdtPr>
              <w:sdtContent>
                <w:r w:rsidR="004F7BFE" w:rsidRPr="00ED112D">
                  <w:rPr>
                    <w:rFonts w:ascii="Arial" w:eastAsia="Arial" w:hAnsi="Arial" w:cs="Times New Roman"/>
                  </w:rPr>
                  <w:t>Professional Services - Legal, Accounting</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739940177"/>
                <w:placeholder>
                  <w:docPart w:val="3174C5F3B7C94C02BD84E3520CB438AE"/>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922823031"/>
                <w:placeholder>
                  <w:docPart w:val="9B129A03A47541D18E6D2086375239E3"/>
                </w:placeholder>
                <w:temporary/>
                <w:showingPlcHdr/>
                <w15:appearance w15:val="hidden"/>
              </w:sdtPr>
              <w:sdtContent>
                <w:r w:rsidR="00956F9F" w:rsidRPr="00ED112D">
                  <w:t>$</w:t>
                </w:r>
                <w:r w:rsidR="00956F9F" w:rsidRPr="00ED112D">
                  <w:rPr>
                    <w:rFonts w:ascii="Arial" w:eastAsia="Arial" w:hAnsi="Arial" w:cs="Times New Roman"/>
                  </w:rPr>
                  <w:t>1,50</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898283731"/>
                <w:placeholder>
                  <w:docPart w:val="1834ECCF956740A397C3F697A83799C6"/>
                </w:placeholder>
                <w:temporary/>
                <w:showingPlcHdr/>
                <w15:appearance w15:val="hidden"/>
              </w:sdtPr>
              <w:sdtContent>
                <w:r w:rsidR="00956F9F" w:rsidRPr="00ED112D">
                  <w:t>$</w:t>
                </w:r>
                <w:r w:rsidR="0035732B" w:rsidRPr="00ED112D">
                  <w:rPr>
                    <w:rFonts w:ascii="Arial" w:eastAsia="Arial" w:hAnsi="Arial" w:cs="Times New Roman"/>
                  </w:rPr>
                  <w:t>1,50</w:t>
                </w:r>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1012144189"/>
                <w:placeholder>
                  <w:docPart w:val="FA4A8A9088A147708CA3C8E2490DB8C2"/>
                </w:placeholder>
                <w:temporary/>
                <w:showingPlcHdr/>
                <w15:appearance w15:val="hidden"/>
              </w:sdtPr>
              <w:sdtContent>
                <w:r w:rsidR="004F7BFE" w:rsidRPr="00ED112D">
                  <w:rPr>
                    <w:rFonts w:ascii="Arial" w:eastAsia="Arial" w:hAnsi="Arial" w:cs="Times New Roman"/>
                  </w:rPr>
                  <w:t>Consultant(s</w:t>
                </w:r>
                <w:r w:rsidR="004F7BFE">
                  <w:rPr>
                    <w:rFonts w:ascii="Arial" w:eastAsia="Arial" w:hAnsi="Arial" w:cs="Times New Roman"/>
                  </w:rPr>
                  <w:t>)</w:t>
                </w:r>
              </w:sdtContent>
            </w:sdt>
          </w:p>
        </w:tc>
        <w:tc>
          <w:tcPr>
            <w:tcW w:w="832" w:type="pct"/>
            <w:noWrap/>
            <w:vAlign w:val="center"/>
            <w:hideMark/>
          </w:tcPr>
          <w:p w:rsidR="00AF03B3" w:rsidRPr="00ED112D" w:rsidRDefault="00AF03B3" w:rsidP="00184731">
            <w:pPr>
              <w:pStyle w:val="TableTextLarge"/>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2032948330"/>
                <w:placeholder>
                  <w:docPart w:val="A6AC4A9291BB4537BA3FF5893E3BA229"/>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324192534"/>
                <w:placeholder>
                  <w:docPart w:val="067E77ED6EA34D6389CB1FD14E89FC17"/>
                </w:placeholder>
                <w:temporary/>
                <w:showingPlcHdr/>
                <w15:appearance w15:val="hidden"/>
              </w:sdtPr>
              <w:sdtContent>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671612985"/>
                <w:placeholder>
                  <w:docPart w:val="10DDB636D62442AFB619F68A5BAC3C06"/>
                </w:placeholder>
                <w:temporary/>
                <w:showingPlcHdr/>
                <w15:appearance w15:val="hidden"/>
              </w:sdtPr>
              <w:sdtContent>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805935210"/>
                <w:placeholder>
                  <w:docPart w:val="82F13C1612E14F7F8307096D86A8809A"/>
                </w:placeholder>
                <w:temporary/>
                <w:showingPlcHdr/>
                <w15:appearance w15:val="hidden"/>
              </w:sdtPr>
              <w:sdtContent>
                <w:r w:rsidR="004F7BFE" w:rsidRPr="00ED112D">
                  <w:rPr>
                    <w:rFonts w:ascii="Arial" w:eastAsia="Arial" w:hAnsi="Arial" w:cs="Times New Roman"/>
                  </w:rPr>
                  <w:t>Inventory</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381622396"/>
                <w:placeholder>
                  <w:docPart w:val="A5ACB815A1FE4D5F9FD5FCD0DE5D2946"/>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885203682"/>
                <w:placeholder>
                  <w:docPart w:val="714D68DC896E4E67AB4A2BCB0BE84942"/>
                </w:placeholder>
                <w:temporary/>
                <w:showingPlcHdr/>
                <w15:appearance w15:val="hidden"/>
              </w:sdtPr>
              <w:sdtContent>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347486219"/>
                <w:placeholder>
                  <w:docPart w:val="783AB15054E64EFA9152AC5EA589246C"/>
                </w:placeholder>
                <w:temporary/>
                <w:showingPlcHdr/>
                <w15:appearance w15:val="hidden"/>
              </w:sdtPr>
              <w:sdtContent>
                <w:r w:rsidR="00956F9F" w:rsidRPr="00ED112D">
                  <w:t>$0</w:t>
                </w:r>
              </w:sdtContent>
            </w:sdt>
          </w:p>
        </w:tc>
      </w:tr>
      <w:tr w:rsidR="00AF03B3" w:rsidRPr="00ED112D" w:rsidTr="00184731">
        <w:trPr>
          <w:trHeight w:val="312"/>
        </w:trPr>
        <w:tc>
          <w:tcPr>
            <w:tcW w:w="1664" w:type="pct"/>
            <w:vAlign w:val="center"/>
            <w:hideMark/>
          </w:tcPr>
          <w:p w:rsidR="00AF03B3" w:rsidRPr="00ED112D" w:rsidRDefault="00000000" w:rsidP="00184731">
            <w:pPr>
              <w:pStyle w:val="TableTextLarge"/>
              <w:rPr>
                <w:rFonts w:ascii="Arial" w:eastAsia="Arial" w:hAnsi="Arial" w:cs="Times New Roman"/>
              </w:rPr>
            </w:pPr>
            <w:sdt>
              <w:sdtPr>
                <w:id w:val="-201782299"/>
                <w:placeholder>
                  <w:docPart w:val="218E75A6F3BE44228E5B518B30954280"/>
                </w:placeholder>
                <w:temporary/>
                <w:showingPlcHdr/>
                <w15:appearance w15:val="hidden"/>
              </w:sdtPr>
              <w:sdtContent>
                <w:r w:rsidR="004F7BFE" w:rsidRPr="00ED112D">
                  <w:rPr>
                    <w:rFonts w:ascii="Arial" w:eastAsia="Arial" w:hAnsi="Arial" w:cs="Times New Roman"/>
                  </w:rPr>
                  <w:t>Cash-On-Hand (Working Capital)</w:t>
                </w:r>
              </w:sdtContent>
            </w:sdt>
          </w:p>
        </w:tc>
        <w:tc>
          <w:tcPr>
            <w:tcW w:w="832" w:type="pct"/>
            <w:noWrap/>
            <w:vAlign w:val="center"/>
            <w:hideMark/>
          </w:tcPr>
          <w:p w:rsidR="00AF03B3" w:rsidRPr="00ED112D" w:rsidRDefault="00AF03B3" w:rsidP="00184731">
            <w:pPr>
              <w:pStyle w:val="TableTextLarge"/>
              <w:rPr>
                <w:rFonts w:ascii="Arial" w:eastAsia="Arial" w:hAnsi="Arial" w:cs="Times New Roman"/>
              </w:rPr>
            </w:pPr>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168602053"/>
                <w:placeholder>
                  <w:docPart w:val="7AA4845E5FF54E898F26CE3B24943D61"/>
                </w:placeholder>
                <w:temporary/>
                <w:showingPlcHdr/>
                <w15:appearance w15:val="hidden"/>
              </w:sdtPr>
              <w:sdtContent>
                <w:r w:rsidR="00956F9F" w:rsidRPr="00ED112D">
                  <w:t>$0</w:t>
                </w:r>
              </w:sdtContent>
            </w:sdt>
          </w:p>
        </w:tc>
        <w:tc>
          <w:tcPr>
            <w:tcW w:w="832" w:type="pct"/>
            <w:noWrap/>
            <w:vAlign w:val="center"/>
            <w:hideMark/>
          </w:tcPr>
          <w:p w:rsidR="00AF03B3" w:rsidRPr="00ED112D" w:rsidRDefault="00000000" w:rsidP="00184731">
            <w:pPr>
              <w:pStyle w:val="TableTextLarge"/>
              <w:rPr>
                <w:rFonts w:ascii="Arial" w:eastAsia="Arial" w:hAnsi="Arial" w:cs="Times New Roman"/>
              </w:rPr>
            </w:pPr>
            <w:sdt>
              <w:sdtPr>
                <w:id w:val="-1162772365"/>
                <w:placeholder>
                  <w:docPart w:val="1DDAFA2EB2154581922A73BD0B1AD13E"/>
                </w:placeholder>
                <w:temporary/>
                <w:showingPlcHdr/>
                <w15:appearance w15:val="hidden"/>
              </w:sdtPr>
              <w:sdtContent>
                <w:r w:rsidR="00956F9F" w:rsidRPr="00ED112D">
                  <w:t>$</w:t>
                </w:r>
                <w:r w:rsidR="00956F9F" w:rsidRPr="00ED112D">
                  <w:rPr>
                    <w:rFonts w:ascii="Arial" w:eastAsia="Arial" w:hAnsi="Arial" w:cs="Times New Roman"/>
                  </w:rPr>
                  <w:t>1,00</w:t>
                </w:r>
                <w:r w:rsidR="00956F9F" w:rsidRPr="00ED112D">
                  <w:t>0</w:t>
                </w:r>
              </w:sdtContent>
            </w:sdt>
          </w:p>
        </w:tc>
        <w:tc>
          <w:tcPr>
            <w:tcW w:w="840" w:type="pct"/>
            <w:noWrap/>
            <w:vAlign w:val="center"/>
            <w:hideMark/>
          </w:tcPr>
          <w:p w:rsidR="00AF03B3" w:rsidRPr="00ED112D" w:rsidRDefault="00000000" w:rsidP="00184731">
            <w:pPr>
              <w:pStyle w:val="TableTextLarge"/>
              <w:rPr>
                <w:rFonts w:ascii="Arial" w:eastAsia="Arial" w:hAnsi="Arial" w:cs="Times New Roman"/>
              </w:rPr>
            </w:pPr>
            <w:sdt>
              <w:sdtPr>
                <w:id w:val="1576856868"/>
                <w:placeholder>
                  <w:docPart w:val="562C38F5D52442DAB23D6A74245162D1"/>
                </w:placeholder>
                <w:temporary/>
                <w:showingPlcHdr/>
                <w15:appearance w15:val="hidden"/>
              </w:sdtPr>
              <w:sdtContent>
                <w:r w:rsidR="00956F9F" w:rsidRPr="00ED112D">
                  <w:t>$</w:t>
                </w:r>
                <w:r w:rsidR="0035732B" w:rsidRPr="00ED112D">
                  <w:rPr>
                    <w:rFonts w:ascii="Arial" w:eastAsia="Arial" w:hAnsi="Arial" w:cs="Times New Roman"/>
                  </w:rPr>
                  <w:t>1,00</w:t>
                </w:r>
                <w:r w:rsidR="00956F9F" w:rsidRPr="00ED112D">
                  <w:t>0</w:t>
                </w:r>
              </w:sdtContent>
            </w:sdt>
          </w:p>
        </w:tc>
      </w:tr>
      <w:tr w:rsidR="00AF03B3" w:rsidRPr="00ED112D" w:rsidTr="00184731">
        <w:trPr>
          <w:trHeight w:val="312"/>
        </w:trPr>
        <w:tc>
          <w:tcPr>
            <w:tcW w:w="1664" w:type="pct"/>
            <w:shd w:val="clear" w:color="auto" w:fill="F2F2F2" w:themeFill="background1" w:themeFillShade="F2"/>
            <w:vAlign w:val="center"/>
            <w:hideMark/>
          </w:tcPr>
          <w:p w:rsidR="00AF03B3" w:rsidRPr="00ED112D" w:rsidRDefault="00000000" w:rsidP="00184731">
            <w:pPr>
              <w:pStyle w:val="TableTextLarge"/>
              <w:rPr>
                <w:rFonts w:ascii="Arial" w:eastAsia="Arial" w:hAnsi="Arial" w:cs="Times New Roman"/>
              </w:rPr>
            </w:pPr>
            <w:sdt>
              <w:sdtPr>
                <w:id w:val="-1532109501"/>
                <w:placeholder>
                  <w:docPart w:val="8B5B34F226D947E0BDB9A5D4DC01C2C7"/>
                </w:placeholder>
                <w:temporary/>
                <w:showingPlcHdr/>
                <w15:appearance w15:val="hidden"/>
              </w:sdtPr>
              <w:sdtContent>
                <w:r w:rsidR="004F7BFE" w:rsidRPr="00ED112D">
                  <w:rPr>
                    <w:rFonts w:ascii="Arial" w:eastAsia="Arial" w:hAnsi="Arial" w:cs="Times New Roman"/>
                  </w:rPr>
                  <w:t>Miscellaneous</w:t>
                </w:r>
              </w:sdtContent>
            </w:sdt>
          </w:p>
        </w:tc>
        <w:tc>
          <w:tcPr>
            <w:tcW w:w="832" w:type="pct"/>
            <w:shd w:val="clear" w:color="auto" w:fill="F2F2F2" w:themeFill="background1" w:themeFillShade="F2"/>
            <w:noWrap/>
            <w:vAlign w:val="center"/>
            <w:hideMark/>
          </w:tcPr>
          <w:p w:rsidR="00AF03B3" w:rsidRPr="00ED112D" w:rsidRDefault="00AF03B3" w:rsidP="00184731">
            <w:pPr>
              <w:pStyle w:val="TableTextLarge"/>
              <w:rPr>
                <w:rFonts w:ascii="Arial" w:eastAsia="Arial" w:hAnsi="Arial" w:cs="Times New Roman"/>
              </w:rPr>
            </w:pPr>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68221250"/>
                <w:placeholder>
                  <w:docPart w:val="8A2848B4F46C4E3485F5979F9B4D8E37"/>
                </w:placeholder>
                <w:temporary/>
                <w:showingPlcHdr/>
                <w15:appearance w15:val="hidden"/>
              </w:sdtPr>
              <w:sdtContent>
                <w:r w:rsidR="00956F9F" w:rsidRPr="00ED112D">
                  <w:t>$0</w:t>
                </w:r>
              </w:sdtContent>
            </w:sdt>
          </w:p>
        </w:tc>
        <w:tc>
          <w:tcPr>
            <w:tcW w:w="832"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604653730"/>
                <w:placeholder>
                  <w:docPart w:val="FE055C514D2144018ED3BDA08B5B5802"/>
                </w:placeholder>
                <w:temporary/>
                <w:showingPlcHdr/>
                <w15:appearance w15:val="hidden"/>
              </w:sdtPr>
              <w:sdtContent>
                <w:r w:rsidR="00956F9F" w:rsidRPr="00ED112D">
                  <w:t>$</w:t>
                </w:r>
                <w:r w:rsidR="00956F9F" w:rsidRPr="00ED112D">
                  <w:rPr>
                    <w:rFonts w:ascii="Arial" w:eastAsia="Arial" w:hAnsi="Arial" w:cs="Times New Roman"/>
                  </w:rPr>
                  <w:t>2,00</w:t>
                </w:r>
                <w:r w:rsidR="00956F9F" w:rsidRPr="00ED112D">
                  <w:t>0</w:t>
                </w:r>
              </w:sdtContent>
            </w:sdt>
          </w:p>
        </w:tc>
        <w:tc>
          <w:tcPr>
            <w:tcW w:w="840" w:type="pct"/>
            <w:shd w:val="clear" w:color="auto" w:fill="F2F2F2" w:themeFill="background1" w:themeFillShade="F2"/>
            <w:noWrap/>
            <w:vAlign w:val="center"/>
            <w:hideMark/>
          </w:tcPr>
          <w:p w:rsidR="00AF03B3" w:rsidRPr="00ED112D" w:rsidRDefault="00000000" w:rsidP="00184731">
            <w:pPr>
              <w:pStyle w:val="TableTextLarge"/>
              <w:rPr>
                <w:rFonts w:ascii="Arial" w:eastAsia="Arial" w:hAnsi="Arial" w:cs="Times New Roman"/>
              </w:rPr>
            </w:pPr>
            <w:sdt>
              <w:sdtPr>
                <w:id w:val="-1344468852"/>
                <w:placeholder>
                  <w:docPart w:val="96E27C4021BE487D8B7959776FBFB84C"/>
                </w:placeholder>
                <w:temporary/>
                <w:showingPlcHdr/>
                <w15:appearance w15:val="hidden"/>
              </w:sdtPr>
              <w:sdtContent>
                <w:r w:rsidR="00956F9F" w:rsidRPr="00ED112D">
                  <w:t>$</w:t>
                </w:r>
                <w:r w:rsidR="0035732B" w:rsidRPr="00ED112D">
                  <w:rPr>
                    <w:rFonts w:ascii="Arial" w:eastAsia="Arial" w:hAnsi="Arial" w:cs="Times New Roman"/>
                  </w:rPr>
                  <w:t>2,00</w:t>
                </w:r>
                <w:r w:rsidR="00956F9F" w:rsidRPr="00ED112D">
                  <w:t>0</w:t>
                </w:r>
              </w:sdtContent>
            </w:sdt>
          </w:p>
        </w:tc>
      </w:tr>
      <w:tr w:rsidR="00743388" w:rsidRPr="004F7BFE" w:rsidTr="00184731">
        <w:trPr>
          <w:trHeight w:val="312"/>
        </w:trPr>
        <w:tc>
          <w:tcPr>
            <w:tcW w:w="1664" w:type="pct"/>
            <w:shd w:val="clear" w:color="auto" w:fill="F0CDA1" w:themeFill="accent1"/>
            <w:vAlign w:val="center"/>
            <w:hideMark/>
          </w:tcPr>
          <w:p w:rsidR="00AF03B3" w:rsidRPr="004F7BFE" w:rsidRDefault="00000000" w:rsidP="00184731">
            <w:pPr>
              <w:pStyle w:val="Tabletotal"/>
            </w:pPr>
            <w:sdt>
              <w:sdtPr>
                <w:id w:val="1130211210"/>
                <w:placeholder>
                  <w:docPart w:val="8C2C59B3F1234BC59CB1E5EBAF7CBFB4"/>
                </w:placeholder>
                <w:temporary/>
                <w:showingPlcHdr/>
                <w15:appearance w15:val="hidden"/>
              </w:sdtPr>
              <w:sdtContent>
                <w:r w:rsidR="004F7BFE" w:rsidRPr="004F7BFE">
                  <w:t>ESTIMATED START-UP BUDGET</w:t>
                </w:r>
              </w:sdtContent>
            </w:sdt>
          </w:p>
        </w:tc>
        <w:tc>
          <w:tcPr>
            <w:tcW w:w="832" w:type="pct"/>
            <w:shd w:val="clear" w:color="auto" w:fill="F0CDA1" w:themeFill="accent1"/>
            <w:noWrap/>
            <w:vAlign w:val="center"/>
            <w:hideMark/>
          </w:tcPr>
          <w:p w:rsidR="00AF03B3" w:rsidRPr="004F7BFE" w:rsidRDefault="00AF03B3" w:rsidP="00184731">
            <w:pPr>
              <w:pStyle w:val="Tabletotal"/>
            </w:pPr>
          </w:p>
        </w:tc>
        <w:tc>
          <w:tcPr>
            <w:tcW w:w="832" w:type="pct"/>
            <w:shd w:val="clear" w:color="auto" w:fill="F0CDA1" w:themeFill="accent1"/>
            <w:noWrap/>
            <w:vAlign w:val="center"/>
            <w:hideMark/>
          </w:tcPr>
          <w:p w:rsidR="00AF03B3" w:rsidRPr="004F7BFE" w:rsidRDefault="00AF03B3" w:rsidP="00184731">
            <w:pPr>
              <w:pStyle w:val="Tabletotal"/>
            </w:pPr>
          </w:p>
        </w:tc>
        <w:tc>
          <w:tcPr>
            <w:tcW w:w="832" w:type="pct"/>
            <w:shd w:val="clear" w:color="auto" w:fill="F0CDA1" w:themeFill="accent1"/>
            <w:noWrap/>
            <w:vAlign w:val="center"/>
            <w:hideMark/>
          </w:tcPr>
          <w:p w:rsidR="00AF03B3" w:rsidRPr="004F7BFE" w:rsidRDefault="00AF03B3" w:rsidP="00184731">
            <w:pPr>
              <w:pStyle w:val="Tabletotal"/>
            </w:pPr>
          </w:p>
        </w:tc>
        <w:tc>
          <w:tcPr>
            <w:tcW w:w="840" w:type="pct"/>
            <w:shd w:val="clear" w:color="auto" w:fill="F0CDA1" w:themeFill="accent1"/>
            <w:noWrap/>
            <w:vAlign w:val="center"/>
            <w:hideMark/>
          </w:tcPr>
          <w:p w:rsidR="00AF03B3" w:rsidRPr="004F7BFE" w:rsidRDefault="00000000" w:rsidP="00184731">
            <w:pPr>
              <w:pStyle w:val="Tabletotal"/>
            </w:pPr>
            <w:sdt>
              <w:sdtPr>
                <w:id w:val="-1839999616"/>
                <w:placeholder>
                  <w:docPart w:val="26077D3457564F07B67967CAA6358C70"/>
                </w:placeholder>
                <w:temporary/>
                <w:showingPlcHdr/>
                <w15:appearance w15:val="hidden"/>
              </w:sdtPr>
              <w:sdtContent>
                <w:r w:rsidR="00743388" w:rsidRPr="004F7BFE">
                  <w:t>$26,472</w:t>
                </w:r>
              </w:sdtContent>
            </w:sdt>
          </w:p>
        </w:tc>
      </w:tr>
      <w:tr w:rsidR="00AF03B3" w:rsidRPr="00ED112D" w:rsidTr="00184731">
        <w:trPr>
          <w:trHeight w:val="312"/>
        </w:trPr>
        <w:tc>
          <w:tcPr>
            <w:tcW w:w="5000" w:type="pct"/>
            <w:gridSpan w:val="5"/>
            <w:vAlign w:val="center"/>
            <w:hideMark/>
          </w:tcPr>
          <w:p w:rsidR="00AF03B3" w:rsidRPr="00ED112D" w:rsidRDefault="00000000" w:rsidP="00184731">
            <w:pPr>
              <w:pStyle w:val="TableTextLarge"/>
              <w:rPr>
                <w:color w:val="FFFFFF" w:themeColor="background1"/>
                <w:szCs w:val="18"/>
              </w:rPr>
            </w:pPr>
            <w:sdt>
              <w:sdtPr>
                <w:id w:val="1412581014"/>
                <w:placeholder>
                  <w:docPart w:val="8479E3B07C354FA6A178938763851630"/>
                </w:placeholder>
                <w:temporary/>
                <w:showingPlcHdr/>
                <w15:appearance w15:val="hidden"/>
              </w:sdtPr>
              <w:sdtContent>
                <w:r w:rsidR="00743388" w:rsidRPr="00ED112D">
                  <w:t>*Based on part-time employees. This may change once you hit your growth benchmark.</w:t>
                </w:r>
              </w:sdtContent>
            </w:sdt>
          </w:p>
        </w:tc>
      </w:tr>
    </w:tbl>
    <w:p w:rsidR="00184731" w:rsidRDefault="00184731" w:rsidP="00AF03B3">
      <w:pPr>
        <w:rPr>
          <w:rStyle w:val="Bold"/>
        </w:rPr>
      </w:pPr>
      <w:r>
        <w:rPr>
          <w:rStyle w:val="Bold"/>
        </w:rPr>
        <w:br w:type="page"/>
      </w:r>
    </w:p>
    <w:p w:rsidR="00AF03B3" w:rsidRPr="00ED112D" w:rsidRDefault="00000000" w:rsidP="00AF03B3">
      <w:sdt>
        <w:sdtPr>
          <w:rPr>
            <w:rStyle w:val="Bold"/>
          </w:rPr>
          <w:id w:val="1285316403"/>
          <w:placeholder>
            <w:docPart w:val="9B3A942A90124EA5B3814F380FEC7256"/>
          </w:placeholder>
          <w:showingPlcHdr/>
          <w15:appearance w15:val="hidden"/>
        </w:sdtPr>
        <w:sdtContent>
          <w:r w:rsidR="00AF03B3" w:rsidRPr="00ED112D">
            <w:rPr>
              <w:rStyle w:val="Bold"/>
            </w:rPr>
            <w:t>Projected profit and loss model:</w:t>
          </w:r>
        </w:sdtContent>
      </w:sdt>
      <w:r w:rsidR="00AF03B3" w:rsidRPr="00ED112D">
        <w:t xml:space="preserve"> </w:t>
      </w:r>
      <w:sdt>
        <w:sdtPr>
          <w:id w:val="-2025386147"/>
          <w:placeholder>
            <w:docPart w:val="1D120A2870624943BAB6CB82AA19FD5A"/>
          </w:placeholder>
          <w:showingPlcHdr/>
          <w15:appearance w15:val="hidden"/>
        </w:sdtPr>
        <w:sdtContent>
          <w:r w:rsidR="00AF03B3" w:rsidRPr="00ED112D">
            <w:t>The model below shows a sample of the projections a small business is forecasting for their first 12 months of operations. The top portion of the table shows projected sales and gross profit. This is a good place to begin creating the company’s sales forecast. The next section itemizes the recurring expenses the business is projecting for the same months. These should be consistent with the estimated start-up costs completed in the prior section. At the bottom of this model, it will possible to see when the company is becoming profitable and what expense items are the most impactful to its profitability. There is a blank table in the Appendix to complete the business’ own start-up cost projections.</w:t>
          </w:r>
        </w:sdtContent>
      </w:sdt>
    </w:p>
    <w:tbl>
      <w:tblPr>
        <w:tblW w:w="5000" w:type="pct"/>
        <w:tblLayout w:type="fixed"/>
        <w:tblLook w:val="04A0" w:firstRow="1" w:lastRow="0" w:firstColumn="1" w:lastColumn="0" w:noHBand="0" w:noVBand="1"/>
      </w:tblPr>
      <w:tblGrid>
        <w:gridCol w:w="2070"/>
        <w:gridCol w:w="990"/>
        <w:gridCol w:w="990"/>
        <w:gridCol w:w="900"/>
        <w:gridCol w:w="990"/>
        <w:gridCol w:w="810"/>
        <w:gridCol w:w="900"/>
        <w:gridCol w:w="900"/>
        <w:gridCol w:w="487"/>
        <w:gridCol w:w="503"/>
        <w:gridCol w:w="900"/>
        <w:gridCol w:w="951"/>
        <w:gridCol w:w="39"/>
        <w:gridCol w:w="17"/>
        <w:gridCol w:w="947"/>
        <w:gridCol w:w="1003"/>
        <w:gridCol w:w="13"/>
        <w:gridCol w:w="990"/>
      </w:tblGrid>
      <w:tr w:rsidR="00AF03B3" w:rsidRPr="000D7E53" w:rsidTr="0094707B">
        <w:trPr>
          <w:trHeight w:val="244"/>
        </w:trPr>
        <w:tc>
          <w:tcPr>
            <w:tcW w:w="14400" w:type="dxa"/>
            <w:gridSpan w:val="18"/>
            <w:shd w:val="clear" w:color="auto" w:fill="107082" w:themeFill="accent2"/>
            <w:noWrap/>
            <w:vAlign w:val="center"/>
            <w:hideMark/>
          </w:tcPr>
          <w:p w:rsidR="00AF03B3" w:rsidRPr="000D7E53" w:rsidRDefault="00000000" w:rsidP="000D7E53">
            <w:pPr>
              <w:pStyle w:val="TableHeadingStyle"/>
            </w:pPr>
            <w:sdt>
              <w:sdtPr>
                <w:id w:val="-1559008401"/>
                <w:placeholder>
                  <w:docPart w:val="3557F78630D547ED81BBCCD8323DF64E"/>
                </w:placeholder>
                <w:temporary/>
                <w:showingPlcHdr/>
                <w15:appearance w15:val="hidden"/>
              </w:sdtPr>
              <w:sdtContent>
                <w:r w:rsidR="000D7E53" w:rsidRPr="000D7E53">
                  <w:t>START-UP COSTS</w:t>
                </w:r>
              </w:sdtContent>
            </w:sdt>
          </w:p>
        </w:tc>
      </w:tr>
      <w:tr w:rsidR="00A42AA0" w:rsidRPr="000D7E53" w:rsidTr="0094707B">
        <w:trPr>
          <w:trHeight w:val="244"/>
        </w:trPr>
        <w:tc>
          <w:tcPr>
            <w:tcW w:w="9037" w:type="dxa"/>
            <w:gridSpan w:val="9"/>
            <w:noWrap/>
            <w:vAlign w:val="center"/>
            <w:hideMark/>
          </w:tcPr>
          <w:p w:rsidR="00AF03B3" w:rsidRPr="000D7E53" w:rsidRDefault="00000000" w:rsidP="000D7E53">
            <w:pPr>
              <w:pStyle w:val="TableTextLarge"/>
            </w:pPr>
            <w:sdt>
              <w:sdtPr>
                <w:id w:val="-483391657"/>
                <w:placeholder>
                  <w:docPart w:val="AA5AE69F3A8143ABA277B6BC79D21E11"/>
                </w:placeholder>
                <w:temporary/>
                <w:showingPlcHdr/>
                <w15:appearance w15:val="hidden"/>
              </w:sdtPr>
              <w:sdtContent>
                <w:r w:rsidR="00F75B8D">
                  <w:t>Your Home-Based Agency</w:t>
                </w:r>
              </w:sdtContent>
            </w:sdt>
          </w:p>
        </w:tc>
        <w:tc>
          <w:tcPr>
            <w:tcW w:w="5363" w:type="dxa"/>
            <w:gridSpan w:val="9"/>
            <w:vAlign w:val="center"/>
            <w:hideMark/>
          </w:tcPr>
          <w:p w:rsidR="00AF03B3" w:rsidRPr="000D7E53" w:rsidRDefault="00000000" w:rsidP="000D7E53">
            <w:pPr>
              <w:pStyle w:val="TableTextLarge"/>
              <w:jc w:val="right"/>
            </w:pPr>
            <w:sdt>
              <w:sdtPr>
                <w:id w:val="1973472044"/>
                <w:placeholder>
                  <w:docPart w:val="C9FD6CBF60474AA1B46139A8E6D263F0"/>
                </w:placeholder>
                <w:temporary/>
                <w:showingPlcHdr/>
                <w15:appearance w15:val="hidden"/>
              </w:sdtPr>
              <w:sdtContent>
                <w:r w:rsidR="000D7E53" w:rsidRPr="000D7E53">
                  <w:t>January 1, 20</w:t>
                </w:r>
                <w:r w:rsidR="00657790">
                  <w:t>XX</w:t>
                </w:r>
              </w:sdtContent>
            </w:sdt>
          </w:p>
        </w:tc>
      </w:tr>
      <w:tr w:rsidR="0094707B" w:rsidRPr="000D7E53" w:rsidTr="00755D87">
        <w:trPr>
          <w:trHeight w:val="244"/>
        </w:trPr>
        <w:tc>
          <w:tcPr>
            <w:tcW w:w="2070" w:type="dxa"/>
            <w:shd w:val="clear" w:color="auto" w:fill="F0CDA1" w:themeFill="accent1"/>
            <w:vAlign w:val="center"/>
            <w:hideMark/>
          </w:tcPr>
          <w:p w:rsidR="00AF03B3" w:rsidRPr="000D7E53" w:rsidRDefault="00000000" w:rsidP="000D7E53">
            <w:pPr>
              <w:pStyle w:val="Tabletotal"/>
            </w:pPr>
            <w:sdt>
              <w:sdtPr>
                <w:id w:val="-1924640209"/>
                <w:placeholder>
                  <w:docPart w:val="A8BE1309998046C0A98D39E8DE89F80D"/>
                </w:placeholder>
                <w:temporary/>
                <w:showingPlcHdr/>
                <w15:appearance w15:val="hidden"/>
              </w:sdtPr>
              <w:sdtContent>
                <w:r w:rsidR="0094707B" w:rsidRPr="0094707B">
                  <w:t>REVENUE</w:t>
                </w:r>
              </w:sdtContent>
            </w:sdt>
          </w:p>
        </w:tc>
        <w:tc>
          <w:tcPr>
            <w:tcW w:w="990" w:type="dxa"/>
            <w:shd w:val="clear" w:color="auto" w:fill="F0CDA1" w:themeFill="accent1"/>
            <w:vAlign w:val="center"/>
            <w:hideMark/>
          </w:tcPr>
          <w:p w:rsidR="00AF03B3" w:rsidRPr="000D7E53" w:rsidRDefault="00000000" w:rsidP="000D7E53">
            <w:pPr>
              <w:pStyle w:val="Tabletotal"/>
            </w:pPr>
            <w:sdt>
              <w:sdtPr>
                <w:id w:val="-1688825268"/>
                <w:placeholder>
                  <w:docPart w:val="C06AC71049844E58A84E02A8317F30BA"/>
                </w:placeholder>
                <w:temporary/>
                <w:showingPlcHdr/>
                <w15:appearance w15:val="hidden"/>
              </w:sdtPr>
              <w:sdtContent>
                <w:r w:rsidR="0094707B" w:rsidRPr="000D7E53">
                  <w:t>JAN</w:t>
                </w:r>
              </w:sdtContent>
            </w:sdt>
          </w:p>
        </w:tc>
        <w:tc>
          <w:tcPr>
            <w:tcW w:w="990" w:type="dxa"/>
            <w:shd w:val="clear" w:color="auto" w:fill="F0CDA1" w:themeFill="accent1"/>
            <w:vAlign w:val="center"/>
            <w:hideMark/>
          </w:tcPr>
          <w:p w:rsidR="00AF03B3" w:rsidRPr="000D7E53" w:rsidRDefault="00000000" w:rsidP="000D7E53">
            <w:pPr>
              <w:pStyle w:val="Tabletotal"/>
            </w:pPr>
            <w:sdt>
              <w:sdtPr>
                <w:id w:val="-1573808154"/>
                <w:placeholder>
                  <w:docPart w:val="77BCE9F35BFD482097E227A1C2185E0A"/>
                </w:placeholder>
                <w:temporary/>
                <w:showingPlcHdr/>
                <w15:appearance w15:val="hidden"/>
              </w:sdtPr>
              <w:sdtContent>
                <w:r w:rsidR="0094707B" w:rsidRPr="000D7E53">
                  <w:t>FEB</w:t>
                </w:r>
              </w:sdtContent>
            </w:sdt>
          </w:p>
        </w:tc>
        <w:tc>
          <w:tcPr>
            <w:tcW w:w="900" w:type="dxa"/>
            <w:shd w:val="clear" w:color="auto" w:fill="F0CDA1" w:themeFill="accent1"/>
            <w:vAlign w:val="center"/>
            <w:hideMark/>
          </w:tcPr>
          <w:p w:rsidR="00AF03B3" w:rsidRPr="000D7E53" w:rsidRDefault="00000000" w:rsidP="000D7E53">
            <w:pPr>
              <w:pStyle w:val="Tabletotal"/>
            </w:pPr>
            <w:sdt>
              <w:sdtPr>
                <w:id w:val="-374387794"/>
                <w:placeholder>
                  <w:docPart w:val="7097F7A25AF94624A089901D13A86211"/>
                </w:placeholder>
                <w:temporary/>
                <w:showingPlcHdr/>
                <w15:appearance w15:val="hidden"/>
              </w:sdtPr>
              <w:sdtContent>
                <w:r w:rsidR="0094707B" w:rsidRPr="000D7E53">
                  <w:t>MAR</w:t>
                </w:r>
              </w:sdtContent>
            </w:sdt>
          </w:p>
        </w:tc>
        <w:tc>
          <w:tcPr>
            <w:tcW w:w="990" w:type="dxa"/>
            <w:shd w:val="clear" w:color="auto" w:fill="F0CDA1" w:themeFill="accent1"/>
            <w:vAlign w:val="center"/>
            <w:hideMark/>
          </w:tcPr>
          <w:p w:rsidR="00AF03B3" w:rsidRPr="000D7E53" w:rsidRDefault="00000000" w:rsidP="000D7E53">
            <w:pPr>
              <w:pStyle w:val="Tabletotal"/>
            </w:pPr>
            <w:sdt>
              <w:sdtPr>
                <w:id w:val="2106301705"/>
                <w:placeholder>
                  <w:docPart w:val="AABA260E9DC5489D8B8F1ECBA121166C"/>
                </w:placeholder>
                <w:temporary/>
                <w:showingPlcHdr/>
                <w15:appearance w15:val="hidden"/>
              </w:sdtPr>
              <w:sdtContent>
                <w:r w:rsidR="0094707B" w:rsidRPr="000D7E53">
                  <w:t>APR</w:t>
                </w:r>
              </w:sdtContent>
            </w:sdt>
          </w:p>
        </w:tc>
        <w:tc>
          <w:tcPr>
            <w:tcW w:w="810" w:type="dxa"/>
            <w:shd w:val="clear" w:color="auto" w:fill="F0CDA1" w:themeFill="accent1"/>
            <w:vAlign w:val="center"/>
            <w:hideMark/>
          </w:tcPr>
          <w:p w:rsidR="00AF03B3" w:rsidRPr="000D7E53" w:rsidRDefault="00000000" w:rsidP="000D7E53">
            <w:pPr>
              <w:pStyle w:val="Tabletotal"/>
            </w:pPr>
            <w:sdt>
              <w:sdtPr>
                <w:id w:val="1956970410"/>
                <w:placeholder>
                  <w:docPart w:val="0B9EA1AA142042C8A9FE63CEF32393FA"/>
                </w:placeholder>
                <w:temporary/>
                <w:showingPlcHdr/>
                <w15:appearance w15:val="hidden"/>
              </w:sdtPr>
              <w:sdtContent>
                <w:r w:rsidR="0094707B" w:rsidRPr="000D7E53">
                  <w:t>MAY</w:t>
                </w:r>
              </w:sdtContent>
            </w:sdt>
          </w:p>
        </w:tc>
        <w:tc>
          <w:tcPr>
            <w:tcW w:w="900" w:type="dxa"/>
            <w:shd w:val="clear" w:color="auto" w:fill="F0CDA1" w:themeFill="accent1"/>
            <w:vAlign w:val="center"/>
            <w:hideMark/>
          </w:tcPr>
          <w:p w:rsidR="00AF03B3" w:rsidRPr="000D7E53" w:rsidRDefault="00000000" w:rsidP="000D7E53">
            <w:pPr>
              <w:pStyle w:val="Tabletotal"/>
            </w:pPr>
            <w:sdt>
              <w:sdtPr>
                <w:id w:val="1088269979"/>
                <w:placeholder>
                  <w:docPart w:val="2FC495CD391E48CDA8A84BBC60716B6F"/>
                </w:placeholder>
                <w:temporary/>
                <w:showingPlcHdr/>
                <w15:appearance w15:val="hidden"/>
              </w:sdtPr>
              <w:sdtContent>
                <w:r w:rsidR="0094707B" w:rsidRPr="000D7E53">
                  <w:t>JUN</w:t>
                </w:r>
              </w:sdtContent>
            </w:sdt>
          </w:p>
        </w:tc>
        <w:tc>
          <w:tcPr>
            <w:tcW w:w="900" w:type="dxa"/>
            <w:shd w:val="clear" w:color="auto" w:fill="F0CDA1" w:themeFill="accent1"/>
            <w:vAlign w:val="center"/>
            <w:hideMark/>
          </w:tcPr>
          <w:p w:rsidR="00AF03B3" w:rsidRPr="000D7E53" w:rsidRDefault="00000000" w:rsidP="000D7E53">
            <w:pPr>
              <w:pStyle w:val="Tabletotal"/>
            </w:pPr>
            <w:sdt>
              <w:sdtPr>
                <w:id w:val="1680701774"/>
                <w:placeholder>
                  <w:docPart w:val="49D50721A9EF4EA3BBDA37FF5C9D8EE5"/>
                </w:placeholder>
                <w:temporary/>
                <w:showingPlcHdr/>
                <w15:appearance w15:val="hidden"/>
              </w:sdtPr>
              <w:sdtContent>
                <w:r w:rsidR="0094707B" w:rsidRPr="000D7E53">
                  <w:t>JUL</w:t>
                </w:r>
              </w:sdtContent>
            </w:sdt>
          </w:p>
        </w:tc>
        <w:tc>
          <w:tcPr>
            <w:tcW w:w="990" w:type="dxa"/>
            <w:gridSpan w:val="2"/>
            <w:shd w:val="clear" w:color="auto" w:fill="F0CDA1" w:themeFill="accent1"/>
            <w:vAlign w:val="center"/>
            <w:hideMark/>
          </w:tcPr>
          <w:p w:rsidR="00AF03B3" w:rsidRPr="000D7E53" w:rsidRDefault="00000000" w:rsidP="000D7E53">
            <w:pPr>
              <w:pStyle w:val="Tabletotal"/>
            </w:pPr>
            <w:sdt>
              <w:sdtPr>
                <w:id w:val="-1142654814"/>
                <w:placeholder>
                  <w:docPart w:val="5D61359D517A43109F51B738417BF9DE"/>
                </w:placeholder>
                <w:temporary/>
                <w:showingPlcHdr/>
                <w15:appearance w15:val="hidden"/>
              </w:sdtPr>
              <w:sdtContent>
                <w:r w:rsidR="0094707B" w:rsidRPr="000D7E53">
                  <w:t>AUG</w:t>
                </w:r>
              </w:sdtContent>
            </w:sdt>
          </w:p>
        </w:tc>
        <w:tc>
          <w:tcPr>
            <w:tcW w:w="900" w:type="dxa"/>
            <w:shd w:val="clear" w:color="auto" w:fill="F0CDA1" w:themeFill="accent1"/>
            <w:vAlign w:val="center"/>
            <w:hideMark/>
          </w:tcPr>
          <w:p w:rsidR="00AF03B3" w:rsidRPr="000D7E53" w:rsidRDefault="00000000" w:rsidP="000D7E53">
            <w:pPr>
              <w:pStyle w:val="Tabletotal"/>
            </w:pPr>
            <w:sdt>
              <w:sdtPr>
                <w:id w:val="-83699211"/>
                <w:placeholder>
                  <w:docPart w:val="45E415033B904192A63C4DE2C8514D49"/>
                </w:placeholder>
                <w:temporary/>
                <w:showingPlcHdr/>
                <w15:appearance w15:val="hidden"/>
              </w:sdtPr>
              <w:sdtContent>
                <w:r w:rsidR="0094707B" w:rsidRPr="000D7E53">
                  <w:t>SEP</w:t>
                </w:r>
              </w:sdtContent>
            </w:sdt>
          </w:p>
        </w:tc>
        <w:tc>
          <w:tcPr>
            <w:tcW w:w="951" w:type="dxa"/>
            <w:shd w:val="clear" w:color="auto" w:fill="F0CDA1" w:themeFill="accent1"/>
            <w:vAlign w:val="center"/>
            <w:hideMark/>
          </w:tcPr>
          <w:p w:rsidR="00AF03B3" w:rsidRPr="000D7E53" w:rsidRDefault="00000000" w:rsidP="000D7E53">
            <w:pPr>
              <w:pStyle w:val="Tabletotal"/>
            </w:pPr>
            <w:sdt>
              <w:sdtPr>
                <w:id w:val="-315652446"/>
                <w:placeholder>
                  <w:docPart w:val="7BFAC13E7C234E0DAF17C359768F9CF3"/>
                </w:placeholder>
                <w:temporary/>
                <w:showingPlcHdr/>
                <w15:appearance w15:val="hidden"/>
              </w:sdtPr>
              <w:sdtContent>
                <w:r w:rsidR="0094707B" w:rsidRPr="000D7E53">
                  <w:t>OCT</w:t>
                </w:r>
              </w:sdtContent>
            </w:sdt>
          </w:p>
        </w:tc>
        <w:tc>
          <w:tcPr>
            <w:tcW w:w="1003" w:type="dxa"/>
            <w:gridSpan w:val="3"/>
            <w:shd w:val="clear" w:color="auto" w:fill="F0CDA1" w:themeFill="accent1"/>
            <w:vAlign w:val="center"/>
            <w:hideMark/>
          </w:tcPr>
          <w:p w:rsidR="00AF03B3" w:rsidRPr="000D7E53" w:rsidRDefault="00000000" w:rsidP="000D7E53">
            <w:pPr>
              <w:pStyle w:val="Tabletotal"/>
            </w:pPr>
            <w:sdt>
              <w:sdtPr>
                <w:id w:val="-627014168"/>
                <w:placeholder>
                  <w:docPart w:val="F6D90585DCA64C36ADADE945BF25C9A3"/>
                </w:placeholder>
                <w:temporary/>
                <w:showingPlcHdr/>
                <w15:appearance w15:val="hidden"/>
              </w:sdtPr>
              <w:sdtContent>
                <w:r w:rsidR="0094707B" w:rsidRPr="000D7E53">
                  <w:t>NOV</w:t>
                </w:r>
              </w:sdtContent>
            </w:sdt>
          </w:p>
        </w:tc>
        <w:tc>
          <w:tcPr>
            <w:tcW w:w="1003" w:type="dxa"/>
            <w:shd w:val="clear" w:color="auto" w:fill="F0CDA1" w:themeFill="accent1"/>
            <w:vAlign w:val="center"/>
            <w:hideMark/>
          </w:tcPr>
          <w:p w:rsidR="00AF03B3" w:rsidRPr="000D7E53" w:rsidRDefault="00000000" w:rsidP="000D7E53">
            <w:pPr>
              <w:pStyle w:val="Tabletotal"/>
            </w:pPr>
            <w:sdt>
              <w:sdtPr>
                <w:id w:val="1420139911"/>
                <w:placeholder>
                  <w:docPart w:val="85CB41E608AB4886815F3407D31F5E38"/>
                </w:placeholder>
                <w:temporary/>
                <w:showingPlcHdr/>
                <w15:appearance w15:val="hidden"/>
              </w:sdtPr>
              <w:sdtContent>
                <w:r w:rsidR="0094707B" w:rsidRPr="000D7E53">
                  <w:t>DEC</w:t>
                </w:r>
              </w:sdtContent>
            </w:sdt>
          </w:p>
        </w:tc>
        <w:tc>
          <w:tcPr>
            <w:tcW w:w="1003" w:type="dxa"/>
            <w:gridSpan w:val="2"/>
            <w:shd w:val="clear" w:color="auto" w:fill="F0CDA1" w:themeFill="accent1"/>
            <w:vAlign w:val="center"/>
            <w:hideMark/>
          </w:tcPr>
          <w:p w:rsidR="00AF03B3" w:rsidRPr="000D7E53" w:rsidRDefault="00000000" w:rsidP="000D7E53">
            <w:pPr>
              <w:pStyle w:val="Tabletotal"/>
            </w:pPr>
            <w:sdt>
              <w:sdtPr>
                <w:id w:val="-908999386"/>
                <w:placeholder>
                  <w:docPart w:val="3EBD72E577E146C797C6684647A457E6"/>
                </w:placeholder>
                <w:temporary/>
                <w:showingPlcHdr/>
                <w15:appearance w15:val="hidden"/>
              </w:sdtPr>
              <w:sdtContent>
                <w:r w:rsidR="0094707B" w:rsidRPr="000D7E53">
                  <w:t>YTD</w:t>
                </w:r>
              </w:sdtContent>
            </w:sdt>
          </w:p>
        </w:tc>
      </w:tr>
      <w:tr w:rsidR="0094707B" w:rsidRPr="000D7E53" w:rsidTr="00755D87">
        <w:trPr>
          <w:trHeight w:val="244"/>
        </w:trPr>
        <w:tc>
          <w:tcPr>
            <w:tcW w:w="2070" w:type="dxa"/>
            <w:shd w:val="clear" w:color="auto" w:fill="F2F2F2" w:themeFill="background1" w:themeFillShade="F2"/>
            <w:vAlign w:val="center"/>
            <w:hideMark/>
          </w:tcPr>
          <w:p w:rsidR="00AF03B3" w:rsidRPr="000D7E53" w:rsidRDefault="00000000" w:rsidP="000D7E53">
            <w:pPr>
              <w:pStyle w:val="TableTextLarge"/>
            </w:pPr>
            <w:sdt>
              <w:sdtPr>
                <w:id w:val="1342126238"/>
                <w:placeholder>
                  <w:docPart w:val="BF20349F9D6C4C1B9213ADD8FB141880"/>
                </w:placeholder>
                <w:temporary/>
                <w:showingPlcHdr/>
                <w15:appearance w15:val="hidden"/>
              </w:sdtPr>
              <w:sdtContent>
                <w:r w:rsidR="000D7E53" w:rsidRPr="000D7E53">
                  <w:t>Estimated Sales</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1126814130"/>
                <w:placeholder>
                  <w:docPart w:val="33ECE686917446F08A58535E463DE5FA"/>
                </w:placeholder>
                <w:temporary/>
                <w:showingPlcHdr/>
                <w15:appearance w15:val="hidden"/>
              </w:sdtPr>
              <w:sdtContent>
                <w:r w:rsidR="002739E2" w:rsidRPr="000D7E53">
                  <w:t>$5,000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070646928"/>
                <w:placeholder>
                  <w:docPart w:val="773933FFA2FC473BBDEA3220D50A64A0"/>
                </w:placeholder>
                <w:temporary/>
                <w:showingPlcHdr/>
                <w15:appearance w15:val="hidden"/>
              </w:sdtPr>
              <w:sdtContent>
                <w:r w:rsidR="002739E2" w:rsidRPr="000D7E53">
                  <w:t>$</w:t>
                </w:r>
                <w:r w:rsidR="002739E2">
                  <w:t>13</w:t>
                </w:r>
                <w:r w:rsidR="002739E2" w:rsidRPr="000D7E53">
                  <w:t>,000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208804601"/>
                <w:placeholder>
                  <w:docPart w:val="7E470D524E014F6DB68CC70D2F7192DA"/>
                </w:placeholder>
                <w:temporary/>
                <w:showingPlcHdr/>
                <w15:appearance w15:val="hidden"/>
              </w:sdtPr>
              <w:sdtContent>
                <w:r w:rsidR="002739E2" w:rsidRPr="000D7E53">
                  <w:t>$</w:t>
                </w:r>
                <w:r w:rsidR="004579CD">
                  <w:t>16</w:t>
                </w:r>
                <w:r w:rsidR="002739E2" w:rsidRPr="000D7E53">
                  <w:t>,000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824979590"/>
                <w:placeholder>
                  <w:docPart w:val="89DE98E3002746249A6C08E1A54828C7"/>
                </w:placeholder>
                <w:temporary/>
                <w:showingPlcHdr/>
                <w15:appearance w15:val="hidden"/>
              </w:sdtPr>
              <w:sdtContent>
                <w:r w:rsidR="002739E2" w:rsidRPr="000D7E53">
                  <w:t>$</w:t>
                </w:r>
                <w:r w:rsidR="004579CD">
                  <w:t>7</w:t>
                </w:r>
                <w:r w:rsidR="002739E2" w:rsidRPr="000D7E53">
                  <w:t>,000</w:t>
                </w:r>
              </w:sdtContent>
            </w:sdt>
          </w:p>
        </w:tc>
        <w:tc>
          <w:tcPr>
            <w:tcW w:w="810" w:type="dxa"/>
            <w:shd w:val="clear" w:color="auto" w:fill="F2F2F2" w:themeFill="background1" w:themeFillShade="F2"/>
            <w:noWrap/>
            <w:vAlign w:val="center"/>
            <w:hideMark/>
          </w:tcPr>
          <w:p w:rsidR="00AF03B3" w:rsidRPr="000D7E53" w:rsidRDefault="00000000" w:rsidP="00755D87">
            <w:pPr>
              <w:pStyle w:val="TableTextLarge"/>
              <w:ind w:right="-108"/>
            </w:pPr>
            <w:sdt>
              <w:sdtPr>
                <w:id w:val="-2028248148"/>
                <w:placeholder>
                  <w:docPart w:val="47E04138A0894A5AA3F3EA431A4DF52A"/>
                </w:placeholder>
                <w:temporary/>
                <w:showingPlcHdr/>
                <w15:appearance w15:val="hidden"/>
              </w:sdtPr>
              <w:sdtContent>
                <w:r w:rsidR="002739E2" w:rsidRPr="000D7E53">
                  <w:t>$</w:t>
                </w:r>
                <w:r w:rsidR="004579CD" w:rsidRPr="000D7E53">
                  <w:t>14,5</w:t>
                </w:r>
                <w:r w:rsidR="002739E2" w:rsidRPr="000D7E53">
                  <w:t>00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955291723"/>
                <w:placeholder>
                  <w:docPart w:val="48D8FBA2D061404A92BA753802E97B50"/>
                </w:placeholder>
                <w:temporary/>
                <w:showingPlcHdr/>
                <w15:appearance w15:val="hidden"/>
              </w:sdtPr>
              <w:sdtContent>
                <w:r w:rsidR="002739E2" w:rsidRPr="000D7E53">
                  <w:t>$</w:t>
                </w:r>
                <w:r w:rsidR="002B3B8D" w:rsidRPr="000D7E53">
                  <w:t>16,4</w:t>
                </w:r>
                <w:r w:rsidR="002739E2" w:rsidRPr="000D7E53">
                  <w:t>00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092274897"/>
                <w:placeholder>
                  <w:docPart w:val="3C77D4F09B64458F9B82DD37924BF5B8"/>
                </w:placeholder>
                <w:temporary/>
                <w:showingPlcHdr/>
                <w15:appearance w15:val="hidden"/>
              </w:sdtPr>
              <w:sdtContent>
                <w:r w:rsidR="002739E2" w:rsidRPr="000D7E53">
                  <w:t>$</w:t>
                </w:r>
                <w:r w:rsidR="002B3B8D" w:rsidRPr="000D7E53">
                  <w:t>22,5</w:t>
                </w:r>
                <w:r w:rsidR="002739E2" w:rsidRPr="000D7E53">
                  <w:t>0</w:t>
                </w:r>
                <w:r w:rsidR="002B3B8D">
                  <w:t>0</w:t>
                </w:r>
              </w:sdtContent>
            </w:sdt>
          </w:p>
        </w:tc>
        <w:tc>
          <w:tcPr>
            <w:tcW w:w="990"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1012134644"/>
                <w:placeholder>
                  <w:docPart w:val="A66EE2009F874D9C9C9983A54DEB8948"/>
                </w:placeholder>
                <w:temporary/>
                <w:showingPlcHdr/>
                <w15:appearance w15:val="hidden"/>
              </w:sdtPr>
              <w:sdtContent>
                <w:r w:rsidR="002739E2" w:rsidRPr="000D7E53">
                  <w:t>$</w:t>
                </w:r>
                <w:r w:rsidR="00A42AA0" w:rsidRPr="000D7E53">
                  <w:t>23,125</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675953798"/>
                <w:placeholder>
                  <w:docPart w:val="B1F558AE87304DBB9F822F3CE9704A7A"/>
                </w:placeholder>
                <w:temporary/>
                <w:showingPlcHdr/>
                <w15:appearance w15:val="hidden"/>
              </w:sdtPr>
              <w:sdtContent>
                <w:r w:rsidR="002739E2" w:rsidRPr="000D7E53">
                  <w:t>$</w:t>
                </w:r>
                <w:r w:rsidR="00A42AA0" w:rsidRPr="000D7E53">
                  <w:t>24,549</w:t>
                </w:r>
              </w:sdtContent>
            </w:sdt>
          </w:p>
        </w:tc>
        <w:tc>
          <w:tcPr>
            <w:tcW w:w="951" w:type="dxa"/>
            <w:shd w:val="clear" w:color="auto" w:fill="F2F2F2" w:themeFill="background1" w:themeFillShade="F2"/>
            <w:noWrap/>
            <w:vAlign w:val="center"/>
            <w:hideMark/>
          </w:tcPr>
          <w:p w:rsidR="00AF03B3" w:rsidRPr="000D7E53" w:rsidRDefault="00000000" w:rsidP="00755D87">
            <w:pPr>
              <w:pStyle w:val="TableTextLarge"/>
              <w:ind w:right="-108"/>
            </w:pPr>
            <w:sdt>
              <w:sdtPr>
                <w:id w:val="651111634"/>
                <w:placeholder>
                  <w:docPart w:val="9E69BBF300AC4ED1AB9F4A9839C79FE8"/>
                </w:placeholder>
                <w:temporary/>
                <w:showingPlcHdr/>
                <w15:appearance w15:val="hidden"/>
              </w:sdtPr>
              <w:sdtContent>
                <w:r w:rsidR="002739E2" w:rsidRPr="000D7E53">
                  <w:t>$</w:t>
                </w:r>
                <w:r w:rsidR="00A42AA0">
                  <w:t>22</w:t>
                </w:r>
                <w:r w:rsidR="002739E2" w:rsidRPr="000D7E53">
                  <w:t>,000</w:t>
                </w:r>
              </w:sdtContent>
            </w:sdt>
          </w:p>
        </w:tc>
        <w:tc>
          <w:tcPr>
            <w:tcW w:w="1003" w:type="dxa"/>
            <w:gridSpan w:val="3"/>
            <w:shd w:val="clear" w:color="auto" w:fill="F2F2F2" w:themeFill="background1" w:themeFillShade="F2"/>
            <w:noWrap/>
            <w:vAlign w:val="center"/>
            <w:hideMark/>
          </w:tcPr>
          <w:p w:rsidR="00AF03B3" w:rsidRPr="000D7E53" w:rsidRDefault="00000000" w:rsidP="00755D87">
            <w:pPr>
              <w:pStyle w:val="TableTextLarge"/>
              <w:ind w:right="-108"/>
            </w:pPr>
            <w:sdt>
              <w:sdtPr>
                <w:id w:val="1046495910"/>
                <w:placeholder>
                  <w:docPart w:val="8B3BCBB33E874CF1874433FB5DDDE8EB"/>
                </w:placeholder>
                <w:temporary/>
                <w:showingPlcHdr/>
                <w15:appearance w15:val="hidden"/>
              </w:sdtPr>
              <w:sdtContent>
                <w:r w:rsidR="002739E2" w:rsidRPr="000D7E53">
                  <w:t>$</w:t>
                </w:r>
                <w:r w:rsidR="00C23071">
                  <w:t>2</w:t>
                </w:r>
                <w:r w:rsidR="002739E2" w:rsidRPr="000D7E53">
                  <w:t>5,000</w:t>
                </w:r>
              </w:sdtContent>
            </w:sdt>
          </w:p>
        </w:tc>
        <w:tc>
          <w:tcPr>
            <w:tcW w:w="1003" w:type="dxa"/>
            <w:shd w:val="clear" w:color="auto" w:fill="F2F2F2" w:themeFill="background1" w:themeFillShade="F2"/>
            <w:noWrap/>
            <w:vAlign w:val="center"/>
            <w:hideMark/>
          </w:tcPr>
          <w:p w:rsidR="00AF03B3" w:rsidRPr="000D7E53" w:rsidRDefault="00000000" w:rsidP="00755D87">
            <w:pPr>
              <w:pStyle w:val="TableTextLarge"/>
              <w:ind w:right="-108"/>
            </w:pPr>
            <w:sdt>
              <w:sdtPr>
                <w:id w:val="-959874663"/>
                <w:placeholder>
                  <w:docPart w:val="E485283DFD474EC29669DAB0CEC5A9A9"/>
                </w:placeholder>
                <w:temporary/>
                <w:showingPlcHdr/>
                <w15:appearance w15:val="hidden"/>
              </w:sdtPr>
              <w:sdtContent>
                <w:r w:rsidR="002739E2" w:rsidRPr="000D7E53">
                  <w:t>$</w:t>
                </w:r>
                <w:r w:rsidR="00C23071" w:rsidRPr="000D7E53">
                  <w:t>27,349</w:t>
                </w:r>
              </w:sdtContent>
            </w:sdt>
          </w:p>
        </w:tc>
        <w:tc>
          <w:tcPr>
            <w:tcW w:w="1003"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288325689"/>
                <w:placeholder>
                  <w:docPart w:val="951266C9BA804C7393D1F026FEA20BB8"/>
                </w:placeholder>
                <w:temporary/>
                <w:showingPlcHdr/>
                <w15:appearance w15:val="hidden"/>
              </w:sdtPr>
              <w:sdtContent>
                <w:r w:rsidR="002739E2" w:rsidRPr="000D7E53">
                  <w:t>$</w:t>
                </w:r>
                <w:r w:rsidR="00C23071" w:rsidRPr="000D7E53">
                  <w:t>216,423</w:t>
                </w:r>
              </w:sdtContent>
            </w:sdt>
          </w:p>
        </w:tc>
      </w:tr>
      <w:tr w:rsidR="0094707B" w:rsidRPr="000D7E53" w:rsidTr="00755D87">
        <w:trPr>
          <w:trHeight w:val="244"/>
        </w:trPr>
        <w:tc>
          <w:tcPr>
            <w:tcW w:w="2070" w:type="dxa"/>
            <w:vAlign w:val="center"/>
            <w:hideMark/>
          </w:tcPr>
          <w:p w:rsidR="00AF03B3" w:rsidRPr="000D7E53" w:rsidRDefault="00000000" w:rsidP="000D7E53">
            <w:pPr>
              <w:pStyle w:val="TableTextLarge"/>
            </w:pPr>
            <w:sdt>
              <w:sdtPr>
                <w:id w:val="1848445226"/>
                <w:placeholder>
                  <w:docPart w:val="95F4C22671184A4389225898F2CB902B"/>
                </w:placeholder>
                <w:temporary/>
                <w:showingPlcHdr/>
                <w15:appearance w15:val="hidden"/>
              </w:sdtPr>
              <w:sdtContent>
                <w:r w:rsidR="00D76771" w:rsidRPr="000D7E53">
                  <w:t>Less Sales Returns &amp; Discounts</w:t>
                </w:r>
              </w:sdtContent>
            </w:sdt>
          </w:p>
        </w:tc>
        <w:tc>
          <w:tcPr>
            <w:tcW w:w="990" w:type="dxa"/>
            <w:noWrap/>
            <w:vAlign w:val="center"/>
            <w:hideMark/>
          </w:tcPr>
          <w:p w:rsidR="00AF03B3" w:rsidRPr="000D7E53" w:rsidRDefault="00000000" w:rsidP="00755D87">
            <w:pPr>
              <w:pStyle w:val="TableTextLarge"/>
              <w:ind w:right="-108"/>
            </w:pPr>
            <w:sdt>
              <w:sdtPr>
                <w:id w:val="508951153"/>
                <w:placeholder>
                  <w:docPart w:val="56EF48B69ACD4658A6B604E7E98EBDE5"/>
                </w:placeholder>
                <w:temporary/>
                <w:showingPlcHdr/>
                <w15:appearance w15:val="hidden"/>
              </w:sdtPr>
              <w:sdtContent>
                <w:r w:rsidR="002739E2" w:rsidRPr="000D7E53">
                  <w:t>$0</w:t>
                </w:r>
              </w:sdtContent>
            </w:sdt>
          </w:p>
        </w:tc>
        <w:tc>
          <w:tcPr>
            <w:tcW w:w="990" w:type="dxa"/>
            <w:noWrap/>
            <w:vAlign w:val="center"/>
            <w:hideMark/>
          </w:tcPr>
          <w:p w:rsidR="00AF03B3" w:rsidRPr="000D7E53" w:rsidRDefault="00000000" w:rsidP="00755D87">
            <w:pPr>
              <w:pStyle w:val="TableTextLarge"/>
              <w:ind w:right="-108"/>
            </w:pPr>
            <w:sdt>
              <w:sdtPr>
                <w:id w:val="-1277784947"/>
                <w:placeholder>
                  <w:docPart w:val="C23614BB4B3F47E3870B370835637CA1"/>
                </w:placeholder>
                <w:temporary/>
                <w:showingPlcHdr/>
                <w15:appearance w15:val="hidden"/>
              </w:sdtPr>
              <w:sdtContent>
                <w:r w:rsidR="002739E2">
                  <w:t>(</w:t>
                </w:r>
                <w:r w:rsidR="002739E2" w:rsidRPr="000D7E53">
                  <w:t>$</w:t>
                </w:r>
                <w:r w:rsidR="002739E2">
                  <w:t>350)</w:t>
                </w:r>
              </w:sdtContent>
            </w:sdt>
          </w:p>
        </w:tc>
        <w:tc>
          <w:tcPr>
            <w:tcW w:w="900" w:type="dxa"/>
            <w:noWrap/>
            <w:vAlign w:val="center"/>
            <w:hideMark/>
          </w:tcPr>
          <w:p w:rsidR="00AF03B3" w:rsidRPr="000D7E53" w:rsidRDefault="00000000" w:rsidP="00755D87">
            <w:pPr>
              <w:pStyle w:val="TableTextLarge"/>
              <w:ind w:right="-108"/>
            </w:pPr>
            <w:sdt>
              <w:sdtPr>
                <w:id w:val="-838009879"/>
                <w:placeholder>
                  <w:docPart w:val="649FFCBEB89945719A968D1B303D8866"/>
                </w:placeholder>
                <w:temporary/>
                <w:showingPlcHdr/>
                <w15:appearance w15:val="hidden"/>
              </w:sdtPr>
              <w:sdtContent>
                <w:r w:rsidR="002739E2" w:rsidRPr="000D7E53">
                  <w:t>$0</w:t>
                </w:r>
              </w:sdtContent>
            </w:sdt>
          </w:p>
        </w:tc>
        <w:tc>
          <w:tcPr>
            <w:tcW w:w="990" w:type="dxa"/>
            <w:noWrap/>
            <w:vAlign w:val="center"/>
            <w:hideMark/>
          </w:tcPr>
          <w:p w:rsidR="00AF03B3" w:rsidRPr="000D7E53" w:rsidRDefault="00000000" w:rsidP="00755D87">
            <w:pPr>
              <w:pStyle w:val="TableTextLarge"/>
              <w:ind w:right="-108"/>
            </w:pPr>
            <w:sdt>
              <w:sdtPr>
                <w:id w:val="-888733851"/>
                <w:placeholder>
                  <w:docPart w:val="0E4C1B8425274CB0961B52E028A2E07C"/>
                </w:placeholder>
                <w:temporary/>
                <w:showingPlcHdr/>
                <w15:appearance w15:val="hidden"/>
              </w:sdtPr>
              <w:sdtContent>
                <w:r w:rsidR="004579CD" w:rsidRPr="000D7E53">
                  <w:t>($206)</w:t>
                </w:r>
              </w:sdtContent>
            </w:sdt>
          </w:p>
        </w:tc>
        <w:tc>
          <w:tcPr>
            <w:tcW w:w="810" w:type="dxa"/>
            <w:noWrap/>
            <w:vAlign w:val="center"/>
            <w:hideMark/>
          </w:tcPr>
          <w:p w:rsidR="00AF03B3" w:rsidRPr="000D7E53" w:rsidRDefault="00000000" w:rsidP="00755D87">
            <w:pPr>
              <w:pStyle w:val="TableTextLarge"/>
              <w:ind w:right="-108"/>
            </w:pPr>
            <w:sdt>
              <w:sdtPr>
                <w:id w:val="-657223511"/>
                <w:placeholder>
                  <w:docPart w:val="DCDDB632C83F4BBB975A6114F1894601"/>
                </w:placeholder>
                <w:temporary/>
                <w:showingPlcHdr/>
                <w15:appearance w15:val="hidden"/>
              </w:sdtPr>
              <w:sdtContent>
                <w:r w:rsidR="004579CD" w:rsidRPr="000D7E53">
                  <w:t>($234)</w:t>
                </w:r>
              </w:sdtContent>
            </w:sdt>
          </w:p>
        </w:tc>
        <w:tc>
          <w:tcPr>
            <w:tcW w:w="900" w:type="dxa"/>
            <w:noWrap/>
            <w:vAlign w:val="center"/>
            <w:hideMark/>
          </w:tcPr>
          <w:p w:rsidR="00AF03B3" w:rsidRPr="000D7E53" w:rsidRDefault="00000000" w:rsidP="00755D87">
            <w:pPr>
              <w:pStyle w:val="TableTextLarge"/>
              <w:ind w:right="-108"/>
            </w:pPr>
            <w:sdt>
              <w:sdtPr>
                <w:id w:val="299898418"/>
                <w:placeholder>
                  <w:docPart w:val="75B1F9C0E33F47DFABA8B1E5A9215BFE"/>
                </w:placeholder>
                <w:temporary/>
                <w:showingPlcHdr/>
                <w15:appearance w15:val="hidden"/>
              </w:sdtPr>
              <w:sdtContent>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872650470"/>
                <w:placeholder>
                  <w:docPart w:val="1650DFFBA52946B98481BC71DBB57906"/>
                </w:placeholder>
                <w:temporary/>
                <w:showingPlcHdr/>
                <w15:appearance w15:val="hidden"/>
              </w:sdtPr>
              <w:sdtContent>
                <w:r w:rsidR="002739E2" w:rsidRPr="000D7E53">
                  <w:t>$0</w:t>
                </w:r>
              </w:sdtContent>
            </w:sdt>
          </w:p>
        </w:tc>
        <w:tc>
          <w:tcPr>
            <w:tcW w:w="990" w:type="dxa"/>
            <w:gridSpan w:val="2"/>
            <w:noWrap/>
            <w:vAlign w:val="center"/>
            <w:hideMark/>
          </w:tcPr>
          <w:p w:rsidR="00AF03B3" w:rsidRPr="000D7E53" w:rsidRDefault="00000000" w:rsidP="00755D87">
            <w:pPr>
              <w:pStyle w:val="TableTextLarge"/>
              <w:ind w:right="-108"/>
            </w:pPr>
            <w:sdt>
              <w:sdtPr>
                <w:id w:val="535392592"/>
                <w:placeholder>
                  <w:docPart w:val="84536621E666405FB49EAF1D71727907"/>
                </w:placeholder>
                <w:temporary/>
                <w:showingPlcHdr/>
                <w15:appearance w15:val="hidden"/>
              </w:sdtPr>
              <w:sdtContent>
                <w:r w:rsidR="00A42AA0" w:rsidRPr="000D7E53">
                  <w:t>($280)</w:t>
                </w:r>
              </w:sdtContent>
            </w:sdt>
          </w:p>
        </w:tc>
        <w:tc>
          <w:tcPr>
            <w:tcW w:w="900" w:type="dxa"/>
            <w:noWrap/>
            <w:vAlign w:val="center"/>
            <w:hideMark/>
          </w:tcPr>
          <w:p w:rsidR="00AF03B3" w:rsidRPr="000D7E53" w:rsidRDefault="00000000" w:rsidP="00755D87">
            <w:pPr>
              <w:pStyle w:val="TableTextLarge"/>
              <w:ind w:right="-108"/>
            </w:pPr>
            <w:sdt>
              <w:sdtPr>
                <w:id w:val="-1418088396"/>
                <w:placeholder>
                  <w:docPart w:val="D3C7B25E1A67496EB2BD0FE38F2C5CBF"/>
                </w:placeholder>
                <w:temporary/>
                <w:showingPlcHdr/>
                <w15:appearance w15:val="hidden"/>
              </w:sdtPr>
              <w:sdtContent>
                <w:r w:rsidR="00A42AA0" w:rsidRPr="000D7E53">
                  <w:t>($1,200)</w:t>
                </w:r>
              </w:sdtContent>
            </w:sdt>
          </w:p>
        </w:tc>
        <w:tc>
          <w:tcPr>
            <w:tcW w:w="951" w:type="dxa"/>
            <w:noWrap/>
            <w:vAlign w:val="center"/>
            <w:hideMark/>
          </w:tcPr>
          <w:p w:rsidR="00AF03B3" w:rsidRPr="000D7E53" w:rsidRDefault="00000000" w:rsidP="00755D87">
            <w:pPr>
              <w:pStyle w:val="TableTextLarge"/>
              <w:ind w:right="-108"/>
            </w:pPr>
            <w:sdt>
              <w:sdtPr>
                <w:id w:val="-191309371"/>
                <w:placeholder>
                  <w:docPart w:val="9C4215BF3AE943129740D3A023E3CEB8"/>
                </w:placeholder>
                <w:temporary/>
                <w:showingPlcHdr/>
                <w15:appearance w15:val="hidden"/>
              </w:sdtPr>
              <w:sdtContent>
                <w:r w:rsidR="00A42AA0">
                  <w:t>(</w:t>
                </w:r>
                <w:r w:rsidR="002739E2" w:rsidRPr="000D7E53">
                  <w:t>$</w:t>
                </w:r>
                <w:r w:rsidR="00A42AA0" w:rsidRPr="000D7E53">
                  <w:t>1,6</w:t>
                </w:r>
                <w:r w:rsidR="002739E2" w:rsidRPr="000D7E53">
                  <w:t>00</w:t>
                </w:r>
                <w:r w:rsidR="00A42AA0">
                  <w:t>)</w:t>
                </w:r>
              </w:sdtContent>
            </w:sdt>
          </w:p>
        </w:tc>
        <w:tc>
          <w:tcPr>
            <w:tcW w:w="1003" w:type="dxa"/>
            <w:gridSpan w:val="3"/>
            <w:noWrap/>
            <w:vAlign w:val="center"/>
            <w:hideMark/>
          </w:tcPr>
          <w:p w:rsidR="00AF03B3" w:rsidRPr="000D7E53" w:rsidRDefault="00000000" w:rsidP="00755D87">
            <w:pPr>
              <w:pStyle w:val="TableTextLarge"/>
              <w:ind w:right="-108"/>
            </w:pPr>
            <w:sdt>
              <w:sdtPr>
                <w:id w:val="2088027233"/>
                <w:placeholder>
                  <w:docPart w:val="F23806010CC141EAADA5B034AD1B55E4"/>
                </w:placeholder>
                <w:temporary/>
                <w:showingPlcHdr/>
                <w15:appearance w15:val="hidden"/>
              </w:sdtPr>
              <w:sdtContent>
                <w:r w:rsidR="002739E2" w:rsidRPr="000D7E53">
                  <w:t>$0</w:t>
                </w:r>
              </w:sdtContent>
            </w:sdt>
          </w:p>
        </w:tc>
        <w:tc>
          <w:tcPr>
            <w:tcW w:w="1003" w:type="dxa"/>
            <w:noWrap/>
            <w:vAlign w:val="center"/>
            <w:hideMark/>
          </w:tcPr>
          <w:p w:rsidR="00AF03B3" w:rsidRPr="000D7E53" w:rsidRDefault="00000000" w:rsidP="00755D87">
            <w:pPr>
              <w:pStyle w:val="TableTextLarge"/>
              <w:ind w:right="-108"/>
            </w:pPr>
            <w:sdt>
              <w:sdtPr>
                <w:id w:val="208624377"/>
                <w:placeholder>
                  <w:docPart w:val="900EC1B41B67430CA80958ACCF76D156"/>
                </w:placeholder>
                <w:temporary/>
                <w:showingPlcHdr/>
                <w15:appearance w15:val="hidden"/>
              </w:sdtPr>
              <w:sdtContent>
                <w:r w:rsidR="00C23071" w:rsidRPr="000D7E53">
                  <w:t>($2,400)</w:t>
                </w:r>
              </w:sdtContent>
            </w:sdt>
          </w:p>
        </w:tc>
        <w:tc>
          <w:tcPr>
            <w:tcW w:w="1003" w:type="dxa"/>
            <w:gridSpan w:val="2"/>
            <w:noWrap/>
            <w:vAlign w:val="center"/>
            <w:hideMark/>
          </w:tcPr>
          <w:p w:rsidR="00AF03B3" w:rsidRPr="000D7E53" w:rsidRDefault="00000000" w:rsidP="00755D87">
            <w:pPr>
              <w:pStyle w:val="TableTextLarge"/>
              <w:ind w:right="-108"/>
            </w:pPr>
            <w:sdt>
              <w:sdtPr>
                <w:id w:val="346216402"/>
                <w:placeholder>
                  <w:docPart w:val="131502CC341546048EC726B34B277897"/>
                </w:placeholder>
                <w:temporary/>
                <w:showingPlcHdr/>
                <w15:appearance w15:val="hidden"/>
              </w:sdtPr>
              <w:sdtContent>
                <w:r w:rsidR="00C23071" w:rsidRPr="000D7E53">
                  <w:t>($6,270)</w:t>
                </w:r>
              </w:sdtContent>
            </w:sdt>
          </w:p>
        </w:tc>
      </w:tr>
      <w:tr w:rsidR="0094707B" w:rsidRPr="000D7E53" w:rsidTr="00755D87">
        <w:trPr>
          <w:trHeight w:val="244"/>
        </w:trPr>
        <w:tc>
          <w:tcPr>
            <w:tcW w:w="2070" w:type="dxa"/>
            <w:shd w:val="clear" w:color="auto" w:fill="F2F2F2" w:themeFill="background1" w:themeFillShade="F2"/>
            <w:vAlign w:val="center"/>
            <w:hideMark/>
          </w:tcPr>
          <w:p w:rsidR="00AF03B3" w:rsidRPr="000D7E53" w:rsidRDefault="00000000" w:rsidP="000D7E53">
            <w:pPr>
              <w:pStyle w:val="TableTextLarge"/>
            </w:pPr>
            <w:sdt>
              <w:sdtPr>
                <w:id w:val="-238027589"/>
                <w:placeholder>
                  <w:docPart w:val="B158BA54F6A441C1A964171E18FFE682"/>
                </w:placeholder>
                <w:temporary/>
                <w:showingPlcHdr/>
                <w15:appearance w15:val="hidden"/>
              </w:sdtPr>
              <w:sdtContent>
                <w:r w:rsidR="00D76771" w:rsidRPr="000D7E53">
                  <w:t>Service Revenue</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670409660"/>
                <w:placeholder>
                  <w:docPart w:val="2EE83EF23EDD47AA85F0C2975C370B49"/>
                </w:placeholder>
                <w:temporary/>
                <w:showingPlcHdr/>
                <w15:appearance w15:val="hidden"/>
              </w:sdtPr>
              <w:sdtContent>
                <w:r w:rsidR="002739E2" w:rsidRPr="000D7E53">
                  <w:t>$0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014675088"/>
                <w:placeholder>
                  <w:docPart w:val="8676F34A9F5C4F1B936104D94DEF958D"/>
                </w:placeholder>
                <w:temporary/>
                <w:showingPlcHdr/>
                <w15:appearance w15:val="hidden"/>
              </w:sdtPr>
              <w:sdtContent>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44751838"/>
                <w:placeholder>
                  <w:docPart w:val="6DA459DDFCCC4C9EA6845436D781C06C"/>
                </w:placeholder>
                <w:temporary/>
                <w:showingPlcHdr/>
                <w15:appearance w15:val="hidden"/>
              </w:sdtPr>
              <w:sdtContent>
                <w:r w:rsidR="002739E2" w:rsidRPr="000D7E53">
                  <w:t>$0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1712922245"/>
                <w:placeholder>
                  <w:docPart w:val="3AE7A73E625E45F69DF0F9006902BEA3"/>
                </w:placeholder>
                <w:temporary/>
                <w:showingPlcHdr/>
                <w15:appearance w15:val="hidden"/>
              </w:sdtPr>
              <w:sdtContent>
                <w:r w:rsidR="002739E2" w:rsidRPr="000D7E53">
                  <w:t>$0</w:t>
                </w:r>
              </w:sdtContent>
            </w:sdt>
          </w:p>
        </w:tc>
        <w:tc>
          <w:tcPr>
            <w:tcW w:w="810" w:type="dxa"/>
            <w:shd w:val="clear" w:color="auto" w:fill="F2F2F2" w:themeFill="background1" w:themeFillShade="F2"/>
            <w:noWrap/>
            <w:vAlign w:val="center"/>
            <w:hideMark/>
          </w:tcPr>
          <w:p w:rsidR="00AF03B3" w:rsidRPr="000D7E53" w:rsidRDefault="00000000" w:rsidP="00755D87">
            <w:pPr>
              <w:pStyle w:val="TableTextLarge"/>
              <w:ind w:right="-108"/>
            </w:pPr>
            <w:sdt>
              <w:sdtPr>
                <w:id w:val="498011029"/>
                <w:placeholder>
                  <w:docPart w:val="E8C60CBB292348B9B88FFA7E30232BB0"/>
                </w:placeholder>
                <w:temporary/>
                <w:showingPlcHdr/>
                <w15:appearance w15:val="hidden"/>
              </w:sdtPr>
              <w:sdtContent>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496079487"/>
                <w:placeholder>
                  <w:docPart w:val="0DE384DEB2D342A8AE35E31C2854EEAD"/>
                </w:placeholder>
                <w:temporary/>
                <w:showingPlcHdr/>
                <w15:appearance w15:val="hidden"/>
              </w:sdtPr>
              <w:sdtContent>
                <w:r w:rsidR="002739E2" w:rsidRPr="000D7E53">
                  <w:t>$</w:t>
                </w:r>
                <w:r w:rsidR="002B3B8D" w:rsidRPr="000D7E53">
                  <w:t>250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330839014"/>
                <w:placeholder>
                  <w:docPart w:val="27567027C4FE4F9A82792EDD94E810E4"/>
                </w:placeholder>
                <w:temporary/>
                <w:showingPlcHdr/>
                <w15:appearance w15:val="hidden"/>
              </w:sdtPr>
              <w:sdtContent>
                <w:r w:rsidR="002739E2" w:rsidRPr="000D7E53">
                  <w:t>$</w:t>
                </w:r>
                <w:r w:rsidR="002B3B8D" w:rsidRPr="000D7E53">
                  <w:t>35</w:t>
                </w:r>
                <w:r w:rsidR="002739E2" w:rsidRPr="000D7E53">
                  <w:t>0</w:t>
                </w:r>
              </w:sdtContent>
            </w:sdt>
          </w:p>
        </w:tc>
        <w:tc>
          <w:tcPr>
            <w:tcW w:w="990"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2045593668"/>
                <w:placeholder>
                  <w:docPart w:val="4F781DEF0EE949349EF9E3794089000B"/>
                </w:placeholder>
                <w:temporary/>
                <w:showingPlcHdr/>
                <w15:appearance w15:val="hidden"/>
              </w:sdtPr>
              <w:sdtContent>
                <w:r w:rsidR="002739E2" w:rsidRPr="000D7E53">
                  <w:t>$</w:t>
                </w:r>
                <w:r w:rsidR="00A42AA0">
                  <w:t>1</w:t>
                </w:r>
                <w:r w:rsidR="002739E2" w:rsidRPr="000D7E53">
                  <w:t>00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612362517"/>
                <w:placeholder>
                  <w:docPart w:val="46D94F95F40846698FB1EBF51BFF1DBA"/>
                </w:placeholder>
                <w:temporary/>
                <w:showingPlcHdr/>
                <w15:appearance w15:val="hidden"/>
              </w:sdtPr>
              <w:sdtContent>
                <w:r w:rsidR="002739E2" w:rsidRPr="000D7E53">
                  <w:t>$0</w:t>
                </w:r>
              </w:sdtContent>
            </w:sdt>
          </w:p>
        </w:tc>
        <w:tc>
          <w:tcPr>
            <w:tcW w:w="951" w:type="dxa"/>
            <w:shd w:val="clear" w:color="auto" w:fill="F2F2F2" w:themeFill="background1" w:themeFillShade="F2"/>
            <w:noWrap/>
            <w:vAlign w:val="center"/>
            <w:hideMark/>
          </w:tcPr>
          <w:p w:rsidR="00AF03B3" w:rsidRPr="000D7E53" w:rsidRDefault="00000000" w:rsidP="00755D87">
            <w:pPr>
              <w:pStyle w:val="TableTextLarge"/>
              <w:ind w:right="-108"/>
            </w:pPr>
            <w:sdt>
              <w:sdtPr>
                <w:id w:val="-1311085064"/>
                <w:placeholder>
                  <w:docPart w:val="E07831BD801F4D24B379E577B6F35458"/>
                </w:placeholder>
                <w:temporary/>
                <w:showingPlcHdr/>
                <w15:appearance w15:val="hidden"/>
              </w:sdtPr>
              <w:sdtContent>
                <w:r w:rsidR="002739E2" w:rsidRPr="000D7E53">
                  <w:t>$0</w:t>
                </w:r>
              </w:sdtContent>
            </w:sdt>
          </w:p>
        </w:tc>
        <w:tc>
          <w:tcPr>
            <w:tcW w:w="1003" w:type="dxa"/>
            <w:gridSpan w:val="3"/>
            <w:shd w:val="clear" w:color="auto" w:fill="F2F2F2" w:themeFill="background1" w:themeFillShade="F2"/>
            <w:noWrap/>
            <w:vAlign w:val="center"/>
            <w:hideMark/>
          </w:tcPr>
          <w:p w:rsidR="00AF03B3" w:rsidRPr="000D7E53" w:rsidRDefault="00000000" w:rsidP="00755D87">
            <w:pPr>
              <w:pStyle w:val="TableTextLarge"/>
              <w:ind w:right="-108"/>
            </w:pPr>
            <w:sdt>
              <w:sdtPr>
                <w:id w:val="-1026865809"/>
                <w:placeholder>
                  <w:docPart w:val="04DFC2A24C4A408EAF7DA5F57F4F49C4"/>
                </w:placeholder>
                <w:temporary/>
                <w:showingPlcHdr/>
                <w15:appearance w15:val="hidden"/>
              </w:sdtPr>
              <w:sdtContent>
                <w:r w:rsidR="002739E2" w:rsidRPr="000D7E53">
                  <w:t>$</w:t>
                </w:r>
                <w:r w:rsidR="00C23071" w:rsidRPr="000D7E53">
                  <w:t>1,245</w:t>
                </w:r>
              </w:sdtContent>
            </w:sdt>
          </w:p>
        </w:tc>
        <w:tc>
          <w:tcPr>
            <w:tcW w:w="1003" w:type="dxa"/>
            <w:shd w:val="clear" w:color="auto" w:fill="F2F2F2" w:themeFill="background1" w:themeFillShade="F2"/>
            <w:noWrap/>
            <w:vAlign w:val="center"/>
            <w:hideMark/>
          </w:tcPr>
          <w:p w:rsidR="00AF03B3" w:rsidRPr="000D7E53" w:rsidRDefault="00000000" w:rsidP="00755D87">
            <w:pPr>
              <w:pStyle w:val="TableTextLarge"/>
              <w:ind w:right="-108"/>
            </w:pPr>
            <w:sdt>
              <w:sdtPr>
                <w:id w:val="-2028853093"/>
                <w:placeholder>
                  <w:docPart w:val="4BCAF26CF34842C69868A93CA2B79EBA"/>
                </w:placeholder>
                <w:temporary/>
                <w:showingPlcHdr/>
                <w15:appearance w15:val="hidden"/>
              </w:sdtPr>
              <w:sdtContent>
                <w:r w:rsidR="002739E2" w:rsidRPr="000D7E53">
                  <w:t>$</w:t>
                </w:r>
                <w:r w:rsidR="00C23071" w:rsidRPr="000D7E53">
                  <w:t>1,36</w:t>
                </w:r>
                <w:r w:rsidR="002739E2" w:rsidRPr="000D7E53">
                  <w:t>0</w:t>
                </w:r>
              </w:sdtContent>
            </w:sdt>
          </w:p>
        </w:tc>
        <w:tc>
          <w:tcPr>
            <w:tcW w:w="1003"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325483684"/>
                <w:placeholder>
                  <w:docPart w:val="C1FE2C12A13D4E5386758DE6AA82493B"/>
                </w:placeholder>
                <w:temporary/>
                <w:showingPlcHdr/>
                <w15:appearance w15:val="hidden"/>
              </w:sdtPr>
              <w:sdtContent>
                <w:r w:rsidR="00C23071" w:rsidRPr="000D7E53">
                  <w:t>$3,305</w:t>
                </w:r>
              </w:sdtContent>
            </w:sdt>
          </w:p>
        </w:tc>
      </w:tr>
      <w:tr w:rsidR="0094707B" w:rsidRPr="000D7E53" w:rsidTr="00755D87">
        <w:trPr>
          <w:trHeight w:val="244"/>
        </w:trPr>
        <w:tc>
          <w:tcPr>
            <w:tcW w:w="2070" w:type="dxa"/>
            <w:vAlign w:val="center"/>
            <w:hideMark/>
          </w:tcPr>
          <w:p w:rsidR="00AF03B3" w:rsidRPr="000D7E53" w:rsidRDefault="00000000" w:rsidP="000D7E53">
            <w:pPr>
              <w:pStyle w:val="TableTextLarge"/>
            </w:pPr>
            <w:sdt>
              <w:sdtPr>
                <w:id w:val="1686699493"/>
                <w:placeholder>
                  <w:docPart w:val="07BBD3D3B6B44AF39FB7EFE3E7D73DF6"/>
                </w:placeholder>
                <w:temporary/>
                <w:showingPlcHdr/>
                <w15:appearance w15:val="hidden"/>
              </w:sdtPr>
              <w:sdtContent>
                <w:r w:rsidR="00D76771" w:rsidRPr="000D7E53">
                  <w:t>Other Revenue</w:t>
                </w:r>
              </w:sdtContent>
            </w:sdt>
          </w:p>
        </w:tc>
        <w:tc>
          <w:tcPr>
            <w:tcW w:w="990" w:type="dxa"/>
            <w:noWrap/>
            <w:vAlign w:val="center"/>
            <w:hideMark/>
          </w:tcPr>
          <w:p w:rsidR="00AF03B3" w:rsidRPr="000D7E53" w:rsidRDefault="00000000" w:rsidP="00755D87">
            <w:pPr>
              <w:pStyle w:val="TableTextLarge"/>
              <w:ind w:right="-108"/>
            </w:pPr>
            <w:sdt>
              <w:sdtPr>
                <w:id w:val="-24019370"/>
                <w:placeholder>
                  <w:docPart w:val="F32242ECF760486982FB17CE3E64F333"/>
                </w:placeholder>
                <w:temporary/>
                <w:showingPlcHdr/>
                <w15:appearance w15:val="hidden"/>
              </w:sdtPr>
              <w:sdtContent>
                <w:r w:rsidR="002739E2" w:rsidRPr="000D7E53">
                  <w:t>$0</w:t>
                </w:r>
              </w:sdtContent>
            </w:sdt>
          </w:p>
        </w:tc>
        <w:tc>
          <w:tcPr>
            <w:tcW w:w="990" w:type="dxa"/>
            <w:noWrap/>
            <w:vAlign w:val="center"/>
            <w:hideMark/>
          </w:tcPr>
          <w:p w:rsidR="00AF03B3" w:rsidRPr="000D7E53" w:rsidRDefault="00000000" w:rsidP="00755D87">
            <w:pPr>
              <w:pStyle w:val="TableTextLarge"/>
              <w:ind w:right="-108"/>
            </w:pPr>
            <w:sdt>
              <w:sdtPr>
                <w:id w:val="-1660993727"/>
                <w:placeholder>
                  <w:docPart w:val="C09AFABFD050496AB020BD62531B98F8"/>
                </w:placeholder>
                <w:temporary/>
                <w:showingPlcHdr/>
                <w15:appearance w15:val="hidden"/>
              </w:sdtPr>
              <w:sdtContent>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1174611154"/>
                <w:placeholder>
                  <w:docPart w:val="3538654CA901436A8E66A8B83B4BCCC6"/>
                </w:placeholder>
                <w:temporary/>
                <w:showingPlcHdr/>
                <w15:appearance w15:val="hidden"/>
              </w:sdtPr>
              <w:sdtContent>
                <w:r w:rsidR="002739E2" w:rsidRPr="000D7E53">
                  <w:t>$0</w:t>
                </w:r>
              </w:sdtContent>
            </w:sdt>
          </w:p>
        </w:tc>
        <w:tc>
          <w:tcPr>
            <w:tcW w:w="990" w:type="dxa"/>
            <w:noWrap/>
            <w:vAlign w:val="center"/>
            <w:hideMark/>
          </w:tcPr>
          <w:p w:rsidR="00AF03B3" w:rsidRPr="000D7E53" w:rsidRDefault="00000000" w:rsidP="00755D87">
            <w:pPr>
              <w:pStyle w:val="TableTextLarge"/>
              <w:ind w:right="-108"/>
            </w:pPr>
            <w:sdt>
              <w:sdtPr>
                <w:id w:val="1662734671"/>
                <w:placeholder>
                  <w:docPart w:val="866DBC720BDD48BF8597CB7BF8AB57E7"/>
                </w:placeholder>
                <w:temporary/>
                <w:showingPlcHdr/>
                <w15:appearance w15:val="hidden"/>
              </w:sdtPr>
              <w:sdtContent>
                <w:r w:rsidR="002739E2" w:rsidRPr="000D7E53">
                  <w:t>$0</w:t>
                </w:r>
              </w:sdtContent>
            </w:sdt>
          </w:p>
        </w:tc>
        <w:tc>
          <w:tcPr>
            <w:tcW w:w="810" w:type="dxa"/>
            <w:noWrap/>
            <w:vAlign w:val="center"/>
            <w:hideMark/>
          </w:tcPr>
          <w:p w:rsidR="00AF03B3" w:rsidRPr="000D7E53" w:rsidRDefault="00000000" w:rsidP="00755D87">
            <w:pPr>
              <w:pStyle w:val="TableTextLarge"/>
              <w:ind w:right="-108"/>
            </w:pPr>
            <w:sdt>
              <w:sdtPr>
                <w:id w:val="-1861578551"/>
                <w:placeholder>
                  <w:docPart w:val="2959C8B7ABF04C7FB9D443B8C2047730"/>
                </w:placeholder>
                <w:temporary/>
                <w:showingPlcHdr/>
                <w15:appearance w15:val="hidden"/>
              </w:sdtPr>
              <w:sdtContent>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487825740"/>
                <w:placeholder>
                  <w:docPart w:val="B1A85CA22F55475D87980731B2F3FD44"/>
                </w:placeholder>
                <w:temporary/>
                <w:showingPlcHdr/>
                <w15:appearance w15:val="hidden"/>
              </w:sdtPr>
              <w:sdtContent>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1601768008"/>
                <w:placeholder>
                  <w:docPart w:val="34481AFD842F487A925E8102845693B3"/>
                </w:placeholder>
                <w:temporary/>
                <w:showingPlcHdr/>
                <w15:appearance w15:val="hidden"/>
              </w:sdtPr>
              <w:sdtContent>
                <w:r w:rsidR="002739E2" w:rsidRPr="000D7E53">
                  <w:t>$0</w:t>
                </w:r>
              </w:sdtContent>
            </w:sdt>
          </w:p>
        </w:tc>
        <w:tc>
          <w:tcPr>
            <w:tcW w:w="990" w:type="dxa"/>
            <w:gridSpan w:val="2"/>
            <w:noWrap/>
            <w:vAlign w:val="center"/>
            <w:hideMark/>
          </w:tcPr>
          <w:p w:rsidR="00AF03B3" w:rsidRPr="000D7E53" w:rsidRDefault="00000000" w:rsidP="00755D87">
            <w:pPr>
              <w:pStyle w:val="TableTextLarge"/>
              <w:ind w:right="-108"/>
            </w:pPr>
            <w:sdt>
              <w:sdtPr>
                <w:id w:val="-375772243"/>
                <w:placeholder>
                  <w:docPart w:val="1895E966DE2346089A19F4A7FA1899DE"/>
                </w:placeholder>
                <w:temporary/>
                <w:showingPlcHdr/>
                <w15:appearance w15:val="hidden"/>
              </w:sdtPr>
              <w:sdtContent>
                <w:r w:rsidR="002739E2" w:rsidRPr="000D7E53">
                  <w:t>$</w:t>
                </w:r>
                <w:r w:rsidR="00A42AA0" w:rsidRPr="000D7E53">
                  <w:t>1,5</w:t>
                </w:r>
                <w:r w:rsidR="002739E2" w:rsidRPr="000D7E53">
                  <w:t>00</w:t>
                </w:r>
              </w:sdtContent>
            </w:sdt>
          </w:p>
        </w:tc>
        <w:tc>
          <w:tcPr>
            <w:tcW w:w="900" w:type="dxa"/>
            <w:noWrap/>
            <w:vAlign w:val="center"/>
            <w:hideMark/>
          </w:tcPr>
          <w:p w:rsidR="00AF03B3" w:rsidRPr="000D7E53" w:rsidRDefault="00000000" w:rsidP="00755D87">
            <w:pPr>
              <w:pStyle w:val="TableTextLarge"/>
              <w:ind w:right="-108"/>
            </w:pPr>
            <w:sdt>
              <w:sdtPr>
                <w:id w:val="522824441"/>
                <w:placeholder>
                  <w:docPart w:val="3AD35CD4AC374E29A5FEAC2C859860CC"/>
                </w:placeholder>
                <w:temporary/>
                <w:showingPlcHdr/>
                <w15:appearance w15:val="hidden"/>
              </w:sdtPr>
              <w:sdtContent>
                <w:r w:rsidR="002739E2" w:rsidRPr="000D7E53">
                  <w:t>$0</w:t>
                </w:r>
              </w:sdtContent>
            </w:sdt>
          </w:p>
        </w:tc>
        <w:tc>
          <w:tcPr>
            <w:tcW w:w="951" w:type="dxa"/>
            <w:noWrap/>
            <w:vAlign w:val="center"/>
            <w:hideMark/>
          </w:tcPr>
          <w:p w:rsidR="00AF03B3" w:rsidRPr="000D7E53" w:rsidRDefault="00000000" w:rsidP="00755D87">
            <w:pPr>
              <w:pStyle w:val="TableTextLarge"/>
              <w:ind w:right="-108"/>
            </w:pPr>
            <w:sdt>
              <w:sdtPr>
                <w:id w:val="-1314633112"/>
                <w:placeholder>
                  <w:docPart w:val="07E9AB49EA62497EB7115DE7DB2136E4"/>
                </w:placeholder>
                <w:temporary/>
                <w:showingPlcHdr/>
                <w15:appearance w15:val="hidden"/>
              </w:sdtPr>
              <w:sdtContent>
                <w:r w:rsidR="002739E2" w:rsidRPr="000D7E53">
                  <w:t>$0</w:t>
                </w:r>
              </w:sdtContent>
            </w:sdt>
          </w:p>
        </w:tc>
        <w:tc>
          <w:tcPr>
            <w:tcW w:w="1003" w:type="dxa"/>
            <w:gridSpan w:val="3"/>
            <w:noWrap/>
            <w:vAlign w:val="center"/>
            <w:hideMark/>
          </w:tcPr>
          <w:p w:rsidR="00AF03B3" w:rsidRPr="000D7E53" w:rsidRDefault="00000000" w:rsidP="00755D87">
            <w:pPr>
              <w:pStyle w:val="TableTextLarge"/>
              <w:ind w:right="-108"/>
            </w:pPr>
            <w:sdt>
              <w:sdtPr>
                <w:id w:val="1393850164"/>
                <w:placeholder>
                  <w:docPart w:val="B832185E68D941C3AC530A5642B30E2D"/>
                </w:placeholder>
                <w:temporary/>
                <w:showingPlcHdr/>
                <w15:appearance w15:val="hidden"/>
              </w:sdtPr>
              <w:sdtContent>
                <w:r w:rsidR="002739E2" w:rsidRPr="000D7E53">
                  <w:t>$0</w:t>
                </w:r>
              </w:sdtContent>
            </w:sdt>
          </w:p>
        </w:tc>
        <w:tc>
          <w:tcPr>
            <w:tcW w:w="1003" w:type="dxa"/>
            <w:noWrap/>
            <w:vAlign w:val="center"/>
            <w:hideMark/>
          </w:tcPr>
          <w:p w:rsidR="00AF03B3" w:rsidRPr="000D7E53" w:rsidRDefault="00000000" w:rsidP="00755D87">
            <w:pPr>
              <w:pStyle w:val="TableTextLarge"/>
              <w:ind w:right="-108"/>
            </w:pPr>
            <w:sdt>
              <w:sdtPr>
                <w:id w:val="-360045342"/>
                <w:placeholder>
                  <w:docPart w:val="C100B67CC98E48BFADCB60A49B58D071"/>
                </w:placeholder>
                <w:temporary/>
                <w:showingPlcHdr/>
                <w15:appearance w15:val="hidden"/>
              </w:sdtPr>
              <w:sdtContent>
                <w:r w:rsidR="002739E2" w:rsidRPr="000D7E53">
                  <w:t>$0</w:t>
                </w:r>
              </w:sdtContent>
            </w:sdt>
          </w:p>
        </w:tc>
        <w:tc>
          <w:tcPr>
            <w:tcW w:w="1003" w:type="dxa"/>
            <w:gridSpan w:val="2"/>
            <w:noWrap/>
            <w:vAlign w:val="center"/>
            <w:hideMark/>
          </w:tcPr>
          <w:p w:rsidR="00AF03B3" w:rsidRPr="000D7E53" w:rsidRDefault="00000000" w:rsidP="00755D87">
            <w:pPr>
              <w:pStyle w:val="TableTextLarge"/>
              <w:ind w:right="-108"/>
            </w:pPr>
            <w:sdt>
              <w:sdtPr>
                <w:id w:val="-1566636353"/>
                <w:placeholder>
                  <w:docPart w:val="48A89B9A28444EADBE9E19D7CC4F7DBA"/>
                </w:placeholder>
                <w:temporary/>
                <w:showingPlcHdr/>
                <w15:appearance w15:val="hidden"/>
              </w:sdtPr>
              <w:sdtContent>
                <w:r w:rsidR="00C23071" w:rsidRPr="000D7E53">
                  <w:t>$1,500</w:t>
                </w:r>
              </w:sdtContent>
            </w:sdt>
          </w:p>
        </w:tc>
      </w:tr>
      <w:tr w:rsidR="0094707B" w:rsidRPr="000D7E53" w:rsidTr="00755D87">
        <w:trPr>
          <w:trHeight w:val="244"/>
        </w:trPr>
        <w:tc>
          <w:tcPr>
            <w:tcW w:w="2070" w:type="dxa"/>
            <w:shd w:val="clear" w:color="auto" w:fill="F2F2F2" w:themeFill="background1" w:themeFillShade="F2"/>
            <w:vAlign w:val="center"/>
            <w:hideMark/>
          </w:tcPr>
          <w:p w:rsidR="00AF03B3" w:rsidRPr="000D7E53" w:rsidRDefault="00000000" w:rsidP="000D7E53">
            <w:pPr>
              <w:pStyle w:val="TableTextLarge"/>
            </w:pPr>
            <w:sdt>
              <w:sdtPr>
                <w:id w:val="-1372839484"/>
                <w:placeholder>
                  <w:docPart w:val="43BA52324231427397FB3E200A409D17"/>
                </w:placeholder>
                <w:temporary/>
                <w:showingPlcHdr/>
                <w15:appearance w15:val="hidden"/>
              </w:sdtPr>
              <w:sdtContent>
                <w:r w:rsidR="000D7E53" w:rsidRPr="000D7E53">
                  <w:t>Net Sales</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904300864"/>
                <w:placeholder>
                  <w:docPart w:val="731FBEB075E942ADB3BA720AB2DB30C9"/>
                </w:placeholder>
                <w:temporary/>
                <w:showingPlcHdr/>
                <w15:appearance w15:val="hidden"/>
              </w:sdtPr>
              <w:sdtContent>
                <w:r w:rsidR="002739E2" w:rsidRPr="000D7E53">
                  <w:t>$5,000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732001235"/>
                <w:placeholder>
                  <w:docPart w:val="66B2FA57149C49E38E1C79ED8570B9DF"/>
                </w:placeholder>
                <w:temporary/>
                <w:showingPlcHdr/>
                <w15:appearance w15:val="hidden"/>
              </w:sdtPr>
              <w:sdtContent>
                <w:r w:rsidR="002739E2" w:rsidRPr="000D7E53">
                  <w:t>$</w:t>
                </w:r>
                <w:r w:rsidR="002739E2">
                  <w:t>12,65</w:t>
                </w:r>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416317659"/>
                <w:placeholder>
                  <w:docPart w:val="01D2D0C3CB1A494CBA246E5CA60129DF"/>
                </w:placeholder>
                <w:temporary/>
                <w:showingPlcHdr/>
                <w15:appearance w15:val="hidden"/>
              </w:sdtPr>
              <w:sdtContent>
                <w:r w:rsidR="002739E2" w:rsidRPr="000D7E53">
                  <w:t>$</w:t>
                </w:r>
                <w:r w:rsidR="004579CD">
                  <w:t>16</w:t>
                </w:r>
                <w:r w:rsidR="002739E2" w:rsidRPr="000D7E53">
                  <w:t>,000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577131065"/>
                <w:placeholder>
                  <w:docPart w:val="3610BD4EAE6544B7A577DE396BC07B10"/>
                </w:placeholder>
                <w:temporary/>
                <w:showingPlcHdr/>
                <w15:appearance w15:val="hidden"/>
              </w:sdtPr>
              <w:sdtContent>
                <w:r w:rsidR="002739E2" w:rsidRPr="000D7E53">
                  <w:t>$</w:t>
                </w:r>
                <w:r w:rsidR="004579CD" w:rsidRPr="000D7E53">
                  <w:t>6,794</w:t>
                </w:r>
              </w:sdtContent>
            </w:sdt>
          </w:p>
        </w:tc>
        <w:tc>
          <w:tcPr>
            <w:tcW w:w="810" w:type="dxa"/>
            <w:shd w:val="clear" w:color="auto" w:fill="F2F2F2" w:themeFill="background1" w:themeFillShade="F2"/>
            <w:noWrap/>
            <w:vAlign w:val="center"/>
            <w:hideMark/>
          </w:tcPr>
          <w:p w:rsidR="00AF03B3" w:rsidRPr="000D7E53" w:rsidRDefault="00000000" w:rsidP="00755D87">
            <w:pPr>
              <w:pStyle w:val="TableTextLarge"/>
              <w:ind w:right="-108"/>
            </w:pPr>
            <w:sdt>
              <w:sdtPr>
                <w:id w:val="805127471"/>
                <w:placeholder>
                  <w:docPart w:val="75F73ED8292A4F56AC472871C58EEEFF"/>
                </w:placeholder>
                <w:temporary/>
                <w:showingPlcHdr/>
                <w15:appearance w15:val="hidden"/>
              </w:sdtPr>
              <w:sdtContent>
                <w:r w:rsidR="004579CD" w:rsidRPr="000D7E53">
                  <w:t>$14,266</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404066447"/>
                <w:placeholder>
                  <w:docPart w:val="64E35615CAC7452A9CDF4AA8551C8716"/>
                </w:placeholder>
                <w:temporary/>
                <w:showingPlcHdr/>
                <w15:appearance w15:val="hidden"/>
              </w:sdtPr>
              <w:sdtContent>
                <w:r w:rsidR="002739E2" w:rsidRPr="000D7E53">
                  <w:t>$</w:t>
                </w:r>
                <w:r w:rsidR="002B3B8D" w:rsidRPr="000D7E53">
                  <w:t>16,65</w:t>
                </w:r>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019744784"/>
                <w:placeholder>
                  <w:docPart w:val="D17377485D744188AE9CF5C3F9EB7592"/>
                </w:placeholder>
                <w:temporary/>
                <w:showingPlcHdr/>
                <w15:appearance w15:val="hidden"/>
              </w:sdtPr>
              <w:sdtContent>
                <w:r w:rsidR="002739E2" w:rsidRPr="000D7E53">
                  <w:t>$</w:t>
                </w:r>
                <w:r w:rsidR="002B3B8D" w:rsidRPr="000D7E53">
                  <w:t>22,85</w:t>
                </w:r>
                <w:r w:rsidR="002739E2" w:rsidRPr="000D7E53">
                  <w:t>0</w:t>
                </w:r>
              </w:sdtContent>
            </w:sdt>
          </w:p>
        </w:tc>
        <w:tc>
          <w:tcPr>
            <w:tcW w:w="990"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1166478968"/>
                <w:placeholder>
                  <w:docPart w:val="B63CA44BC22949149BC3083FAFDB6AE8"/>
                </w:placeholder>
                <w:temporary/>
                <w:showingPlcHdr/>
                <w15:appearance w15:val="hidden"/>
              </w:sdtPr>
              <w:sdtContent>
                <w:r w:rsidR="002739E2" w:rsidRPr="000D7E53">
                  <w:t>$</w:t>
                </w:r>
                <w:r w:rsidR="00A42AA0" w:rsidRPr="000D7E53">
                  <w:t>24,445</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997153154"/>
                <w:placeholder>
                  <w:docPart w:val="4ED2811E21F140C0B486E6FB01D1E7FF"/>
                </w:placeholder>
                <w:temporary/>
                <w:showingPlcHdr/>
                <w15:appearance w15:val="hidden"/>
              </w:sdtPr>
              <w:sdtContent>
                <w:r w:rsidR="00A42AA0" w:rsidRPr="000D7E53">
                  <w:t>$23,349</w:t>
                </w:r>
              </w:sdtContent>
            </w:sdt>
          </w:p>
        </w:tc>
        <w:tc>
          <w:tcPr>
            <w:tcW w:w="951" w:type="dxa"/>
            <w:shd w:val="clear" w:color="auto" w:fill="F2F2F2" w:themeFill="background1" w:themeFillShade="F2"/>
            <w:noWrap/>
            <w:vAlign w:val="center"/>
            <w:hideMark/>
          </w:tcPr>
          <w:p w:rsidR="00AF03B3" w:rsidRPr="000D7E53" w:rsidRDefault="00000000" w:rsidP="00755D87">
            <w:pPr>
              <w:pStyle w:val="TableTextLarge"/>
              <w:ind w:right="-108"/>
            </w:pPr>
            <w:sdt>
              <w:sdtPr>
                <w:id w:val="1768345843"/>
                <w:placeholder>
                  <w:docPart w:val="B0B4AFF35C8142EB896D18C5FEC1668A"/>
                </w:placeholder>
                <w:temporary/>
                <w:showingPlcHdr/>
                <w15:appearance w15:val="hidden"/>
              </w:sdtPr>
              <w:sdtContent>
                <w:r w:rsidR="002739E2" w:rsidRPr="000D7E53">
                  <w:t>$</w:t>
                </w:r>
                <w:r w:rsidR="00A42AA0" w:rsidRPr="000D7E53">
                  <w:t>20,4</w:t>
                </w:r>
                <w:r w:rsidR="00A42AA0">
                  <w:t>0</w:t>
                </w:r>
                <w:r w:rsidR="002739E2" w:rsidRPr="000D7E53">
                  <w:t>0</w:t>
                </w:r>
              </w:sdtContent>
            </w:sdt>
            <w:r w:rsidR="002739E2" w:rsidRPr="000D7E53">
              <w:t xml:space="preserve"> </w:t>
            </w:r>
          </w:p>
        </w:tc>
        <w:tc>
          <w:tcPr>
            <w:tcW w:w="1003" w:type="dxa"/>
            <w:gridSpan w:val="3"/>
            <w:shd w:val="clear" w:color="auto" w:fill="F2F2F2" w:themeFill="background1" w:themeFillShade="F2"/>
            <w:noWrap/>
            <w:vAlign w:val="center"/>
            <w:hideMark/>
          </w:tcPr>
          <w:p w:rsidR="00AF03B3" w:rsidRPr="000D7E53" w:rsidRDefault="00000000" w:rsidP="00755D87">
            <w:pPr>
              <w:pStyle w:val="TableTextLarge"/>
              <w:ind w:right="-108"/>
            </w:pPr>
            <w:sdt>
              <w:sdtPr>
                <w:id w:val="-1910992608"/>
                <w:placeholder>
                  <w:docPart w:val="F1436CEF09B442BFB112046471724C8D"/>
                </w:placeholder>
                <w:temporary/>
                <w:showingPlcHdr/>
                <w15:appearance w15:val="hidden"/>
              </w:sdtPr>
              <w:sdtContent>
                <w:r w:rsidR="002739E2" w:rsidRPr="000D7E53">
                  <w:t>$</w:t>
                </w:r>
                <w:r w:rsidR="00C23071" w:rsidRPr="000D7E53">
                  <w:t>26,245</w:t>
                </w:r>
              </w:sdtContent>
            </w:sdt>
          </w:p>
        </w:tc>
        <w:tc>
          <w:tcPr>
            <w:tcW w:w="1003" w:type="dxa"/>
            <w:shd w:val="clear" w:color="auto" w:fill="F2F2F2" w:themeFill="background1" w:themeFillShade="F2"/>
            <w:noWrap/>
            <w:vAlign w:val="center"/>
            <w:hideMark/>
          </w:tcPr>
          <w:p w:rsidR="00AF03B3" w:rsidRPr="000D7E53" w:rsidRDefault="00000000" w:rsidP="00755D87">
            <w:pPr>
              <w:pStyle w:val="TableTextLarge"/>
              <w:ind w:right="-108"/>
            </w:pPr>
            <w:sdt>
              <w:sdtPr>
                <w:id w:val="-433136232"/>
                <w:placeholder>
                  <w:docPart w:val="331F081E9A6F4C9F8CF7B46C1638E44B"/>
                </w:placeholder>
                <w:temporary/>
                <w:showingPlcHdr/>
                <w15:appearance w15:val="hidden"/>
              </w:sdtPr>
              <w:sdtContent>
                <w:r w:rsidR="002739E2" w:rsidRPr="000D7E53">
                  <w:t>$</w:t>
                </w:r>
                <w:r w:rsidR="00C23071" w:rsidRPr="000D7E53">
                  <w:t>26,309</w:t>
                </w:r>
              </w:sdtContent>
            </w:sdt>
          </w:p>
        </w:tc>
        <w:tc>
          <w:tcPr>
            <w:tcW w:w="1003"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1843765113"/>
                <w:placeholder>
                  <w:docPart w:val="C1F48F2AFF534FFDA6CA5A22024B0D4F"/>
                </w:placeholder>
                <w:temporary/>
                <w:showingPlcHdr/>
                <w15:appearance w15:val="hidden"/>
              </w:sdtPr>
              <w:sdtContent>
                <w:r w:rsidR="00C23071" w:rsidRPr="000D7E53">
                  <w:t>$214,958</w:t>
                </w:r>
              </w:sdtContent>
            </w:sdt>
          </w:p>
        </w:tc>
      </w:tr>
      <w:tr w:rsidR="0094707B" w:rsidRPr="000D7E53" w:rsidTr="00755D87">
        <w:trPr>
          <w:trHeight w:val="244"/>
        </w:trPr>
        <w:tc>
          <w:tcPr>
            <w:tcW w:w="2070" w:type="dxa"/>
            <w:vAlign w:val="center"/>
            <w:hideMark/>
          </w:tcPr>
          <w:p w:rsidR="00AF03B3" w:rsidRPr="000D7E53" w:rsidRDefault="00000000" w:rsidP="000D7E53">
            <w:pPr>
              <w:pStyle w:val="TableTextLarge"/>
            </w:pPr>
            <w:sdt>
              <w:sdtPr>
                <w:id w:val="708995695"/>
                <w:placeholder>
                  <w:docPart w:val="3D29B22FB34842D782911A36AAABA5BE"/>
                </w:placeholder>
                <w:temporary/>
                <w:showingPlcHdr/>
                <w15:appearance w15:val="hidden"/>
              </w:sdtPr>
              <w:sdtContent>
                <w:r w:rsidR="00D76771" w:rsidRPr="000D7E53">
                  <w:t>Cost of Goods Sold*</w:t>
                </w:r>
              </w:sdtContent>
            </w:sdt>
          </w:p>
        </w:tc>
        <w:tc>
          <w:tcPr>
            <w:tcW w:w="990" w:type="dxa"/>
            <w:noWrap/>
            <w:vAlign w:val="center"/>
            <w:hideMark/>
          </w:tcPr>
          <w:p w:rsidR="00AF03B3" w:rsidRPr="000D7E53" w:rsidRDefault="00000000" w:rsidP="00755D87">
            <w:pPr>
              <w:pStyle w:val="TableTextLarge"/>
              <w:ind w:right="-108"/>
            </w:pPr>
            <w:sdt>
              <w:sdtPr>
                <w:id w:val="-593561394"/>
                <w:placeholder>
                  <w:docPart w:val="6CC0734278DC435C9E9D6C116EB73298"/>
                </w:placeholder>
                <w:temporary/>
                <w:showingPlcHdr/>
                <w15:appearance w15:val="hidden"/>
              </w:sdtPr>
              <w:sdtContent>
                <w:r w:rsidR="002739E2" w:rsidRPr="000D7E53">
                  <w:t>$</w:t>
                </w:r>
                <w:r w:rsidR="002739E2">
                  <w:t>2</w:t>
                </w:r>
                <w:r w:rsidR="002739E2" w:rsidRPr="000D7E53">
                  <w:t>,000</w:t>
                </w:r>
              </w:sdtContent>
            </w:sdt>
          </w:p>
        </w:tc>
        <w:tc>
          <w:tcPr>
            <w:tcW w:w="990" w:type="dxa"/>
            <w:noWrap/>
            <w:vAlign w:val="center"/>
            <w:hideMark/>
          </w:tcPr>
          <w:p w:rsidR="00AF03B3" w:rsidRPr="000D7E53" w:rsidRDefault="00000000" w:rsidP="00755D87">
            <w:pPr>
              <w:pStyle w:val="TableTextLarge"/>
              <w:ind w:right="-108"/>
            </w:pPr>
            <w:sdt>
              <w:sdtPr>
                <w:id w:val="-1550221522"/>
                <w:placeholder>
                  <w:docPart w:val="587F341331A74D849876D436E223F938"/>
                </w:placeholder>
                <w:temporary/>
                <w:showingPlcHdr/>
                <w15:appearance w15:val="hidden"/>
              </w:sdtPr>
              <w:sdtContent>
                <w:r w:rsidR="002739E2" w:rsidRPr="000D7E53">
                  <w:t>$5,</w:t>
                </w:r>
                <w:r w:rsidR="004579CD">
                  <w:t>2</w:t>
                </w:r>
                <w:r w:rsidR="002739E2" w:rsidRPr="000D7E53">
                  <w:t>00</w:t>
                </w:r>
              </w:sdtContent>
            </w:sdt>
          </w:p>
        </w:tc>
        <w:tc>
          <w:tcPr>
            <w:tcW w:w="900" w:type="dxa"/>
            <w:noWrap/>
            <w:vAlign w:val="center"/>
            <w:hideMark/>
          </w:tcPr>
          <w:p w:rsidR="00AF03B3" w:rsidRPr="000D7E53" w:rsidRDefault="00000000" w:rsidP="00755D87">
            <w:pPr>
              <w:pStyle w:val="TableTextLarge"/>
              <w:ind w:right="-108"/>
            </w:pPr>
            <w:sdt>
              <w:sdtPr>
                <w:id w:val="-2073116128"/>
                <w:placeholder>
                  <w:docPart w:val="F06C27B137D549C4861AFBBD645C8940"/>
                </w:placeholder>
                <w:temporary/>
                <w:showingPlcHdr/>
                <w15:appearance w15:val="hidden"/>
              </w:sdtPr>
              <w:sdtContent>
                <w:r w:rsidR="002739E2" w:rsidRPr="000D7E53">
                  <w:t>$</w:t>
                </w:r>
                <w:r w:rsidR="004579CD" w:rsidRPr="000D7E53">
                  <w:t>6,4</w:t>
                </w:r>
                <w:r w:rsidR="002739E2" w:rsidRPr="000D7E53">
                  <w:t>00</w:t>
                </w:r>
              </w:sdtContent>
            </w:sdt>
          </w:p>
        </w:tc>
        <w:tc>
          <w:tcPr>
            <w:tcW w:w="990" w:type="dxa"/>
            <w:noWrap/>
            <w:vAlign w:val="center"/>
            <w:hideMark/>
          </w:tcPr>
          <w:p w:rsidR="00AF03B3" w:rsidRPr="000D7E53" w:rsidRDefault="00000000" w:rsidP="00755D87">
            <w:pPr>
              <w:pStyle w:val="TableTextLarge"/>
              <w:ind w:right="-108"/>
            </w:pPr>
            <w:sdt>
              <w:sdtPr>
                <w:id w:val="1720939046"/>
                <w:placeholder>
                  <w:docPart w:val="E8077FDD46E34F2AB37CBD105D896391"/>
                </w:placeholder>
                <w:temporary/>
                <w:showingPlcHdr/>
                <w15:appearance w15:val="hidden"/>
              </w:sdtPr>
              <w:sdtContent>
                <w:r w:rsidR="002739E2" w:rsidRPr="000D7E53">
                  <w:t>$</w:t>
                </w:r>
                <w:r w:rsidR="004579CD" w:rsidRPr="000D7E53">
                  <w:t>2,8</w:t>
                </w:r>
                <w:r w:rsidR="002739E2" w:rsidRPr="000D7E53">
                  <w:t>00</w:t>
                </w:r>
              </w:sdtContent>
            </w:sdt>
          </w:p>
        </w:tc>
        <w:tc>
          <w:tcPr>
            <w:tcW w:w="810" w:type="dxa"/>
            <w:noWrap/>
            <w:vAlign w:val="center"/>
            <w:hideMark/>
          </w:tcPr>
          <w:p w:rsidR="00AF03B3" w:rsidRPr="000D7E53" w:rsidRDefault="00000000" w:rsidP="00755D87">
            <w:pPr>
              <w:pStyle w:val="TableTextLarge"/>
              <w:ind w:right="-108"/>
            </w:pPr>
            <w:sdt>
              <w:sdtPr>
                <w:id w:val="-1497950273"/>
                <w:placeholder>
                  <w:docPart w:val="C85E057CBDC94A85AFA106DCE198D6F9"/>
                </w:placeholder>
                <w:temporary/>
                <w:showingPlcHdr/>
                <w15:appearance w15:val="hidden"/>
              </w:sdtPr>
              <w:sdtContent>
                <w:r w:rsidR="002739E2" w:rsidRPr="000D7E53">
                  <w:t>$</w:t>
                </w:r>
                <w:r w:rsidR="004579CD" w:rsidRPr="000D7E53">
                  <w:t>5,8</w:t>
                </w:r>
                <w:r w:rsidR="004579CD">
                  <w:t>00</w:t>
                </w:r>
              </w:sdtContent>
            </w:sdt>
          </w:p>
        </w:tc>
        <w:tc>
          <w:tcPr>
            <w:tcW w:w="900" w:type="dxa"/>
            <w:noWrap/>
            <w:vAlign w:val="center"/>
            <w:hideMark/>
          </w:tcPr>
          <w:p w:rsidR="00AF03B3" w:rsidRPr="000D7E53" w:rsidRDefault="00000000" w:rsidP="00755D87">
            <w:pPr>
              <w:pStyle w:val="TableTextLarge"/>
              <w:ind w:right="-108"/>
            </w:pPr>
            <w:sdt>
              <w:sdtPr>
                <w:id w:val="235438408"/>
                <w:placeholder>
                  <w:docPart w:val="5B2EB0E02DF94812BDB864BE768D8DC7"/>
                </w:placeholder>
                <w:temporary/>
                <w:showingPlcHdr/>
                <w15:appearance w15:val="hidden"/>
              </w:sdtPr>
              <w:sdtContent>
                <w:r w:rsidR="002739E2" w:rsidRPr="000D7E53">
                  <w:t>$</w:t>
                </w:r>
                <w:r w:rsidR="002B3B8D" w:rsidRPr="000D7E53">
                  <w:t>6,56</w:t>
                </w:r>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1782847494"/>
                <w:placeholder>
                  <w:docPart w:val="BBCC004E0C6B4FF0B5C4DB0BE87777AD"/>
                </w:placeholder>
                <w:temporary/>
                <w:showingPlcHdr/>
                <w15:appearance w15:val="hidden"/>
              </w:sdtPr>
              <w:sdtContent>
                <w:r w:rsidR="002739E2" w:rsidRPr="000D7E53">
                  <w:t>$</w:t>
                </w:r>
                <w:r w:rsidR="002B3B8D">
                  <w:t>9</w:t>
                </w:r>
                <w:r w:rsidR="002739E2" w:rsidRPr="000D7E53">
                  <w:t>,000</w:t>
                </w:r>
              </w:sdtContent>
            </w:sdt>
          </w:p>
        </w:tc>
        <w:tc>
          <w:tcPr>
            <w:tcW w:w="990" w:type="dxa"/>
            <w:gridSpan w:val="2"/>
            <w:noWrap/>
            <w:vAlign w:val="center"/>
            <w:hideMark/>
          </w:tcPr>
          <w:p w:rsidR="00AF03B3" w:rsidRPr="000D7E53" w:rsidRDefault="00000000" w:rsidP="00755D87">
            <w:pPr>
              <w:pStyle w:val="TableTextLarge"/>
              <w:ind w:right="-108"/>
            </w:pPr>
            <w:sdt>
              <w:sdtPr>
                <w:id w:val="71323282"/>
                <w:placeholder>
                  <w:docPart w:val="D86822C134444DEB9215C1F7749C2C0F"/>
                </w:placeholder>
                <w:temporary/>
                <w:showingPlcHdr/>
                <w15:appearance w15:val="hidden"/>
              </w:sdtPr>
              <w:sdtContent>
                <w:r w:rsidR="002739E2" w:rsidRPr="000D7E53">
                  <w:t>$</w:t>
                </w:r>
                <w:r w:rsidR="00A42AA0" w:rsidRPr="000D7E53">
                  <w:t>9,25</w:t>
                </w:r>
                <w:r w:rsidR="002739E2" w:rsidRPr="000D7E53">
                  <w:t>0</w:t>
                </w:r>
              </w:sdtContent>
            </w:sdt>
          </w:p>
        </w:tc>
        <w:tc>
          <w:tcPr>
            <w:tcW w:w="900" w:type="dxa"/>
            <w:noWrap/>
            <w:vAlign w:val="center"/>
            <w:hideMark/>
          </w:tcPr>
          <w:p w:rsidR="00AF03B3" w:rsidRPr="000D7E53" w:rsidRDefault="00000000" w:rsidP="00755D87">
            <w:pPr>
              <w:pStyle w:val="TableTextLarge"/>
              <w:ind w:right="-108"/>
            </w:pPr>
            <w:sdt>
              <w:sdtPr>
                <w:id w:val="-600796021"/>
                <w:placeholder>
                  <w:docPart w:val="472A732C5FC94ABC9E61DBE1A6A851E9"/>
                </w:placeholder>
                <w:temporary/>
                <w:showingPlcHdr/>
                <w15:appearance w15:val="hidden"/>
              </w:sdtPr>
              <w:sdtContent>
                <w:r w:rsidR="002739E2" w:rsidRPr="000D7E53">
                  <w:t>$</w:t>
                </w:r>
                <w:r w:rsidR="00A42AA0" w:rsidRPr="000D7E53">
                  <w:t>9,820</w:t>
                </w:r>
              </w:sdtContent>
            </w:sdt>
          </w:p>
        </w:tc>
        <w:tc>
          <w:tcPr>
            <w:tcW w:w="951" w:type="dxa"/>
            <w:noWrap/>
            <w:vAlign w:val="center"/>
            <w:hideMark/>
          </w:tcPr>
          <w:p w:rsidR="00AF03B3" w:rsidRPr="000D7E53" w:rsidRDefault="00000000" w:rsidP="00755D87">
            <w:pPr>
              <w:pStyle w:val="TableTextLarge"/>
              <w:ind w:right="-108"/>
            </w:pPr>
            <w:sdt>
              <w:sdtPr>
                <w:id w:val="-180977082"/>
                <w:placeholder>
                  <w:docPart w:val="B829535A01BD4105B67028FF50B96C7B"/>
                </w:placeholder>
                <w:temporary/>
                <w:showingPlcHdr/>
                <w15:appearance w15:val="hidden"/>
              </w:sdtPr>
              <w:sdtContent>
                <w:r w:rsidR="002739E2" w:rsidRPr="000D7E53">
                  <w:t>$</w:t>
                </w:r>
                <w:r w:rsidR="00A42AA0" w:rsidRPr="000D7E53">
                  <w:t>8,8</w:t>
                </w:r>
                <w:r w:rsidR="002739E2" w:rsidRPr="000D7E53">
                  <w:t>00</w:t>
                </w:r>
              </w:sdtContent>
            </w:sdt>
          </w:p>
        </w:tc>
        <w:tc>
          <w:tcPr>
            <w:tcW w:w="1003" w:type="dxa"/>
            <w:gridSpan w:val="3"/>
            <w:noWrap/>
            <w:vAlign w:val="center"/>
            <w:hideMark/>
          </w:tcPr>
          <w:p w:rsidR="00AF03B3" w:rsidRPr="000D7E53" w:rsidRDefault="00000000" w:rsidP="00755D87">
            <w:pPr>
              <w:pStyle w:val="TableTextLarge"/>
              <w:ind w:right="-108"/>
            </w:pPr>
            <w:sdt>
              <w:sdtPr>
                <w:id w:val="1597211044"/>
                <w:placeholder>
                  <w:docPart w:val="69C0B4CC363648B19034C5F7F12DA3B8"/>
                </w:placeholder>
                <w:temporary/>
                <w:showingPlcHdr/>
                <w15:appearance w15:val="hidden"/>
              </w:sdtPr>
              <w:sdtContent>
                <w:r w:rsidR="002739E2" w:rsidRPr="000D7E53">
                  <w:t>$</w:t>
                </w:r>
                <w:r w:rsidR="00C23071">
                  <w:t>10</w:t>
                </w:r>
                <w:r w:rsidR="002739E2" w:rsidRPr="000D7E53">
                  <w:t>,000</w:t>
                </w:r>
              </w:sdtContent>
            </w:sdt>
          </w:p>
        </w:tc>
        <w:tc>
          <w:tcPr>
            <w:tcW w:w="1003" w:type="dxa"/>
            <w:noWrap/>
            <w:vAlign w:val="center"/>
            <w:hideMark/>
          </w:tcPr>
          <w:p w:rsidR="00AF03B3" w:rsidRPr="000D7E53" w:rsidRDefault="00000000" w:rsidP="00755D87">
            <w:pPr>
              <w:pStyle w:val="TableTextLarge"/>
              <w:ind w:right="-108"/>
            </w:pPr>
            <w:sdt>
              <w:sdtPr>
                <w:id w:val="419376055"/>
                <w:placeholder>
                  <w:docPart w:val="B2B27E3B2A6B4E68903A23867435F98D"/>
                </w:placeholder>
                <w:temporary/>
                <w:showingPlcHdr/>
                <w15:appearance w15:val="hidden"/>
              </w:sdtPr>
              <w:sdtContent>
                <w:r w:rsidR="002739E2" w:rsidRPr="000D7E53">
                  <w:t>$</w:t>
                </w:r>
                <w:r w:rsidR="00C23071" w:rsidRPr="000D7E53">
                  <w:t>10,94</w:t>
                </w:r>
                <w:r w:rsidR="002739E2" w:rsidRPr="000D7E53">
                  <w:t>0</w:t>
                </w:r>
              </w:sdtContent>
            </w:sdt>
          </w:p>
        </w:tc>
        <w:tc>
          <w:tcPr>
            <w:tcW w:w="1003" w:type="dxa"/>
            <w:gridSpan w:val="2"/>
            <w:noWrap/>
            <w:vAlign w:val="center"/>
            <w:hideMark/>
          </w:tcPr>
          <w:p w:rsidR="00AF03B3" w:rsidRPr="000D7E53" w:rsidRDefault="00000000" w:rsidP="00755D87">
            <w:pPr>
              <w:pStyle w:val="TableTextLarge"/>
              <w:ind w:right="-108"/>
            </w:pPr>
            <w:sdt>
              <w:sdtPr>
                <w:id w:val="-1077678313"/>
                <w:placeholder>
                  <w:docPart w:val="14E3849D311943E3A05877B70D974D2A"/>
                </w:placeholder>
                <w:temporary/>
                <w:showingPlcHdr/>
                <w15:appearance w15:val="hidden"/>
              </w:sdtPr>
              <w:sdtContent>
                <w:r w:rsidR="00C23071" w:rsidRPr="000D7E53">
                  <w:t>$86,569</w:t>
                </w:r>
              </w:sdtContent>
            </w:sdt>
          </w:p>
        </w:tc>
      </w:tr>
      <w:tr w:rsidR="0094707B" w:rsidRPr="000D7E53" w:rsidTr="00755D87">
        <w:trPr>
          <w:trHeight w:val="244"/>
        </w:trPr>
        <w:tc>
          <w:tcPr>
            <w:tcW w:w="2070" w:type="dxa"/>
            <w:shd w:val="clear" w:color="auto" w:fill="F2F2F2" w:themeFill="background1" w:themeFillShade="F2"/>
            <w:vAlign w:val="center"/>
            <w:hideMark/>
          </w:tcPr>
          <w:p w:rsidR="00AF03B3" w:rsidRPr="000D7E53" w:rsidRDefault="00000000" w:rsidP="000D7E53">
            <w:pPr>
              <w:pStyle w:val="TableTextLarge"/>
            </w:pPr>
            <w:sdt>
              <w:sdtPr>
                <w:id w:val="-1180427122"/>
                <w:placeholder>
                  <w:docPart w:val="573CE21F9A154249A193898B01D603D9"/>
                </w:placeholder>
                <w:temporary/>
                <w:showingPlcHdr/>
                <w15:appearance w15:val="hidden"/>
              </w:sdtPr>
              <w:sdtContent>
                <w:r w:rsidR="00D76771" w:rsidRPr="000D7E53">
                  <w:t>Gross Profit</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143622553"/>
                <w:placeholder>
                  <w:docPart w:val="405C3A14B1824CCCB3DA6220F915F3B2"/>
                </w:placeholder>
                <w:temporary/>
                <w:showingPlcHdr/>
                <w15:appearance w15:val="hidden"/>
              </w:sdtPr>
              <w:sdtContent>
                <w:r w:rsidR="002739E2" w:rsidRPr="000D7E53">
                  <w:t>$</w:t>
                </w:r>
                <w:r w:rsidR="002739E2">
                  <w:t>3</w:t>
                </w:r>
                <w:r w:rsidR="002739E2" w:rsidRPr="000D7E53">
                  <w:t>,000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102142966"/>
                <w:placeholder>
                  <w:docPart w:val="0BC238075B1243AE88E1844013014B46"/>
                </w:placeholder>
                <w:temporary/>
                <w:showingPlcHdr/>
                <w15:appearance w15:val="hidden"/>
              </w:sdtPr>
              <w:sdtContent>
                <w:r w:rsidR="002739E2" w:rsidRPr="000D7E53">
                  <w:t>$</w:t>
                </w:r>
                <w:r w:rsidR="004579CD" w:rsidRPr="000D7E53">
                  <w:t>7,45</w:t>
                </w:r>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891316372"/>
                <w:placeholder>
                  <w:docPart w:val="9E58F293C43B442F97DF25B6459B1EC7"/>
                </w:placeholder>
                <w:temporary/>
                <w:showingPlcHdr/>
                <w15:appearance w15:val="hidden"/>
              </w:sdtPr>
              <w:sdtContent>
                <w:r w:rsidR="002739E2" w:rsidRPr="000D7E53">
                  <w:t>$</w:t>
                </w:r>
                <w:r w:rsidR="004579CD" w:rsidRPr="000D7E53">
                  <w:t>9,6</w:t>
                </w:r>
                <w:r w:rsidR="002739E2" w:rsidRPr="000D7E53">
                  <w:t>00</w:t>
                </w:r>
              </w:sdtContent>
            </w:sdt>
          </w:p>
        </w:tc>
        <w:tc>
          <w:tcPr>
            <w:tcW w:w="990" w:type="dxa"/>
            <w:shd w:val="clear" w:color="auto" w:fill="F2F2F2" w:themeFill="background1" w:themeFillShade="F2"/>
            <w:noWrap/>
            <w:vAlign w:val="center"/>
            <w:hideMark/>
          </w:tcPr>
          <w:p w:rsidR="00AF03B3" w:rsidRPr="000D7E53" w:rsidRDefault="00000000" w:rsidP="00755D87">
            <w:pPr>
              <w:pStyle w:val="TableTextLarge"/>
              <w:ind w:right="-108"/>
            </w:pPr>
            <w:sdt>
              <w:sdtPr>
                <w:id w:val="-2048602968"/>
                <w:placeholder>
                  <w:docPart w:val="70A54EEACCE840269DB7AFE38CF86FF8"/>
                </w:placeholder>
                <w:temporary/>
                <w:showingPlcHdr/>
                <w15:appearance w15:val="hidden"/>
              </w:sdtPr>
              <w:sdtContent>
                <w:r w:rsidR="002739E2" w:rsidRPr="000D7E53">
                  <w:t>$</w:t>
                </w:r>
                <w:r w:rsidR="004579CD" w:rsidRPr="000D7E53">
                  <w:t>3,994</w:t>
                </w:r>
              </w:sdtContent>
            </w:sdt>
          </w:p>
        </w:tc>
        <w:tc>
          <w:tcPr>
            <w:tcW w:w="810" w:type="dxa"/>
            <w:shd w:val="clear" w:color="auto" w:fill="F2F2F2" w:themeFill="background1" w:themeFillShade="F2"/>
            <w:noWrap/>
            <w:vAlign w:val="center"/>
            <w:hideMark/>
          </w:tcPr>
          <w:p w:rsidR="00AF03B3" w:rsidRPr="000D7E53" w:rsidRDefault="00000000" w:rsidP="00755D87">
            <w:pPr>
              <w:pStyle w:val="TableTextLarge"/>
              <w:ind w:right="-108"/>
            </w:pPr>
            <w:sdt>
              <w:sdtPr>
                <w:id w:val="-1176266546"/>
                <w:placeholder>
                  <w:docPart w:val="C354EF052DAA4892BA4B94691B5E8C4C"/>
                </w:placeholder>
                <w:temporary/>
                <w:showingPlcHdr/>
                <w15:appearance w15:val="hidden"/>
              </w:sdtPr>
              <w:sdtContent>
                <w:r w:rsidR="002739E2" w:rsidRPr="000D7E53">
                  <w:t>$</w:t>
                </w:r>
                <w:r w:rsidR="004579CD" w:rsidRPr="000D7E53">
                  <w:t>8,466</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092774596"/>
                <w:placeholder>
                  <w:docPart w:val="171D6A5FC74A4872BDE121F9F9C64EDF"/>
                </w:placeholder>
                <w:temporary/>
                <w:showingPlcHdr/>
                <w15:appearance w15:val="hidden"/>
              </w:sdtPr>
              <w:sdtContent>
                <w:r w:rsidR="002739E2" w:rsidRPr="000D7E53">
                  <w:t>$</w:t>
                </w:r>
                <w:r w:rsidR="002B3B8D" w:rsidRPr="000D7E53">
                  <w:t>10,09</w:t>
                </w:r>
                <w:r w:rsidR="002739E2" w:rsidRPr="000D7E53">
                  <w:t>0</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790711131"/>
                <w:placeholder>
                  <w:docPart w:val="E6612DD5BEEA45C6A2F8F9164F876A1C"/>
                </w:placeholder>
                <w:temporary/>
                <w:showingPlcHdr/>
                <w15:appearance w15:val="hidden"/>
              </w:sdtPr>
              <w:sdtContent>
                <w:r w:rsidR="002739E2" w:rsidRPr="000D7E53">
                  <w:t>$</w:t>
                </w:r>
                <w:r w:rsidR="002B3B8D" w:rsidRPr="000D7E53">
                  <w:t>13,85</w:t>
                </w:r>
                <w:r w:rsidR="002739E2" w:rsidRPr="000D7E53">
                  <w:t>0</w:t>
                </w:r>
              </w:sdtContent>
            </w:sdt>
          </w:p>
        </w:tc>
        <w:tc>
          <w:tcPr>
            <w:tcW w:w="990"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695305330"/>
                <w:placeholder>
                  <w:docPart w:val="39497A7B12714CFF9DB101B1C7212D14"/>
                </w:placeholder>
                <w:temporary/>
                <w:showingPlcHdr/>
                <w15:appearance w15:val="hidden"/>
              </w:sdtPr>
              <w:sdtContent>
                <w:r w:rsidR="002739E2" w:rsidRPr="000D7E53">
                  <w:t>$</w:t>
                </w:r>
                <w:r w:rsidR="00A42AA0" w:rsidRPr="000D7E53">
                  <w:t>15,195</w:t>
                </w:r>
              </w:sdtContent>
            </w:sdt>
          </w:p>
        </w:tc>
        <w:tc>
          <w:tcPr>
            <w:tcW w:w="900" w:type="dxa"/>
            <w:shd w:val="clear" w:color="auto" w:fill="F2F2F2" w:themeFill="background1" w:themeFillShade="F2"/>
            <w:noWrap/>
            <w:vAlign w:val="center"/>
            <w:hideMark/>
          </w:tcPr>
          <w:p w:rsidR="00AF03B3" w:rsidRPr="000D7E53" w:rsidRDefault="00000000" w:rsidP="00755D87">
            <w:pPr>
              <w:pStyle w:val="TableTextLarge"/>
              <w:ind w:right="-108"/>
            </w:pPr>
            <w:sdt>
              <w:sdtPr>
                <w:id w:val="-1853032231"/>
                <w:placeholder>
                  <w:docPart w:val="CF3D9BD389DE48D7902314B02F8BE921"/>
                </w:placeholder>
                <w:temporary/>
                <w:showingPlcHdr/>
                <w15:appearance w15:val="hidden"/>
              </w:sdtPr>
              <w:sdtContent>
                <w:r w:rsidR="002739E2" w:rsidRPr="000D7E53">
                  <w:t>$</w:t>
                </w:r>
                <w:r w:rsidR="00A42AA0" w:rsidRPr="000D7E53">
                  <w:t>13,529</w:t>
                </w:r>
              </w:sdtContent>
            </w:sdt>
          </w:p>
        </w:tc>
        <w:tc>
          <w:tcPr>
            <w:tcW w:w="951" w:type="dxa"/>
            <w:shd w:val="clear" w:color="auto" w:fill="F2F2F2" w:themeFill="background1" w:themeFillShade="F2"/>
            <w:noWrap/>
            <w:vAlign w:val="center"/>
            <w:hideMark/>
          </w:tcPr>
          <w:p w:rsidR="00AF03B3" w:rsidRPr="000D7E53" w:rsidRDefault="00000000" w:rsidP="00755D87">
            <w:pPr>
              <w:pStyle w:val="TableTextLarge"/>
              <w:ind w:right="-108"/>
            </w:pPr>
            <w:sdt>
              <w:sdtPr>
                <w:id w:val="1410498909"/>
                <w:placeholder>
                  <w:docPart w:val="80A4A5B1B55444E083001925D6166B1C"/>
                </w:placeholder>
                <w:temporary/>
                <w:showingPlcHdr/>
                <w15:appearance w15:val="hidden"/>
              </w:sdtPr>
              <w:sdtContent>
                <w:r w:rsidR="002739E2" w:rsidRPr="000D7E53">
                  <w:t>$</w:t>
                </w:r>
                <w:r w:rsidR="00A42AA0" w:rsidRPr="000D7E53">
                  <w:t>11,6</w:t>
                </w:r>
                <w:r w:rsidR="002739E2" w:rsidRPr="000D7E53">
                  <w:t>00</w:t>
                </w:r>
              </w:sdtContent>
            </w:sdt>
          </w:p>
        </w:tc>
        <w:tc>
          <w:tcPr>
            <w:tcW w:w="1003" w:type="dxa"/>
            <w:gridSpan w:val="3"/>
            <w:shd w:val="clear" w:color="auto" w:fill="F2F2F2" w:themeFill="background1" w:themeFillShade="F2"/>
            <w:noWrap/>
            <w:vAlign w:val="center"/>
            <w:hideMark/>
          </w:tcPr>
          <w:p w:rsidR="00AF03B3" w:rsidRPr="000D7E53" w:rsidRDefault="00000000" w:rsidP="00755D87">
            <w:pPr>
              <w:pStyle w:val="TableTextLarge"/>
              <w:ind w:right="-108"/>
            </w:pPr>
            <w:sdt>
              <w:sdtPr>
                <w:id w:val="266269751"/>
                <w:placeholder>
                  <w:docPart w:val="DCD170284B46406E951DE8BFAAE42D91"/>
                </w:placeholder>
                <w:temporary/>
                <w:showingPlcHdr/>
                <w15:appearance w15:val="hidden"/>
              </w:sdtPr>
              <w:sdtContent>
                <w:r w:rsidR="002739E2" w:rsidRPr="000D7E53">
                  <w:t>$</w:t>
                </w:r>
                <w:r w:rsidR="00C23071" w:rsidRPr="000D7E53">
                  <w:t>16,245</w:t>
                </w:r>
              </w:sdtContent>
            </w:sdt>
          </w:p>
        </w:tc>
        <w:tc>
          <w:tcPr>
            <w:tcW w:w="1003" w:type="dxa"/>
            <w:shd w:val="clear" w:color="auto" w:fill="F2F2F2" w:themeFill="background1" w:themeFillShade="F2"/>
            <w:noWrap/>
            <w:vAlign w:val="center"/>
            <w:hideMark/>
          </w:tcPr>
          <w:p w:rsidR="00AF03B3" w:rsidRPr="000D7E53" w:rsidRDefault="00000000" w:rsidP="00755D87">
            <w:pPr>
              <w:pStyle w:val="TableTextLarge"/>
              <w:ind w:right="-108"/>
            </w:pPr>
            <w:sdt>
              <w:sdtPr>
                <w:id w:val="-360893111"/>
                <w:placeholder>
                  <w:docPart w:val="C68431EF4FEE49FF976302423A4C0EAA"/>
                </w:placeholder>
                <w:temporary/>
                <w:showingPlcHdr/>
                <w15:appearance w15:val="hidden"/>
              </w:sdtPr>
              <w:sdtContent>
                <w:r w:rsidR="002739E2" w:rsidRPr="000D7E53">
                  <w:t>$</w:t>
                </w:r>
                <w:r w:rsidR="00C23071" w:rsidRPr="000D7E53">
                  <w:t>15,369</w:t>
                </w:r>
              </w:sdtContent>
            </w:sdt>
          </w:p>
        </w:tc>
        <w:tc>
          <w:tcPr>
            <w:tcW w:w="1003" w:type="dxa"/>
            <w:gridSpan w:val="2"/>
            <w:shd w:val="clear" w:color="auto" w:fill="F2F2F2" w:themeFill="background1" w:themeFillShade="F2"/>
            <w:noWrap/>
            <w:vAlign w:val="center"/>
            <w:hideMark/>
          </w:tcPr>
          <w:p w:rsidR="00AF03B3" w:rsidRPr="000D7E53" w:rsidRDefault="00000000" w:rsidP="00755D87">
            <w:pPr>
              <w:pStyle w:val="TableTextLarge"/>
              <w:ind w:right="-108"/>
            </w:pPr>
            <w:sdt>
              <w:sdtPr>
                <w:id w:val="-1060637033"/>
                <w:placeholder>
                  <w:docPart w:val="84DE1C589E1B44E9BDF556E68BC9819E"/>
                </w:placeholder>
                <w:temporary/>
                <w:showingPlcHdr/>
                <w15:appearance w15:val="hidden"/>
              </w:sdtPr>
              <w:sdtContent>
                <w:r w:rsidR="00C23071" w:rsidRPr="000D7E53">
                  <w:t>$128,389</w:t>
                </w:r>
              </w:sdtContent>
            </w:sdt>
          </w:p>
        </w:tc>
      </w:tr>
      <w:tr w:rsidR="00404C6F" w:rsidRPr="000D7E53" w:rsidTr="00404C6F">
        <w:trPr>
          <w:trHeight w:val="244"/>
        </w:trPr>
        <w:tc>
          <w:tcPr>
            <w:tcW w:w="2070" w:type="dxa"/>
            <w:shd w:val="clear" w:color="auto" w:fill="F0CDA1" w:themeFill="accent1"/>
            <w:vAlign w:val="center"/>
            <w:hideMark/>
          </w:tcPr>
          <w:p w:rsidR="00404C6F" w:rsidRPr="000D7E53" w:rsidRDefault="00000000" w:rsidP="00545DE0">
            <w:pPr>
              <w:pStyle w:val="Tabletotal"/>
            </w:pPr>
            <w:sdt>
              <w:sdtPr>
                <w:id w:val="-919482169"/>
                <w:placeholder>
                  <w:docPart w:val="E1EA42FDD40549418A1F2D5C75226A5B"/>
                </w:placeholder>
                <w:temporary/>
                <w:showingPlcHdr/>
                <w15:appearance w15:val="hidden"/>
              </w:sdtPr>
              <w:sdtContent>
                <w:r w:rsidR="00404C6F">
                  <w:t>Expenses</w:t>
                </w:r>
              </w:sdtContent>
            </w:sdt>
          </w:p>
        </w:tc>
        <w:tc>
          <w:tcPr>
            <w:tcW w:w="990" w:type="dxa"/>
            <w:shd w:val="clear" w:color="auto" w:fill="F0CDA1" w:themeFill="accent1"/>
            <w:vAlign w:val="center"/>
            <w:hideMark/>
          </w:tcPr>
          <w:p w:rsidR="00404C6F" w:rsidRPr="000D7E53" w:rsidRDefault="00000000" w:rsidP="00545DE0">
            <w:pPr>
              <w:pStyle w:val="Tabletotal"/>
            </w:pPr>
            <w:sdt>
              <w:sdtPr>
                <w:id w:val="-867216404"/>
                <w:placeholder>
                  <w:docPart w:val="A59F0F29C50F4C18B6AB95901CCDFD47"/>
                </w:placeholder>
                <w:temporary/>
                <w:showingPlcHdr/>
                <w15:appearance w15:val="hidden"/>
              </w:sdtPr>
              <w:sdtContent>
                <w:r w:rsidR="00404C6F" w:rsidRPr="000D7E53">
                  <w:t>JAN</w:t>
                </w:r>
              </w:sdtContent>
            </w:sdt>
          </w:p>
        </w:tc>
        <w:tc>
          <w:tcPr>
            <w:tcW w:w="990" w:type="dxa"/>
            <w:shd w:val="clear" w:color="auto" w:fill="F0CDA1" w:themeFill="accent1"/>
            <w:vAlign w:val="center"/>
            <w:hideMark/>
          </w:tcPr>
          <w:p w:rsidR="00404C6F" w:rsidRPr="000D7E53" w:rsidRDefault="00000000" w:rsidP="00545DE0">
            <w:pPr>
              <w:pStyle w:val="Tabletotal"/>
            </w:pPr>
            <w:sdt>
              <w:sdtPr>
                <w:id w:val="-479614958"/>
                <w:placeholder>
                  <w:docPart w:val="2F83C06A6E3A495D97E706C757995EB4"/>
                </w:placeholder>
                <w:temporary/>
                <w:showingPlcHdr/>
                <w15:appearance w15:val="hidden"/>
              </w:sdtPr>
              <w:sdtContent>
                <w:r w:rsidR="00404C6F" w:rsidRPr="000D7E53">
                  <w:t>FEB</w:t>
                </w:r>
              </w:sdtContent>
            </w:sdt>
          </w:p>
        </w:tc>
        <w:tc>
          <w:tcPr>
            <w:tcW w:w="900" w:type="dxa"/>
            <w:shd w:val="clear" w:color="auto" w:fill="F0CDA1" w:themeFill="accent1"/>
            <w:vAlign w:val="center"/>
          </w:tcPr>
          <w:p w:rsidR="00404C6F" w:rsidRPr="000D7E53" w:rsidRDefault="00000000" w:rsidP="00545DE0">
            <w:pPr>
              <w:pStyle w:val="Tabletotal"/>
            </w:pPr>
            <w:sdt>
              <w:sdtPr>
                <w:id w:val="537632522"/>
                <w:placeholder>
                  <w:docPart w:val="1E30DD8135C345BCA57B1DEDA5166220"/>
                </w:placeholder>
                <w:temporary/>
                <w:showingPlcHdr/>
                <w15:appearance w15:val="hidden"/>
              </w:sdtPr>
              <w:sdtContent>
                <w:r w:rsidR="00404C6F" w:rsidRPr="000D7E53">
                  <w:t>MAR</w:t>
                </w:r>
              </w:sdtContent>
            </w:sdt>
          </w:p>
        </w:tc>
        <w:tc>
          <w:tcPr>
            <w:tcW w:w="990" w:type="dxa"/>
            <w:shd w:val="clear" w:color="auto" w:fill="F0CDA1" w:themeFill="accent1"/>
            <w:vAlign w:val="center"/>
            <w:hideMark/>
          </w:tcPr>
          <w:p w:rsidR="00404C6F" w:rsidRPr="000D7E53" w:rsidRDefault="00000000" w:rsidP="00545DE0">
            <w:pPr>
              <w:pStyle w:val="Tabletotal"/>
            </w:pPr>
            <w:sdt>
              <w:sdtPr>
                <w:id w:val="-1818566512"/>
                <w:placeholder>
                  <w:docPart w:val="494B2903D2B545E4A2847D8C0DE6922C"/>
                </w:placeholder>
                <w:temporary/>
                <w:showingPlcHdr/>
                <w15:appearance w15:val="hidden"/>
              </w:sdtPr>
              <w:sdtContent>
                <w:r w:rsidR="00404C6F" w:rsidRPr="000D7E53">
                  <w:t>APR</w:t>
                </w:r>
              </w:sdtContent>
            </w:sdt>
          </w:p>
        </w:tc>
        <w:tc>
          <w:tcPr>
            <w:tcW w:w="810" w:type="dxa"/>
            <w:shd w:val="clear" w:color="auto" w:fill="F0CDA1" w:themeFill="accent1"/>
            <w:vAlign w:val="center"/>
            <w:hideMark/>
          </w:tcPr>
          <w:p w:rsidR="00404C6F" w:rsidRPr="000D7E53" w:rsidRDefault="00000000" w:rsidP="00545DE0">
            <w:pPr>
              <w:pStyle w:val="Tabletotal"/>
            </w:pPr>
            <w:sdt>
              <w:sdtPr>
                <w:id w:val="1478800931"/>
                <w:placeholder>
                  <w:docPart w:val="02A9DD843579458791EF8F104842D7F2"/>
                </w:placeholder>
                <w:temporary/>
                <w:showingPlcHdr/>
                <w15:appearance w15:val="hidden"/>
              </w:sdtPr>
              <w:sdtContent>
                <w:r w:rsidR="00404C6F" w:rsidRPr="000D7E53">
                  <w:t>MAY</w:t>
                </w:r>
              </w:sdtContent>
            </w:sdt>
          </w:p>
        </w:tc>
        <w:tc>
          <w:tcPr>
            <w:tcW w:w="900" w:type="dxa"/>
            <w:shd w:val="clear" w:color="auto" w:fill="F0CDA1" w:themeFill="accent1"/>
            <w:vAlign w:val="center"/>
            <w:hideMark/>
          </w:tcPr>
          <w:p w:rsidR="00404C6F" w:rsidRPr="000D7E53" w:rsidRDefault="00000000" w:rsidP="00545DE0">
            <w:pPr>
              <w:pStyle w:val="Tabletotal"/>
            </w:pPr>
            <w:sdt>
              <w:sdtPr>
                <w:id w:val="-1090231139"/>
                <w:placeholder>
                  <w:docPart w:val="3BE3A5340A304A91A2FFB8E917499F78"/>
                </w:placeholder>
                <w:temporary/>
                <w:showingPlcHdr/>
                <w15:appearance w15:val="hidden"/>
              </w:sdtPr>
              <w:sdtContent>
                <w:r w:rsidR="00404C6F" w:rsidRPr="000D7E53">
                  <w:t>JUN</w:t>
                </w:r>
              </w:sdtContent>
            </w:sdt>
          </w:p>
        </w:tc>
        <w:tc>
          <w:tcPr>
            <w:tcW w:w="900" w:type="dxa"/>
            <w:shd w:val="clear" w:color="auto" w:fill="F0CDA1" w:themeFill="accent1"/>
            <w:vAlign w:val="center"/>
            <w:hideMark/>
          </w:tcPr>
          <w:p w:rsidR="00404C6F" w:rsidRPr="000D7E53" w:rsidRDefault="00000000" w:rsidP="00545DE0">
            <w:pPr>
              <w:pStyle w:val="Tabletotal"/>
            </w:pPr>
            <w:sdt>
              <w:sdtPr>
                <w:id w:val="664981892"/>
                <w:placeholder>
                  <w:docPart w:val="398C798009DC42F29A9D600703E2F140"/>
                </w:placeholder>
                <w:temporary/>
                <w:showingPlcHdr/>
                <w15:appearance w15:val="hidden"/>
              </w:sdtPr>
              <w:sdtContent>
                <w:r w:rsidR="00404C6F" w:rsidRPr="000D7E53">
                  <w:t>JUL</w:t>
                </w:r>
              </w:sdtContent>
            </w:sdt>
          </w:p>
        </w:tc>
        <w:tc>
          <w:tcPr>
            <w:tcW w:w="990" w:type="dxa"/>
            <w:gridSpan w:val="2"/>
            <w:shd w:val="clear" w:color="auto" w:fill="F0CDA1" w:themeFill="accent1"/>
            <w:vAlign w:val="center"/>
            <w:hideMark/>
          </w:tcPr>
          <w:p w:rsidR="00404C6F" w:rsidRPr="000D7E53" w:rsidRDefault="00000000" w:rsidP="00545DE0">
            <w:pPr>
              <w:pStyle w:val="Tabletotal"/>
            </w:pPr>
            <w:sdt>
              <w:sdtPr>
                <w:id w:val="355702781"/>
                <w:placeholder>
                  <w:docPart w:val="E8ECD7D3EF7448F8809D991C842A01ED"/>
                </w:placeholder>
                <w:temporary/>
                <w:showingPlcHdr/>
                <w15:appearance w15:val="hidden"/>
              </w:sdtPr>
              <w:sdtContent>
                <w:r w:rsidR="00404C6F" w:rsidRPr="000D7E53">
                  <w:t>AUG</w:t>
                </w:r>
              </w:sdtContent>
            </w:sdt>
          </w:p>
        </w:tc>
        <w:tc>
          <w:tcPr>
            <w:tcW w:w="900" w:type="dxa"/>
            <w:shd w:val="clear" w:color="auto" w:fill="F0CDA1" w:themeFill="accent1"/>
            <w:vAlign w:val="center"/>
            <w:hideMark/>
          </w:tcPr>
          <w:p w:rsidR="00404C6F" w:rsidRPr="000D7E53" w:rsidRDefault="00000000" w:rsidP="00545DE0">
            <w:pPr>
              <w:pStyle w:val="Tabletotal"/>
            </w:pPr>
            <w:sdt>
              <w:sdtPr>
                <w:id w:val="840663013"/>
                <w:placeholder>
                  <w:docPart w:val="A2D6F53A6574430B93E8571211896D9E"/>
                </w:placeholder>
                <w:temporary/>
                <w:showingPlcHdr/>
                <w15:appearance w15:val="hidden"/>
              </w:sdtPr>
              <w:sdtContent>
                <w:r w:rsidR="00404C6F" w:rsidRPr="000D7E53">
                  <w:t>SEP</w:t>
                </w:r>
              </w:sdtContent>
            </w:sdt>
          </w:p>
        </w:tc>
        <w:tc>
          <w:tcPr>
            <w:tcW w:w="990" w:type="dxa"/>
            <w:gridSpan w:val="2"/>
            <w:shd w:val="clear" w:color="auto" w:fill="F0CDA1" w:themeFill="accent1"/>
            <w:vAlign w:val="center"/>
            <w:hideMark/>
          </w:tcPr>
          <w:p w:rsidR="00404C6F" w:rsidRPr="000D7E53" w:rsidRDefault="00000000" w:rsidP="00545DE0">
            <w:pPr>
              <w:pStyle w:val="Tabletotal"/>
            </w:pPr>
            <w:sdt>
              <w:sdtPr>
                <w:id w:val="-1026942664"/>
                <w:placeholder>
                  <w:docPart w:val="51C3DA15D9814AFB8309ED986A274F79"/>
                </w:placeholder>
                <w:temporary/>
                <w:showingPlcHdr/>
                <w15:appearance w15:val="hidden"/>
              </w:sdtPr>
              <w:sdtContent>
                <w:r w:rsidR="00404C6F" w:rsidRPr="000D7E53">
                  <w:t>OCT</w:t>
                </w:r>
              </w:sdtContent>
            </w:sdt>
          </w:p>
        </w:tc>
        <w:tc>
          <w:tcPr>
            <w:tcW w:w="964" w:type="dxa"/>
            <w:gridSpan w:val="2"/>
            <w:shd w:val="clear" w:color="auto" w:fill="F0CDA1" w:themeFill="accent1"/>
            <w:vAlign w:val="center"/>
            <w:hideMark/>
          </w:tcPr>
          <w:p w:rsidR="00404C6F" w:rsidRPr="000D7E53" w:rsidRDefault="00000000" w:rsidP="00545DE0">
            <w:pPr>
              <w:pStyle w:val="Tabletotal"/>
            </w:pPr>
            <w:sdt>
              <w:sdtPr>
                <w:id w:val="-1254050052"/>
                <w:placeholder>
                  <w:docPart w:val="ECC2A990A8A24439AD8F42AF4A65E875"/>
                </w:placeholder>
                <w:temporary/>
                <w:showingPlcHdr/>
                <w15:appearance w15:val="hidden"/>
              </w:sdtPr>
              <w:sdtContent>
                <w:r w:rsidR="00404C6F" w:rsidRPr="000D7E53">
                  <w:t>NOV</w:t>
                </w:r>
              </w:sdtContent>
            </w:sdt>
          </w:p>
        </w:tc>
        <w:tc>
          <w:tcPr>
            <w:tcW w:w="1016" w:type="dxa"/>
            <w:gridSpan w:val="2"/>
            <w:shd w:val="clear" w:color="auto" w:fill="F0CDA1" w:themeFill="accent1"/>
            <w:vAlign w:val="center"/>
            <w:hideMark/>
          </w:tcPr>
          <w:p w:rsidR="00404C6F" w:rsidRPr="000D7E53" w:rsidRDefault="00000000" w:rsidP="00545DE0">
            <w:pPr>
              <w:pStyle w:val="Tabletotal"/>
            </w:pPr>
            <w:sdt>
              <w:sdtPr>
                <w:id w:val="1245302478"/>
                <w:placeholder>
                  <w:docPart w:val="8578A043BFA542EE815E388585BD6BC1"/>
                </w:placeholder>
                <w:temporary/>
                <w:showingPlcHdr/>
                <w15:appearance w15:val="hidden"/>
              </w:sdtPr>
              <w:sdtContent>
                <w:r w:rsidR="00404C6F" w:rsidRPr="000D7E53">
                  <w:t>DEC</w:t>
                </w:r>
              </w:sdtContent>
            </w:sdt>
          </w:p>
        </w:tc>
        <w:tc>
          <w:tcPr>
            <w:tcW w:w="990" w:type="dxa"/>
            <w:shd w:val="clear" w:color="auto" w:fill="F0CDA1" w:themeFill="accent1"/>
            <w:vAlign w:val="center"/>
            <w:hideMark/>
          </w:tcPr>
          <w:p w:rsidR="00404C6F" w:rsidRPr="000D7E53" w:rsidRDefault="00000000" w:rsidP="00545DE0">
            <w:pPr>
              <w:pStyle w:val="Tabletotal"/>
            </w:pPr>
            <w:sdt>
              <w:sdtPr>
                <w:id w:val="312618855"/>
                <w:placeholder>
                  <w:docPart w:val="6C69F21EDDF04E688BF12D1CB42E7169"/>
                </w:placeholder>
                <w:temporary/>
                <w:showingPlcHdr/>
                <w15:appearance w15:val="hidden"/>
              </w:sdtPr>
              <w:sdtContent>
                <w:r w:rsidR="00404C6F" w:rsidRPr="000D7E53">
                  <w:t>YTD</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1983613119"/>
                <w:placeholder>
                  <w:docPart w:val="2C8F85C482E54B73BD3F3F92B4F3B905"/>
                </w:placeholder>
                <w:temporary/>
                <w:showingPlcHdr/>
                <w15:appearance w15:val="hidden"/>
              </w:sdtPr>
              <w:sdtContent>
                <w:r w:rsidR="00C75EDB" w:rsidRPr="0094707B">
                  <w:t>Salaries &amp; Wages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639727020"/>
                <w:placeholder>
                  <w:docPart w:val="1ECE4540C02E4B3A84965FBC0BF06EBE"/>
                </w:placeholder>
                <w:temporary/>
                <w:showingPlcHdr/>
                <w15:appearance w15:val="hidden"/>
              </w:sdtPr>
              <w:sdtContent>
                <w:r w:rsidR="000C7323" w:rsidRPr="0094707B">
                  <w:t>$2,500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400528161"/>
                <w:placeholder>
                  <w:docPart w:val="7F3E12F5D1EC48F494E9EBDA109EF3EF"/>
                </w:placeholder>
                <w:temporary/>
                <w:showingPlcHdr/>
                <w15:appearance w15:val="hidden"/>
              </w:sdtPr>
              <w:sdtContent>
                <w:r w:rsidR="00D64901" w:rsidRPr="0094707B">
                  <w:t>$2,500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253938144"/>
                <w:placeholder>
                  <w:docPart w:val="468C7A65D1064954A82ADBAA61033235"/>
                </w:placeholder>
                <w:temporary/>
                <w:showingPlcHdr/>
                <w15:appearance w15:val="hidden"/>
              </w:sdtPr>
              <w:sdtContent>
                <w:r w:rsidR="00DD2526" w:rsidRPr="0094707B">
                  <w:t>$3,500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931037410"/>
                <w:placeholder>
                  <w:docPart w:val="087A0C52BC124EB9A44F4888A1746FD2"/>
                </w:placeholder>
                <w:temporary/>
                <w:showingPlcHdr/>
                <w15:appearance w15:val="hidden"/>
              </w:sdtPr>
              <w:sdtContent>
                <w:r w:rsidR="00DD2526" w:rsidRPr="0094707B">
                  <w:t>$5,000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764453784"/>
                <w:placeholder>
                  <w:docPart w:val="2D7DAA34780B4B2A8F6B5687F93D6273"/>
                </w:placeholder>
                <w:temporary/>
                <w:showingPlcHdr/>
                <w15:appearance w15:val="hidden"/>
              </w:sdtPr>
              <w:sdtContent>
                <w:r w:rsidR="00DD2526" w:rsidRPr="0094707B">
                  <w:t>$5,000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22341737"/>
                <w:placeholder>
                  <w:docPart w:val="7281F94EB27A45FFBC7F0C35E893894F"/>
                </w:placeholder>
                <w:temporary/>
                <w:showingPlcHdr/>
                <w15:appearance w15:val="hidden"/>
              </w:sdtPr>
              <w:sdtContent>
                <w:r w:rsidR="00DD2526" w:rsidRPr="0094707B">
                  <w:t>$5,000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516885412"/>
                <w:placeholder>
                  <w:docPart w:val="F3B31BC5FCA44C66B7B0247AABA448EA"/>
                </w:placeholder>
                <w:temporary/>
                <w:showingPlcHdr/>
                <w15:appearance w15:val="hidden"/>
              </w:sdtPr>
              <w:sdtContent>
                <w:r w:rsidR="00545DE0" w:rsidRPr="0094707B">
                  <w:t>$8,000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1451153258"/>
                <w:placeholder>
                  <w:docPart w:val="BDCC816F35C641EFB755DC02FFCDA94D"/>
                </w:placeholder>
                <w:temporary/>
                <w:showingPlcHdr/>
                <w15:appearance w15:val="hidden"/>
              </w:sdtPr>
              <w:sdtContent>
                <w:r w:rsidR="00545DE0" w:rsidRPr="0094707B">
                  <w:t>$9,000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345091351"/>
                <w:placeholder>
                  <w:docPart w:val="BC01FCDF3E914D08AB942346D6C52860"/>
                </w:placeholder>
                <w:temporary/>
                <w:showingPlcHdr/>
                <w15:appearance w15:val="hidden"/>
              </w:sdtPr>
              <w:sdtContent>
                <w:r w:rsidR="00545DE0" w:rsidRPr="0094707B">
                  <w:t>$9,000</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1918433276"/>
                <w:placeholder>
                  <w:docPart w:val="73883FE906D946BAAC654BEE065D8A5E"/>
                </w:placeholder>
                <w:temporary/>
                <w:showingPlcHdr/>
                <w15:appearance w15:val="hidden"/>
              </w:sdtPr>
              <w:sdtContent>
                <w:r w:rsidR="00545DE0" w:rsidRPr="0094707B">
                  <w:t>$9,000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1349709245"/>
                <w:placeholder>
                  <w:docPart w:val="152D695D73F449CFBEF6E3F5FCCEB081"/>
                </w:placeholder>
                <w:temporary/>
                <w:showingPlcHdr/>
                <w15:appearance w15:val="hidden"/>
              </w:sdtPr>
              <w:sdtContent>
                <w:r w:rsidR="00545DE0" w:rsidRPr="0094707B">
                  <w:t>$9,000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2020767749"/>
                <w:placeholder>
                  <w:docPart w:val="37B435C2123749BE81CCA1F9C013C40C"/>
                </w:placeholder>
                <w:temporary/>
                <w:showingPlcHdr/>
                <w15:appearance w15:val="hidden"/>
              </w:sdtPr>
              <w:sdtContent>
                <w:r w:rsidR="00545DE0" w:rsidRPr="0094707B">
                  <w:t>$9,000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710422609"/>
                <w:placeholder>
                  <w:docPart w:val="BAE59F1871CD4558B3A5D06F29DE84D1"/>
                </w:placeholder>
                <w:temporary/>
                <w:showingPlcHdr/>
                <w15:appearance w15:val="hidden"/>
              </w:sdtPr>
              <w:sdtContent>
                <w:r w:rsidR="00545DE0" w:rsidRPr="0094707B">
                  <w:t>$76,500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1085114974"/>
                <w:placeholder>
                  <w:docPart w:val="D1039AE989354710B9071A57672F760D"/>
                </w:placeholder>
                <w:temporary/>
                <w:showingPlcHdr/>
                <w15:appearance w15:val="hidden"/>
              </w:sdtPr>
              <w:sdtContent>
                <w:r w:rsidR="00C75EDB" w:rsidRPr="0094707B">
                  <w:t>Marketing/Advertising</w:t>
                </w:r>
              </w:sdtContent>
            </w:sdt>
          </w:p>
        </w:tc>
        <w:tc>
          <w:tcPr>
            <w:tcW w:w="990" w:type="dxa"/>
            <w:noWrap/>
            <w:vAlign w:val="center"/>
            <w:hideMark/>
          </w:tcPr>
          <w:p w:rsidR="00AF03B3" w:rsidRPr="0094707B" w:rsidRDefault="00000000" w:rsidP="0094707B">
            <w:pPr>
              <w:pStyle w:val="TableTextLarge"/>
            </w:pPr>
            <w:sdt>
              <w:sdtPr>
                <w:id w:val="2055810770"/>
                <w:placeholder>
                  <w:docPart w:val="19A955B9FBF540C8992914FD3EF6298D"/>
                </w:placeholder>
                <w:temporary/>
                <w:showingPlcHdr/>
                <w15:appearance w15:val="hidden"/>
              </w:sdtPr>
              <w:sdtContent>
                <w:r w:rsidR="00CD2E24" w:rsidRPr="0094707B">
                  <w:t>$400</w:t>
                </w:r>
              </w:sdtContent>
            </w:sdt>
          </w:p>
        </w:tc>
        <w:tc>
          <w:tcPr>
            <w:tcW w:w="990" w:type="dxa"/>
            <w:noWrap/>
            <w:vAlign w:val="center"/>
            <w:hideMark/>
          </w:tcPr>
          <w:p w:rsidR="00AF03B3" w:rsidRPr="0094707B" w:rsidRDefault="00000000" w:rsidP="0094707B">
            <w:pPr>
              <w:pStyle w:val="TableTextLarge"/>
            </w:pPr>
            <w:sdt>
              <w:sdtPr>
                <w:id w:val="-1935354592"/>
                <w:placeholder>
                  <w:docPart w:val="68D68DDC93EF4EA19A8475663330A312"/>
                </w:placeholder>
                <w:temporary/>
                <w:showingPlcHdr/>
                <w15:appearance w15:val="hidden"/>
              </w:sdtPr>
              <w:sdtContent>
                <w:r w:rsidR="00D64901" w:rsidRPr="0094707B">
                  <w:t>$450</w:t>
                </w:r>
              </w:sdtContent>
            </w:sdt>
          </w:p>
        </w:tc>
        <w:tc>
          <w:tcPr>
            <w:tcW w:w="900" w:type="dxa"/>
            <w:noWrap/>
            <w:vAlign w:val="center"/>
            <w:hideMark/>
          </w:tcPr>
          <w:p w:rsidR="00AF03B3" w:rsidRPr="0094707B" w:rsidRDefault="00000000" w:rsidP="0094707B">
            <w:pPr>
              <w:pStyle w:val="TableTextLarge"/>
            </w:pPr>
            <w:sdt>
              <w:sdtPr>
                <w:id w:val="-989944784"/>
                <w:placeholder>
                  <w:docPart w:val="431F9DE559394D23BF39B9F3C1B0BC35"/>
                </w:placeholder>
                <w:temporary/>
                <w:showingPlcHdr/>
                <w15:appearance w15:val="hidden"/>
              </w:sdtPr>
              <w:sdtContent>
                <w:r w:rsidR="00DD2526" w:rsidRPr="0094707B">
                  <w:t>$450</w:t>
                </w:r>
              </w:sdtContent>
            </w:sdt>
          </w:p>
        </w:tc>
        <w:tc>
          <w:tcPr>
            <w:tcW w:w="990" w:type="dxa"/>
            <w:noWrap/>
            <w:vAlign w:val="center"/>
            <w:hideMark/>
          </w:tcPr>
          <w:p w:rsidR="00AF03B3" w:rsidRPr="0094707B" w:rsidRDefault="00000000" w:rsidP="0094707B">
            <w:pPr>
              <w:pStyle w:val="TableTextLarge"/>
            </w:pPr>
            <w:sdt>
              <w:sdtPr>
                <w:id w:val="-2005277696"/>
                <w:placeholder>
                  <w:docPart w:val="B77DBD6F214A45579554F0A8484C2A79"/>
                </w:placeholder>
                <w:temporary/>
                <w:showingPlcHdr/>
                <w15:appearance w15:val="hidden"/>
              </w:sdtPr>
              <w:sdtContent>
                <w:r w:rsidR="00DD2526" w:rsidRPr="0094707B">
                  <w:t>$450</w:t>
                </w:r>
              </w:sdtContent>
            </w:sdt>
          </w:p>
        </w:tc>
        <w:tc>
          <w:tcPr>
            <w:tcW w:w="810" w:type="dxa"/>
            <w:noWrap/>
            <w:vAlign w:val="center"/>
            <w:hideMark/>
          </w:tcPr>
          <w:p w:rsidR="00AF03B3" w:rsidRPr="0094707B" w:rsidRDefault="00000000" w:rsidP="0094707B">
            <w:pPr>
              <w:pStyle w:val="TableTextLarge"/>
            </w:pPr>
            <w:sdt>
              <w:sdtPr>
                <w:id w:val="-1420552458"/>
                <w:placeholder>
                  <w:docPart w:val="BF643F70F75F4EECA924645D056231BE"/>
                </w:placeholder>
                <w:temporary/>
                <w:showingPlcHdr/>
                <w15:appearance w15:val="hidden"/>
              </w:sdtPr>
              <w:sdtContent>
                <w:r w:rsidR="00DD2526" w:rsidRPr="0094707B">
                  <w:t>$900</w:t>
                </w:r>
              </w:sdtContent>
            </w:sdt>
          </w:p>
        </w:tc>
        <w:tc>
          <w:tcPr>
            <w:tcW w:w="900" w:type="dxa"/>
            <w:noWrap/>
            <w:vAlign w:val="center"/>
            <w:hideMark/>
          </w:tcPr>
          <w:p w:rsidR="00AF03B3" w:rsidRPr="0094707B" w:rsidRDefault="00000000" w:rsidP="0094707B">
            <w:pPr>
              <w:pStyle w:val="TableTextLarge"/>
            </w:pPr>
            <w:sdt>
              <w:sdtPr>
                <w:id w:val="393019974"/>
                <w:placeholder>
                  <w:docPart w:val="C33A0B40A1BC4448958BF91098B4ED53"/>
                </w:placeholder>
                <w:temporary/>
                <w:showingPlcHdr/>
                <w15:appearance w15:val="hidden"/>
              </w:sdtPr>
              <w:sdtContent>
                <w:r w:rsidR="00DD2526" w:rsidRPr="0094707B">
                  <w:t>$900</w:t>
                </w:r>
              </w:sdtContent>
            </w:sdt>
          </w:p>
        </w:tc>
        <w:tc>
          <w:tcPr>
            <w:tcW w:w="900" w:type="dxa"/>
            <w:noWrap/>
            <w:vAlign w:val="center"/>
            <w:hideMark/>
          </w:tcPr>
          <w:p w:rsidR="00AF03B3" w:rsidRPr="0094707B" w:rsidRDefault="00000000" w:rsidP="0094707B">
            <w:pPr>
              <w:pStyle w:val="TableTextLarge"/>
            </w:pPr>
            <w:sdt>
              <w:sdtPr>
                <w:id w:val="961623710"/>
                <w:placeholder>
                  <w:docPart w:val="89649B10F7604512A3D53174DB21244A"/>
                </w:placeholder>
                <w:temporary/>
                <w:showingPlcHdr/>
                <w15:appearance w15:val="hidden"/>
              </w:sdtPr>
              <w:sdtContent>
                <w:r w:rsidR="00545DE0" w:rsidRPr="0094707B">
                  <w:t>$900</w:t>
                </w:r>
              </w:sdtContent>
            </w:sdt>
          </w:p>
        </w:tc>
        <w:tc>
          <w:tcPr>
            <w:tcW w:w="990" w:type="dxa"/>
            <w:gridSpan w:val="2"/>
            <w:noWrap/>
            <w:vAlign w:val="center"/>
            <w:hideMark/>
          </w:tcPr>
          <w:p w:rsidR="00AF03B3" w:rsidRPr="0094707B" w:rsidRDefault="00000000" w:rsidP="0094707B">
            <w:pPr>
              <w:pStyle w:val="TableTextLarge"/>
            </w:pPr>
            <w:sdt>
              <w:sdtPr>
                <w:id w:val="714235870"/>
                <w:placeholder>
                  <w:docPart w:val="D25690E115A549EA9F3E0DF761DD7DFC"/>
                </w:placeholder>
                <w:temporary/>
                <w:showingPlcHdr/>
                <w15:appearance w15:val="hidden"/>
              </w:sdtPr>
              <w:sdtContent>
                <w:r w:rsidR="00545DE0" w:rsidRPr="0094707B">
                  <w:t>$900</w:t>
                </w:r>
              </w:sdtContent>
            </w:sdt>
          </w:p>
        </w:tc>
        <w:tc>
          <w:tcPr>
            <w:tcW w:w="900" w:type="dxa"/>
            <w:noWrap/>
            <w:vAlign w:val="center"/>
            <w:hideMark/>
          </w:tcPr>
          <w:p w:rsidR="00AF03B3" w:rsidRPr="0094707B" w:rsidRDefault="00000000" w:rsidP="0094707B">
            <w:pPr>
              <w:pStyle w:val="TableTextLarge"/>
            </w:pPr>
            <w:sdt>
              <w:sdtPr>
                <w:id w:val="1058590499"/>
                <w:placeholder>
                  <w:docPart w:val="8CBEB764E3EA4ADE8831CA58CD98BD40"/>
                </w:placeholder>
                <w:temporary/>
                <w:showingPlcHdr/>
                <w15:appearance w15:val="hidden"/>
              </w:sdtPr>
              <w:sdtContent>
                <w:r w:rsidR="00545DE0" w:rsidRPr="0094707B">
                  <w:t>$900</w:t>
                </w:r>
              </w:sdtContent>
            </w:sdt>
          </w:p>
        </w:tc>
        <w:tc>
          <w:tcPr>
            <w:tcW w:w="1007" w:type="dxa"/>
            <w:gridSpan w:val="3"/>
            <w:noWrap/>
            <w:vAlign w:val="center"/>
            <w:hideMark/>
          </w:tcPr>
          <w:p w:rsidR="00AF03B3" w:rsidRPr="0094707B" w:rsidRDefault="00000000" w:rsidP="0094707B">
            <w:pPr>
              <w:pStyle w:val="TableTextLarge"/>
            </w:pPr>
            <w:sdt>
              <w:sdtPr>
                <w:id w:val="-1089623325"/>
                <w:placeholder>
                  <w:docPart w:val="A87E590139CF458EAE2261830E6DD2E8"/>
                </w:placeholder>
                <w:temporary/>
                <w:showingPlcHdr/>
                <w15:appearance w15:val="hidden"/>
              </w:sdtPr>
              <w:sdtContent>
                <w:r w:rsidR="00545DE0" w:rsidRPr="0094707B">
                  <w:t>$900</w:t>
                </w:r>
              </w:sdtContent>
            </w:sdt>
          </w:p>
        </w:tc>
        <w:tc>
          <w:tcPr>
            <w:tcW w:w="947" w:type="dxa"/>
            <w:noWrap/>
            <w:vAlign w:val="center"/>
            <w:hideMark/>
          </w:tcPr>
          <w:p w:rsidR="00AF03B3" w:rsidRPr="0094707B" w:rsidRDefault="00000000" w:rsidP="0094707B">
            <w:pPr>
              <w:pStyle w:val="TableTextLarge"/>
            </w:pPr>
            <w:sdt>
              <w:sdtPr>
                <w:id w:val="-387108750"/>
                <w:placeholder>
                  <w:docPart w:val="028E69CCB15F405D86C2192D3F084803"/>
                </w:placeholder>
                <w:temporary/>
                <w:showingPlcHdr/>
                <w15:appearance w15:val="hidden"/>
              </w:sdtPr>
              <w:sdtContent>
                <w:r w:rsidR="00545DE0" w:rsidRPr="0094707B">
                  <w:t>$1,200</w:t>
                </w:r>
              </w:sdtContent>
            </w:sdt>
          </w:p>
        </w:tc>
        <w:tc>
          <w:tcPr>
            <w:tcW w:w="1016" w:type="dxa"/>
            <w:gridSpan w:val="2"/>
            <w:noWrap/>
            <w:vAlign w:val="center"/>
            <w:hideMark/>
          </w:tcPr>
          <w:p w:rsidR="00AF03B3" w:rsidRPr="0094707B" w:rsidRDefault="00000000" w:rsidP="0094707B">
            <w:pPr>
              <w:pStyle w:val="TableTextLarge"/>
            </w:pPr>
            <w:sdt>
              <w:sdtPr>
                <w:id w:val="-783111945"/>
                <w:placeholder>
                  <w:docPart w:val="1E2E3A7E8E784F739F62F641EE47B4F8"/>
                </w:placeholder>
                <w:temporary/>
                <w:showingPlcHdr/>
                <w15:appearance w15:val="hidden"/>
              </w:sdtPr>
              <w:sdtContent>
                <w:r w:rsidR="00545DE0" w:rsidRPr="0094707B">
                  <w:t>$1,200</w:t>
                </w:r>
              </w:sdtContent>
            </w:sdt>
          </w:p>
        </w:tc>
        <w:tc>
          <w:tcPr>
            <w:tcW w:w="990" w:type="dxa"/>
            <w:noWrap/>
            <w:vAlign w:val="center"/>
            <w:hideMark/>
          </w:tcPr>
          <w:p w:rsidR="00AF03B3" w:rsidRPr="0094707B" w:rsidRDefault="00000000" w:rsidP="0094707B">
            <w:pPr>
              <w:pStyle w:val="TableTextLarge"/>
            </w:pPr>
            <w:sdt>
              <w:sdtPr>
                <w:id w:val="-1646809119"/>
                <w:placeholder>
                  <w:docPart w:val="EE2923D56AC4407E95574AFC0B27A9AB"/>
                </w:placeholder>
                <w:temporary/>
                <w:showingPlcHdr/>
                <w15:appearance w15:val="hidden"/>
              </w:sdtPr>
              <w:sdtContent>
                <w:r w:rsidR="00545DE0" w:rsidRPr="0094707B">
                  <w:t>$9,550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742407629"/>
                <w:placeholder>
                  <w:docPart w:val="BD0599EAF8CA4AFBB3BBB614A079B7B3"/>
                </w:placeholder>
                <w:temporary/>
                <w:showingPlcHdr/>
                <w15:appearance w15:val="hidden"/>
              </w:sdtPr>
              <w:sdtContent>
                <w:r w:rsidR="00C75EDB" w:rsidRPr="0094707B">
                  <w:t>Sales Commissions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442803455"/>
                <w:placeholder>
                  <w:docPart w:val="79D708712418479B84C3269C345A7983"/>
                </w:placeholder>
                <w:temporary/>
                <w:showingPlcHdr/>
                <w15:appearance w15:val="hidden"/>
              </w:sdtPr>
              <w:sdtContent>
                <w:r w:rsidR="00CD2E24" w:rsidRPr="0094707B">
                  <w:t>$250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451168728"/>
                <w:placeholder>
                  <w:docPart w:val="AF21A092A722457F93D272C3290C52D0"/>
                </w:placeholder>
                <w:temporary/>
                <w:showingPlcHdr/>
                <w15:appearance w15:val="hidden"/>
              </w:sdtPr>
              <w:sdtContent>
                <w:r w:rsidR="00D64901" w:rsidRPr="0094707B">
                  <w:t>$650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738516356"/>
                <w:placeholder>
                  <w:docPart w:val="2A5082842CB141AC8B20DCAA726DF4A1"/>
                </w:placeholder>
                <w:temporary/>
                <w:showingPlcHdr/>
                <w15:appearance w15:val="hidden"/>
              </w:sdtPr>
              <w:sdtContent>
                <w:r w:rsidR="00DD2526" w:rsidRPr="0094707B">
                  <w:t>$800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680044933"/>
                <w:placeholder>
                  <w:docPart w:val="9300F80F14BE4EFCB9A71CFB41DD4507"/>
                </w:placeholder>
                <w:temporary/>
                <w:showingPlcHdr/>
                <w15:appearance w15:val="hidden"/>
              </w:sdtPr>
              <w:sdtContent>
                <w:r w:rsidR="00DD2526" w:rsidRPr="0094707B">
                  <w:t>$350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90833049"/>
                <w:placeholder>
                  <w:docPart w:val="BC035EC477B647698A1ED035BB73D064"/>
                </w:placeholder>
                <w:temporary/>
                <w:showingPlcHdr/>
                <w15:appearance w15:val="hidden"/>
              </w:sdtPr>
              <w:sdtContent>
                <w:r w:rsidR="00DD2526" w:rsidRPr="0094707B">
                  <w:t>$725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443191109"/>
                <w:placeholder>
                  <w:docPart w:val="D586783A3F274ADEA8815D6297407104"/>
                </w:placeholder>
                <w:temporary/>
                <w:showingPlcHdr/>
                <w15:appearance w15:val="hidden"/>
              </w:sdtPr>
              <w:sdtContent>
                <w:r w:rsidR="00DD2526" w:rsidRPr="0094707B">
                  <w:t>$820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714086248"/>
                <w:placeholder>
                  <w:docPart w:val="33441851F9CB48D69D9007640DDD3E14"/>
                </w:placeholder>
                <w:temporary/>
                <w:showingPlcHdr/>
                <w15:appearance w15:val="hidden"/>
              </w:sdtPr>
              <w:sdtContent>
                <w:r w:rsidR="00545DE0" w:rsidRPr="0094707B">
                  <w:t>$1,125</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676388441"/>
                <w:placeholder>
                  <w:docPart w:val="BBE81729BE7C41FF8EB0FAE78207E7AE"/>
                </w:placeholder>
                <w:temporary/>
                <w:showingPlcHdr/>
                <w15:appearance w15:val="hidden"/>
              </w:sdtPr>
              <w:sdtContent>
                <w:r w:rsidR="00545DE0" w:rsidRPr="0094707B">
                  <w:t>$1,156</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576747809"/>
                <w:placeholder>
                  <w:docPart w:val="5CF1DAF8FCC84B27A593CB83965769A4"/>
                </w:placeholder>
                <w:temporary/>
                <w:showingPlcHdr/>
                <w15:appearance w15:val="hidden"/>
              </w:sdtPr>
              <w:sdtContent>
                <w:r w:rsidR="00545DE0" w:rsidRPr="0094707B">
                  <w:t>$1,227</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812647379"/>
                <w:placeholder>
                  <w:docPart w:val="A1345E3AA8064733BB3DD9518E494D11"/>
                </w:placeholder>
                <w:temporary/>
                <w:showingPlcHdr/>
                <w15:appearance w15:val="hidden"/>
              </w:sdtPr>
              <w:sdtContent>
                <w:r w:rsidR="008634D2" w:rsidRPr="0094707B">
                  <w:t>$1,100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705750438"/>
                <w:placeholder>
                  <w:docPart w:val="1A1C756038A14B049A41932E04D94F21"/>
                </w:placeholder>
                <w:temporary/>
                <w:showingPlcHdr/>
                <w15:appearance w15:val="hidden"/>
              </w:sdtPr>
              <w:sdtContent>
                <w:r w:rsidR="008634D2" w:rsidRPr="0094707B">
                  <w:t>$1,250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1546565989"/>
                <w:placeholder>
                  <w:docPart w:val="393CE4D44EF14E73956BF3C50C47E153"/>
                </w:placeholder>
                <w:temporary/>
                <w:showingPlcHdr/>
                <w15:appearance w15:val="hidden"/>
              </w:sdtPr>
              <w:sdtContent>
                <w:r w:rsidR="008634D2" w:rsidRPr="0094707B">
                  <w:t>$1,367</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428553027"/>
                <w:placeholder>
                  <w:docPart w:val="23A78164097140D0A1082395A6E094EB"/>
                </w:placeholder>
                <w:temporary/>
                <w:showingPlcHdr/>
                <w15:appearance w15:val="hidden"/>
              </w:sdtPr>
              <w:sdtContent>
                <w:r w:rsidR="008634D2" w:rsidRPr="0094707B">
                  <w:t>$10,821</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724876314"/>
                <w:placeholder>
                  <w:docPart w:val="D1199CB16F934540B28F32D2676600F4"/>
                </w:placeholder>
                <w:temporary/>
                <w:showingPlcHdr/>
                <w15:appearance w15:val="hidden"/>
              </w:sdtPr>
              <w:sdtContent>
                <w:r w:rsidR="00C75EDB" w:rsidRPr="0094707B">
                  <w:t>Rent</w:t>
                </w:r>
              </w:sdtContent>
            </w:sdt>
          </w:p>
        </w:tc>
        <w:tc>
          <w:tcPr>
            <w:tcW w:w="990" w:type="dxa"/>
            <w:noWrap/>
            <w:vAlign w:val="center"/>
            <w:hideMark/>
          </w:tcPr>
          <w:p w:rsidR="00AF03B3" w:rsidRPr="0094707B" w:rsidRDefault="00000000" w:rsidP="0094707B">
            <w:pPr>
              <w:pStyle w:val="TableTextLarge"/>
            </w:pPr>
            <w:sdt>
              <w:sdtPr>
                <w:id w:val="333494297"/>
                <w:placeholder>
                  <w:docPart w:val="34755EEED72F410A8BF1ECDCFFD1D559"/>
                </w:placeholder>
                <w:temporary/>
                <w:showingPlcHdr/>
                <w15:appearance w15:val="hidden"/>
              </w:sdtPr>
              <w:sdtContent>
                <w:r w:rsidR="00CD2E24" w:rsidRPr="0094707B">
                  <w:t>$</w:t>
                </w:r>
                <w:r w:rsidR="00CD2E24">
                  <w:t>1,25</w:t>
                </w:r>
                <w:r w:rsidR="00CD2E24" w:rsidRPr="0094707B">
                  <w:t>0</w:t>
                </w:r>
              </w:sdtContent>
            </w:sdt>
          </w:p>
        </w:tc>
        <w:tc>
          <w:tcPr>
            <w:tcW w:w="990" w:type="dxa"/>
            <w:noWrap/>
            <w:vAlign w:val="center"/>
            <w:hideMark/>
          </w:tcPr>
          <w:p w:rsidR="00AF03B3" w:rsidRPr="0094707B" w:rsidRDefault="00000000" w:rsidP="0094707B">
            <w:pPr>
              <w:pStyle w:val="TableTextLarge"/>
            </w:pPr>
            <w:sdt>
              <w:sdtPr>
                <w:id w:val="2096974015"/>
                <w:placeholder>
                  <w:docPart w:val="C35CFE842EED4D3982F4F3BE7B0DDD59"/>
                </w:placeholder>
                <w:temporary/>
                <w:showingPlcHdr/>
                <w15:appearance w15:val="hidden"/>
              </w:sdtPr>
              <w:sdtContent>
                <w:r w:rsidR="00D64901" w:rsidRPr="0094707B">
                  <w:t>$1,250</w:t>
                </w:r>
              </w:sdtContent>
            </w:sdt>
          </w:p>
        </w:tc>
        <w:tc>
          <w:tcPr>
            <w:tcW w:w="900" w:type="dxa"/>
            <w:noWrap/>
            <w:vAlign w:val="center"/>
            <w:hideMark/>
          </w:tcPr>
          <w:p w:rsidR="00AF03B3" w:rsidRPr="0094707B" w:rsidRDefault="00000000" w:rsidP="0094707B">
            <w:pPr>
              <w:pStyle w:val="TableTextLarge"/>
            </w:pPr>
            <w:sdt>
              <w:sdtPr>
                <w:id w:val="-1062707281"/>
                <w:placeholder>
                  <w:docPart w:val="01048444D70840DB924DC1856F378ED8"/>
                </w:placeholder>
                <w:temporary/>
                <w:showingPlcHdr/>
                <w15:appearance w15:val="hidden"/>
              </w:sdtPr>
              <w:sdtContent>
                <w:r w:rsidR="00DD2526" w:rsidRPr="0094707B">
                  <w:t>$1,250</w:t>
                </w:r>
              </w:sdtContent>
            </w:sdt>
          </w:p>
        </w:tc>
        <w:tc>
          <w:tcPr>
            <w:tcW w:w="990" w:type="dxa"/>
            <w:noWrap/>
            <w:vAlign w:val="center"/>
            <w:hideMark/>
          </w:tcPr>
          <w:p w:rsidR="00AF03B3" w:rsidRPr="0094707B" w:rsidRDefault="00000000" w:rsidP="0094707B">
            <w:pPr>
              <w:pStyle w:val="TableTextLarge"/>
            </w:pPr>
            <w:sdt>
              <w:sdtPr>
                <w:id w:val="-220219757"/>
                <w:placeholder>
                  <w:docPart w:val="BEA4F60FC83D46DBB059B272AC92DA42"/>
                </w:placeholder>
                <w:temporary/>
                <w:showingPlcHdr/>
                <w15:appearance w15:val="hidden"/>
              </w:sdtPr>
              <w:sdtContent>
                <w:r w:rsidR="00DD2526" w:rsidRPr="0094707B">
                  <w:t>$1,250</w:t>
                </w:r>
              </w:sdtContent>
            </w:sdt>
          </w:p>
        </w:tc>
        <w:tc>
          <w:tcPr>
            <w:tcW w:w="810" w:type="dxa"/>
            <w:noWrap/>
            <w:vAlign w:val="center"/>
            <w:hideMark/>
          </w:tcPr>
          <w:p w:rsidR="00AF03B3" w:rsidRPr="0094707B" w:rsidRDefault="00000000" w:rsidP="0094707B">
            <w:pPr>
              <w:pStyle w:val="TableTextLarge"/>
            </w:pPr>
            <w:sdt>
              <w:sdtPr>
                <w:id w:val="-587311573"/>
                <w:placeholder>
                  <w:docPart w:val="00BF330C6CD642DBB6B8F89F9C3F2C62"/>
                </w:placeholder>
                <w:temporary/>
                <w:showingPlcHdr/>
                <w15:appearance w15:val="hidden"/>
              </w:sdtPr>
              <w:sdtContent>
                <w:r w:rsidR="00DD2526" w:rsidRPr="0094707B">
                  <w:t>$1,250</w:t>
                </w:r>
              </w:sdtContent>
            </w:sdt>
          </w:p>
        </w:tc>
        <w:tc>
          <w:tcPr>
            <w:tcW w:w="900" w:type="dxa"/>
            <w:noWrap/>
            <w:vAlign w:val="center"/>
            <w:hideMark/>
          </w:tcPr>
          <w:p w:rsidR="00AF03B3" w:rsidRPr="0094707B" w:rsidRDefault="00000000" w:rsidP="0094707B">
            <w:pPr>
              <w:pStyle w:val="TableTextLarge"/>
            </w:pPr>
            <w:sdt>
              <w:sdtPr>
                <w:id w:val="982278743"/>
                <w:placeholder>
                  <w:docPart w:val="44609AAD7362437A91F7195B966AEB42"/>
                </w:placeholder>
                <w:temporary/>
                <w:showingPlcHdr/>
                <w15:appearance w15:val="hidden"/>
              </w:sdtPr>
              <w:sdtContent>
                <w:r w:rsidR="00DD2526" w:rsidRPr="0094707B">
                  <w:t>$1,250</w:t>
                </w:r>
              </w:sdtContent>
            </w:sdt>
          </w:p>
        </w:tc>
        <w:tc>
          <w:tcPr>
            <w:tcW w:w="900" w:type="dxa"/>
            <w:noWrap/>
            <w:vAlign w:val="center"/>
            <w:hideMark/>
          </w:tcPr>
          <w:p w:rsidR="00AF03B3" w:rsidRPr="0094707B" w:rsidRDefault="00000000" w:rsidP="0094707B">
            <w:pPr>
              <w:pStyle w:val="TableTextLarge"/>
            </w:pPr>
            <w:sdt>
              <w:sdtPr>
                <w:id w:val="1015580565"/>
                <w:placeholder>
                  <w:docPart w:val="EA6972CF460144E8867104123F8CE579"/>
                </w:placeholder>
                <w:temporary/>
                <w:showingPlcHdr/>
                <w15:appearance w15:val="hidden"/>
              </w:sdtPr>
              <w:sdtContent>
                <w:r w:rsidR="00545DE0" w:rsidRPr="0094707B">
                  <w:t>$1,125</w:t>
                </w:r>
              </w:sdtContent>
            </w:sdt>
          </w:p>
        </w:tc>
        <w:tc>
          <w:tcPr>
            <w:tcW w:w="990" w:type="dxa"/>
            <w:gridSpan w:val="2"/>
            <w:noWrap/>
            <w:vAlign w:val="center"/>
            <w:hideMark/>
          </w:tcPr>
          <w:p w:rsidR="00AF03B3" w:rsidRPr="0094707B" w:rsidRDefault="00000000" w:rsidP="0094707B">
            <w:pPr>
              <w:pStyle w:val="TableTextLarge"/>
            </w:pPr>
            <w:sdt>
              <w:sdtPr>
                <w:id w:val="405652236"/>
                <w:placeholder>
                  <w:docPart w:val="D20AF80C6D7F4BE9923E26D421EC64AB"/>
                </w:placeholder>
                <w:temporary/>
                <w:showingPlcHdr/>
                <w15:appearance w15:val="hidden"/>
              </w:sdtPr>
              <w:sdtContent>
                <w:r w:rsidR="00545DE0" w:rsidRPr="0094707B">
                  <w:t>$1,125</w:t>
                </w:r>
              </w:sdtContent>
            </w:sdt>
          </w:p>
        </w:tc>
        <w:tc>
          <w:tcPr>
            <w:tcW w:w="900" w:type="dxa"/>
            <w:noWrap/>
            <w:vAlign w:val="center"/>
            <w:hideMark/>
          </w:tcPr>
          <w:p w:rsidR="00AF03B3" w:rsidRPr="0094707B" w:rsidRDefault="00000000" w:rsidP="0094707B">
            <w:pPr>
              <w:pStyle w:val="TableTextLarge"/>
            </w:pPr>
            <w:sdt>
              <w:sdtPr>
                <w:id w:val="-964893750"/>
                <w:placeholder>
                  <w:docPart w:val="47B0DEE702294E309BA4BDE5040FD701"/>
                </w:placeholder>
                <w:temporary/>
                <w:showingPlcHdr/>
                <w15:appearance w15:val="hidden"/>
              </w:sdtPr>
              <w:sdtContent>
                <w:r w:rsidR="00545DE0" w:rsidRPr="0094707B">
                  <w:t>$1,125</w:t>
                </w:r>
              </w:sdtContent>
            </w:sdt>
          </w:p>
        </w:tc>
        <w:tc>
          <w:tcPr>
            <w:tcW w:w="1007" w:type="dxa"/>
            <w:gridSpan w:val="3"/>
            <w:noWrap/>
            <w:vAlign w:val="center"/>
            <w:hideMark/>
          </w:tcPr>
          <w:p w:rsidR="00AF03B3" w:rsidRPr="0094707B" w:rsidRDefault="00000000" w:rsidP="0094707B">
            <w:pPr>
              <w:pStyle w:val="TableTextLarge"/>
            </w:pPr>
            <w:sdt>
              <w:sdtPr>
                <w:id w:val="-1821951392"/>
                <w:placeholder>
                  <w:docPart w:val="7E3F9E3982F240EEA80278D8C9EC82BA"/>
                </w:placeholder>
                <w:temporary/>
                <w:showingPlcHdr/>
                <w15:appearance w15:val="hidden"/>
              </w:sdtPr>
              <w:sdtContent>
                <w:r w:rsidR="00545DE0" w:rsidRPr="0094707B">
                  <w:t>$1,125</w:t>
                </w:r>
              </w:sdtContent>
            </w:sdt>
          </w:p>
        </w:tc>
        <w:tc>
          <w:tcPr>
            <w:tcW w:w="947" w:type="dxa"/>
            <w:noWrap/>
            <w:vAlign w:val="center"/>
            <w:hideMark/>
          </w:tcPr>
          <w:p w:rsidR="00AF03B3" w:rsidRPr="0094707B" w:rsidRDefault="00000000" w:rsidP="0094707B">
            <w:pPr>
              <w:pStyle w:val="TableTextLarge"/>
            </w:pPr>
            <w:sdt>
              <w:sdtPr>
                <w:id w:val="1961764692"/>
                <w:placeholder>
                  <w:docPart w:val="8B02B7B8A6274BC39A128CCE8B852852"/>
                </w:placeholder>
                <w:temporary/>
                <w:showingPlcHdr/>
                <w15:appearance w15:val="hidden"/>
              </w:sdtPr>
              <w:sdtContent>
                <w:r w:rsidR="00545DE0" w:rsidRPr="0094707B">
                  <w:t>$1,125</w:t>
                </w:r>
              </w:sdtContent>
            </w:sdt>
          </w:p>
        </w:tc>
        <w:tc>
          <w:tcPr>
            <w:tcW w:w="1016" w:type="dxa"/>
            <w:gridSpan w:val="2"/>
            <w:noWrap/>
            <w:vAlign w:val="center"/>
            <w:hideMark/>
          </w:tcPr>
          <w:p w:rsidR="00AF03B3" w:rsidRPr="0094707B" w:rsidRDefault="00000000" w:rsidP="0094707B">
            <w:pPr>
              <w:pStyle w:val="TableTextLarge"/>
            </w:pPr>
            <w:sdt>
              <w:sdtPr>
                <w:id w:val="-1960024975"/>
                <w:placeholder>
                  <w:docPart w:val="513BB7CEFA544E859949A7A1C937BE51"/>
                </w:placeholder>
                <w:temporary/>
                <w:showingPlcHdr/>
                <w15:appearance w15:val="hidden"/>
              </w:sdtPr>
              <w:sdtContent>
                <w:r w:rsidR="00545DE0" w:rsidRPr="0094707B">
                  <w:t>$1,125</w:t>
                </w:r>
              </w:sdtContent>
            </w:sdt>
          </w:p>
        </w:tc>
        <w:tc>
          <w:tcPr>
            <w:tcW w:w="990" w:type="dxa"/>
            <w:noWrap/>
            <w:vAlign w:val="center"/>
            <w:hideMark/>
          </w:tcPr>
          <w:p w:rsidR="00AF03B3" w:rsidRPr="0094707B" w:rsidRDefault="00000000" w:rsidP="0094707B">
            <w:pPr>
              <w:pStyle w:val="TableTextLarge"/>
            </w:pPr>
            <w:sdt>
              <w:sdtPr>
                <w:id w:val="-1477069563"/>
                <w:placeholder>
                  <w:docPart w:val="E83331B6EEBF4B5DBD72BC52E157C373"/>
                </w:placeholder>
                <w:temporary/>
                <w:showingPlcHdr/>
                <w15:appearance w15:val="hidden"/>
              </w:sdtPr>
              <w:sdtContent>
                <w:r w:rsidR="008634D2" w:rsidRPr="0094707B">
                  <w:t>$15,000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508500970"/>
                <w:placeholder>
                  <w:docPart w:val="998E9A9245834C53A7971AE73B63011D"/>
                </w:placeholder>
                <w:temporary/>
                <w:showingPlcHdr/>
                <w15:appearance w15:val="hidden"/>
              </w:sdtPr>
              <w:sdtContent>
                <w:r w:rsidR="00C75EDB" w:rsidRPr="0094707B">
                  <w:t>Utilities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818571704"/>
                <w:placeholder>
                  <w:docPart w:val="0EE5F0C5DAE04A02845868C976719D07"/>
                </w:placeholder>
                <w:temporary/>
                <w:showingPlcHdr/>
                <w15:appearance w15:val="hidden"/>
              </w:sdtPr>
              <w:sdtContent>
                <w:r w:rsidR="00CD2E24" w:rsidRPr="0094707B">
                  <w:t>$250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2096736330"/>
                <w:placeholder>
                  <w:docPart w:val="F38462BDBB6D489FA2C864542C3EC4C9"/>
                </w:placeholder>
                <w:temporary/>
                <w:showingPlcHdr/>
                <w15:appearance w15:val="hidden"/>
              </w:sdtPr>
              <w:sdtContent>
                <w:r w:rsidR="00D64901" w:rsidRPr="0094707B">
                  <w:t>$150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686323802"/>
                <w:placeholder>
                  <w:docPart w:val="87481E8F762248D29559ED4E40D43EE9"/>
                </w:placeholder>
                <w:temporary/>
                <w:showingPlcHdr/>
                <w15:appearance w15:val="hidden"/>
              </w:sdtPr>
              <w:sdtContent>
                <w:r w:rsidR="00DD2526" w:rsidRPr="0094707B">
                  <w:t>$200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568458558"/>
                <w:placeholder>
                  <w:docPart w:val="3BF816FA08F54D489690FD6BC15DED1E"/>
                </w:placeholder>
                <w:temporary/>
                <w:showingPlcHdr/>
                <w15:appearance w15:val="hidden"/>
              </w:sdtPr>
              <w:sdtContent>
                <w:r w:rsidR="00DD2526" w:rsidRPr="0094707B">
                  <w:t>$200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962107142"/>
                <w:placeholder>
                  <w:docPart w:val="0A6F0B1ECDBA4212B50360AE04334550"/>
                </w:placeholder>
                <w:temporary/>
                <w:showingPlcHdr/>
                <w15:appearance w15:val="hidden"/>
              </w:sdtPr>
              <w:sdtContent>
                <w:r w:rsidR="00DD2526" w:rsidRPr="0094707B">
                  <w:t>$200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463161989"/>
                <w:placeholder>
                  <w:docPart w:val="5A0EC4BF44484A6FB5DAA372F2D71D93"/>
                </w:placeholder>
                <w:temporary/>
                <w:showingPlcHdr/>
                <w15:appearance w15:val="hidden"/>
              </w:sdtPr>
              <w:sdtContent>
                <w:r w:rsidR="00DD2526" w:rsidRPr="0094707B">
                  <w:t>$250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065364115"/>
                <w:placeholder>
                  <w:docPart w:val="1FCCA73E6C394F51AAF5E8567E4FE7C6"/>
                </w:placeholder>
                <w:temporary/>
                <w:showingPlcHdr/>
                <w15:appearance w15:val="hidden"/>
              </w:sdtPr>
              <w:sdtContent>
                <w:r w:rsidR="00545DE0" w:rsidRPr="0094707B">
                  <w:t>$250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178703000"/>
                <w:placeholder>
                  <w:docPart w:val="9DFD746D9B354B7AA1F1CE52CBCAC4B9"/>
                </w:placeholder>
                <w:temporary/>
                <w:showingPlcHdr/>
                <w15:appearance w15:val="hidden"/>
              </w:sdtPr>
              <w:sdtContent>
                <w:r w:rsidR="00545DE0" w:rsidRPr="0094707B">
                  <w:t>$250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017498084"/>
                <w:placeholder>
                  <w:docPart w:val="B9B629B7E0CA4C59AA5F1B077446460B"/>
                </w:placeholder>
                <w:temporary/>
                <w:showingPlcHdr/>
                <w15:appearance w15:val="hidden"/>
              </w:sdtPr>
              <w:sdtContent>
                <w:r w:rsidR="00545DE0" w:rsidRPr="0094707B">
                  <w:t>$200</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1606769155"/>
                <w:placeholder>
                  <w:docPart w:val="43A9E8C4CC954EBA99F9FA1687B289A7"/>
                </w:placeholder>
                <w:temporary/>
                <w:showingPlcHdr/>
                <w15:appearance w15:val="hidden"/>
              </w:sdtPr>
              <w:sdtContent>
                <w:r w:rsidR="008634D2" w:rsidRPr="0094707B">
                  <w:t>$200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267120232"/>
                <w:placeholder>
                  <w:docPart w:val="46F177DC857841619BE2F2BABA9F035F"/>
                </w:placeholder>
                <w:temporary/>
                <w:showingPlcHdr/>
                <w15:appearance w15:val="hidden"/>
              </w:sdtPr>
              <w:sdtContent>
                <w:r w:rsidR="00545DE0" w:rsidRPr="0094707B">
                  <w:t>$250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1771082216"/>
                <w:placeholder>
                  <w:docPart w:val="F55D7894ACBC4933895631F1D2669E6A"/>
                </w:placeholder>
                <w:temporary/>
                <w:showingPlcHdr/>
                <w15:appearance w15:val="hidden"/>
              </w:sdtPr>
              <w:sdtContent>
                <w:r w:rsidR="00545DE0" w:rsidRPr="0094707B">
                  <w:t>$250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538043938"/>
                <w:placeholder>
                  <w:docPart w:val="0AA1929217C047B1AC7602484C4A5D15"/>
                </w:placeholder>
                <w:temporary/>
                <w:showingPlcHdr/>
                <w15:appearance w15:val="hidden"/>
              </w:sdtPr>
              <w:sdtContent>
                <w:r w:rsidR="008634D2" w:rsidRPr="0094707B">
                  <w:t>$2,650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1195076694"/>
                <w:placeholder>
                  <w:docPart w:val="C0A4C349B1564732BB6F7F046C37910B"/>
                </w:placeholder>
                <w:temporary/>
                <w:showingPlcHdr/>
                <w15:appearance w15:val="hidden"/>
              </w:sdtPr>
              <w:sdtContent>
                <w:r w:rsidR="00C75EDB" w:rsidRPr="0094707B">
                  <w:t>Website Expenses</w:t>
                </w:r>
              </w:sdtContent>
            </w:sdt>
          </w:p>
        </w:tc>
        <w:tc>
          <w:tcPr>
            <w:tcW w:w="990" w:type="dxa"/>
            <w:noWrap/>
            <w:vAlign w:val="center"/>
            <w:hideMark/>
          </w:tcPr>
          <w:p w:rsidR="00AF03B3" w:rsidRPr="0094707B" w:rsidRDefault="00000000" w:rsidP="0094707B">
            <w:pPr>
              <w:pStyle w:val="TableTextLarge"/>
            </w:pPr>
            <w:sdt>
              <w:sdtPr>
                <w:id w:val="1603765191"/>
                <w:placeholder>
                  <w:docPart w:val="FDC829276A484710A91B225C59EE0E5E"/>
                </w:placeholder>
                <w:temporary/>
                <w:showingPlcHdr/>
                <w15:appearance w15:val="hidden"/>
              </w:sdtPr>
              <w:sdtContent>
                <w:r w:rsidR="00CD2E24" w:rsidRPr="0094707B">
                  <w:t>$175</w:t>
                </w:r>
              </w:sdtContent>
            </w:sdt>
          </w:p>
        </w:tc>
        <w:tc>
          <w:tcPr>
            <w:tcW w:w="990" w:type="dxa"/>
            <w:noWrap/>
            <w:vAlign w:val="center"/>
            <w:hideMark/>
          </w:tcPr>
          <w:p w:rsidR="00AF03B3" w:rsidRPr="0094707B" w:rsidRDefault="00000000" w:rsidP="0094707B">
            <w:pPr>
              <w:pStyle w:val="TableTextLarge"/>
            </w:pPr>
            <w:sdt>
              <w:sdtPr>
                <w:id w:val="-1320340791"/>
                <w:placeholder>
                  <w:docPart w:val="455F735B3A814CA0BD76F6893A7FAFD6"/>
                </w:placeholder>
                <w:temporary/>
                <w:showingPlcHdr/>
                <w15:appearance w15:val="hidden"/>
              </w:sdtPr>
              <w:sdtContent>
                <w:r w:rsidR="00D64901" w:rsidRPr="0094707B">
                  <w:t>$175</w:t>
                </w:r>
              </w:sdtContent>
            </w:sdt>
          </w:p>
        </w:tc>
        <w:tc>
          <w:tcPr>
            <w:tcW w:w="900" w:type="dxa"/>
            <w:noWrap/>
            <w:vAlign w:val="center"/>
            <w:hideMark/>
          </w:tcPr>
          <w:p w:rsidR="00AF03B3" w:rsidRPr="0094707B" w:rsidRDefault="00000000" w:rsidP="0094707B">
            <w:pPr>
              <w:pStyle w:val="TableTextLarge"/>
            </w:pPr>
            <w:sdt>
              <w:sdtPr>
                <w:id w:val="-1203711122"/>
                <w:placeholder>
                  <w:docPart w:val="4202696EBACB404EB1F88E44FC5919A3"/>
                </w:placeholder>
                <w:temporary/>
                <w:showingPlcHdr/>
                <w15:appearance w15:val="hidden"/>
              </w:sdtPr>
              <w:sdtContent>
                <w:r w:rsidR="00DD2526" w:rsidRPr="0094707B">
                  <w:t>$175</w:t>
                </w:r>
              </w:sdtContent>
            </w:sdt>
          </w:p>
        </w:tc>
        <w:tc>
          <w:tcPr>
            <w:tcW w:w="990" w:type="dxa"/>
            <w:noWrap/>
            <w:vAlign w:val="center"/>
            <w:hideMark/>
          </w:tcPr>
          <w:p w:rsidR="00AF03B3" w:rsidRPr="0094707B" w:rsidRDefault="00000000" w:rsidP="0094707B">
            <w:pPr>
              <w:pStyle w:val="TableTextLarge"/>
            </w:pPr>
            <w:sdt>
              <w:sdtPr>
                <w:id w:val="1417217310"/>
                <w:placeholder>
                  <w:docPart w:val="22F3DA5F0508406DA138AF0DE92654FA"/>
                </w:placeholder>
                <w:temporary/>
                <w:showingPlcHdr/>
                <w15:appearance w15:val="hidden"/>
              </w:sdtPr>
              <w:sdtContent>
                <w:r w:rsidR="00DD2526" w:rsidRPr="0094707B">
                  <w:t>$175</w:t>
                </w:r>
              </w:sdtContent>
            </w:sdt>
          </w:p>
        </w:tc>
        <w:tc>
          <w:tcPr>
            <w:tcW w:w="810" w:type="dxa"/>
            <w:noWrap/>
            <w:vAlign w:val="center"/>
            <w:hideMark/>
          </w:tcPr>
          <w:p w:rsidR="00AF03B3" w:rsidRPr="0094707B" w:rsidRDefault="00000000" w:rsidP="0094707B">
            <w:pPr>
              <w:pStyle w:val="TableTextLarge"/>
            </w:pPr>
            <w:sdt>
              <w:sdtPr>
                <w:id w:val="1983961330"/>
                <w:placeholder>
                  <w:docPart w:val="05C385C0861E4368BCD4F37E6E4B3556"/>
                </w:placeholder>
                <w:temporary/>
                <w:showingPlcHdr/>
                <w15:appearance w15:val="hidden"/>
              </w:sdtPr>
              <w:sdtContent>
                <w:r w:rsidR="00DD2526" w:rsidRPr="0094707B">
                  <w:t>$175</w:t>
                </w:r>
              </w:sdtContent>
            </w:sdt>
          </w:p>
        </w:tc>
        <w:tc>
          <w:tcPr>
            <w:tcW w:w="900" w:type="dxa"/>
            <w:noWrap/>
            <w:vAlign w:val="center"/>
            <w:hideMark/>
          </w:tcPr>
          <w:p w:rsidR="00AF03B3" w:rsidRPr="0094707B" w:rsidRDefault="00000000" w:rsidP="0094707B">
            <w:pPr>
              <w:pStyle w:val="TableTextLarge"/>
            </w:pPr>
            <w:sdt>
              <w:sdtPr>
                <w:id w:val="1903094755"/>
                <w:placeholder>
                  <w:docPart w:val="AE4A52658F2E49FB83C8E9AD4468E205"/>
                </w:placeholder>
                <w:temporary/>
                <w:showingPlcHdr/>
                <w15:appearance w15:val="hidden"/>
              </w:sdtPr>
              <w:sdtContent>
                <w:r w:rsidR="00DD2526" w:rsidRPr="0094707B">
                  <w:t>$175</w:t>
                </w:r>
              </w:sdtContent>
            </w:sdt>
          </w:p>
        </w:tc>
        <w:tc>
          <w:tcPr>
            <w:tcW w:w="900" w:type="dxa"/>
            <w:noWrap/>
            <w:vAlign w:val="center"/>
            <w:hideMark/>
          </w:tcPr>
          <w:p w:rsidR="00AF03B3" w:rsidRPr="0094707B" w:rsidRDefault="00000000" w:rsidP="0094707B">
            <w:pPr>
              <w:pStyle w:val="TableTextLarge"/>
            </w:pPr>
            <w:sdt>
              <w:sdtPr>
                <w:id w:val="-1793666266"/>
                <w:placeholder>
                  <w:docPart w:val="7524A161C3AB488C9CBB34C7F84ED734"/>
                </w:placeholder>
                <w:temporary/>
                <w:showingPlcHdr/>
                <w15:appearance w15:val="hidden"/>
              </w:sdtPr>
              <w:sdtContent>
                <w:r w:rsidR="00545DE0" w:rsidRPr="0094707B">
                  <w:t>$175</w:t>
                </w:r>
              </w:sdtContent>
            </w:sdt>
          </w:p>
        </w:tc>
        <w:tc>
          <w:tcPr>
            <w:tcW w:w="990" w:type="dxa"/>
            <w:gridSpan w:val="2"/>
            <w:noWrap/>
            <w:vAlign w:val="center"/>
            <w:hideMark/>
          </w:tcPr>
          <w:p w:rsidR="00AF03B3" w:rsidRPr="0094707B" w:rsidRDefault="00000000" w:rsidP="0094707B">
            <w:pPr>
              <w:pStyle w:val="TableTextLarge"/>
            </w:pPr>
            <w:sdt>
              <w:sdtPr>
                <w:id w:val="535321117"/>
                <w:placeholder>
                  <w:docPart w:val="034585E6285A4A14BA30538932FD5F48"/>
                </w:placeholder>
                <w:temporary/>
                <w:showingPlcHdr/>
                <w15:appearance w15:val="hidden"/>
              </w:sdtPr>
              <w:sdtContent>
                <w:r w:rsidR="00545DE0" w:rsidRPr="0094707B">
                  <w:t>$175</w:t>
                </w:r>
              </w:sdtContent>
            </w:sdt>
          </w:p>
        </w:tc>
        <w:tc>
          <w:tcPr>
            <w:tcW w:w="900" w:type="dxa"/>
            <w:noWrap/>
            <w:vAlign w:val="center"/>
            <w:hideMark/>
          </w:tcPr>
          <w:p w:rsidR="00AF03B3" w:rsidRPr="0094707B" w:rsidRDefault="00000000" w:rsidP="0094707B">
            <w:pPr>
              <w:pStyle w:val="TableTextLarge"/>
            </w:pPr>
            <w:sdt>
              <w:sdtPr>
                <w:id w:val="987212358"/>
                <w:placeholder>
                  <w:docPart w:val="AC05E9E744E743E1855C498F866E43A3"/>
                </w:placeholder>
                <w:temporary/>
                <w:showingPlcHdr/>
                <w15:appearance w15:val="hidden"/>
              </w:sdtPr>
              <w:sdtContent>
                <w:r w:rsidR="00545DE0" w:rsidRPr="0094707B">
                  <w:t>$175</w:t>
                </w:r>
              </w:sdtContent>
            </w:sdt>
          </w:p>
        </w:tc>
        <w:tc>
          <w:tcPr>
            <w:tcW w:w="1007" w:type="dxa"/>
            <w:gridSpan w:val="3"/>
            <w:noWrap/>
            <w:vAlign w:val="center"/>
            <w:hideMark/>
          </w:tcPr>
          <w:p w:rsidR="00AF03B3" w:rsidRPr="0094707B" w:rsidRDefault="00000000" w:rsidP="0094707B">
            <w:pPr>
              <w:pStyle w:val="TableTextLarge"/>
            </w:pPr>
            <w:sdt>
              <w:sdtPr>
                <w:id w:val="-1348939803"/>
                <w:placeholder>
                  <w:docPart w:val="D4A118ED72514D19A87C94D442E1AD08"/>
                </w:placeholder>
                <w:temporary/>
                <w:showingPlcHdr/>
                <w15:appearance w15:val="hidden"/>
              </w:sdtPr>
              <w:sdtContent>
                <w:r w:rsidR="00545DE0" w:rsidRPr="0094707B">
                  <w:t>$175</w:t>
                </w:r>
              </w:sdtContent>
            </w:sdt>
          </w:p>
        </w:tc>
        <w:tc>
          <w:tcPr>
            <w:tcW w:w="947" w:type="dxa"/>
            <w:noWrap/>
            <w:vAlign w:val="center"/>
            <w:hideMark/>
          </w:tcPr>
          <w:p w:rsidR="00AF03B3" w:rsidRPr="0094707B" w:rsidRDefault="00000000" w:rsidP="0094707B">
            <w:pPr>
              <w:pStyle w:val="TableTextLarge"/>
            </w:pPr>
            <w:sdt>
              <w:sdtPr>
                <w:id w:val="-1633936169"/>
                <w:placeholder>
                  <w:docPart w:val="32F544476771481EA7DA4E32BECC63BD"/>
                </w:placeholder>
                <w:temporary/>
                <w:showingPlcHdr/>
                <w15:appearance w15:val="hidden"/>
              </w:sdtPr>
              <w:sdtContent>
                <w:r w:rsidR="008634D2" w:rsidRPr="0094707B">
                  <w:t>$225</w:t>
                </w:r>
              </w:sdtContent>
            </w:sdt>
          </w:p>
        </w:tc>
        <w:tc>
          <w:tcPr>
            <w:tcW w:w="1016" w:type="dxa"/>
            <w:gridSpan w:val="2"/>
            <w:noWrap/>
            <w:vAlign w:val="center"/>
            <w:hideMark/>
          </w:tcPr>
          <w:p w:rsidR="00AF03B3" w:rsidRPr="0094707B" w:rsidRDefault="00000000" w:rsidP="0094707B">
            <w:pPr>
              <w:pStyle w:val="TableTextLarge"/>
            </w:pPr>
            <w:sdt>
              <w:sdtPr>
                <w:id w:val="-1117522933"/>
                <w:placeholder>
                  <w:docPart w:val="158821B4DF2F446BA6915E909DB52671"/>
                </w:placeholder>
                <w:temporary/>
                <w:showingPlcHdr/>
                <w15:appearance w15:val="hidden"/>
              </w:sdtPr>
              <w:sdtContent>
                <w:r w:rsidR="008634D2" w:rsidRPr="0094707B">
                  <w:t>$225</w:t>
                </w:r>
              </w:sdtContent>
            </w:sdt>
          </w:p>
        </w:tc>
        <w:tc>
          <w:tcPr>
            <w:tcW w:w="990" w:type="dxa"/>
            <w:noWrap/>
            <w:vAlign w:val="center"/>
            <w:hideMark/>
          </w:tcPr>
          <w:p w:rsidR="00AF03B3" w:rsidRPr="0094707B" w:rsidRDefault="00000000" w:rsidP="0094707B">
            <w:pPr>
              <w:pStyle w:val="TableTextLarge"/>
            </w:pPr>
            <w:sdt>
              <w:sdtPr>
                <w:id w:val="1560669496"/>
                <w:placeholder>
                  <w:docPart w:val="16946CBEAD1D4D92A949E4592A3CACBB"/>
                </w:placeholder>
                <w:temporary/>
                <w:showingPlcHdr/>
                <w15:appearance w15:val="hidden"/>
              </w:sdtPr>
              <w:sdtContent>
                <w:r w:rsidR="008634D2" w:rsidRPr="0094707B">
                  <w:t>$2,200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1626348582"/>
                <w:placeholder>
                  <w:docPart w:val="6946F9F6737143D1B967AECFDF696611"/>
                </w:placeholder>
                <w:temporary/>
                <w:showingPlcHdr/>
                <w15:appearance w15:val="hidden"/>
              </w:sdtPr>
              <w:sdtContent>
                <w:r w:rsidR="00C75EDB" w:rsidRPr="0094707B">
                  <w:t>Internet/Phone</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51267576"/>
                <w:placeholder>
                  <w:docPart w:val="FB46238DDDAF43B99D479A0C26EB93B5"/>
                </w:placeholder>
                <w:temporary/>
                <w:showingPlcHdr/>
                <w15:appearance w15:val="hidden"/>
              </w:sdtPr>
              <w:sdtContent>
                <w:r w:rsidR="00CD2E24" w:rsidRPr="0094707B">
                  <w:t>$</w:t>
                </w:r>
                <w:r w:rsidR="00AE0925" w:rsidRPr="0094707B">
                  <w:t>11</w:t>
                </w:r>
                <w:r w:rsidR="00CD2E24" w:rsidRPr="0094707B">
                  <w:t>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916749837"/>
                <w:placeholder>
                  <w:docPart w:val="CC4E1E643D974ABD8A0880266FB5D87E"/>
                </w:placeholder>
                <w:temporary/>
                <w:showingPlcHdr/>
                <w15:appearance w15:val="hidden"/>
              </w:sdtPr>
              <w:sdtContent>
                <w:r w:rsidR="00D64901" w:rsidRPr="0094707B">
                  <w:t>$110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22836553"/>
                <w:placeholder>
                  <w:docPart w:val="59A9E552AD04450CB58BD2829A778A19"/>
                </w:placeholder>
                <w:temporary/>
                <w:showingPlcHdr/>
                <w15:appearance w15:val="hidden"/>
              </w:sdtPr>
              <w:sdtContent>
                <w:r w:rsidR="00DD2526" w:rsidRPr="0094707B">
                  <w:t>$110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446582222"/>
                <w:placeholder>
                  <w:docPart w:val="A2F5CE21A9734E52852EEE3446F04A1E"/>
                </w:placeholder>
                <w:temporary/>
                <w:showingPlcHdr/>
                <w15:appearance w15:val="hidden"/>
              </w:sdtPr>
              <w:sdtContent>
                <w:r w:rsidR="00DD2526" w:rsidRPr="0094707B">
                  <w:t>$110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910031604"/>
                <w:placeholder>
                  <w:docPart w:val="9BAA06BCB7CC44A0A718D8685D0995BA"/>
                </w:placeholder>
                <w:temporary/>
                <w:showingPlcHdr/>
                <w15:appearance w15:val="hidden"/>
              </w:sdtPr>
              <w:sdtContent>
                <w:r w:rsidR="00DD2526" w:rsidRPr="0094707B">
                  <w:t>$110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840495462"/>
                <w:placeholder>
                  <w:docPart w:val="9F22AC9586934B27B48700B041115BB2"/>
                </w:placeholder>
                <w:temporary/>
                <w:showingPlcHdr/>
                <w15:appearance w15:val="hidden"/>
              </w:sdtPr>
              <w:sdtContent>
                <w:r w:rsidR="00DD2526" w:rsidRPr="0094707B">
                  <w:t>$110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285268036"/>
                <w:placeholder>
                  <w:docPart w:val="887B3FBE07704459B71E8C3523C9B909"/>
                </w:placeholder>
                <w:temporary/>
                <w:showingPlcHdr/>
                <w15:appearance w15:val="hidden"/>
              </w:sdtPr>
              <w:sdtContent>
                <w:r w:rsidR="00545DE0" w:rsidRPr="0094707B">
                  <w:t>$110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139888333"/>
                <w:placeholder>
                  <w:docPart w:val="D99A3FA0393848AE99DF44667378DE7F"/>
                </w:placeholder>
                <w:temporary/>
                <w:showingPlcHdr/>
                <w15:appearance w15:val="hidden"/>
              </w:sdtPr>
              <w:sdtContent>
                <w:r w:rsidR="00545DE0" w:rsidRPr="0094707B">
                  <w:t>$110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116343342"/>
                <w:placeholder>
                  <w:docPart w:val="F63FAB32AB014961AA3197F7856D888C"/>
                </w:placeholder>
                <w:temporary/>
                <w:showingPlcHdr/>
                <w15:appearance w15:val="hidden"/>
              </w:sdtPr>
              <w:sdtContent>
                <w:r w:rsidR="00545DE0" w:rsidRPr="0094707B">
                  <w:t>$110</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1959142111"/>
                <w:placeholder>
                  <w:docPart w:val="F69818E1A5764CE98CA9CE3ED8F44E6D"/>
                </w:placeholder>
                <w:temporary/>
                <w:showingPlcHdr/>
                <w15:appearance w15:val="hidden"/>
              </w:sdtPr>
              <w:sdtContent>
                <w:r w:rsidR="00545DE0" w:rsidRPr="0094707B">
                  <w:t>$110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282573474"/>
                <w:placeholder>
                  <w:docPart w:val="36982955BE974691BEFA70A8968E6226"/>
                </w:placeholder>
                <w:temporary/>
                <w:showingPlcHdr/>
                <w15:appearance w15:val="hidden"/>
              </w:sdtPr>
              <w:sdtContent>
                <w:r w:rsidR="00545DE0" w:rsidRPr="0094707B">
                  <w:t>$110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766501435"/>
                <w:placeholder>
                  <w:docPart w:val="2377B5A6F2CA4E9E81D47DA6F3633E01"/>
                </w:placeholder>
                <w:temporary/>
                <w:showingPlcHdr/>
                <w15:appearance w15:val="hidden"/>
              </w:sdtPr>
              <w:sdtContent>
                <w:r w:rsidR="00545DE0" w:rsidRPr="0094707B">
                  <w:t>$110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252961631"/>
                <w:placeholder>
                  <w:docPart w:val="68D60F6037EB47B2B88C5AE8BD18915A"/>
                </w:placeholder>
                <w:temporary/>
                <w:showingPlcHdr/>
                <w15:appearance w15:val="hidden"/>
              </w:sdtPr>
              <w:sdtContent>
                <w:r w:rsidR="008634D2" w:rsidRPr="0094707B">
                  <w:t>$1,320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1650320901"/>
                <w:placeholder>
                  <w:docPart w:val="A8F0487ACC6C41C7B5CBF32DE1931CE7"/>
                </w:placeholder>
                <w:temporary/>
                <w:showingPlcHdr/>
                <w15:appearance w15:val="hidden"/>
              </w:sdtPr>
              <w:sdtContent>
                <w:r w:rsidR="00C75EDB" w:rsidRPr="0094707B">
                  <w:t>Insurance</w:t>
                </w:r>
              </w:sdtContent>
            </w:sdt>
          </w:p>
        </w:tc>
        <w:tc>
          <w:tcPr>
            <w:tcW w:w="990" w:type="dxa"/>
            <w:noWrap/>
            <w:vAlign w:val="center"/>
            <w:hideMark/>
          </w:tcPr>
          <w:p w:rsidR="00AF03B3" w:rsidRPr="0094707B" w:rsidRDefault="00000000" w:rsidP="0094707B">
            <w:pPr>
              <w:pStyle w:val="TableTextLarge"/>
            </w:pPr>
            <w:sdt>
              <w:sdtPr>
                <w:id w:val="1879271992"/>
                <w:placeholder>
                  <w:docPart w:val="5B446577F8124E738007CD6B68C3FF6A"/>
                </w:placeholder>
                <w:temporary/>
                <w:showingPlcHdr/>
                <w15:appearance w15:val="hidden"/>
              </w:sdtPr>
              <w:sdtContent>
                <w:r w:rsidR="00CD2E24" w:rsidRPr="0094707B">
                  <w:t>$</w:t>
                </w:r>
                <w:r w:rsidR="00AE0925" w:rsidRPr="0094707B">
                  <w:t>165</w:t>
                </w:r>
              </w:sdtContent>
            </w:sdt>
          </w:p>
        </w:tc>
        <w:tc>
          <w:tcPr>
            <w:tcW w:w="990" w:type="dxa"/>
            <w:noWrap/>
            <w:vAlign w:val="center"/>
            <w:hideMark/>
          </w:tcPr>
          <w:p w:rsidR="00AF03B3" w:rsidRPr="0094707B" w:rsidRDefault="00000000" w:rsidP="0094707B">
            <w:pPr>
              <w:pStyle w:val="TableTextLarge"/>
            </w:pPr>
            <w:sdt>
              <w:sdtPr>
                <w:id w:val="1062906428"/>
                <w:placeholder>
                  <w:docPart w:val="393598D43B5E496AAE463BF7584573B8"/>
                </w:placeholder>
                <w:temporary/>
                <w:showingPlcHdr/>
                <w15:appearance w15:val="hidden"/>
              </w:sdtPr>
              <w:sdtContent>
                <w:r w:rsidR="00D64901" w:rsidRPr="0094707B">
                  <w:t>$165</w:t>
                </w:r>
              </w:sdtContent>
            </w:sdt>
          </w:p>
        </w:tc>
        <w:tc>
          <w:tcPr>
            <w:tcW w:w="900" w:type="dxa"/>
            <w:noWrap/>
            <w:vAlign w:val="center"/>
            <w:hideMark/>
          </w:tcPr>
          <w:p w:rsidR="00AF03B3" w:rsidRPr="0094707B" w:rsidRDefault="00000000" w:rsidP="0094707B">
            <w:pPr>
              <w:pStyle w:val="TableTextLarge"/>
            </w:pPr>
            <w:sdt>
              <w:sdtPr>
                <w:id w:val="969857323"/>
                <w:placeholder>
                  <w:docPart w:val="77BEA1061F904E37834F796E9CDC8B7F"/>
                </w:placeholder>
                <w:temporary/>
                <w:showingPlcHdr/>
                <w15:appearance w15:val="hidden"/>
              </w:sdtPr>
              <w:sdtContent>
                <w:r w:rsidR="00DD2526" w:rsidRPr="0094707B">
                  <w:t>$165</w:t>
                </w:r>
              </w:sdtContent>
            </w:sdt>
          </w:p>
        </w:tc>
        <w:tc>
          <w:tcPr>
            <w:tcW w:w="990" w:type="dxa"/>
            <w:noWrap/>
            <w:vAlign w:val="center"/>
            <w:hideMark/>
          </w:tcPr>
          <w:p w:rsidR="00AF03B3" w:rsidRPr="0094707B" w:rsidRDefault="00000000" w:rsidP="0094707B">
            <w:pPr>
              <w:pStyle w:val="TableTextLarge"/>
            </w:pPr>
            <w:sdt>
              <w:sdtPr>
                <w:id w:val="2055741587"/>
                <w:placeholder>
                  <w:docPart w:val="C0B437C77DA249ED81C3A398F30B3117"/>
                </w:placeholder>
                <w:temporary/>
                <w:showingPlcHdr/>
                <w15:appearance w15:val="hidden"/>
              </w:sdtPr>
              <w:sdtContent>
                <w:r w:rsidR="00DD2526" w:rsidRPr="0094707B">
                  <w:t>$165</w:t>
                </w:r>
              </w:sdtContent>
            </w:sdt>
          </w:p>
        </w:tc>
        <w:tc>
          <w:tcPr>
            <w:tcW w:w="810" w:type="dxa"/>
            <w:noWrap/>
            <w:vAlign w:val="center"/>
            <w:hideMark/>
          </w:tcPr>
          <w:p w:rsidR="00AF03B3" w:rsidRPr="0094707B" w:rsidRDefault="00000000" w:rsidP="0094707B">
            <w:pPr>
              <w:pStyle w:val="TableTextLarge"/>
            </w:pPr>
            <w:sdt>
              <w:sdtPr>
                <w:id w:val="-1811317635"/>
                <w:placeholder>
                  <w:docPart w:val="0879F349E1914C4DB8BA1CDA15A8C7DC"/>
                </w:placeholder>
                <w:temporary/>
                <w:showingPlcHdr/>
                <w15:appearance w15:val="hidden"/>
              </w:sdtPr>
              <w:sdtContent>
                <w:r w:rsidR="00DD2526" w:rsidRPr="0094707B">
                  <w:t>$165</w:t>
                </w:r>
              </w:sdtContent>
            </w:sdt>
          </w:p>
        </w:tc>
        <w:tc>
          <w:tcPr>
            <w:tcW w:w="900" w:type="dxa"/>
            <w:noWrap/>
            <w:vAlign w:val="center"/>
            <w:hideMark/>
          </w:tcPr>
          <w:p w:rsidR="00AF03B3" w:rsidRPr="0094707B" w:rsidRDefault="00000000" w:rsidP="0094707B">
            <w:pPr>
              <w:pStyle w:val="TableTextLarge"/>
            </w:pPr>
            <w:sdt>
              <w:sdtPr>
                <w:id w:val="-1880393327"/>
                <w:placeholder>
                  <w:docPart w:val="2A4529E1249E412680BB66C33022EBB3"/>
                </w:placeholder>
                <w:temporary/>
                <w:showingPlcHdr/>
                <w15:appearance w15:val="hidden"/>
              </w:sdtPr>
              <w:sdtContent>
                <w:r w:rsidR="00DD2526" w:rsidRPr="0094707B">
                  <w:t>$165</w:t>
                </w:r>
              </w:sdtContent>
            </w:sdt>
          </w:p>
        </w:tc>
        <w:tc>
          <w:tcPr>
            <w:tcW w:w="900" w:type="dxa"/>
            <w:noWrap/>
            <w:vAlign w:val="center"/>
            <w:hideMark/>
          </w:tcPr>
          <w:p w:rsidR="00AF03B3" w:rsidRPr="0094707B" w:rsidRDefault="00000000" w:rsidP="0094707B">
            <w:pPr>
              <w:pStyle w:val="TableTextLarge"/>
            </w:pPr>
            <w:sdt>
              <w:sdtPr>
                <w:id w:val="1739823700"/>
                <w:placeholder>
                  <w:docPart w:val="C9E4EE6AC95A403A9757B7143D3690DF"/>
                </w:placeholder>
                <w:temporary/>
                <w:showingPlcHdr/>
                <w15:appearance w15:val="hidden"/>
              </w:sdtPr>
              <w:sdtContent>
                <w:r w:rsidR="00545DE0" w:rsidRPr="0094707B">
                  <w:t>$165</w:t>
                </w:r>
              </w:sdtContent>
            </w:sdt>
          </w:p>
        </w:tc>
        <w:tc>
          <w:tcPr>
            <w:tcW w:w="990" w:type="dxa"/>
            <w:gridSpan w:val="2"/>
            <w:noWrap/>
            <w:vAlign w:val="center"/>
            <w:hideMark/>
          </w:tcPr>
          <w:p w:rsidR="00AF03B3" w:rsidRPr="0094707B" w:rsidRDefault="00000000" w:rsidP="0094707B">
            <w:pPr>
              <w:pStyle w:val="TableTextLarge"/>
            </w:pPr>
            <w:sdt>
              <w:sdtPr>
                <w:id w:val="-855028366"/>
                <w:placeholder>
                  <w:docPart w:val="56DA809548E54FA0BC33B042731005E0"/>
                </w:placeholder>
                <w:temporary/>
                <w:showingPlcHdr/>
                <w15:appearance w15:val="hidden"/>
              </w:sdtPr>
              <w:sdtContent>
                <w:r w:rsidR="00545DE0" w:rsidRPr="0094707B">
                  <w:t>$165</w:t>
                </w:r>
              </w:sdtContent>
            </w:sdt>
          </w:p>
        </w:tc>
        <w:tc>
          <w:tcPr>
            <w:tcW w:w="900" w:type="dxa"/>
            <w:noWrap/>
            <w:vAlign w:val="center"/>
            <w:hideMark/>
          </w:tcPr>
          <w:p w:rsidR="00AF03B3" w:rsidRPr="0094707B" w:rsidRDefault="00000000" w:rsidP="0094707B">
            <w:pPr>
              <w:pStyle w:val="TableTextLarge"/>
            </w:pPr>
            <w:sdt>
              <w:sdtPr>
                <w:id w:val="-1152063610"/>
                <w:placeholder>
                  <w:docPart w:val="B995090EF15A4272904D88536856DEF5"/>
                </w:placeholder>
                <w:temporary/>
                <w:showingPlcHdr/>
                <w15:appearance w15:val="hidden"/>
              </w:sdtPr>
              <w:sdtContent>
                <w:r w:rsidR="00545DE0" w:rsidRPr="0094707B">
                  <w:t>$165</w:t>
                </w:r>
              </w:sdtContent>
            </w:sdt>
          </w:p>
        </w:tc>
        <w:tc>
          <w:tcPr>
            <w:tcW w:w="1007" w:type="dxa"/>
            <w:gridSpan w:val="3"/>
            <w:noWrap/>
            <w:vAlign w:val="center"/>
            <w:hideMark/>
          </w:tcPr>
          <w:p w:rsidR="00AF03B3" w:rsidRPr="0094707B" w:rsidRDefault="00000000" w:rsidP="0094707B">
            <w:pPr>
              <w:pStyle w:val="TableTextLarge"/>
            </w:pPr>
            <w:sdt>
              <w:sdtPr>
                <w:id w:val="1199429556"/>
                <w:placeholder>
                  <w:docPart w:val="7ED8556860DC4CEC80F15483EAA87FCF"/>
                </w:placeholder>
                <w:temporary/>
                <w:showingPlcHdr/>
                <w15:appearance w15:val="hidden"/>
              </w:sdtPr>
              <w:sdtContent>
                <w:r w:rsidR="00545DE0" w:rsidRPr="0094707B">
                  <w:t>$165</w:t>
                </w:r>
              </w:sdtContent>
            </w:sdt>
          </w:p>
        </w:tc>
        <w:tc>
          <w:tcPr>
            <w:tcW w:w="947" w:type="dxa"/>
            <w:noWrap/>
            <w:vAlign w:val="center"/>
            <w:hideMark/>
          </w:tcPr>
          <w:p w:rsidR="00AF03B3" w:rsidRPr="0094707B" w:rsidRDefault="00000000" w:rsidP="0094707B">
            <w:pPr>
              <w:pStyle w:val="TableTextLarge"/>
            </w:pPr>
            <w:sdt>
              <w:sdtPr>
                <w:id w:val="1302346809"/>
                <w:placeholder>
                  <w:docPart w:val="BE266E04ACC845E4B1E7EFADA63221A4"/>
                </w:placeholder>
                <w:temporary/>
                <w:showingPlcHdr/>
                <w15:appearance w15:val="hidden"/>
              </w:sdtPr>
              <w:sdtContent>
                <w:r w:rsidR="00545DE0" w:rsidRPr="0094707B">
                  <w:t>$165</w:t>
                </w:r>
              </w:sdtContent>
            </w:sdt>
          </w:p>
        </w:tc>
        <w:tc>
          <w:tcPr>
            <w:tcW w:w="1016" w:type="dxa"/>
            <w:gridSpan w:val="2"/>
            <w:noWrap/>
            <w:vAlign w:val="center"/>
            <w:hideMark/>
          </w:tcPr>
          <w:p w:rsidR="00AF03B3" w:rsidRPr="0094707B" w:rsidRDefault="00000000" w:rsidP="0094707B">
            <w:pPr>
              <w:pStyle w:val="TableTextLarge"/>
            </w:pPr>
            <w:sdt>
              <w:sdtPr>
                <w:id w:val="-798690403"/>
                <w:placeholder>
                  <w:docPart w:val="89DB4532EC394F36B69763FEFA256FBB"/>
                </w:placeholder>
                <w:temporary/>
                <w:showingPlcHdr/>
                <w15:appearance w15:val="hidden"/>
              </w:sdtPr>
              <w:sdtContent>
                <w:r w:rsidR="00545DE0" w:rsidRPr="0094707B">
                  <w:t>$165</w:t>
                </w:r>
              </w:sdtContent>
            </w:sdt>
          </w:p>
        </w:tc>
        <w:tc>
          <w:tcPr>
            <w:tcW w:w="990" w:type="dxa"/>
            <w:noWrap/>
            <w:vAlign w:val="center"/>
            <w:hideMark/>
          </w:tcPr>
          <w:p w:rsidR="00AF03B3" w:rsidRPr="0094707B" w:rsidRDefault="00000000" w:rsidP="0094707B">
            <w:pPr>
              <w:pStyle w:val="TableTextLarge"/>
            </w:pPr>
            <w:sdt>
              <w:sdtPr>
                <w:id w:val="-1639635420"/>
                <w:placeholder>
                  <w:docPart w:val="143C0C8653A9481A8A66721F2C45BB9B"/>
                </w:placeholder>
                <w:temporary/>
                <w:showingPlcHdr/>
                <w15:appearance w15:val="hidden"/>
              </w:sdtPr>
              <w:sdtContent>
                <w:r w:rsidR="008634D2" w:rsidRPr="0094707B">
                  <w:t>$1,980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2138438692"/>
                <w:placeholder>
                  <w:docPart w:val="88223D00F3C84A1CB60337909B6055FF"/>
                </w:placeholder>
                <w:temporary/>
                <w:showingPlcHdr/>
                <w15:appearance w15:val="hidden"/>
              </w:sdtPr>
              <w:sdtContent>
                <w:r w:rsidR="00C75EDB" w:rsidRPr="0094707B">
                  <w:t>Travel</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670184831"/>
                <w:placeholder>
                  <w:docPart w:val="EAAA96257F5A43B0857C57DD6FBCB098"/>
                </w:placeholder>
                <w:temporary/>
                <w:showingPlcHdr/>
                <w15:appearance w15:val="hidden"/>
              </w:sdtPr>
              <w:sdtContent>
                <w:r w:rsidR="00CD2E24" w:rsidRPr="0094707B">
                  <w:t>$</w:t>
                </w:r>
                <w:r w:rsidR="00AE0925">
                  <w:t>1</w:t>
                </w:r>
                <w:r w:rsidR="00CD2E24" w:rsidRPr="0094707B">
                  <w:t>00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628135114"/>
                <w:placeholder>
                  <w:docPart w:val="D53D73B791AC4DADAB1C2E29CAE7204D"/>
                </w:placeholder>
                <w:temporary/>
                <w:showingPlcHdr/>
                <w15:appearance w15:val="hidden"/>
              </w:sdtPr>
              <w:sdtContent>
                <w:r w:rsidR="00CD2E24" w:rsidRPr="0094707B">
                  <w:t>$</w:t>
                </w:r>
                <w:r w:rsidR="00CD2E24">
                  <w:t>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778599637"/>
                <w:placeholder>
                  <w:docPart w:val="71B719F30E7A4ED8A119DD96DFC1969C"/>
                </w:placeholder>
                <w:temporary/>
                <w:showingPlcHdr/>
                <w15:appearance w15:val="hidden"/>
              </w:sdtPr>
              <w:sdtContent>
                <w:r w:rsidR="00CD2E24" w:rsidRPr="0094707B">
                  <w:t>$</w:t>
                </w:r>
                <w:r w:rsidR="00CD2E24">
                  <w:t>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2134357319"/>
                <w:placeholder>
                  <w:docPart w:val="F9E23C70A04C493EAC8DDF8C759176D5"/>
                </w:placeholder>
                <w:temporary/>
                <w:showingPlcHdr/>
                <w15:appearance w15:val="hidden"/>
              </w:sdtPr>
              <w:sdtContent>
                <w:r w:rsidR="00DD2526" w:rsidRPr="0094707B">
                  <w:t>$250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881241558"/>
                <w:placeholder>
                  <w:docPart w:val="719FEB41E2B149469F7C3B29063F41A2"/>
                </w:placeholder>
                <w:temporary/>
                <w:showingPlcHdr/>
                <w15:appearance w15:val="hidden"/>
              </w:sdtPr>
              <w:sdtContent>
                <w:r w:rsidR="00CD2E24" w:rsidRPr="0094707B">
                  <w:t>$</w:t>
                </w:r>
                <w:r w:rsidR="00CD2E24">
                  <w:t>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684041352"/>
                <w:placeholder>
                  <w:docPart w:val="F1D6B5E4B7D74BA29DFA2342CD69307B"/>
                </w:placeholder>
                <w:temporary/>
                <w:showingPlcHdr/>
                <w15:appearance w15:val="hidden"/>
              </w:sdtPr>
              <w:sdtContent>
                <w:r w:rsidR="00CD2E24" w:rsidRPr="0094707B">
                  <w:t>$</w:t>
                </w:r>
                <w:r w:rsidR="00CD2E24">
                  <w:t>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610358475"/>
                <w:placeholder>
                  <w:docPart w:val="71EF0FCD92E44ECFB154CEB5104FFFA4"/>
                </w:placeholder>
                <w:temporary/>
                <w:showingPlcHdr/>
                <w15:appearance w15:val="hidden"/>
              </w:sdtPr>
              <w:sdtContent>
                <w:r w:rsidR="00CD2E24" w:rsidRPr="0094707B">
                  <w:t>$</w:t>
                </w:r>
                <w:r w:rsidR="00CD2E24">
                  <w:t>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865134710"/>
                <w:placeholder>
                  <w:docPart w:val="BDF1C66D9682464E81DE208637BE4983"/>
                </w:placeholder>
                <w:temporary/>
                <w:showingPlcHdr/>
                <w15:appearance w15:val="hidden"/>
              </w:sdtPr>
              <w:sdtContent>
                <w:r w:rsidR="00CD2E24" w:rsidRPr="0094707B">
                  <w:t>$</w:t>
                </w:r>
                <w:r w:rsidR="00CD2E24">
                  <w:t>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327642055"/>
                <w:placeholder>
                  <w:docPart w:val="2A0FDD6A66A44EE696E85EC1EA4CA0C4"/>
                </w:placeholder>
                <w:temporary/>
                <w:showingPlcHdr/>
                <w15:appearance w15:val="hidden"/>
              </w:sdtPr>
              <w:sdtContent>
                <w:r w:rsidR="00545DE0" w:rsidRPr="0094707B">
                  <w:t>$675</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571469999"/>
                <w:placeholder>
                  <w:docPart w:val="DBE2C0154B7E4EED8B3BDCB44CC65C48"/>
                </w:placeholder>
                <w:temporary/>
                <w:showingPlcHdr/>
                <w15:appearance w15:val="hidden"/>
              </w:sdtPr>
              <w:sdtContent>
                <w:r w:rsidR="008634D2" w:rsidRPr="0094707B">
                  <w:t>$800</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1789422486"/>
                <w:placeholder>
                  <w:docPart w:val="FBFA7B2069C34BCC95C20C30BA23830E"/>
                </w:placeholder>
                <w:temporary/>
                <w:showingPlcHdr/>
                <w15:appearance w15:val="hidden"/>
              </w:sdtPr>
              <w:sdtContent>
                <w:r w:rsidR="00CD2E24" w:rsidRPr="0094707B">
                  <w:t>$</w:t>
                </w:r>
                <w:r w:rsidR="00CD2E24">
                  <w:t>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990793689"/>
                <w:placeholder>
                  <w:docPart w:val="70C2D0AD83D3482FB11C60A58D4B7FC4"/>
                </w:placeholder>
                <w:temporary/>
                <w:showingPlcHdr/>
                <w15:appearance w15:val="hidden"/>
              </w:sdtPr>
              <w:sdtContent>
                <w:r w:rsidR="00CD2E24" w:rsidRPr="0094707B">
                  <w:t>$</w:t>
                </w:r>
                <w:r w:rsidR="00CD2E24">
                  <w:t>0</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200900981"/>
                <w:placeholder>
                  <w:docPart w:val="360912E1C37D45D4ADEB880095CEC178"/>
                </w:placeholder>
                <w:temporary/>
                <w:showingPlcHdr/>
                <w15:appearance w15:val="hidden"/>
              </w:sdtPr>
              <w:sdtContent>
                <w:r w:rsidR="008634D2" w:rsidRPr="0094707B">
                  <w:t>$1,825</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611129949"/>
                <w:placeholder>
                  <w:docPart w:val="5E30FDB7BFD34B09B7AE5569A80D2B02"/>
                </w:placeholder>
                <w:temporary/>
                <w:showingPlcHdr/>
                <w15:appearance w15:val="hidden"/>
              </w:sdtPr>
              <w:sdtContent>
                <w:r w:rsidR="00C75EDB" w:rsidRPr="0094707B">
                  <w:t>Legal/Accounting</w:t>
                </w:r>
              </w:sdtContent>
            </w:sdt>
          </w:p>
        </w:tc>
        <w:tc>
          <w:tcPr>
            <w:tcW w:w="990" w:type="dxa"/>
            <w:noWrap/>
            <w:vAlign w:val="center"/>
            <w:hideMark/>
          </w:tcPr>
          <w:p w:rsidR="00AF03B3" w:rsidRPr="0094707B" w:rsidRDefault="00000000" w:rsidP="0094707B">
            <w:pPr>
              <w:pStyle w:val="TableTextLarge"/>
            </w:pPr>
            <w:sdt>
              <w:sdtPr>
                <w:id w:val="415284519"/>
                <w:placeholder>
                  <w:docPart w:val="8B508DC021A54CB3AFF06EA7A23DC6F8"/>
                </w:placeholder>
                <w:temporary/>
                <w:showingPlcHdr/>
                <w15:appearance w15:val="hidden"/>
              </w:sdtPr>
              <w:sdtContent>
                <w:r w:rsidR="00CD2E24" w:rsidRPr="0094707B">
                  <w:t>$</w:t>
                </w:r>
                <w:r w:rsidR="00AE0925" w:rsidRPr="0094707B">
                  <w:t>1,2</w:t>
                </w:r>
                <w:r w:rsidR="00CD2E24" w:rsidRPr="0094707B">
                  <w:t>00</w:t>
                </w:r>
              </w:sdtContent>
            </w:sdt>
          </w:p>
        </w:tc>
        <w:tc>
          <w:tcPr>
            <w:tcW w:w="990" w:type="dxa"/>
            <w:noWrap/>
            <w:vAlign w:val="center"/>
            <w:hideMark/>
          </w:tcPr>
          <w:p w:rsidR="00AF03B3" w:rsidRPr="0094707B" w:rsidRDefault="00000000" w:rsidP="0094707B">
            <w:pPr>
              <w:pStyle w:val="TableTextLarge"/>
            </w:pPr>
            <w:sdt>
              <w:sdtPr>
                <w:id w:val="404965632"/>
                <w:placeholder>
                  <w:docPart w:val="ED3E7A86CE6C407AB361BA8E4C7EA6AC"/>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2051951914"/>
                <w:placeholder>
                  <w:docPart w:val="46999C6E074E453FAF36BFA534769A0B"/>
                </w:placeholder>
                <w:temporary/>
                <w:showingPlcHdr/>
                <w15:appearance w15:val="hidden"/>
              </w:sdtPr>
              <w:sdtContent>
                <w:r w:rsidR="00CD2E24" w:rsidRPr="0094707B">
                  <w:t>$</w:t>
                </w:r>
                <w:r w:rsidR="00CD2E24">
                  <w:t>0</w:t>
                </w:r>
              </w:sdtContent>
            </w:sdt>
          </w:p>
        </w:tc>
        <w:tc>
          <w:tcPr>
            <w:tcW w:w="990" w:type="dxa"/>
            <w:noWrap/>
            <w:vAlign w:val="center"/>
            <w:hideMark/>
          </w:tcPr>
          <w:p w:rsidR="00AF03B3" w:rsidRPr="0094707B" w:rsidRDefault="00000000" w:rsidP="0094707B">
            <w:pPr>
              <w:pStyle w:val="TableTextLarge"/>
            </w:pPr>
            <w:sdt>
              <w:sdtPr>
                <w:id w:val="-2135561919"/>
                <w:placeholder>
                  <w:docPart w:val="5B0E9A384CFB44DEB10652BAF83A76AD"/>
                </w:placeholder>
                <w:temporary/>
                <w:showingPlcHdr/>
                <w15:appearance w15:val="hidden"/>
              </w:sdtPr>
              <w:sdtContent>
                <w:r w:rsidR="00DD2526" w:rsidRPr="0094707B">
                  <w:t>$450</w:t>
                </w:r>
              </w:sdtContent>
            </w:sdt>
          </w:p>
        </w:tc>
        <w:tc>
          <w:tcPr>
            <w:tcW w:w="810" w:type="dxa"/>
            <w:noWrap/>
            <w:vAlign w:val="center"/>
            <w:hideMark/>
          </w:tcPr>
          <w:p w:rsidR="00AF03B3" w:rsidRPr="0094707B" w:rsidRDefault="00000000" w:rsidP="0094707B">
            <w:pPr>
              <w:pStyle w:val="TableTextLarge"/>
            </w:pPr>
            <w:sdt>
              <w:sdtPr>
                <w:id w:val="-1301841412"/>
                <w:placeholder>
                  <w:docPart w:val="190061DBEDE0414CB8ABFDDDE2F58DB6"/>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714009648"/>
                <w:placeholder>
                  <w:docPart w:val="31156D5181CB4AAC9988888A4B55B52B"/>
                </w:placeholder>
                <w:temporary/>
                <w:showingPlcHdr/>
                <w15:appearance w15:val="hidden"/>
              </w:sdtPr>
              <w:sdtContent>
                <w:r w:rsidR="00DD2526" w:rsidRPr="0094707B">
                  <w:t>$500</w:t>
                </w:r>
              </w:sdtContent>
            </w:sdt>
          </w:p>
        </w:tc>
        <w:tc>
          <w:tcPr>
            <w:tcW w:w="900" w:type="dxa"/>
            <w:noWrap/>
            <w:vAlign w:val="center"/>
            <w:hideMark/>
          </w:tcPr>
          <w:p w:rsidR="00AF03B3" w:rsidRPr="0094707B" w:rsidRDefault="00000000" w:rsidP="0094707B">
            <w:pPr>
              <w:pStyle w:val="TableTextLarge"/>
            </w:pPr>
            <w:sdt>
              <w:sdtPr>
                <w:id w:val="-1644186756"/>
                <w:placeholder>
                  <w:docPart w:val="EF9D02C7AA7B4067A98872D63EFBE673"/>
                </w:placeholder>
                <w:temporary/>
                <w:showingPlcHdr/>
                <w15:appearance w15:val="hidden"/>
              </w:sdtPr>
              <w:sdtContent>
                <w:r w:rsidR="00CD2E24" w:rsidRPr="0094707B">
                  <w:t>$</w:t>
                </w:r>
                <w:r w:rsidR="00CD2E24">
                  <w:t>0</w:t>
                </w:r>
              </w:sdtContent>
            </w:sdt>
          </w:p>
        </w:tc>
        <w:tc>
          <w:tcPr>
            <w:tcW w:w="990" w:type="dxa"/>
            <w:gridSpan w:val="2"/>
            <w:noWrap/>
            <w:vAlign w:val="center"/>
            <w:hideMark/>
          </w:tcPr>
          <w:p w:rsidR="00AF03B3" w:rsidRPr="0094707B" w:rsidRDefault="00000000" w:rsidP="0094707B">
            <w:pPr>
              <w:pStyle w:val="TableTextLarge"/>
            </w:pPr>
            <w:sdt>
              <w:sdtPr>
                <w:id w:val="798967678"/>
                <w:placeholder>
                  <w:docPart w:val="B3AB314F04294446AC6F78F01A4929CE"/>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255049114"/>
                <w:placeholder>
                  <w:docPart w:val="A026D6C57C1E4465A919EDA6048D6570"/>
                </w:placeholder>
                <w:temporary/>
                <w:showingPlcHdr/>
                <w15:appearance w15:val="hidden"/>
              </w:sdtPr>
              <w:sdtContent>
                <w:r w:rsidR="00CD2E24" w:rsidRPr="0094707B">
                  <w:t>$</w:t>
                </w:r>
                <w:r w:rsidR="00CD2E24">
                  <w:t>0</w:t>
                </w:r>
              </w:sdtContent>
            </w:sdt>
          </w:p>
        </w:tc>
        <w:tc>
          <w:tcPr>
            <w:tcW w:w="1007" w:type="dxa"/>
            <w:gridSpan w:val="3"/>
            <w:noWrap/>
            <w:vAlign w:val="center"/>
            <w:hideMark/>
          </w:tcPr>
          <w:p w:rsidR="00AF03B3" w:rsidRPr="0094707B" w:rsidRDefault="00000000" w:rsidP="0094707B">
            <w:pPr>
              <w:pStyle w:val="TableTextLarge"/>
            </w:pPr>
            <w:sdt>
              <w:sdtPr>
                <w:id w:val="-885028607"/>
                <w:placeholder>
                  <w:docPart w:val="AEE11D82D6A146CEB7F730D7634171AC"/>
                </w:placeholder>
                <w:temporary/>
                <w:showingPlcHdr/>
                <w15:appearance w15:val="hidden"/>
              </w:sdtPr>
              <w:sdtContent>
                <w:r w:rsidR="00CD2E24" w:rsidRPr="0094707B">
                  <w:t>$</w:t>
                </w:r>
                <w:r w:rsidR="00CD2E24">
                  <w:t>0</w:t>
                </w:r>
              </w:sdtContent>
            </w:sdt>
          </w:p>
        </w:tc>
        <w:tc>
          <w:tcPr>
            <w:tcW w:w="947" w:type="dxa"/>
            <w:noWrap/>
            <w:vAlign w:val="center"/>
            <w:hideMark/>
          </w:tcPr>
          <w:p w:rsidR="00AF03B3" w:rsidRPr="0094707B" w:rsidRDefault="00000000" w:rsidP="0094707B">
            <w:pPr>
              <w:pStyle w:val="TableTextLarge"/>
            </w:pPr>
            <w:sdt>
              <w:sdtPr>
                <w:id w:val="1057131079"/>
                <w:placeholder>
                  <w:docPart w:val="F15C50FE7C25473FBE50CACC3422B3D8"/>
                </w:placeholder>
                <w:temporary/>
                <w:showingPlcHdr/>
                <w15:appearance w15:val="hidden"/>
              </w:sdtPr>
              <w:sdtContent>
                <w:r w:rsidR="00CD2E24" w:rsidRPr="0094707B">
                  <w:t>$</w:t>
                </w:r>
                <w:r w:rsidR="00CD2E24">
                  <w:t>0</w:t>
                </w:r>
              </w:sdtContent>
            </w:sdt>
          </w:p>
        </w:tc>
        <w:tc>
          <w:tcPr>
            <w:tcW w:w="1016" w:type="dxa"/>
            <w:gridSpan w:val="2"/>
            <w:noWrap/>
            <w:vAlign w:val="center"/>
            <w:hideMark/>
          </w:tcPr>
          <w:p w:rsidR="00AF03B3" w:rsidRPr="0094707B" w:rsidRDefault="00000000" w:rsidP="0094707B">
            <w:pPr>
              <w:pStyle w:val="TableTextLarge"/>
            </w:pPr>
            <w:sdt>
              <w:sdtPr>
                <w:id w:val="-1100479814"/>
                <w:placeholder>
                  <w:docPart w:val="4FFB3E8D9E8F4DB5BAC1B25BF336670A"/>
                </w:placeholder>
                <w:temporary/>
                <w:showingPlcHdr/>
                <w15:appearance w15:val="hidden"/>
              </w:sdtPr>
              <w:sdtContent>
                <w:r w:rsidR="00545DE0" w:rsidRPr="0094707B">
                  <w:t>$250</w:t>
                </w:r>
              </w:sdtContent>
            </w:sdt>
          </w:p>
        </w:tc>
        <w:tc>
          <w:tcPr>
            <w:tcW w:w="990" w:type="dxa"/>
            <w:noWrap/>
            <w:vAlign w:val="center"/>
            <w:hideMark/>
          </w:tcPr>
          <w:p w:rsidR="00AF03B3" w:rsidRPr="0094707B" w:rsidRDefault="00000000" w:rsidP="0094707B">
            <w:pPr>
              <w:pStyle w:val="TableTextLarge"/>
            </w:pPr>
            <w:sdt>
              <w:sdtPr>
                <w:id w:val="-1351637331"/>
                <w:placeholder>
                  <w:docPart w:val="8DB3C335BA1548EDB983057ECFA10D0D"/>
                </w:placeholder>
                <w:temporary/>
                <w:showingPlcHdr/>
                <w15:appearance w15:val="hidden"/>
              </w:sdtPr>
              <w:sdtContent>
                <w:r w:rsidR="008634D2" w:rsidRPr="0094707B">
                  <w:t>$2,400</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970942409"/>
                <w:placeholder>
                  <w:docPart w:val="1B8BEF9C58024FB2AC3139803C4A50F4"/>
                </w:placeholder>
                <w:temporary/>
                <w:showingPlcHdr/>
                <w15:appearance w15:val="hidden"/>
              </w:sdtPr>
              <w:sdtContent>
                <w:r w:rsidR="00C75EDB" w:rsidRPr="0094707B">
                  <w:t>Office Supplies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273594160"/>
                <w:placeholder>
                  <w:docPart w:val="5BC3B9C2483F4D4A88253F7031B11177"/>
                </w:placeholder>
                <w:temporary/>
                <w:showingPlcHdr/>
                <w15:appearance w15:val="hidden"/>
              </w:sdtPr>
              <w:sdtContent>
                <w:r w:rsidR="00CD2E24" w:rsidRPr="0094707B">
                  <w:t>$</w:t>
                </w:r>
                <w:r w:rsidR="00AE0925" w:rsidRPr="0094707B">
                  <w:t>125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293679412"/>
                <w:placeholder>
                  <w:docPart w:val="C1E527B7AB0A4832BEF8533114D9B3AF"/>
                </w:placeholder>
                <w:temporary/>
                <w:showingPlcHdr/>
                <w15:appearance w15:val="hidden"/>
              </w:sdtPr>
              <w:sdtContent>
                <w:r w:rsidR="00D64901" w:rsidRPr="0094707B">
                  <w:t>$125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010059431"/>
                <w:placeholder>
                  <w:docPart w:val="4EBFDB447A1245F9B473E51BB985D0AF"/>
                </w:placeholder>
                <w:temporary/>
                <w:showingPlcHdr/>
                <w15:appearance w15:val="hidden"/>
              </w:sdtPr>
              <w:sdtContent>
                <w:r w:rsidR="00DD2526" w:rsidRPr="0094707B">
                  <w:t>$125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366809958"/>
                <w:placeholder>
                  <w:docPart w:val="7440C7C9EECC4163A07DD8B95F9EA20E"/>
                </w:placeholder>
                <w:temporary/>
                <w:showingPlcHdr/>
                <w15:appearance w15:val="hidden"/>
              </w:sdtPr>
              <w:sdtContent>
                <w:r w:rsidR="00DD2526" w:rsidRPr="0094707B">
                  <w:t>$125</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349073987"/>
                <w:placeholder>
                  <w:docPart w:val="350E13DC2826463098B5D79A5124F50D"/>
                </w:placeholder>
                <w:temporary/>
                <w:showingPlcHdr/>
                <w15:appearance w15:val="hidden"/>
              </w:sdtPr>
              <w:sdtContent>
                <w:r w:rsidR="00DD2526" w:rsidRPr="0094707B">
                  <w:t>$125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281848104"/>
                <w:placeholder>
                  <w:docPart w:val="31881DF94D874175A222DC878D2CA240"/>
                </w:placeholder>
                <w:temporary/>
                <w:showingPlcHdr/>
                <w15:appearance w15:val="hidden"/>
              </w:sdtPr>
              <w:sdtContent>
                <w:r w:rsidR="00DD2526" w:rsidRPr="0094707B">
                  <w:t>$125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426709227"/>
                <w:placeholder>
                  <w:docPart w:val="C8F863FF87EF434099DBBDDA8DFB662E"/>
                </w:placeholder>
                <w:temporary/>
                <w:showingPlcHdr/>
                <w15:appearance w15:val="hidden"/>
              </w:sdtPr>
              <w:sdtContent>
                <w:r w:rsidR="00545DE0" w:rsidRPr="0094707B">
                  <w:t>$125</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1633207334"/>
                <w:placeholder>
                  <w:docPart w:val="37A3CEC1193D4F24A91DA80F5B416926"/>
                </w:placeholder>
                <w:temporary/>
                <w:showingPlcHdr/>
                <w15:appearance w15:val="hidden"/>
              </w:sdtPr>
              <w:sdtContent>
                <w:r w:rsidR="00545DE0" w:rsidRPr="0094707B">
                  <w:t>$125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369962886"/>
                <w:placeholder>
                  <w:docPart w:val="BF725FE94DF24CFE8CBA83129BD103D0"/>
                </w:placeholder>
                <w:temporary/>
                <w:showingPlcHdr/>
                <w15:appearance w15:val="hidden"/>
              </w:sdtPr>
              <w:sdtContent>
                <w:r w:rsidR="00545DE0" w:rsidRPr="0094707B">
                  <w:t>$125</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2051951645"/>
                <w:placeholder>
                  <w:docPart w:val="535CF1E3C6E14E40BC4669BCC3883C88"/>
                </w:placeholder>
                <w:temporary/>
                <w:showingPlcHdr/>
                <w15:appearance w15:val="hidden"/>
              </w:sdtPr>
              <w:sdtContent>
                <w:r w:rsidR="00545DE0" w:rsidRPr="0094707B">
                  <w:t>$125</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841243595"/>
                <w:placeholder>
                  <w:docPart w:val="0045DC88FEE04FAE8983F7B280273908"/>
                </w:placeholder>
                <w:temporary/>
                <w:showingPlcHdr/>
                <w15:appearance w15:val="hidden"/>
              </w:sdtPr>
              <w:sdtContent>
                <w:r w:rsidR="00545DE0" w:rsidRPr="0094707B">
                  <w:t>$125</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283034094"/>
                <w:placeholder>
                  <w:docPart w:val="A215D9491CFC4B358A3F1EAE5D53E836"/>
                </w:placeholder>
                <w:temporary/>
                <w:showingPlcHdr/>
                <w15:appearance w15:val="hidden"/>
              </w:sdtPr>
              <w:sdtContent>
                <w:r w:rsidR="00545DE0" w:rsidRPr="0094707B">
                  <w:t>$125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762642568"/>
                <w:placeholder>
                  <w:docPart w:val="72109705BDF24CB2B951559D9DA802CC"/>
                </w:placeholder>
                <w:temporary/>
                <w:showingPlcHdr/>
                <w15:appearance w15:val="hidden"/>
              </w:sdtPr>
              <w:sdtContent>
                <w:r w:rsidR="008634D2" w:rsidRPr="0094707B">
                  <w:t>$1,500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1694458307"/>
                <w:placeholder>
                  <w:docPart w:val="9362BDE1B9FF4D60878AF66AE0E19507"/>
                </w:placeholder>
                <w:temporary/>
                <w:showingPlcHdr/>
                <w15:appearance w15:val="hidden"/>
              </w:sdtPr>
              <w:sdtContent>
                <w:r w:rsidR="00C75EDB" w:rsidRPr="0094707B">
                  <w:t>Interest Expense</w:t>
                </w:r>
              </w:sdtContent>
            </w:sdt>
          </w:p>
        </w:tc>
        <w:tc>
          <w:tcPr>
            <w:tcW w:w="990" w:type="dxa"/>
            <w:noWrap/>
            <w:vAlign w:val="center"/>
            <w:hideMark/>
          </w:tcPr>
          <w:p w:rsidR="00AF03B3" w:rsidRPr="0094707B" w:rsidRDefault="00000000" w:rsidP="0094707B">
            <w:pPr>
              <w:pStyle w:val="TableTextLarge"/>
            </w:pPr>
            <w:sdt>
              <w:sdtPr>
                <w:id w:val="1293950292"/>
                <w:placeholder>
                  <w:docPart w:val="C5E4856F0CDA49828692688335C355E8"/>
                </w:placeholder>
                <w:temporary/>
                <w:showingPlcHdr/>
                <w15:appearance w15:val="hidden"/>
              </w:sdtPr>
              <w:sdtContent>
                <w:r w:rsidR="00CD2E24" w:rsidRPr="0094707B">
                  <w:t>$</w:t>
                </w:r>
                <w:r w:rsidR="00CD2E24">
                  <w:t>0</w:t>
                </w:r>
              </w:sdtContent>
            </w:sdt>
          </w:p>
        </w:tc>
        <w:tc>
          <w:tcPr>
            <w:tcW w:w="990" w:type="dxa"/>
            <w:noWrap/>
            <w:vAlign w:val="center"/>
            <w:hideMark/>
          </w:tcPr>
          <w:p w:rsidR="00AF03B3" w:rsidRPr="0094707B" w:rsidRDefault="00000000" w:rsidP="0094707B">
            <w:pPr>
              <w:pStyle w:val="TableTextLarge"/>
            </w:pPr>
            <w:sdt>
              <w:sdtPr>
                <w:id w:val="-1180968459"/>
                <w:placeholder>
                  <w:docPart w:val="D133C12F866F4595B72A561BC9F42EAB"/>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1586220887"/>
                <w:placeholder>
                  <w:docPart w:val="515DA1508D434316ABE2B55D1C06B68B"/>
                </w:placeholder>
                <w:temporary/>
                <w:showingPlcHdr/>
                <w15:appearance w15:val="hidden"/>
              </w:sdtPr>
              <w:sdtContent>
                <w:r w:rsidR="00CD2E24" w:rsidRPr="0094707B">
                  <w:t>$</w:t>
                </w:r>
                <w:r w:rsidR="00CD2E24">
                  <w:t>0</w:t>
                </w:r>
              </w:sdtContent>
            </w:sdt>
          </w:p>
        </w:tc>
        <w:tc>
          <w:tcPr>
            <w:tcW w:w="990" w:type="dxa"/>
            <w:noWrap/>
            <w:vAlign w:val="center"/>
            <w:hideMark/>
          </w:tcPr>
          <w:p w:rsidR="00AF03B3" w:rsidRPr="0094707B" w:rsidRDefault="00000000" w:rsidP="0094707B">
            <w:pPr>
              <w:pStyle w:val="TableTextLarge"/>
            </w:pPr>
            <w:sdt>
              <w:sdtPr>
                <w:id w:val="-1314793467"/>
                <w:placeholder>
                  <w:docPart w:val="A43D6ACC715D41F5956354221FFF9675"/>
                </w:placeholder>
                <w:temporary/>
                <w:showingPlcHdr/>
                <w15:appearance w15:val="hidden"/>
              </w:sdtPr>
              <w:sdtContent>
                <w:r w:rsidR="00CD2E24" w:rsidRPr="0094707B">
                  <w:t>$</w:t>
                </w:r>
                <w:r w:rsidR="00CD2E24">
                  <w:t>0</w:t>
                </w:r>
              </w:sdtContent>
            </w:sdt>
          </w:p>
        </w:tc>
        <w:tc>
          <w:tcPr>
            <w:tcW w:w="810" w:type="dxa"/>
            <w:noWrap/>
            <w:vAlign w:val="center"/>
            <w:hideMark/>
          </w:tcPr>
          <w:p w:rsidR="00AF03B3" w:rsidRPr="0094707B" w:rsidRDefault="00000000" w:rsidP="0094707B">
            <w:pPr>
              <w:pStyle w:val="TableTextLarge"/>
            </w:pPr>
            <w:sdt>
              <w:sdtPr>
                <w:id w:val="168305480"/>
                <w:placeholder>
                  <w:docPart w:val="B1EBD249F1A948A0988C0E9FA734199E"/>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1660231818"/>
                <w:placeholder>
                  <w:docPart w:val="FD7F23BDDADF466E8155D381E8811E11"/>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1122582518"/>
                <w:placeholder>
                  <w:docPart w:val="F74BB59B2C994058945D9DF9D77AA172"/>
                </w:placeholder>
                <w:temporary/>
                <w:showingPlcHdr/>
                <w15:appearance w15:val="hidden"/>
              </w:sdtPr>
              <w:sdtContent>
                <w:r w:rsidR="00CD2E24" w:rsidRPr="0094707B">
                  <w:t>$</w:t>
                </w:r>
                <w:r w:rsidR="00CD2E24">
                  <w:t>0</w:t>
                </w:r>
              </w:sdtContent>
            </w:sdt>
          </w:p>
        </w:tc>
        <w:tc>
          <w:tcPr>
            <w:tcW w:w="990" w:type="dxa"/>
            <w:gridSpan w:val="2"/>
            <w:noWrap/>
            <w:vAlign w:val="center"/>
            <w:hideMark/>
          </w:tcPr>
          <w:p w:rsidR="00AF03B3" w:rsidRPr="0094707B" w:rsidRDefault="00000000" w:rsidP="0094707B">
            <w:pPr>
              <w:pStyle w:val="TableTextLarge"/>
            </w:pPr>
            <w:sdt>
              <w:sdtPr>
                <w:id w:val="-1615047679"/>
                <w:placeholder>
                  <w:docPart w:val="39EC20B2E64B46ECB5E411D757B53622"/>
                </w:placeholder>
                <w:temporary/>
                <w:showingPlcHdr/>
                <w15:appearance w15:val="hidden"/>
              </w:sdtPr>
              <w:sdtContent>
                <w:r w:rsidR="00CD2E24" w:rsidRPr="0094707B">
                  <w:t>$</w:t>
                </w:r>
                <w:r w:rsidR="00CD2E24">
                  <w:t>0</w:t>
                </w:r>
              </w:sdtContent>
            </w:sdt>
          </w:p>
        </w:tc>
        <w:tc>
          <w:tcPr>
            <w:tcW w:w="900" w:type="dxa"/>
            <w:noWrap/>
            <w:vAlign w:val="center"/>
            <w:hideMark/>
          </w:tcPr>
          <w:p w:rsidR="00AF03B3" w:rsidRPr="0094707B" w:rsidRDefault="00000000" w:rsidP="0094707B">
            <w:pPr>
              <w:pStyle w:val="TableTextLarge"/>
            </w:pPr>
            <w:sdt>
              <w:sdtPr>
                <w:id w:val="-125784386"/>
                <w:placeholder>
                  <w:docPart w:val="F74C4812F0294A8E88968CF13EE30B6D"/>
                </w:placeholder>
                <w:temporary/>
                <w:showingPlcHdr/>
                <w15:appearance w15:val="hidden"/>
              </w:sdtPr>
              <w:sdtContent>
                <w:r w:rsidR="00CD2E24" w:rsidRPr="0094707B">
                  <w:t>$</w:t>
                </w:r>
                <w:r w:rsidR="00CD2E24">
                  <w:t>0</w:t>
                </w:r>
              </w:sdtContent>
            </w:sdt>
          </w:p>
        </w:tc>
        <w:tc>
          <w:tcPr>
            <w:tcW w:w="1007" w:type="dxa"/>
            <w:gridSpan w:val="3"/>
            <w:noWrap/>
            <w:vAlign w:val="center"/>
            <w:hideMark/>
          </w:tcPr>
          <w:p w:rsidR="00AF03B3" w:rsidRPr="0094707B" w:rsidRDefault="00000000" w:rsidP="0094707B">
            <w:pPr>
              <w:pStyle w:val="TableTextLarge"/>
            </w:pPr>
            <w:sdt>
              <w:sdtPr>
                <w:id w:val="1204836259"/>
                <w:placeholder>
                  <w:docPart w:val="FDD6900DF6F744A4A82BA983E4E027BB"/>
                </w:placeholder>
                <w:temporary/>
                <w:showingPlcHdr/>
                <w15:appearance w15:val="hidden"/>
              </w:sdtPr>
              <w:sdtContent>
                <w:r w:rsidR="00CD2E24" w:rsidRPr="0094707B">
                  <w:t>$</w:t>
                </w:r>
                <w:r w:rsidR="00CD2E24">
                  <w:t>0</w:t>
                </w:r>
              </w:sdtContent>
            </w:sdt>
          </w:p>
        </w:tc>
        <w:tc>
          <w:tcPr>
            <w:tcW w:w="947" w:type="dxa"/>
            <w:noWrap/>
            <w:vAlign w:val="center"/>
            <w:hideMark/>
          </w:tcPr>
          <w:p w:rsidR="00AF03B3" w:rsidRPr="0094707B" w:rsidRDefault="00000000" w:rsidP="0094707B">
            <w:pPr>
              <w:pStyle w:val="TableTextLarge"/>
            </w:pPr>
            <w:sdt>
              <w:sdtPr>
                <w:id w:val="2005865331"/>
                <w:placeholder>
                  <w:docPart w:val="45431E53F9874B40BA2BEBFCDB20DFE5"/>
                </w:placeholder>
                <w:temporary/>
                <w:showingPlcHdr/>
                <w15:appearance w15:val="hidden"/>
              </w:sdtPr>
              <w:sdtContent>
                <w:r w:rsidR="00CD2E24" w:rsidRPr="0094707B">
                  <w:t>$</w:t>
                </w:r>
                <w:r w:rsidR="00CD2E24">
                  <w:t>0</w:t>
                </w:r>
              </w:sdtContent>
            </w:sdt>
          </w:p>
        </w:tc>
        <w:tc>
          <w:tcPr>
            <w:tcW w:w="1016" w:type="dxa"/>
            <w:gridSpan w:val="2"/>
            <w:noWrap/>
            <w:vAlign w:val="center"/>
            <w:hideMark/>
          </w:tcPr>
          <w:p w:rsidR="00AF03B3" w:rsidRPr="0094707B" w:rsidRDefault="00000000" w:rsidP="0094707B">
            <w:pPr>
              <w:pStyle w:val="TableTextLarge"/>
            </w:pPr>
            <w:sdt>
              <w:sdtPr>
                <w:id w:val="-205803735"/>
                <w:placeholder>
                  <w:docPart w:val="90A7A73ACE4F4A59B0684D31AC89C6AA"/>
                </w:placeholder>
                <w:temporary/>
                <w:showingPlcHdr/>
                <w15:appearance w15:val="hidden"/>
              </w:sdtPr>
              <w:sdtContent>
                <w:r w:rsidR="00CD2E24" w:rsidRPr="0094707B">
                  <w:t>$</w:t>
                </w:r>
                <w:r w:rsidR="00CD2E24">
                  <w:t>0</w:t>
                </w:r>
              </w:sdtContent>
            </w:sdt>
          </w:p>
        </w:tc>
        <w:tc>
          <w:tcPr>
            <w:tcW w:w="990" w:type="dxa"/>
            <w:noWrap/>
            <w:vAlign w:val="center"/>
            <w:hideMark/>
          </w:tcPr>
          <w:p w:rsidR="00AF03B3" w:rsidRPr="0094707B" w:rsidRDefault="00000000" w:rsidP="0094707B">
            <w:pPr>
              <w:pStyle w:val="TableTextLarge"/>
            </w:pPr>
            <w:sdt>
              <w:sdtPr>
                <w:id w:val="214174618"/>
                <w:placeholder>
                  <w:docPart w:val="82FD41BA2D974E8E9B690C5533619702"/>
                </w:placeholder>
                <w:temporary/>
                <w:showingPlcHdr/>
                <w15:appearance w15:val="hidden"/>
              </w:sdtPr>
              <w:sdtContent>
                <w:r w:rsidR="00CD2E24" w:rsidRPr="0094707B">
                  <w:t>$</w:t>
                </w:r>
                <w:r w:rsidR="00CD2E24">
                  <w:t>0</w:t>
                </w:r>
              </w:sdtContent>
            </w:sdt>
          </w:p>
        </w:tc>
      </w:tr>
      <w:tr w:rsidR="00404C6F" w:rsidRPr="0094707B" w:rsidTr="00404C6F">
        <w:trPr>
          <w:trHeight w:val="244"/>
        </w:trPr>
        <w:tc>
          <w:tcPr>
            <w:tcW w:w="2070" w:type="dxa"/>
            <w:vAlign w:val="center"/>
            <w:hideMark/>
          </w:tcPr>
          <w:p w:rsidR="00AF03B3" w:rsidRPr="0094707B" w:rsidRDefault="00000000" w:rsidP="0094707B">
            <w:pPr>
              <w:pStyle w:val="TableTextLarge"/>
            </w:pPr>
            <w:sdt>
              <w:sdtPr>
                <w:id w:val="2092045732"/>
                <w:placeholder>
                  <w:docPart w:val="95FB3EEF9D7F4C0BA0A843481243749E"/>
                </w:placeholder>
                <w:temporary/>
                <w:showingPlcHdr/>
                <w15:appearance w15:val="hidden"/>
              </w:sdtPr>
              <w:sdtContent>
                <w:r w:rsidR="00C75EDB" w:rsidRPr="0094707B">
                  <w:t>Total Expenses</w:t>
                </w:r>
              </w:sdtContent>
            </w:sdt>
          </w:p>
        </w:tc>
        <w:tc>
          <w:tcPr>
            <w:tcW w:w="990" w:type="dxa"/>
            <w:noWrap/>
            <w:vAlign w:val="center"/>
            <w:hideMark/>
          </w:tcPr>
          <w:p w:rsidR="00AF03B3" w:rsidRPr="0094707B" w:rsidRDefault="00000000" w:rsidP="0094707B">
            <w:pPr>
              <w:pStyle w:val="TableTextLarge"/>
            </w:pPr>
            <w:sdt>
              <w:sdtPr>
                <w:id w:val="-220439920"/>
                <w:placeholder>
                  <w:docPart w:val="A6AC78875BFE48C78B0207939A049E7E"/>
                </w:placeholder>
                <w:temporary/>
                <w:showingPlcHdr/>
                <w15:appearance w15:val="hidden"/>
              </w:sdtPr>
              <w:sdtContent>
                <w:r w:rsidR="00CD2E24" w:rsidRPr="0094707B">
                  <w:t>$</w:t>
                </w:r>
                <w:r w:rsidR="00AE0925" w:rsidRPr="0094707B">
                  <w:t>6,525</w:t>
                </w:r>
              </w:sdtContent>
            </w:sdt>
          </w:p>
        </w:tc>
        <w:tc>
          <w:tcPr>
            <w:tcW w:w="990" w:type="dxa"/>
            <w:noWrap/>
            <w:vAlign w:val="center"/>
            <w:hideMark/>
          </w:tcPr>
          <w:p w:rsidR="00AF03B3" w:rsidRPr="0094707B" w:rsidRDefault="00000000" w:rsidP="0094707B">
            <w:pPr>
              <w:pStyle w:val="TableTextLarge"/>
            </w:pPr>
            <w:sdt>
              <w:sdtPr>
                <w:id w:val="684785187"/>
                <w:placeholder>
                  <w:docPart w:val="4C4DEC817F33498CA54ACD29D29E75B0"/>
                </w:placeholder>
                <w:temporary/>
                <w:showingPlcHdr/>
                <w15:appearance w15:val="hidden"/>
              </w:sdtPr>
              <w:sdtContent>
                <w:r w:rsidR="00D64901" w:rsidRPr="0094707B">
                  <w:t>$5,575</w:t>
                </w:r>
              </w:sdtContent>
            </w:sdt>
          </w:p>
        </w:tc>
        <w:tc>
          <w:tcPr>
            <w:tcW w:w="900" w:type="dxa"/>
            <w:noWrap/>
            <w:vAlign w:val="center"/>
            <w:hideMark/>
          </w:tcPr>
          <w:p w:rsidR="00AF03B3" w:rsidRPr="0094707B" w:rsidRDefault="00000000" w:rsidP="0094707B">
            <w:pPr>
              <w:pStyle w:val="TableTextLarge"/>
            </w:pPr>
            <w:sdt>
              <w:sdtPr>
                <w:id w:val="-2041500995"/>
                <w:placeholder>
                  <w:docPart w:val="954CCC103B764209816D563FEBCE610C"/>
                </w:placeholder>
                <w:temporary/>
                <w:showingPlcHdr/>
                <w15:appearance w15:val="hidden"/>
              </w:sdtPr>
              <w:sdtContent>
                <w:r w:rsidR="00DD2526" w:rsidRPr="0094707B">
                  <w:t>$6,775</w:t>
                </w:r>
              </w:sdtContent>
            </w:sdt>
          </w:p>
        </w:tc>
        <w:tc>
          <w:tcPr>
            <w:tcW w:w="990" w:type="dxa"/>
            <w:noWrap/>
            <w:vAlign w:val="center"/>
            <w:hideMark/>
          </w:tcPr>
          <w:p w:rsidR="00AF03B3" w:rsidRPr="0094707B" w:rsidRDefault="00000000" w:rsidP="0094707B">
            <w:pPr>
              <w:pStyle w:val="TableTextLarge"/>
            </w:pPr>
            <w:sdt>
              <w:sdtPr>
                <w:id w:val="-1133794384"/>
                <w:placeholder>
                  <w:docPart w:val="86F49EF393D0452EA531AAA5D4643729"/>
                </w:placeholder>
                <w:temporary/>
                <w:showingPlcHdr/>
                <w15:appearance w15:val="hidden"/>
              </w:sdtPr>
              <w:sdtContent>
                <w:r w:rsidR="00DD2526" w:rsidRPr="0094707B">
                  <w:t>$8,525</w:t>
                </w:r>
              </w:sdtContent>
            </w:sdt>
          </w:p>
        </w:tc>
        <w:tc>
          <w:tcPr>
            <w:tcW w:w="810" w:type="dxa"/>
            <w:noWrap/>
            <w:vAlign w:val="center"/>
            <w:hideMark/>
          </w:tcPr>
          <w:p w:rsidR="00AF03B3" w:rsidRPr="0094707B" w:rsidRDefault="00000000" w:rsidP="0094707B">
            <w:pPr>
              <w:pStyle w:val="TableTextLarge"/>
            </w:pPr>
            <w:sdt>
              <w:sdtPr>
                <w:id w:val="-1582910211"/>
                <w:placeholder>
                  <w:docPart w:val="6F57814ED02349538EADAE092B1E1D83"/>
                </w:placeholder>
                <w:temporary/>
                <w:showingPlcHdr/>
                <w15:appearance w15:val="hidden"/>
              </w:sdtPr>
              <w:sdtContent>
                <w:r w:rsidR="00DD2526" w:rsidRPr="0094707B">
                  <w:t>$8,650</w:t>
                </w:r>
              </w:sdtContent>
            </w:sdt>
          </w:p>
        </w:tc>
        <w:tc>
          <w:tcPr>
            <w:tcW w:w="900" w:type="dxa"/>
            <w:noWrap/>
            <w:vAlign w:val="center"/>
            <w:hideMark/>
          </w:tcPr>
          <w:p w:rsidR="00AF03B3" w:rsidRPr="0094707B" w:rsidRDefault="00000000" w:rsidP="0094707B">
            <w:pPr>
              <w:pStyle w:val="TableTextLarge"/>
            </w:pPr>
            <w:sdt>
              <w:sdtPr>
                <w:id w:val="-1977753149"/>
                <w:placeholder>
                  <w:docPart w:val="5FE961F32D4E46A88061AB95E7A62087"/>
                </w:placeholder>
                <w:temporary/>
                <w:showingPlcHdr/>
                <w15:appearance w15:val="hidden"/>
              </w:sdtPr>
              <w:sdtContent>
                <w:r w:rsidR="00DD2526" w:rsidRPr="0094707B">
                  <w:t>$9,295</w:t>
                </w:r>
              </w:sdtContent>
            </w:sdt>
          </w:p>
        </w:tc>
        <w:tc>
          <w:tcPr>
            <w:tcW w:w="900" w:type="dxa"/>
            <w:noWrap/>
            <w:vAlign w:val="center"/>
            <w:hideMark/>
          </w:tcPr>
          <w:p w:rsidR="00AF03B3" w:rsidRPr="0094707B" w:rsidRDefault="00000000" w:rsidP="0094707B">
            <w:pPr>
              <w:pStyle w:val="TableTextLarge"/>
            </w:pPr>
            <w:sdt>
              <w:sdtPr>
                <w:id w:val="-500815497"/>
                <w:placeholder>
                  <w:docPart w:val="58026CB74CF64E25A9EAA869274DE179"/>
                </w:placeholder>
                <w:temporary/>
                <w:showingPlcHdr/>
                <w15:appearance w15:val="hidden"/>
              </w:sdtPr>
              <w:sdtContent>
                <w:r w:rsidR="00545DE0" w:rsidRPr="0094707B">
                  <w:t>$12,100</w:t>
                </w:r>
              </w:sdtContent>
            </w:sdt>
          </w:p>
        </w:tc>
        <w:tc>
          <w:tcPr>
            <w:tcW w:w="990" w:type="dxa"/>
            <w:gridSpan w:val="2"/>
            <w:noWrap/>
            <w:vAlign w:val="center"/>
            <w:hideMark/>
          </w:tcPr>
          <w:p w:rsidR="00AF03B3" w:rsidRPr="0094707B" w:rsidRDefault="00000000" w:rsidP="0094707B">
            <w:pPr>
              <w:pStyle w:val="TableTextLarge"/>
            </w:pPr>
            <w:sdt>
              <w:sdtPr>
                <w:id w:val="-8527965"/>
                <w:placeholder>
                  <w:docPart w:val="16410A4B45074B4BAA2856BF1FDBEA51"/>
                </w:placeholder>
                <w:temporary/>
                <w:showingPlcHdr/>
                <w15:appearance w15:val="hidden"/>
              </w:sdtPr>
              <w:sdtContent>
                <w:r w:rsidR="00545DE0" w:rsidRPr="0094707B">
                  <w:t>$13,131</w:t>
                </w:r>
              </w:sdtContent>
            </w:sdt>
          </w:p>
        </w:tc>
        <w:tc>
          <w:tcPr>
            <w:tcW w:w="900" w:type="dxa"/>
            <w:noWrap/>
            <w:vAlign w:val="center"/>
            <w:hideMark/>
          </w:tcPr>
          <w:p w:rsidR="00AF03B3" w:rsidRPr="0094707B" w:rsidRDefault="00000000" w:rsidP="0094707B">
            <w:pPr>
              <w:pStyle w:val="TableTextLarge"/>
            </w:pPr>
            <w:sdt>
              <w:sdtPr>
                <w:id w:val="-1661068614"/>
                <w:placeholder>
                  <w:docPart w:val="AD08AB7766A84EFA9BF66CFBAD234C1F"/>
                </w:placeholder>
                <w:temporary/>
                <w:showingPlcHdr/>
                <w15:appearance w15:val="hidden"/>
              </w:sdtPr>
              <w:sdtContent>
                <w:r w:rsidR="008634D2" w:rsidRPr="0094707B">
                  <w:t>$13,827</w:t>
                </w:r>
              </w:sdtContent>
            </w:sdt>
          </w:p>
        </w:tc>
        <w:tc>
          <w:tcPr>
            <w:tcW w:w="1007" w:type="dxa"/>
            <w:gridSpan w:val="3"/>
            <w:noWrap/>
            <w:vAlign w:val="center"/>
            <w:hideMark/>
          </w:tcPr>
          <w:p w:rsidR="00AF03B3" w:rsidRPr="0094707B" w:rsidRDefault="00000000" w:rsidP="0094707B">
            <w:pPr>
              <w:pStyle w:val="TableTextLarge"/>
            </w:pPr>
            <w:sdt>
              <w:sdtPr>
                <w:id w:val="271511980"/>
                <w:placeholder>
                  <w:docPart w:val="CE944CBB82D04DA697AC74D6E6DDCBCF"/>
                </w:placeholder>
                <w:temporary/>
                <w:showingPlcHdr/>
                <w15:appearance w15:val="hidden"/>
              </w:sdtPr>
              <w:sdtContent>
                <w:r w:rsidR="008634D2" w:rsidRPr="0094707B">
                  <w:t>$13,825</w:t>
                </w:r>
              </w:sdtContent>
            </w:sdt>
          </w:p>
        </w:tc>
        <w:tc>
          <w:tcPr>
            <w:tcW w:w="947" w:type="dxa"/>
            <w:noWrap/>
            <w:vAlign w:val="center"/>
            <w:hideMark/>
          </w:tcPr>
          <w:p w:rsidR="00AF03B3" w:rsidRPr="0094707B" w:rsidRDefault="00000000" w:rsidP="0094707B">
            <w:pPr>
              <w:pStyle w:val="TableTextLarge"/>
            </w:pPr>
            <w:sdt>
              <w:sdtPr>
                <w:id w:val="1084961493"/>
                <w:placeholder>
                  <w:docPart w:val="8A33708997A84664A2F19F45DC56EA4C"/>
                </w:placeholder>
                <w:temporary/>
                <w:showingPlcHdr/>
                <w15:appearance w15:val="hidden"/>
              </w:sdtPr>
              <w:sdtContent>
                <w:r w:rsidR="008634D2" w:rsidRPr="0094707B">
                  <w:t>$13,575</w:t>
                </w:r>
              </w:sdtContent>
            </w:sdt>
          </w:p>
        </w:tc>
        <w:tc>
          <w:tcPr>
            <w:tcW w:w="1016" w:type="dxa"/>
            <w:gridSpan w:val="2"/>
            <w:noWrap/>
            <w:vAlign w:val="center"/>
            <w:hideMark/>
          </w:tcPr>
          <w:p w:rsidR="00AF03B3" w:rsidRPr="0094707B" w:rsidRDefault="00000000" w:rsidP="0094707B">
            <w:pPr>
              <w:pStyle w:val="TableTextLarge"/>
            </w:pPr>
            <w:sdt>
              <w:sdtPr>
                <w:id w:val="1666049169"/>
                <w:placeholder>
                  <w:docPart w:val="925EF6A72FC34992BEEC7472DED166B3"/>
                </w:placeholder>
                <w:temporary/>
                <w:showingPlcHdr/>
                <w15:appearance w15:val="hidden"/>
              </w:sdtPr>
              <w:sdtContent>
                <w:r w:rsidR="008634D2" w:rsidRPr="0094707B">
                  <w:t>$13,942</w:t>
                </w:r>
              </w:sdtContent>
            </w:sdt>
          </w:p>
        </w:tc>
        <w:tc>
          <w:tcPr>
            <w:tcW w:w="990" w:type="dxa"/>
            <w:noWrap/>
            <w:vAlign w:val="center"/>
            <w:hideMark/>
          </w:tcPr>
          <w:p w:rsidR="00AF03B3" w:rsidRPr="0094707B" w:rsidRDefault="00000000" w:rsidP="0094707B">
            <w:pPr>
              <w:pStyle w:val="TableTextLarge"/>
            </w:pPr>
            <w:sdt>
              <w:sdtPr>
                <w:id w:val="-16931724"/>
                <w:placeholder>
                  <w:docPart w:val="65898B9AAC8D42238D80A0564B34BB7C"/>
                </w:placeholder>
                <w:temporary/>
                <w:showingPlcHdr/>
                <w15:appearance w15:val="hidden"/>
              </w:sdtPr>
              <w:sdtContent>
                <w:r w:rsidR="008634D2" w:rsidRPr="0094707B">
                  <w:t>$125,746</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1235752269"/>
                <w:placeholder>
                  <w:docPart w:val="436533C45D5A4B3FAFFC336A9D27E8D5"/>
                </w:placeholder>
                <w:temporary/>
                <w:showingPlcHdr/>
                <w15:appearance w15:val="hidden"/>
              </w:sdtPr>
              <w:sdtContent>
                <w:r w:rsidR="00C75EDB" w:rsidRPr="0094707B">
                  <w:t>Income Before Taxes</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989931076"/>
                <w:placeholder>
                  <w:docPart w:val="2A55E09A50834C888A6BBD8D1411F891"/>
                </w:placeholder>
                <w:temporary/>
                <w:showingPlcHdr/>
                <w15:appearance w15:val="hidden"/>
              </w:sdtPr>
              <w:sdtContent>
                <w:r w:rsidR="00AE0925" w:rsidRPr="0094707B">
                  <w:t>($3,525)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353688722"/>
                <w:placeholder>
                  <w:docPart w:val="D86B9A3DBF1648FD84395B02A8D833E4"/>
                </w:placeholder>
                <w:temporary/>
                <w:showingPlcHdr/>
                <w15:appearance w15:val="hidden"/>
              </w:sdtPr>
              <w:sdtContent>
                <w:r w:rsidR="00D64901" w:rsidRPr="0094707B">
                  <w:t>$1,875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514298253"/>
                <w:placeholder>
                  <w:docPart w:val="3B768D1FF1C54DBE8B5FD3D6B2EEC113"/>
                </w:placeholder>
                <w:temporary/>
                <w:showingPlcHdr/>
                <w15:appearance w15:val="hidden"/>
              </w:sdtPr>
              <w:sdtContent>
                <w:r w:rsidR="00DD2526" w:rsidRPr="0094707B">
                  <w:t>$2,825</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452626626"/>
                <w:placeholder>
                  <w:docPart w:val="E7EA41B20109478AB7E2A14EF705E3FE"/>
                </w:placeholder>
                <w:temporary/>
                <w:showingPlcHdr/>
                <w15:appearance w15:val="hidden"/>
              </w:sdtPr>
              <w:sdtContent>
                <w:r w:rsidR="00DD2526" w:rsidRPr="0094707B">
                  <w:t>($4,531)</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17281398"/>
                <w:placeholder>
                  <w:docPart w:val="45269FD228884EF0BCC2112204D4E006"/>
                </w:placeholder>
                <w:temporary/>
                <w:showingPlcHdr/>
                <w15:appearance w15:val="hidden"/>
              </w:sdtPr>
              <w:sdtContent>
                <w:r w:rsidR="00DD2526" w:rsidRPr="0094707B">
                  <w:t>($184)</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500232322"/>
                <w:placeholder>
                  <w:docPart w:val="EE2A931E64B2409B8ADCBD749AD70141"/>
                </w:placeholder>
                <w:temporary/>
                <w:showingPlcHdr/>
                <w15:appearance w15:val="hidden"/>
              </w:sdtPr>
              <w:sdtContent>
                <w:r w:rsidR="00DD2526" w:rsidRPr="0094707B">
                  <w:t>$795</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08732634"/>
                <w:placeholder>
                  <w:docPart w:val="8B66F4BEFA764EA09A55CD9845935DDD"/>
                </w:placeholder>
                <w:temporary/>
                <w:showingPlcHdr/>
                <w15:appearance w15:val="hidden"/>
              </w:sdtPr>
              <w:sdtContent>
                <w:r w:rsidR="00545DE0" w:rsidRPr="0094707B">
                  <w:t>$1,750</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906914597"/>
                <w:placeholder>
                  <w:docPart w:val="ED06E330FA1B4BE7AC765C9071514522"/>
                </w:placeholder>
                <w:temporary/>
                <w:showingPlcHdr/>
                <w15:appearance w15:val="hidden"/>
              </w:sdtPr>
              <w:sdtContent>
                <w:r w:rsidR="00545DE0" w:rsidRPr="0094707B">
                  <w:t>$2,064</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92367454"/>
                <w:placeholder>
                  <w:docPart w:val="8675F85D344E42E3A135DAB53B947DCB"/>
                </w:placeholder>
                <w:temporary/>
                <w:showingPlcHdr/>
                <w15:appearance w15:val="hidden"/>
              </w:sdtPr>
              <w:sdtContent>
                <w:r w:rsidR="008634D2" w:rsidRPr="0094707B">
                  <w:t>($298)</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793795881"/>
                <w:placeholder>
                  <w:docPart w:val="A02D124B18F447EE9A8AC3C43338CD2C"/>
                </w:placeholder>
                <w:temporary/>
                <w:showingPlcHdr/>
                <w15:appearance w15:val="hidden"/>
              </w:sdtPr>
              <w:sdtContent>
                <w:r w:rsidR="008634D2" w:rsidRPr="0094707B">
                  <w:t>($2,225)</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925778659"/>
                <w:placeholder>
                  <w:docPart w:val="34A6D2198EB04CF2A4114FE49F3DE21F"/>
                </w:placeholder>
                <w:temporary/>
                <w:showingPlcHdr/>
                <w15:appearance w15:val="hidden"/>
              </w:sdtPr>
              <w:sdtContent>
                <w:r w:rsidR="008634D2" w:rsidRPr="0094707B">
                  <w:t>$2,670</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1433406470"/>
                <w:placeholder>
                  <w:docPart w:val="68A2FA14B7B7474D9BDCC77A6A550A98"/>
                </w:placeholder>
                <w:temporary/>
                <w:showingPlcHdr/>
                <w15:appearance w15:val="hidden"/>
              </w:sdtPr>
              <w:sdtContent>
                <w:r w:rsidR="008634D2" w:rsidRPr="0094707B">
                  <w:t>$1,427</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19350344"/>
                <w:placeholder>
                  <w:docPart w:val="FCB4649FF82C469BA6022BD6B2C3C003"/>
                </w:placeholder>
                <w:temporary/>
                <w:showingPlcHdr/>
                <w15:appearance w15:val="hidden"/>
              </w:sdtPr>
              <w:sdtContent>
                <w:r w:rsidR="008634D2" w:rsidRPr="0094707B">
                  <w:t>$2,643</w:t>
                </w:r>
              </w:sdtContent>
            </w:sdt>
          </w:p>
        </w:tc>
      </w:tr>
      <w:tr w:rsidR="00404C6F" w:rsidRPr="0094707B" w:rsidTr="00404C6F">
        <w:trPr>
          <w:trHeight w:val="244"/>
        </w:trPr>
        <w:tc>
          <w:tcPr>
            <w:tcW w:w="2070" w:type="dxa"/>
            <w:shd w:val="clear" w:color="auto" w:fill="F2F2F2" w:themeFill="background1" w:themeFillShade="F2"/>
            <w:vAlign w:val="center"/>
            <w:hideMark/>
          </w:tcPr>
          <w:p w:rsidR="00AF03B3" w:rsidRPr="0094707B" w:rsidRDefault="00000000" w:rsidP="0094707B">
            <w:pPr>
              <w:pStyle w:val="TableTextLarge"/>
            </w:pPr>
            <w:sdt>
              <w:sdtPr>
                <w:id w:val="-114596111"/>
                <w:placeholder>
                  <w:docPart w:val="567043DF6ECA40889BD2256EA7F318EF"/>
                </w:placeholder>
                <w:temporary/>
                <w:showingPlcHdr/>
                <w15:appearance w15:val="hidden"/>
              </w:sdtPr>
              <w:sdtContent>
                <w:r w:rsidR="00C75EDB" w:rsidRPr="0094707B">
                  <w:t>Income Tax Expense</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949442996"/>
                <w:placeholder>
                  <w:docPart w:val="34A9C64F93A5436B9CD0F5AB62212FCE"/>
                </w:placeholder>
                <w:temporary/>
                <w:showingPlcHdr/>
                <w15:appearance w15:val="hidden"/>
              </w:sdtPr>
              <w:sdtContent>
                <w:r w:rsidR="00AE0925" w:rsidRPr="0094707B">
                  <w:t>($529)</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87806569"/>
                <w:placeholder>
                  <w:docPart w:val="756047F9C76F4E27A73C729C417C9D70"/>
                </w:placeholder>
                <w:temporary/>
                <w:showingPlcHdr/>
                <w15:appearance w15:val="hidden"/>
              </w:sdtPr>
              <w:sdtContent>
                <w:r w:rsidR="00D64901" w:rsidRPr="0094707B">
                  <w:t>$281</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773824414"/>
                <w:placeholder>
                  <w:docPart w:val="50F862D7D6644C5CA76085E6D18E8A69"/>
                </w:placeholder>
                <w:temporary/>
                <w:showingPlcHdr/>
                <w15:appearance w15:val="hidden"/>
              </w:sdtPr>
              <w:sdtContent>
                <w:r w:rsidR="00DD2526" w:rsidRPr="0094707B">
                  <w:t>$424</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113441736"/>
                <w:placeholder>
                  <w:docPart w:val="5AEA11C9A80449E288CEF5F00934A608"/>
                </w:placeholder>
                <w:temporary/>
                <w:showingPlcHdr/>
                <w15:appearance w15:val="hidden"/>
              </w:sdtPr>
              <w:sdtContent>
                <w:r w:rsidR="00DD2526" w:rsidRPr="0094707B">
                  <w:t>($680)</w:t>
                </w:r>
              </w:sdtContent>
            </w:sdt>
          </w:p>
        </w:tc>
        <w:tc>
          <w:tcPr>
            <w:tcW w:w="810" w:type="dxa"/>
            <w:shd w:val="clear" w:color="auto" w:fill="F2F2F2" w:themeFill="background1" w:themeFillShade="F2"/>
            <w:noWrap/>
            <w:vAlign w:val="center"/>
            <w:hideMark/>
          </w:tcPr>
          <w:p w:rsidR="00AF03B3" w:rsidRPr="0094707B" w:rsidRDefault="00000000" w:rsidP="0094707B">
            <w:pPr>
              <w:pStyle w:val="TableTextLarge"/>
            </w:pPr>
            <w:sdt>
              <w:sdtPr>
                <w:id w:val="492150659"/>
                <w:placeholder>
                  <w:docPart w:val="A23DC419AB7242F0953D63A7814F2E0C"/>
                </w:placeholder>
                <w:temporary/>
                <w:showingPlcHdr/>
                <w15:appearance w15:val="hidden"/>
              </w:sdtPr>
              <w:sdtContent>
                <w:r w:rsidR="00DD2526" w:rsidRPr="0094707B">
                  <w:t>($28)</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1564099862"/>
                <w:placeholder>
                  <w:docPart w:val="23C8B3ABDCC74F6DAAEDE780B126B79B"/>
                </w:placeholder>
                <w:temporary/>
                <w:showingPlcHdr/>
                <w15:appearance w15:val="hidden"/>
              </w:sdtPr>
              <w:sdtContent>
                <w:r w:rsidR="00DD2526" w:rsidRPr="0094707B">
                  <w:t>$119</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2084560470"/>
                <w:placeholder>
                  <w:docPart w:val="B768CB69D9FD4F25B0E1FA88C57BC0BE"/>
                </w:placeholder>
                <w:temporary/>
                <w:showingPlcHdr/>
                <w15:appearance w15:val="hidden"/>
              </w:sdtPr>
              <w:sdtContent>
                <w:r w:rsidR="00545DE0" w:rsidRPr="0094707B">
                  <w:t>$263</w:t>
                </w:r>
              </w:sdtContent>
            </w:sdt>
          </w:p>
        </w:tc>
        <w:tc>
          <w:tcPr>
            <w:tcW w:w="990" w:type="dxa"/>
            <w:gridSpan w:val="2"/>
            <w:shd w:val="clear" w:color="auto" w:fill="F2F2F2" w:themeFill="background1" w:themeFillShade="F2"/>
            <w:noWrap/>
            <w:vAlign w:val="center"/>
            <w:hideMark/>
          </w:tcPr>
          <w:p w:rsidR="00AF03B3" w:rsidRPr="0094707B" w:rsidRDefault="00000000" w:rsidP="0094707B">
            <w:pPr>
              <w:pStyle w:val="TableTextLarge"/>
            </w:pPr>
            <w:sdt>
              <w:sdtPr>
                <w:id w:val="-257839058"/>
                <w:placeholder>
                  <w:docPart w:val="ACEE532F40B94B559984EB87CBAAA7A6"/>
                </w:placeholder>
                <w:temporary/>
                <w:showingPlcHdr/>
                <w15:appearance w15:val="hidden"/>
              </w:sdtPr>
              <w:sdtContent>
                <w:r w:rsidR="00545DE0" w:rsidRPr="0094707B">
                  <w:t>$310</w:t>
                </w:r>
              </w:sdtContent>
            </w:sdt>
          </w:p>
        </w:tc>
        <w:tc>
          <w:tcPr>
            <w:tcW w:w="900" w:type="dxa"/>
            <w:shd w:val="clear" w:color="auto" w:fill="F2F2F2" w:themeFill="background1" w:themeFillShade="F2"/>
            <w:noWrap/>
            <w:vAlign w:val="center"/>
            <w:hideMark/>
          </w:tcPr>
          <w:p w:rsidR="00AF03B3" w:rsidRPr="0094707B" w:rsidRDefault="00000000" w:rsidP="0094707B">
            <w:pPr>
              <w:pStyle w:val="TableTextLarge"/>
            </w:pPr>
            <w:sdt>
              <w:sdtPr>
                <w:id w:val="839587756"/>
                <w:placeholder>
                  <w:docPart w:val="6F39D871436C469893668F76ADC999C1"/>
                </w:placeholder>
                <w:temporary/>
                <w:showingPlcHdr/>
                <w15:appearance w15:val="hidden"/>
              </w:sdtPr>
              <w:sdtContent>
                <w:r w:rsidR="008634D2" w:rsidRPr="0094707B">
                  <w:t>($45)</w:t>
                </w:r>
              </w:sdtContent>
            </w:sdt>
          </w:p>
        </w:tc>
        <w:tc>
          <w:tcPr>
            <w:tcW w:w="1007" w:type="dxa"/>
            <w:gridSpan w:val="3"/>
            <w:shd w:val="clear" w:color="auto" w:fill="F2F2F2" w:themeFill="background1" w:themeFillShade="F2"/>
            <w:noWrap/>
            <w:vAlign w:val="center"/>
            <w:hideMark/>
          </w:tcPr>
          <w:p w:rsidR="00AF03B3" w:rsidRPr="0094707B" w:rsidRDefault="00000000" w:rsidP="0094707B">
            <w:pPr>
              <w:pStyle w:val="TableTextLarge"/>
            </w:pPr>
            <w:sdt>
              <w:sdtPr>
                <w:id w:val="-1383553666"/>
                <w:placeholder>
                  <w:docPart w:val="B1E19026B22847DAA5B63117D52D881B"/>
                </w:placeholder>
                <w:temporary/>
                <w:showingPlcHdr/>
                <w15:appearance w15:val="hidden"/>
              </w:sdtPr>
              <w:sdtContent>
                <w:r w:rsidR="008634D2" w:rsidRPr="0094707B">
                  <w:t>($334)</w:t>
                </w:r>
              </w:sdtContent>
            </w:sdt>
          </w:p>
        </w:tc>
        <w:tc>
          <w:tcPr>
            <w:tcW w:w="947" w:type="dxa"/>
            <w:shd w:val="clear" w:color="auto" w:fill="F2F2F2" w:themeFill="background1" w:themeFillShade="F2"/>
            <w:noWrap/>
            <w:vAlign w:val="center"/>
            <w:hideMark/>
          </w:tcPr>
          <w:p w:rsidR="00AF03B3" w:rsidRPr="0094707B" w:rsidRDefault="00000000" w:rsidP="0094707B">
            <w:pPr>
              <w:pStyle w:val="TableTextLarge"/>
            </w:pPr>
            <w:sdt>
              <w:sdtPr>
                <w:id w:val="-1331593926"/>
                <w:placeholder>
                  <w:docPart w:val="ECF0B1377FEC44BB9044917F42441ECF"/>
                </w:placeholder>
                <w:temporary/>
                <w:showingPlcHdr/>
                <w15:appearance w15:val="hidden"/>
              </w:sdtPr>
              <w:sdtContent>
                <w:r w:rsidR="008634D2" w:rsidRPr="0094707B">
                  <w:t>$401</w:t>
                </w:r>
              </w:sdtContent>
            </w:sdt>
          </w:p>
        </w:tc>
        <w:tc>
          <w:tcPr>
            <w:tcW w:w="1016" w:type="dxa"/>
            <w:gridSpan w:val="2"/>
            <w:shd w:val="clear" w:color="auto" w:fill="F2F2F2" w:themeFill="background1" w:themeFillShade="F2"/>
            <w:noWrap/>
            <w:vAlign w:val="center"/>
            <w:hideMark/>
          </w:tcPr>
          <w:p w:rsidR="00AF03B3" w:rsidRPr="0094707B" w:rsidRDefault="00000000" w:rsidP="0094707B">
            <w:pPr>
              <w:pStyle w:val="TableTextLarge"/>
            </w:pPr>
            <w:sdt>
              <w:sdtPr>
                <w:id w:val="1575240858"/>
                <w:placeholder>
                  <w:docPart w:val="675D0A83BBE24479B269D43FF77A8260"/>
                </w:placeholder>
                <w:temporary/>
                <w:showingPlcHdr/>
                <w15:appearance w15:val="hidden"/>
              </w:sdtPr>
              <w:sdtContent>
                <w:r w:rsidR="008634D2" w:rsidRPr="0094707B">
                  <w:t>$214</w:t>
                </w:r>
              </w:sdtContent>
            </w:sdt>
          </w:p>
        </w:tc>
        <w:tc>
          <w:tcPr>
            <w:tcW w:w="990" w:type="dxa"/>
            <w:shd w:val="clear" w:color="auto" w:fill="F2F2F2" w:themeFill="background1" w:themeFillShade="F2"/>
            <w:noWrap/>
            <w:vAlign w:val="center"/>
            <w:hideMark/>
          </w:tcPr>
          <w:p w:rsidR="00AF03B3" w:rsidRPr="0094707B" w:rsidRDefault="00000000" w:rsidP="0094707B">
            <w:pPr>
              <w:pStyle w:val="TableTextLarge"/>
            </w:pPr>
            <w:sdt>
              <w:sdtPr>
                <w:id w:val="-282424157"/>
                <w:placeholder>
                  <w:docPart w:val="26EBF9B0FEAF4108A5BC110B796E173F"/>
                </w:placeholder>
                <w:temporary/>
                <w:showingPlcHdr/>
                <w15:appearance w15:val="hidden"/>
              </w:sdtPr>
              <w:sdtContent>
                <w:r w:rsidR="008634D2" w:rsidRPr="0094707B">
                  <w:t>$396</w:t>
                </w:r>
              </w:sdtContent>
            </w:sdt>
          </w:p>
        </w:tc>
      </w:tr>
      <w:tr w:rsidR="00404C6F" w:rsidRPr="00F75B8D" w:rsidTr="00755D87">
        <w:trPr>
          <w:trHeight w:val="144"/>
        </w:trPr>
        <w:tc>
          <w:tcPr>
            <w:tcW w:w="207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532458135"/>
                <w:placeholder>
                  <w:docPart w:val="68023A0DFFFD4A5885AC759C2B4CECA9"/>
                </w:placeholder>
                <w:temporary/>
                <w:showingPlcHdr/>
                <w15:appearance w15:val="hidden"/>
              </w:sdtPr>
              <w:sdtEndPr>
                <w:rPr>
                  <w:b/>
                  <w:bCs/>
                  <w:sz w:val="18"/>
                  <w:szCs w:val="22"/>
                </w:rPr>
              </w:sdtEndPr>
              <w:sdtContent>
                <w:r w:rsidR="00C75EDB" w:rsidRPr="00F75B8D">
                  <w:rPr>
                    <w:rStyle w:val="Bold"/>
                    <w:b/>
                    <w:bCs/>
                    <w:sz w:val="18"/>
                    <w:szCs w:val="22"/>
                  </w:rPr>
                  <w:t>NET INCOME</w:t>
                </w:r>
              </w:sdtContent>
            </w:sdt>
          </w:p>
        </w:tc>
        <w:tc>
          <w:tcPr>
            <w:tcW w:w="99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917212933"/>
                <w:placeholder>
                  <w:docPart w:val="E7DF77EFCD53419AB6B46C2DB1BB27A6"/>
                </w:placeholder>
                <w:temporary/>
                <w:showingPlcHdr/>
                <w15:appearance w15:val="hidden"/>
              </w:sdtPr>
              <w:sdtEndPr>
                <w:rPr>
                  <w:b/>
                  <w:bCs/>
                  <w:sz w:val="18"/>
                  <w:szCs w:val="22"/>
                </w:rPr>
              </w:sdtEndPr>
              <w:sdtContent>
                <w:r w:rsidR="00AE0925" w:rsidRPr="00F75B8D">
                  <w:rPr>
                    <w:rStyle w:val="Bold"/>
                    <w:b/>
                    <w:bCs/>
                    <w:sz w:val="18"/>
                    <w:szCs w:val="22"/>
                  </w:rPr>
                  <w:t>($2,996)</w:t>
                </w:r>
              </w:sdtContent>
            </w:sdt>
          </w:p>
        </w:tc>
        <w:tc>
          <w:tcPr>
            <w:tcW w:w="99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654247987"/>
                <w:placeholder>
                  <w:docPart w:val="30B3C9DBE0BC43EC8128787440150C90"/>
                </w:placeholder>
                <w:temporary/>
                <w:showingPlcHdr/>
                <w15:appearance w15:val="hidden"/>
              </w:sdtPr>
              <w:sdtEndPr>
                <w:rPr>
                  <w:b/>
                  <w:bCs/>
                  <w:sz w:val="18"/>
                  <w:szCs w:val="22"/>
                </w:rPr>
              </w:sdtEndPr>
              <w:sdtContent>
                <w:r w:rsidR="00D64901" w:rsidRPr="00F75B8D">
                  <w:rPr>
                    <w:rStyle w:val="Bold"/>
                    <w:b/>
                    <w:bCs/>
                    <w:sz w:val="18"/>
                    <w:szCs w:val="22"/>
                  </w:rPr>
                  <w:t>$1,594</w:t>
                </w:r>
              </w:sdtContent>
            </w:sdt>
          </w:p>
        </w:tc>
        <w:tc>
          <w:tcPr>
            <w:tcW w:w="90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037693487"/>
                <w:placeholder>
                  <w:docPart w:val="8BFF21B1C7FB4CD8B94BC52D2CB6D2E8"/>
                </w:placeholder>
                <w:temporary/>
                <w:showingPlcHdr/>
                <w15:appearance w15:val="hidden"/>
              </w:sdtPr>
              <w:sdtEndPr>
                <w:rPr>
                  <w:b/>
                  <w:bCs/>
                  <w:sz w:val="18"/>
                  <w:szCs w:val="22"/>
                </w:rPr>
              </w:sdtEndPr>
              <w:sdtContent>
                <w:r w:rsidR="00DD2526" w:rsidRPr="00F75B8D">
                  <w:rPr>
                    <w:rStyle w:val="Bold"/>
                    <w:b/>
                    <w:bCs/>
                    <w:sz w:val="18"/>
                    <w:szCs w:val="22"/>
                  </w:rPr>
                  <w:t>$2,401</w:t>
                </w:r>
              </w:sdtContent>
            </w:sdt>
          </w:p>
        </w:tc>
        <w:tc>
          <w:tcPr>
            <w:tcW w:w="99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782080061"/>
                <w:placeholder>
                  <w:docPart w:val="A30E6463A02B4AB18D7A503B1588B4E8"/>
                </w:placeholder>
                <w:temporary/>
                <w:showingPlcHdr/>
                <w15:appearance w15:val="hidden"/>
              </w:sdtPr>
              <w:sdtEndPr>
                <w:rPr>
                  <w:b/>
                  <w:bCs/>
                  <w:sz w:val="18"/>
                  <w:szCs w:val="22"/>
                </w:rPr>
              </w:sdtEndPr>
              <w:sdtContent>
                <w:r w:rsidR="00DD2526" w:rsidRPr="00F75B8D">
                  <w:rPr>
                    <w:rStyle w:val="Bold"/>
                    <w:b/>
                    <w:bCs/>
                    <w:sz w:val="18"/>
                    <w:szCs w:val="22"/>
                  </w:rPr>
                  <w:t>($3,851)</w:t>
                </w:r>
              </w:sdtContent>
            </w:sdt>
          </w:p>
        </w:tc>
        <w:tc>
          <w:tcPr>
            <w:tcW w:w="81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2079700203"/>
                <w:placeholder>
                  <w:docPart w:val="FE8A1F5FB8B4406892F9EB5282B6AF2C"/>
                </w:placeholder>
                <w:temporary/>
                <w:showingPlcHdr/>
                <w15:appearance w15:val="hidden"/>
              </w:sdtPr>
              <w:sdtEndPr>
                <w:rPr>
                  <w:b/>
                  <w:bCs/>
                  <w:sz w:val="18"/>
                  <w:szCs w:val="22"/>
                </w:rPr>
              </w:sdtEndPr>
              <w:sdtContent>
                <w:r w:rsidR="00DD2526" w:rsidRPr="00F75B8D">
                  <w:rPr>
                    <w:rStyle w:val="Bold"/>
                    <w:b/>
                    <w:bCs/>
                    <w:sz w:val="18"/>
                    <w:szCs w:val="22"/>
                  </w:rPr>
                  <w:t>($156)</w:t>
                </w:r>
              </w:sdtContent>
            </w:sdt>
          </w:p>
        </w:tc>
        <w:tc>
          <w:tcPr>
            <w:tcW w:w="90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173955067"/>
                <w:placeholder>
                  <w:docPart w:val="5649A5C41D784D898DCB812FFD7FB5E6"/>
                </w:placeholder>
                <w:temporary/>
                <w:showingPlcHdr/>
                <w15:appearance w15:val="hidden"/>
              </w:sdtPr>
              <w:sdtEndPr>
                <w:rPr>
                  <w:b/>
                  <w:bCs/>
                  <w:sz w:val="18"/>
                  <w:szCs w:val="22"/>
                </w:rPr>
              </w:sdtEndPr>
              <w:sdtContent>
                <w:r w:rsidR="00DD2526" w:rsidRPr="00F75B8D">
                  <w:rPr>
                    <w:rStyle w:val="Bold"/>
                    <w:b/>
                    <w:bCs/>
                    <w:sz w:val="18"/>
                    <w:szCs w:val="22"/>
                  </w:rPr>
                  <w:t>$676</w:t>
                </w:r>
              </w:sdtContent>
            </w:sdt>
          </w:p>
        </w:tc>
        <w:tc>
          <w:tcPr>
            <w:tcW w:w="90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84768027"/>
                <w:placeholder>
                  <w:docPart w:val="BD7C97F885EB4C8681C406278DEAF349"/>
                </w:placeholder>
                <w:temporary/>
                <w:showingPlcHdr/>
                <w15:appearance w15:val="hidden"/>
              </w:sdtPr>
              <w:sdtEndPr>
                <w:rPr>
                  <w:b/>
                  <w:bCs/>
                  <w:sz w:val="18"/>
                  <w:szCs w:val="22"/>
                </w:rPr>
              </w:sdtEndPr>
              <w:sdtContent>
                <w:r w:rsidR="00545DE0" w:rsidRPr="00F75B8D">
                  <w:rPr>
                    <w:rStyle w:val="Bold"/>
                    <w:b/>
                    <w:bCs/>
                    <w:sz w:val="18"/>
                    <w:szCs w:val="22"/>
                  </w:rPr>
                  <w:t>$1,488</w:t>
                </w:r>
              </w:sdtContent>
            </w:sdt>
          </w:p>
        </w:tc>
        <w:tc>
          <w:tcPr>
            <w:tcW w:w="990" w:type="dxa"/>
            <w:gridSpan w:val="2"/>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477212208"/>
                <w:placeholder>
                  <w:docPart w:val="4CCB87EB8CAF456C9CCD97AE5C0471EC"/>
                </w:placeholder>
                <w:temporary/>
                <w:showingPlcHdr/>
                <w15:appearance w15:val="hidden"/>
              </w:sdtPr>
              <w:sdtEndPr>
                <w:rPr>
                  <w:b/>
                  <w:bCs/>
                  <w:sz w:val="18"/>
                  <w:szCs w:val="22"/>
                </w:rPr>
              </w:sdtEndPr>
              <w:sdtContent>
                <w:r w:rsidR="00545DE0" w:rsidRPr="00F75B8D">
                  <w:rPr>
                    <w:rStyle w:val="Bold"/>
                    <w:b/>
                    <w:bCs/>
                    <w:sz w:val="18"/>
                    <w:szCs w:val="22"/>
                  </w:rPr>
                  <w:t>$1,754</w:t>
                </w:r>
              </w:sdtContent>
            </w:sdt>
          </w:p>
        </w:tc>
        <w:tc>
          <w:tcPr>
            <w:tcW w:w="90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317954166"/>
                <w:placeholder>
                  <w:docPart w:val="62584083E6F840B39A823B125A542606"/>
                </w:placeholder>
                <w:temporary/>
                <w:showingPlcHdr/>
                <w15:appearance w15:val="hidden"/>
              </w:sdtPr>
              <w:sdtEndPr>
                <w:rPr>
                  <w:b/>
                  <w:bCs/>
                  <w:sz w:val="18"/>
                  <w:szCs w:val="22"/>
                </w:rPr>
              </w:sdtEndPr>
              <w:sdtContent>
                <w:r w:rsidR="008634D2" w:rsidRPr="00F75B8D">
                  <w:rPr>
                    <w:rStyle w:val="Bold"/>
                    <w:b/>
                    <w:bCs/>
                    <w:sz w:val="18"/>
                    <w:szCs w:val="22"/>
                  </w:rPr>
                  <w:t>($253)</w:t>
                </w:r>
              </w:sdtContent>
            </w:sdt>
          </w:p>
        </w:tc>
        <w:tc>
          <w:tcPr>
            <w:tcW w:w="1007" w:type="dxa"/>
            <w:gridSpan w:val="3"/>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467241165"/>
                <w:placeholder>
                  <w:docPart w:val="E678CC09525A4AF2812CAA687B40D135"/>
                </w:placeholder>
                <w:temporary/>
                <w:showingPlcHdr/>
                <w15:appearance w15:val="hidden"/>
              </w:sdtPr>
              <w:sdtEndPr>
                <w:rPr>
                  <w:b/>
                  <w:bCs/>
                  <w:sz w:val="18"/>
                  <w:szCs w:val="22"/>
                </w:rPr>
              </w:sdtEndPr>
              <w:sdtContent>
                <w:r w:rsidR="008634D2" w:rsidRPr="00F75B8D">
                  <w:rPr>
                    <w:rStyle w:val="Bold"/>
                    <w:b/>
                    <w:bCs/>
                    <w:sz w:val="18"/>
                    <w:szCs w:val="22"/>
                  </w:rPr>
                  <w:t>($1,891)</w:t>
                </w:r>
              </w:sdtContent>
            </w:sdt>
          </w:p>
        </w:tc>
        <w:tc>
          <w:tcPr>
            <w:tcW w:w="947"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525834610"/>
                <w:placeholder>
                  <w:docPart w:val="61E2F154843640378E6B0F224E51DB61"/>
                </w:placeholder>
                <w:temporary/>
                <w:showingPlcHdr/>
                <w15:appearance w15:val="hidden"/>
              </w:sdtPr>
              <w:sdtEndPr>
                <w:rPr>
                  <w:b/>
                  <w:bCs/>
                  <w:sz w:val="18"/>
                  <w:szCs w:val="22"/>
                </w:rPr>
              </w:sdtEndPr>
              <w:sdtContent>
                <w:r w:rsidR="008634D2" w:rsidRPr="00F75B8D">
                  <w:rPr>
                    <w:rStyle w:val="Bold"/>
                    <w:b/>
                    <w:bCs/>
                    <w:sz w:val="18"/>
                    <w:szCs w:val="22"/>
                  </w:rPr>
                  <w:t>$2,270</w:t>
                </w:r>
              </w:sdtContent>
            </w:sdt>
          </w:p>
        </w:tc>
        <w:tc>
          <w:tcPr>
            <w:tcW w:w="1016" w:type="dxa"/>
            <w:gridSpan w:val="2"/>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1274705346"/>
                <w:placeholder>
                  <w:docPart w:val="CB361053C5E84A359954C7B893032CA1"/>
                </w:placeholder>
                <w:temporary/>
                <w:showingPlcHdr/>
                <w15:appearance w15:val="hidden"/>
              </w:sdtPr>
              <w:sdtEndPr>
                <w:rPr>
                  <w:b/>
                  <w:bCs/>
                  <w:sz w:val="18"/>
                  <w:szCs w:val="22"/>
                </w:rPr>
              </w:sdtEndPr>
              <w:sdtContent>
                <w:r w:rsidR="008634D2" w:rsidRPr="00F75B8D">
                  <w:t>$</w:t>
                </w:r>
                <w:r w:rsidR="008634D2" w:rsidRPr="00F75B8D">
                  <w:rPr>
                    <w:rStyle w:val="Bold"/>
                    <w:b/>
                    <w:bCs/>
                    <w:sz w:val="18"/>
                    <w:szCs w:val="22"/>
                  </w:rPr>
                  <w:t>1,213</w:t>
                </w:r>
              </w:sdtContent>
            </w:sdt>
          </w:p>
        </w:tc>
        <w:tc>
          <w:tcPr>
            <w:tcW w:w="990" w:type="dxa"/>
            <w:shd w:val="clear" w:color="auto" w:fill="F0CDA1" w:themeFill="accent1"/>
            <w:vAlign w:val="center"/>
            <w:hideMark/>
          </w:tcPr>
          <w:p w:rsidR="00AF03B3" w:rsidRPr="00F75B8D" w:rsidRDefault="00000000" w:rsidP="00F75B8D">
            <w:pPr>
              <w:pStyle w:val="Tabletotal"/>
              <w:rPr>
                <w:rStyle w:val="Bold"/>
                <w:b/>
                <w:bCs/>
                <w:sz w:val="18"/>
                <w:szCs w:val="22"/>
              </w:rPr>
            </w:pPr>
            <w:sdt>
              <w:sdtPr>
                <w:rPr>
                  <w:b w:val="0"/>
                  <w:bCs w:val="0"/>
                  <w:sz w:val="24"/>
                  <w:szCs w:val="18"/>
                </w:rPr>
                <w:id w:val="2065285406"/>
                <w:placeholder>
                  <w:docPart w:val="C6666F48A9574CE79BE63308B88DF5B5"/>
                </w:placeholder>
                <w:temporary/>
                <w:showingPlcHdr/>
                <w15:appearance w15:val="hidden"/>
              </w:sdtPr>
              <w:sdtEndPr>
                <w:rPr>
                  <w:b/>
                  <w:bCs/>
                  <w:sz w:val="18"/>
                  <w:szCs w:val="22"/>
                </w:rPr>
              </w:sdtEndPr>
              <w:sdtContent>
                <w:r w:rsidR="008634D2" w:rsidRPr="00F75B8D">
                  <w:rPr>
                    <w:rStyle w:val="Bold"/>
                    <w:b/>
                    <w:bCs/>
                    <w:sz w:val="18"/>
                    <w:szCs w:val="22"/>
                  </w:rPr>
                  <w:t>$2,246</w:t>
                </w:r>
              </w:sdtContent>
            </w:sdt>
          </w:p>
        </w:tc>
      </w:tr>
      <w:tr w:rsidR="00AF03B3" w:rsidRPr="00ED112D" w:rsidTr="0094707B">
        <w:trPr>
          <w:trHeight w:val="244"/>
        </w:trPr>
        <w:tc>
          <w:tcPr>
            <w:tcW w:w="14400" w:type="dxa"/>
            <w:gridSpan w:val="18"/>
            <w:vAlign w:val="center"/>
            <w:hideMark/>
          </w:tcPr>
          <w:p w:rsidR="00AF03B3" w:rsidRPr="00ED112D" w:rsidRDefault="00000000" w:rsidP="0094707B">
            <w:pPr>
              <w:pStyle w:val="TableTextLarge"/>
              <w:rPr>
                <w:color w:val="2F2F2F"/>
              </w:rPr>
            </w:pPr>
            <w:sdt>
              <w:sdtPr>
                <w:id w:val="-602718534"/>
                <w:placeholder>
                  <w:docPart w:val="5E9DA88410614DAABFE88A04C6F9BEF2"/>
                </w:placeholder>
                <w:temporary/>
                <w:showingPlcHdr/>
                <w15:appearance w15:val="hidden"/>
              </w:sdtPr>
              <w:sdtContent>
                <w:r w:rsidR="00C75EDB" w:rsidRPr="00ED112D">
                  <w:t>*In the service industry, Cost of Goods Sold is the monetized value of the time spent on the client.</w:t>
                </w:r>
              </w:sdtContent>
            </w:sdt>
          </w:p>
        </w:tc>
      </w:tr>
    </w:tbl>
    <w:p w:rsidR="00AF03B3" w:rsidRPr="00795ACF" w:rsidRDefault="00AF03B3" w:rsidP="00795ACF">
      <w:pPr>
        <w:spacing w:before="0" w:after="0"/>
        <w:rPr>
          <w:sz w:val="8"/>
          <w:szCs w:val="6"/>
        </w:rPr>
      </w:pPr>
    </w:p>
    <w:p w:rsidR="00755D87" w:rsidRPr="00795ACF" w:rsidRDefault="00755D87" w:rsidP="00795ACF">
      <w:pPr>
        <w:spacing w:before="0" w:after="0"/>
        <w:rPr>
          <w:sz w:val="8"/>
          <w:szCs w:val="6"/>
        </w:rPr>
        <w:sectPr w:rsidR="00755D87" w:rsidRPr="00795ACF" w:rsidSect="000A3384">
          <w:headerReference w:type="default" r:id="rId15"/>
          <w:footerReference w:type="default" r:id="rId16"/>
          <w:pgSz w:w="15840" w:h="12240" w:orient="landscape" w:code="1"/>
          <w:pgMar w:top="2160" w:right="720" w:bottom="720" w:left="720" w:header="576" w:footer="432" w:gutter="0"/>
          <w:cols w:space="708"/>
          <w:docGrid w:linePitch="360"/>
        </w:sectPr>
      </w:pPr>
    </w:p>
    <w:tbl>
      <w:tblPr>
        <w:tblW w:w="5000" w:type="pct"/>
        <w:tblBorders>
          <w:bottom w:val="single" w:sz="24" w:space="0" w:color="F0CDA1" w:themeColor="accent1"/>
        </w:tblBorders>
        <w:tblLook w:val="0600" w:firstRow="0" w:lastRow="0" w:firstColumn="0" w:lastColumn="0" w:noHBand="1" w:noVBand="1"/>
      </w:tblPr>
      <w:tblGrid>
        <w:gridCol w:w="10800"/>
      </w:tblGrid>
      <w:tr w:rsidR="00AF03B3" w:rsidRPr="00ED112D" w:rsidTr="003F5135">
        <w:trPr>
          <w:trHeight w:val="1008"/>
        </w:trPr>
        <w:tc>
          <w:tcPr>
            <w:tcW w:w="10800" w:type="dxa"/>
          </w:tcPr>
          <w:bookmarkStart w:id="10" w:name="_Toc9437459"/>
          <w:p w:rsidR="00AF03B3" w:rsidRPr="00ED112D" w:rsidRDefault="00000000" w:rsidP="00CD5395">
            <w:pPr>
              <w:pStyle w:val="Heading1"/>
            </w:pPr>
            <w:sdt>
              <w:sdtPr>
                <w:id w:val="133383567"/>
                <w:placeholder>
                  <w:docPart w:val="042E41C8E44F46E6969BCA934D9899B2"/>
                </w:placeholder>
                <w:temporary/>
                <w:showingPlcHdr/>
                <w15:appearance w15:val="hidden"/>
              </w:sdtPr>
              <w:sdtContent>
                <w:r w:rsidR="00570032" w:rsidRPr="00ED112D">
                  <w:t>Appendix</w:t>
                </w:r>
              </w:sdtContent>
            </w:sdt>
            <w:bookmarkEnd w:id="10"/>
          </w:p>
        </w:tc>
      </w:tr>
    </w:tbl>
    <w:p w:rsidR="00AF03B3" w:rsidRPr="00ED112D" w:rsidRDefault="00AF03B3" w:rsidP="00795ACF">
      <w:pPr>
        <w:spacing w:before="0" w:after="0"/>
      </w:pPr>
    </w:p>
    <w:tbl>
      <w:tblPr>
        <w:tblW w:w="5000" w:type="pct"/>
        <w:tblLook w:val="04A0" w:firstRow="1" w:lastRow="0" w:firstColumn="1" w:lastColumn="0" w:noHBand="0" w:noVBand="1"/>
      </w:tblPr>
      <w:tblGrid>
        <w:gridCol w:w="3950"/>
        <w:gridCol w:w="1642"/>
        <w:gridCol w:w="1782"/>
        <w:gridCol w:w="1784"/>
        <w:gridCol w:w="1642"/>
      </w:tblGrid>
      <w:tr w:rsidR="00AF03B3" w:rsidRPr="00F75B8D" w:rsidTr="0000540B">
        <w:trPr>
          <w:trHeight w:val="380"/>
        </w:trPr>
        <w:tc>
          <w:tcPr>
            <w:tcW w:w="5000" w:type="pct"/>
            <w:gridSpan w:val="5"/>
            <w:shd w:val="clear" w:color="auto" w:fill="107082" w:themeFill="accent2"/>
            <w:noWrap/>
            <w:vAlign w:val="center"/>
            <w:hideMark/>
          </w:tcPr>
          <w:p w:rsidR="00AF03B3" w:rsidRPr="00F75B8D" w:rsidRDefault="00000000" w:rsidP="00F75B8D">
            <w:pPr>
              <w:pStyle w:val="TableHeadingStyle"/>
            </w:pPr>
            <w:sdt>
              <w:sdtPr>
                <w:id w:val="-1990009489"/>
                <w:placeholder>
                  <w:docPart w:val="056E105B484D4F6D9A2F6F31D52ACF97"/>
                </w:placeholder>
                <w:showingPlcHdr/>
                <w15:appearance w15:val="hidden"/>
              </w:sdtPr>
              <w:sdtContent>
                <w:r w:rsidR="00AF03B3" w:rsidRPr="00F75B8D">
                  <w:t>START-UP COSTS</w:t>
                </w:r>
              </w:sdtContent>
            </w:sdt>
          </w:p>
        </w:tc>
      </w:tr>
      <w:tr w:rsidR="00AF03B3" w:rsidRPr="00ED112D" w:rsidTr="00DB3EEB">
        <w:trPr>
          <w:trHeight w:val="380"/>
        </w:trPr>
        <w:tc>
          <w:tcPr>
            <w:tcW w:w="2589" w:type="pct"/>
            <w:gridSpan w:val="2"/>
            <w:noWrap/>
            <w:vAlign w:val="center"/>
            <w:hideMark/>
          </w:tcPr>
          <w:p w:rsidR="00AF03B3" w:rsidRPr="00ED112D" w:rsidRDefault="00000000" w:rsidP="00DB3EEB">
            <w:pPr>
              <w:pStyle w:val="TableTextLarge"/>
              <w:rPr>
                <w:color w:val="2F2F2F"/>
                <w:sz w:val="20"/>
                <w:szCs w:val="20"/>
              </w:rPr>
            </w:pPr>
            <w:sdt>
              <w:sdtPr>
                <w:id w:val="-249656789"/>
                <w:placeholder>
                  <w:docPart w:val="B87B641C0F784EDE9AE0B2B3EB34D825"/>
                </w:placeholder>
                <w:temporary/>
                <w:showingPlcHdr/>
                <w15:appearance w15:val="hidden"/>
              </w:sdtPr>
              <w:sdtContent>
                <w:r w:rsidR="00F75B8D">
                  <w:t>Your Home-Based Agency</w:t>
                </w:r>
              </w:sdtContent>
            </w:sdt>
          </w:p>
        </w:tc>
        <w:tc>
          <w:tcPr>
            <w:tcW w:w="2411" w:type="pct"/>
            <w:gridSpan w:val="3"/>
            <w:noWrap/>
            <w:vAlign w:val="center"/>
            <w:hideMark/>
          </w:tcPr>
          <w:p w:rsidR="00AF03B3" w:rsidRPr="00ED112D" w:rsidRDefault="00000000" w:rsidP="00DB3EEB">
            <w:pPr>
              <w:pStyle w:val="TableTextLarge"/>
              <w:jc w:val="right"/>
              <w:rPr>
                <w:color w:val="2F2F2F"/>
                <w:sz w:val="20"/>
                <w:szCs w:val="20"/>
              </w:rPr>
            </w:pPr>
            <w:sdt>
              <w:sdtPr>
                <w:id w:val="-616841136"/>
                <w:placeholder>
                  <w:docPart w:val="DFA6E4921D944B06AE0D4BCC2639DCFE"/>
                </w:placeholder>
                <w:temporary/>
                <w:showingPlcHdr/>
                <w15:appearance w15:val="hidden"/>
              </w:sdtPr>
              <w:sdtContent>
                <w:r w:rsidR="00F75B8D" w:rsidRPr="000D7E53">
                  <w:t>January 1, 20</w:t>
                </w:r>
                <w:r w:rsidR="00657790">
                  <w:t>XX</w:t>
                </w:r>
              </w:sdtContent>
            </w:sdt>
          </w:p>
        </w:tc>
      </w:tr>
      <w:tr w:rsidR="00AF03B3" w:rsidRPr="00ED112D" w:rsidTr="0000540B">
        <w:trPr>
          <w:trHeight w:val="380"/>
        </w:trPr>
        <w:tc>
          <w:tcPr>
            <w:tcW w:w="1829" w:type="pct"/>
            <w:shd w:val="clear" w:color="auto" w:fill="F0CDA1" w:themeFill="accent1"/>
            <w:vAlign w:val="center"/>
            <w:hideMark/>
          </w:tcPr>
          <w:p w:rsidR="00AF03B3" w:rsidRPr="00ED112D" w:rsidRDefault="00000000" w:rsidP="00DB3EEB">
            <w:pPr>
              <w:pStyle w:val="Tabletotal"/>
            </w:pPr>
            <w:sdt>
              <w:sdtPr>
                <w:id w:val="793247473"/>
                <w:placeholder>
                  <w:docPart w:val="62FED690C4514A0BBC5AF8ADBBA143F8"/>
                </w:placeholder>
                <w:showingPlcHdr/>
                <w15:appearance w15:val="hidden"/>
              </w:sdtPr>
              <w:sdtContent>
                <w:r w:rsidR="00AF03B3" w:rsidRPr="00ED112D">
                  <w:t>COST ITEMS</w:t>
                </w:r>
              </w:sdtContent>
            </w:sdt>
          </w:p>
        </w:tc>
        <w:tc>
          <w:tcPr>
            <w:tcW w:w="760" w:type="pct"/>
            <w:shd w:val="clear" w:color="auto" w:fill="F0CDA1" w:themeFill="accent1"/>
            <w:noWrap/>
            <w:vAlign w:val="center"/>
            <w:hideMark/>
          </w:tcPr>
          <w:p w:rsidR="00AF03B3" w:rsidRPr="00ED112D" w:rsidRDefault="00000000" w:rsidP="00DB3EEB">
            <w:pPr>
              <w:pStyle w:val="Tabletotal"/>
            </w:pPr>
            <w:sdt>
              <w:sdtPr>
                <w:id w:val="483051646"/>
                <w:placeholder>
                  <w:docPart w:val="0BB7E6689F264EC7AAC077BE97DBD971"/>
                </w:placeholder>
                <w:showingPlcHdr/>
                <w15:appearance w15:val="hidden"/>
              </w:sdtPr>
              <w:sdtContent>
                <w:r w:rsidR="00AF03B3" w:rsidRPr="00ED112D">
                  <w:t>MONTHS</w:t>
                </w:r>
              </w:sdtContent>
            </w:sdt>
          </w:p>
        </w:tc>
        <w:tc>
          <w:tcPr>
            <w:tcW w:w="825" w:type="pct"/>
            <w:shd w:val="clear" w:color="auto" w:fill="F0CDA1" w:themeFill="accent1"/>
            <w:noWrap/>
            <w:vAlign w:val="center"/>
            <w:hideMark/>
          </w:tcPr>
          <w:p w:rsidR="00AF03B3" w:rsidRPr="00ED112D" w:rsidRDefault="00000000" w:rsidP="00DB3EEB">
            <w:pPr>
              <w:pStyle w:val="Tabletotal"/>
            </w:pPr>
            <w:sdt>
              <w:sdtPr>
                <w:id w:val="709382690"/>
                <w:placeholder>
                  <w:docPart w:val="C43AA13F04784E73B4CB64D566207405"/>
                </w:placeholder>
                <w:showingPlcHdr/>
                <w15:appearance w15:val="hidden"/>
              </w:sdtPr>
              <w:sdtContent>
                <w:r w:rsidR="00AF03B3" w:rsidRPr="00ED112D">
                  <w:t>COST/ MONTH</w:t>
                </w:r>
              </w:sdtContent>
            </w:sdt>
          </w:p>
        </w:tc>
        <w:tc>
          <w:tcPr>
            <w:tcW w:w="826" w:type="pct"/>
            <w:shd w:val="clear" w:color="auto" w:fill="F0CDA1" w:themeFill="accent1"/>
            <w:noWrap/>
            <w:vAlign w:val="center"/>
            <w:hideMark/>
          </w:tcPr>
          <w:p w:rsidR="00AF03B3" w:rsidRPr="00ED112D" w:rsidRDefault="00000000" w:rsidP="00DB3EEB">
            <w:pPr>
              <w:pStyle w:val="Tabletotal"/>
            </w:pPr>
            <w:sdt>
              <w:sdtPr>
                <w:id w:val="1595665229"/>
                <w:placeholder>
                  <w:docPart w:val="68D3A094A2C94332AC08D554F4A3E99D"/>
                </w:placeholder>
                <w:showingPlcHdr/>
                <w15:appearance w15:val="hidden"/>
              </w:sdtPr>
              <w:sdtContent>
                <w:r w:rsidR="00AF03B3" w:rsidRPr="00ED112D">
                  <w:t>ONE-TIME COST</w:t>
                </w:r>
              </w:sdtContent>
            </w:sdt>
          </w:p>
        </w:tc>
        <w:tc>
          <w:tcPr>
            <w:tcW w:w="760" w:type="pct"/>
            <w:shd w:val="clear" w:color="auto" w:fill="F0CDA1" w:themeFill="accent1"/>
            <w:noWrap/>
            <w:vAlign w:val="center"/>
            <w:hideMark/>
          </w:tcPr>
          <w:p w:rsidR="00AF03B3" w:rsidRPr="00ED112D" w:rsidRDefault="00000000" w:rsidP="00DB3EEB">
            <w:pPr>
              <w:pStyle w:val="Tabletotal"/>
            </w:pPr>
            <w:sdt>
              <w:sdtPr>
                <w:id w:val="1994297359"/>
                <w:placeholder>
                  <w:docPart w:val="41897C838FC84A2B8FC369AF009FC26C"/>
                </w:placeholder>
                <w:showingPlcHdr/>
                <w15:appearance w15:val="hidden"/>
              </w:sdtPr>
              <w:sdtContent>
                <w:r w:rsidR="00AF03B3" w:rsidRPr="00ED112D">
                  <w:t>TOTAL COST</w:t>
                </w:r>
              </w:sdtContent>
            </w:sdt>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573710533"/>
                <w:placeholder>
                  <w:docPart w:val="30DE5890322D46A4B5D5AEC6938D6B8F"/>
                </w:placeholder>
                <w:showingPlcHdr/>
                <w15:appearance w15:val="hidden"/>
              </w:sdtPr>
              <w:sdtContent>
                <w:r w:rsidR="00AF03B3" w:rsidRPr="00ED112D">
                  <w:t>Advertising/Marketing</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556703176"/>
                <w:placeholder>
                  <w:docPart w:val="C0081BF2374844EDA231867CBC7D7475"/>
                </w:placeholder>
                <w:showingPlcHdr/>
                <w15:appearance w15:val="hidden"/>
              </w:sdtPr>
              <w:sdtContent>
                <w:r w:rsidR="00AF03B3" w:rsidRPr="00ED112D">
                  <w:t>Employee Salaries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542095406"/>
                <w:placeholder>
                  <w:docPart w:val="03D67553A71B4BFEA706080B70531EA1"/>
                </w:placeholder>
                <w:showingPlcHdr/>
                <w15:appearance w15:val="hidden"/>
              </w:sdtPr>
              <w:sdtContent>
                <w:r w:rsidR="00AF03B3" w:rsidRPr="00ED112D">
                  <w:t>Employee Payroll Taxes and Benefits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2050212880"/>
                <w:placeholder>
                  <w:docPart w:val="4CEDE6CED0C24FB2A265E28486D75CD1"/>
                </w:placeholder>
                <w:showingPlcHdr/>
                <w15:appearance w15:val="hidden"/>
              </w:sdtPr>
              <w:sdtContent>
                <w:r w:rsidR="00AF03B3" w:rsidRPr="00ED112D">
                  <w:t>Rent/Lease Payments/Utilities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73115400"/>
                <w:placeholder>
                  <w:docPart w:val="0D00C9643B5C4864AB6F1C18928B5A17"/>
                </w:placeholder>
                <w:showingPlcHdr/>
                <w15:appearance w15:val="hidden"/>
              </w:sdtPr>
              <w:sdtContent>
                <w:r w:rsidR="00AF03B3" w:rsidRPr="00ED112D">
                  <w:t>Postage/Shipping</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746930263"/>
                <w:placeholder>
                  <w:docPart w:val="A24AE4CF1E1B41949BF8ACD4C41DDD16"/>
                </w:placeholder>
                <w:showingPlcHdr/>
                <w15:appearance w15:val="hidden"/>
              </w:sdtPr>
              <w:sdtContent>
                <w:r w:rsidR="00AF03B3" w:rsidRPr="00ED112D">
                  <w:t>Communication/Telephone</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382481983"/>
                <w:placeholder>
                  <w:docPart w:val="3EF521897DA145FAA5B878458EB3DCD9"/>
                </w:placeholder>
                <w:showingPlcHdr/>
                <w15:appearance w15:val="hidden"/>
              </w:sdtPr>
              <w:sdtContent>
                <w:r w:rsidR="00AF03B3" w:rsidRPr="00ED112D">
                  <w:t>Computer Equipment</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943182255"/>
                <w:placeholder>
                  <w:docPart w:val="6B97216357F04D61A34F319EAC976DD0"/>
                </w:placeholder>
                <w:showingPlcHdr/>
                <w15:appearance w15:val="hidden"/>
              </w:sdtPr>
              <w:sdtContent>
                <w:r w:rsidR="00AF03B3" w:rsidRPr="00ED112D">
                  <w:t>Computer Software</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609086863"/>
                <w:placeholder>
                  <w:docPart w:val="D10F6F841B8A46BFA7301AD85B3E0A3E"/>
                </w:placeholder>
                <w:showingPlcHdr/>
                <w15:appearance w15:val="hidden"/>
              </w:sdtPr>
              <w:sdtContent>
                <w:r w:rsidR="00AF03B3" w:rsidRPr="00ED112D">
                  <w:t>Insurance</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601137928"/>
                <w:placeholder>
                  <w:docPart w:val="15EB7CC1170946309F984F21B586E73F"/>
                </w:placeholder>
                <w:showingPlcHdr/>
                <w15:appearance w15:val="hidden"/>
              </w:sdtPr>
              <w:sdtContent>
                <w:r w:rsidR="00AF03B3" w:rsidRPr="00ED112D">
                  <w:t>Interest Expense</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2084488349"/>
                <w:placeholder>
                  <w:docPart w:val="EA163870DEDE4DFF81866AFE08F519AB"/>
                </w:placeholder>
                <w:showingPlcHdr/>
                <w15:appearance w15:val="hidden"/>
              </w:sdtPr>
              <w:sdtContent>
                <w:r w:rsidR="00AF03B3" w:rsidRPr="00ED112D">
                  <w:t>Bank Service Charges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88915252"/>
                <w:placeholder>
                  <w:docPart w:val="EF1DBDD40A454EDE9CF1E0FF4CAD30E1"/>
                </w:placeholder>
                <w:showingPlcHdr/>
                <w15:appearance w15:val="hidden"/>
              </w:sdtPr>
              <w:sdtContent>
                <w:r w:rsidR="00AF03B3" w:rsidRPr="00ED112D">
                  <w:t>Supplies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551753374"/>
                <w:placeholder>
                  <w:docPart w:val="AE64A777EF584B86AE1AEB088E7D060A"/>
                </w:placeholder>
                <w:showingPlcHdr/>
                <w15:appearance w15:val="hidden"/>
              </w:sdtPr>
              <w:sdtContent>
                <w:r w:rsidR="00AF03B3" w:rsidRPr="00ED112D">
                  <w:t>Travel &amp; Entertainment</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895263859"/>
                <w:placeholder>
                  <w:docPart w:val="6FB16AB54D5846149415477E6D5E1010"/>
                </w:placeholder>
                <w:showingPlcHdr/>
                <w15:appearance w15:val="hidden"/>
              </w:sdtPr>
              <w:sdtContent>
                <w:r w:rsidR="00AF03B3" w:rsidRPr="00ED112D">
                  <w:t>Equipment</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2060622187"/>
                <w:placeholder>
                  <w:docPart w:val="9ACC84548F964A9A994AAC4E8F22580F"/>
                </w:placeholder>
                <w:showingPlcHdr/>
                <w15:appearance w15:val="hidden"/>
              </w:sdtPr>
              <w:sdtContent>
                <w:r w:rsidR="00AF03B3" w:rsidRPr="00ED112D">
                  <w:t>Furniture &amp; Fixtures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233363735"/>
                <w:placeholder>
                  <w:docPart w:val="ED23A1A4A4DD4E54AA011B1CBACE494D"/>
                </w:placeholder>
                <w:showingPlcHdr/>
                <w15:appearance w15:val="hidden"/>
              </w:sdtPr>
              <w:sdtContent>
                <w:r w:rsidR="00AF03B3" w:rsidRPr="00ED112D">
                  <w:t>Leasehold Improvements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875995167"/>
                <w:placeholder>
                  <w:docPart w:val="0F6D94CAD9304FE08E330FD354A6F9D8"/>
                </w:placeholder>
                <w:showingPlcHdr/>
                <w15:appearance w15:val="hidden"/>
              </w:sdtPr>
              <w:sdtContent>
                <w:r w:rsidR="00AF03B3" w:rsidRPr="00ED112D">
                  <w:t>Security Deposit(s)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113870708"/>
                <w:placeholder>
                  <w:docPart w:val="CB668476DDD44C2BAFDDC72A9349007A"/>
                </w:placeholder>
                <w:showingPlcHdr/>
                <w15:appearance w15:val="hidden"/>
              </w:sdtPr>
              <w:sdtContent>
                <w:r w:rsidR="00AF03B3" w:rsidRPr="00ED112D">
                  <w:t>Business Licenses/Permits/Fees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618413254"/>
                <w:placeholder>
                  <w:docPart w:val="126307B99B1A48E2AB859307BA67D26B"/>
                </w:placeholder>
                <w:showingPlcHdr/>
                <w15:appearance w15:val="hidden"/>
              </w:sdtPr>
              <w:sdtContent>
                <w:r w:rsidR="00AF03B3" w:rsidRPr="00ED112D">
                  <w:t>Professional Services - Legal, Accounting</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1962987121"/>
                <w:placeholder>
                  <w:docPart w:val="5001E74E41E04FF39D6CFA159D50631F"/>
                </w:placeholder>
                <w:showingPlcHdr/>
                <w15:appearance w15:val="hidden"/>
              </w:sdtPr>
              <w:sdtContent>
                <w:r w:rsidR="00AF03B3" w:rsidRPr="00ED112D">
                  <w:t>Consultant(s)</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169133624"/>
                <w:placeholder>
                  <w:docPart w:val="BB4D0D9A1D394262BBDBD1ABFD200EE8"/>
                </w:placeholder>
                <w:showingPlcHdr/>
                <w15:appearance w15:val="hidden"/>
              </w:sdtPr>
              <w:sdtContent>
                <w:r w:rsidR="00AF03B3" w:rsidRPr="00ED112D">
                  <w:t>Inventory</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ED112D" w:rsidTr="0000540B">
        <w:trPr>
          <w:trHeight w:val="380"/>
        </w:trPr>
        <w:tc>
          <w:tcPr>
            <w:tcW w:w="1829" w:type="pct"/>
            <w:vAlign w:val="center"/>
            <w:hideMark/>
          </w:tcPr>
          <w:p w:rsidR="00AF03B3" w:rsidRPr="00ED112D" w:rsidRDefault="00000000" w:rsidP="0000540B">
            <w:pPr>
              <w:pStyle w:val="TableTextLarge"/>
            </w:pPr>
            <w:sdt>
              <w:sdtPr>
                <w:id w:val="-416251487"/>
                <w:placeholder>
                  <w:docPart w:val="80AC114CB967448F91505B6682CC8C0A"/>
                </w:placeholder>
                <w:showingPlcHdr/>
                <w15:appearance w15:val="hidden"/>
              </w:sdtPr>
              <w:sdtContent>
                <w:r w:rsidR="00AF03B3" w:rsidRPr="00ED112D">
                  <w:t>Cash-On-Hand (Working Capital)</w:t>
                </w:r>
              </w:sdtContent>
            </w:sdt>
          </w:p>
        </w:tc>
        <w:tc>
          <w:tcPr>
            <w:tcW w:w="760" w:type="pct"/>
            <w:noWrap/>
            <w:vAlign w:val="center"/>
            <w:hideMark/>
          </w:tcPr>
          <w:p w:rsidR="00AF03B3" w:rsidRPr="00ED112D" w:rsidRDefault="00AF03B3" w:rsidP="0000540B">
            <w:pPr>
              <w:pStyle w:val="TableTextLarge"/>
            </w:pPr>
          </w:p>
        </w:tc>
        <w:tc>
          <w:tcPr>
            <w:tcW w:w="825" w:type="pct"/>
            <w:noWrap/>
            <w:vAlign w:val="center"/>
            <w:hideMark/>
          </w:tcPr>
          <w:p w:rsidR="00AF03B3" w:rsidRPr="00ED112D" w:rsidRDefault="00AF03B3" w:rsidP="0000540B">
            <w:pPr>
              <w:pStyle w:val="TableTextLarge"/>
            </w:pPr>
          </w:p>
        </w:tc>
        <w:tc>
          <w:tcPr>
            <w:tcW w:w="826" w:type="pct"/>
            <w:noWrap/>
            <w:vAlign w:val="center"/>
            <w:hideMark/>
          </w:tcPr>
          <w:p w:rsidR="00AF03B3" w:rsidRPr="00ED112D" w:rsidRDefault="00AF03B3" w:rsidP="0000540B">
            <w:pPr>
              <w:pStyle w:val="TableTextLarge"/>
            </w:pPr>
          </w:p>
        </w:tc>
        <w:tc>
          <w:tcPr>
            <w:tcW w:w="760" w:type="pct"/>
            <w:noWrap/>
            <w:vAlign w:val="center"/>
          </w:tcPr>
          <w:p w:rsidR="00AF03B3" w:rsidRPr="00ED112D" w:rsidRDefault="00AF03B3" w:rsidP="0000540B">
            <w:pPr>
              <w:pStyle w:val="TableTextLarge"/>
            </w:pPr>
          </w:p>
        </w:tc>
      </w:tr>
      <w:tr w:rsidR="00AF03B3" w:rsidRPr="00ED112D" w:rsidTr="0000540B">
        <w:trPr>
          <w:trHeight w:val="380"/>
        </w:trPr>
        <w:tc>
          <w:tcPr>
            <w:tcW w:w="1829" w:type="pct"/>
            <w:shd w:val="clear" w:color="auto" w:fill="F2F2F2" w:themeFill="background1" w:themeFillShade="F2"/>
            <w:vAlign w:val="center"/>
            <w:hideMark/>
          </w:tcPr>
          <w:p w:rsidR="00AF03B3" w:rsidRPr="00ED112D" w:rsidRDefault="00000000" w:rsidP="0000540B">
            <w:pPr>
              <w:pStyle w:val="TableTextLarge"/>
            </w:pPr>
            <w:sdt>
              <w:sdtPr>
                <w:id w:val="1335963963"/>
                <w:placeholder>
                  <w:docPart w:val="BF2D38A2311242CAA241297C1B10F778"/>
                </w:placeholder>
                <w:showingPlcHdr/>
                <w15:appearance w15:val="hidden"/>
              </w:sdtPr>
              <w:sdtContent>
                <w:r w:rsidR="00AF03B3" w:rsidRPr="00ED112D">
                  <w:t>Miscellaneous</w:t>
                </w:r>
              </w:sdtContent>
            </w:sdt>
          </w:p>
        </w:tc>
        <w:tc>
          <w:tcPr>
            <w:tcW w:w="760" w:type="pct"/>
            <w:shd w:val="clear" w:color="auto" w:fill="F2F2F2" w:themeFill="background1" w:themeFillShade="F2"/>
            <w:noWrap/>
            <w:vAlign w:val="center"/>
            <w:hideMark/>
          </w:tcPr>
          <w:p w:rsidR="00AF03B3" w:rsidRPr="00ED112D" w:rsidRDefault="00AF03B3" w:rsidP="0000540B">
            <w:pPr>
              <w:pStyle w:val="TableTextLarge"/>
            </w:pPr>
          </w:p>
        </w:tc>
        <w:tc>
          <w:tcPr>
            <w:tcW w:w="825" w:type="pct"/>
            <w:shd w:val="clear" w:color="auto" w:fill="F2F2F2" w:themeFill="background1" w:themeFillShade="F2"/>
            <w:noWrap/>
            <w:vAlign w:val="center"/>
            <w:hideMark/>
          </w:tcPr>
          <w:p w:rsidR="00AF03B3" w:rsidRPr="00ED112D" w:rsidRDefault="00AF03B3" w:rsidP="0000540B">
            <w:pPr>
              <w:pStyle w:val="TableTextLarge"/>
            </w:pPr>
          </w:p>
        </w:tc>
        <w:tc>
          <w:tcPr>
            <w:tcW w:w="826" w:type="pct"/>
            <w:shd w:val="clear" w:color="auto" w:fill="F2F2F2" w:themeFill="background1" w:themeFillShade="F2"/>
            <w:noWrap/>
            <w:vAlign w:val="center"/>
            <w:hideMark/>
          </w:tcPr>
          <w:p w:rsidR="00AF03B3" w:rsidRPr="00ED112D" w:rsidRDefault="00AF03B3" w:rsidP="0000540B">
            <w:pPr>
              <w:pStyle w:val="TableTextLarge"/>
            </w:pPr>
          </w:p>
        </w:tc>
        <w:tc>
          <w:tcPr>
            <w:tcW w:w="760" w:type="pct"/>
            <w:shd w:val="clear" w:color="auto" w:fill="F2F2F2" w:themeFill="background1" w:themeFillShade="F2"/>
            <w:noWrap/>
            <w:vAlign w:val="center"/>
          </w:tcPr>
          <w:p w:rsidR="00AF03B3" w:rsidRPr="00ED112D" w:rsidRDefault="00AF03B3" w:rsidP="0000540B">
            <w:pPr>
              <w:pStyle w:val="TableTextLarge"/>
            </w:pPr>
          </w:p>
        </w:tc>
      </w:tr>
      <w:tr w:rsidR="00AF03B3" w:rsidRPr="00DB3EEB" w:rsidTr="0000540B">
        <w:trPr>
          <w:trHeight w:val="380"/>
        </w:trPr>
        <w:tc>
          <w:tcPr>
            <w:tcW w:w="1829" w:type="pct"/>
            <w:shd w:val="clear" w:color="auto" w:fill="F0CDA1" w:themeFill="accent1"/>
            <w:vAlign w:val="center"/>
            <w:hideMark/>
          </w:tcPr>
          <w:p w:rsidR="00AF03B3" w:rsidRPr="00DB3EEB" w:rsidRDefault="00000000" w:rsidP="00DB3EEB">
            <w:pPr>
              <w:pStyle w:val="Tabletotal"/>
              <w:rPr>
                <w:rStyle w:val="Bold"/>
                <w:b/>
                <w:bCs/>
                <w:sz w:val="18"/>
                <w:szCs w:val="22"/>
              </w:rPr>
            </w:pPr>
            <w:sdt>
              <w:sdtPr>
                <w:rPr>
                  <w:rStyle w:val="Bold"/>
                  <w:b/>
                  <w:bCs/>
                  <w:sz w:val="18"/>
                  <w:szCs w:val="22"/>
                </w:rPr>
                <w:id w:val="1277833714"/>
                <w:placeholder>
                  <w:docPart w:val="299AA573C6D742418DF86C4EFAAF63FC"/>
                </w:placeholder>
                <w:showingPlcHdr/>
                <w15:appearance w15:val="hidden"/>
              </w:sdtPr>
              <w:sdtContent>
                <w:r w:rsidR="00AF03B3" w:rsidRPr="00DB3EEB">
                  <w:rPr>
                    <w:rStyle w:val="Bold"/>
                    <w:b/>
                    <w:bCs/>
                    <w:sz w:val="18"/>
                    <w:szCs w:val="22"/>
                  </w:rPr>
                  <w:t>ESTIMATED START-UP BUDGET</w:t>
                </w:r>
              </w:sdtContent>
            </w:sdt>
          </w:p>
        </w:tc>
        <w:tc>
          <w:tcPr>
            <w:tcW w:w="760" w:type="pct"/>
            <w:shd w:val="clear" w:color="auto" w:fill="F0CDA1" w:themeFill="accent1"/>
            <w:noWrap/>
            <w:vAlign w:val="center"/>
            <w:hideMark/>
          </w:tcPr>
          <w:p w:rsidR="00AF03B3" w:rsidRPr="00DB3EEB" w:rsidRDefault="00AF03B3" w:rsidP="00DB3EEB">
            <w:pPr>
              <w:pStyle w:val="Tabletotal"/>
            </w:pPr>
          </w:p>
        </w:tc>
        <w:tc>
          <w:tcPr>
            <w:tcW w:w="825" w:type="pct"/>
            <w:shd w:val="clear" w:color="auto" w:fill="F0CDA1" w:themeFill="accent1"/>
            <w:noWrap/>
            <w:vAlign w:val="center"/>
            <w:hideMark/>
          </w:tcPr>
          <w:p w:rsidR="00AF03B3" w:rsidRPr="00DB3EEB" w:rsidRDefault="00AF03B3" w:rsidP="00DB3EEB">
            <w:pPr>
              <w:pStyle w:val="Tabletotal"/>
            </w:pPr>
          </w:p>
        </w:tc>
        <w:tc>
          <w:tcPr>
            <w:tcW w:w="826" w:type="pct"/>
            <w:shd w:val="clear" w:color="auto" w:fill="F0CDA1" w:themeFill="accent1"/>
            <w:noWrap/>
            <w:vAlign w:val="center"/>
            <w:hideMark/>
          </w:tcPr>
          <w:p w:rsidR="00AF03B3" w:rsidRPr="00DB3EEB" w:rsidRDefault="00AF03B3" w:rsidP="00DB3EEB">
            <w:pPr>
              <w:pStyle w:val="Tabletotal"/>
            </w:pPr>
          </w:p>
        </w:tc>
        <w:tc>
          <w:tcPr>
            <w:tcW w:w="760" w:type="pct"/>
            <w:shd w:val="clear" w:color="auto" w:fill="F0CDA1" w:themeFill="accent1"/>
            <w:noWrap/>
            <w:vAlign w:val="center"/>
          </w:tcPr>
          <w:p w:rsidR="00AF03B3" w:rsidRPr="00DB3EEB" w:rsidRDefault="00AF03B3" w:rsidP="00DB3EEB">
            <w:pPr>
              <w:pStyle w:val="Tabletotal"/>
            </w:pPr>
          </w:p>
        </w:tc>
      </w:tr>
    </w:tbl>
    <w:p w:rsidR="00795ACF" w:rsidRDefault="00795ACF">
      <w:pPr>
        <w:spacing w:before="0" w:after="160" w:line="259" w:lineRule="auto"/>
      </w:pPr>
      <w:r>
        <w:br w:type="page"/>
      </w:r>
    </w:p>
    <w:bookmarkStart w:id="11" w:name="_Toc9437460" w:displacedByCustomXml="next"/>
    <w:sdt>
      <w:sdtPr>
        <w:rPr>
          <w:bCs/>
        </w:rPr>
        <w:id w:val="48506192"/>
        <w:placeholder>
          <w:docPart w:val="0070E93EDFBF4A31BB2164EECB867564"/>
        </w:placeholder>
        <w:showingPlcHdr/>
        <w15:appearance w15:val="hidden"/>
      </w:sdtPr>
      <w:sdtContent>
        <w:p w:rsidR="00AF03B3" w:rsidRPr="00ED112D" w:rsidRDefault="00AF03B3" w:rsidP="00AF03B3">
          <w:pPr>
            <w:pStyle w:val="Heading2"/>
            <w:rPr>
              <w:rFonts w:ascii="Arial" w:hAnsi="Arial"/>
              <w:bCs/>
            </w:rPr>
          </w:pPr>
          <w:r w:rsidRPr="00AA1EA0">
            <w:t>Instructions for Getting Started with Estimated Start-Up Costs</w:t>
          </w:r>
        </w:p>
      </w:sdtContent>
    </w:sdt>
    <w:bookmarkEnd w:id="11" w:displacedByCustomXml="prev"/>
    <w:sdt>
      <w:sdtPr>
        <w:id w:val="1030765214"/>
        <w:placeholder>
          <w:docPart w:val="86C298B115D8401F9A4D7A1EF6A5B3F9"/>
        </w:placeholder>
        <w:showingPlcHdr/>
        <w15:appearance w15:val="hidden"/>
      </w:sdtPr>
      <w:sdtContent>
        <w:p w:rsidR="00AF03B3" w:rsidRPr="00ED112D" w:rsidRDefault="00AF03B3" w:rsidP="00AF03B3">
          <w:r w:rsidRPr="00ED112D">
            <w:t>Determining a business' startup costs is critical to ensure enough cash is available to begin business operations within the budgeted time frame as well as within the cost budget. Startup costs typically fall within two categories: monthly costs and one-time costs. Monthly costs cover costs that occur each month during the startup period, and one-time costs are costs that will be incurred once during the startup period.</w:t>
          </w:r>
        </w:p>
      </w:sdtContent>
    </w:sdt>
    <w:sdt>
      <w:sdtPr>
        <w:rPr>
          <w:rStyle w:val="Bold"/>
        </w:rPr>
        <w:id w:val="1017121647"/>
        <w:placeholder>
          <w:docPart w:val="EAC813F05B6A40209E903FEF99725494"/>
        </w:placeholder>
        <w:showingPlcHdr/>
        <w15:appearance w15:val="hidden"/>
      </w:sdtPr>
      <w:sdtContent>
        <w:p w:rsidR="00AF03B3" w:rsidRPr="00ED112D" w:rsidRDefault="00AF03B3" w:rsidP="00AF03B3">
          <w:pPr>
            <w:rPr>
              <w:rStyle w:val="Bold"/>
            </w:rPr>
          </w:pPr>
          <w:r w:rsidRPr="00ED112D">
            <w:rPr>
              <w:rStyle w:val="Bold"/>
            </w:rPr>
            <w:t>Steps for preparation:</w:t>
          </w:r>
        </w:p>
      </w:sdtContent>
    </w:sdt>
    <w:p w:rsidR="00AF03B3" w:rsidRPr="00ED112D" w:rsidRDefault="00000000" w:rsidP="00AF03B3">
      <w:pPr>
        <w:pStyle w:val="ListBullet"/>
      </w:pPr>
      <w:sdt>
        <w:sdtPr>
          <w:rPr>
            <w:rStyle w:val="Bold"/>
          </w:rPr>
          <w:id w:val="1090817728"/>
          <w:placeholder>
            <w:docPart w:val="9CE8DA1607634CDCA0E4CFAEDB8E2B3D"/>
          </w:placeholder>
          <w:showingPlcHdr/>
          <w15:appearance w15:val="hidden"/>
        </w:sdtPr>
        <w:sdtContent>
          <w:r w:rsidR="00AF03B3" w:rsidRPr="00ED112D">
            <w:rPr>
              <w:rStyle w:val="Bold"/>
            </w:rPr>
            <w:t>Step 1:</w:t>
          </w:r>
        </w:sdtContent>
      </w:sdt>
      <w:r w:rsidR="00AF03B3" w:rsidRPr="00ED112D">
        <w:t xml:space="preserve"> </w:t>
      </w:r>
      <w:sdt>
        <w:sdtPr>
          <w:id w:val="-1237317846"/>
          <w:placeholder>
            <w:docPart w:val="F9AA5A4244354A92ACF62E44771692A8"/>
          </w:placeholder>
          <w:showingPlcHdr/>
          <w15:appearance w15:val="hidden"/>
        </w:sdtPr>
        <w:sdtContent>
          <w:r w:rsidR="00AF03B3" w:rsidRPr="00ED112D">
            <w:t>Enter the company name and the date this estimate is being prepared.</w:t>
          </w:r>
        </w:sdtContent>
      </w:sdt>
    </w:p>
    <w:p w:rsidR="00AF03B3" w:rsidRPr="00ED112D" w:rsidRDefault="00000000" w:rsidP="00AF03B3">
      <w:pPr>
        <w:pStyle w:val="ListBullet"/>
      </w:pPr>
      <w:sdt>
        <w:sdtPr>
          <w:rPr>
            <w:rStyle w:val="Bold"/>
          </w:rPr>
          <w:id w:val="-1733767156"/>
          <w:placeholder>
            <w:docPart w:val="858A154C9C3E4F2EB25CD8C87A3D9E92"/>
          </w:placeholder>
          <w:showingPlcHdr/>
          <w15:appearance w15:val="hidden"/>
        </w:sdtPr>
        <w:sdtContent>
          <w:r w:rsidR="00AF03B3" w:rsidRPr="00ED112D">
            <w:rPr>
              <w:rStyle w:val="Bold"/>
            </w:rPr>
            <w:t>Step 2:</w:t>
          </w:r>
        </w:sdtContent>
      </w:sdt>
      <w:r w:rsidR="00AF03B3" w:rsidRPr="00ED112D">
        <w:t xml:space="preserve"> </w:t>
      </w:r>
      <w:sdt>
        <w:sdtPr>
          <w:id w:val="-779647325"/>
          <w:placeholder>
            <w:docPart w:val="78F76E9E28BA4082A7C43E71D59928CA"/>
          </w:placeholder>
          <w:showingPlcHdr/>
          <w15:appearance w15:val="hidden"/>
        </w:sdtPr>
        <w:sdtContent>
          <w:r w:rsidR="00AF03B3" w:rsidRPr="00ED112D">
            <w:t xml:space="preserve">Enter the number of months and the monthly cost for each cost item that is recurring. For one-time costs only, skip the monthly costs. If there are cost items that have both recurring and one-time amounts, enter those as well. </w:t>
          </w:r>
        </w:sdtContent>
      </w:sdt>
    </w:p>
    <w:p w:rsidR="00AF03B3" w:rsidRPr="00ED112D" w:rsidRDefault="00000000" w:rsidP="00AF03B3">
      <w:pPr>
        <w:pStyle w:val="ListBullet"/>
      </w:pPr>
      <w:sdt>
        <w:sdtPr>
          <w:rPr>
            <w:rStyle w:val="Bold"/>
          </w:rPr>
          <w:id w:val="-1765599190"/>
          <w:placeholder>
            <w:docPart w:val="523D994F0E084A0BB70E231F8F487817"/>
          </w:placeholder>
          <w:showingPlcHdr/>
          <w15:appearance w15:val="hidden"/>
        </w:sdtPr>
        <w:sdtContent>
          <w:r w:rsidR="00AF03B3" w:rsidRPr="00ED112D">
            <w:rPr>
              <w:rStyle w:val="Bold"/>
            </w:rPr>
            <w:t>Step 3:</w:t>
          </w:r>
        </w:sdtContent>
      </w:sdt>
      <w:r w:rsidR="00AF03B3" w:rsidRPr="00ED112D">
        <w:t xml:space="preserve"> </w:t>
      </w:r>
      <w:sdt>
        <w:sdtPr>
          <w:id w:val="1420910926"/>
          <w:placeholder>
            <w:docPart w:val="A277F10E0B0949A587A37F45E1A3FD17"/>
          </w:placeholder>
          <w:showingPlcHdr/>
          <w15:appearance w15:val="hidden"/>
        </w:sdtPr>
        <w:sdtContent>
          <w:r w:rsidR="00AF03B3" w:rsidRPr="00ED112D">
            <w:t>Once all of the costs are entered, review the individual items and total amount to see where the budget can be fine-tuned or move something out into the future when more revenue is coming in.</w:t>
          </w:r>
        </w:sdtContent>
      </w:sdt>
    </w:p>
    <w:p w:rsidR="00AF03B3" w:rsidRPr="00ED112D" w:rsidRDefault="00AF03B3" w:rsidP="00AF03B3">
      <w:pPr>
        <w:sectPr w:rsidR="00AF03B3" w:rsidRPr="00ED112D" w:rsidSect="000A3384">
          <w:headerReference w:type="default" r:id="rId17"/>
          <w:pgSz w:w="12240" w:h="15840" w:code="1"/>
          <w:pgMar w:top="2160" w:right="720" w:bottom="720" w:left="720" w:header="576" w:footer="432" w:gutter="0"/>
          <w:cols w:space="708"/>
          <w:docGrid w:linePitch="360"/>
        </w:sectPr>
      </w:pPr>
    </w:p>
    <w:tbl>
      <w:tblPr>
        <w:tblW w:w="5000" w:type="pct"/>
        <w:tblLayout w:type="fixed"/>
        <w:tblLook w:val="04A0" w:firstRow="1" w:lastRow="0" w:firstColumn="1" w:lastColumn="0" w:noHBand="0" w:noVBand="1"/>
      </w:tblPr>
      <w:tblGrid>
        <w:gridCol w:w="2992"/>
        <w:gridCol w:w="876"/>
        <w:gridCol w:w="877"/>
        <w:gridCol w:w="878"/>
        <w:gridCol w:w="877"/>
        <w:gridCol w:w="878"/>
        <w:gridCol w:w="585"/>
        <w:gridCol w:w="293"/>
        <w:gridCol w:w="877"/>
        <w:gridCol w:w="878"/>
        <w:gridCol w:w="878"/>
        <w:gridCol w:w="877"/>
        <w:gridCol w:w="878"/>
        <w:gridCol w:w="878"/>
        <w:gridCol w:w="878"/>
      </w:tblGrid>
      <w:tr w:rsidR="00AF03B3" w:rsidRPr="00ED112D" w:rsidTr="00FE2B17">
        <w:trPr>
          <w:trHeight w:val="300"/>
        </w:trPr>
        <w:tc>
          <w:tcPr>
            <w:tcW w:w="14400" w:type="dxa"/>
            <w:gridSpan w:val="15"/>
            <w:shd w:val="clear" w:color="auto" w:fill="107082" w:themeFill="accent2"/>
            <w:noWrap/>
            <w:vAlign w:val="center"/>
            <w:hideMark/>
          </w:tcPr>
          <w:p w:rsidR="00AF03B3" w:rsidRPr="00ED112D" w:rsidRDefault="00000000" w:rsidP="0000540B">
            <w:pPr>
              <w:pStyle w:val="TableHeadingStyle"/>
            </w:pPr>
            <w:sdt>
              <w:sdtPr>
                <w:id w:val="2045242919"/>
                <w:placeholder>
                  <w:docPart w:val="322E66CC76564CA2B6F6E435FF640895"/>
                </w:placeholder>
                <w:showingPlcHdr/>
                <w15:appearance w15:val="hidden"/>
              </w:sdtPr>
              <w:sdtContent>
                <w:r w:rsidR="00AF03B3" w:rsidRPr="00ED112D">
                  <w:t>START-UP COSTS</w:t>
                </w:r>
              </w:sdtContent>
            </w:sdt>
          </w:p>
        </w:tc>
      </w:tr>
      <w:tr w:rsidR="00AF03B3" w:rsidRPr="00ED112D" w:rsidTr="00FE2B17">
        <w:trPr>
          <w:trHeight w:val="300"/>
        </w:trPr>
        <w:tc>
          <w:tcPr>
            <w:tcW w:w="7963" w:type="dxa"/>
            <w:gridSpan w:val="7"/>
            <w:noWrap/>
            <w:vAlign w:val="center"/>
            <w:hideMark/>
          </w:tcPr>
          <w:p w:rsidR="00AF03B3" w:rsidRPr="00ED112D" w:rsidRDefault="00000000" w:rsidP="00AA1EA0">
            <w:pPr>
              <w:pStyle w:val="TableTextLarge"/>
            </w:pPr>
            <w:sdt>
              <w:sdtPr>
                <w:id w:val="1141766345"/>
                <w:placeholder>
                  <w:docPart w:val="F265D8946116442CB1A6F313420B6F51"/>
                </w:placeholder>
                <w:temporary/>
                <w:showingPlcHdr/>
                <w15:appearance w15:val="hidden"/>
              </w:sdtPr>
              <w:sdtContent>
                <w:r w:rsidR="00AC7BAD">
                  <w:t>Your Home-Based Agency</w:t>
                </w:r>
              </w:sdtContent>
            </w:sdt>
          </w:p>
        </w:tc>
        <w:tc>
          <w:tcPr>
            <w:tcW w:w="6437" w:type="dxa"/>
            <w:gridSpan w:val="8"/>
            <w:vAlign w:val="center"/>
            <w:hideMark/>
          </w:tcPr>
          <w:p w:rsidR="00AF03B3" w:rsidRPr="00ED112D" w:rsidRDefault="00000000" w:rsidP="00AC7BAD">
            <w:pPr>
              <w:pStyle w:val="TableTextLarge"/>
              <w:jc w:val="right"/>
            </w:pPr>
            <w:sdt>
              <w:sdtPr>
                <w:id w:val="-2062539974"/>
                <w:placeholder>
                  <w:docPart w:val="1DBD70310E804F6BBBFB0C15A1D5ECD0"/>
                </w:placeholder>
                <w:temporary/>
                <w:showingPlcHdr/>
                <w15:appearance w15:val="hidden"/>
              </w:sdtPr>
              <w:sdtContent>
                <w:r w:rsidR="00AC7BAD" w:rsidRPr="000D7E53">
                  <w:t>January 1, 20</w:t>
                </w:r>
                <w:r w:rsidR="00657790">
                  <w:t>XX</w:t>
                </w:r>
              </w:sdtContent>
            </w:sdt>
          </w:p>
        </w:tc>
      </w:tr>
      <w:tr w:rsidR="00AF03B3" w:rsidRPr="00AA1EA0" w:rsidTr="00FE2B17">
        <w:trPr>
          <w:trHeight w:val="300"/>
        </w:trPr>
        <w:tc>
          <w:tcPr>
            <w:tcW w:w="2992"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416865961"/>
                <w:placeholder>
                  <w:docPart w:val="CBDCAE1B1A7144A6BFF70271CEF7FDEF"/>
                </w:placeholder>
                <w:showingPlcHdr/>
                <w15:appearance w15:val="hidden"/>
              </w:sdtPr>
              <w:sdtContent>
                <w:r w:rsidR="00AF03B3" w:rsidRPr="00AA1EA0">
                  <w:rPr>
                    <w:rStyle w:val="Bold"/>
                    <w:b/>
                    <w:bCs/>
                    <w:sz w:val="18"/>
                    <w:szCs w:val="22"/>
                  </w:rPr>
                  <w:t>REVENUE</w:t>
                </w:r>
              </w:sdtContent>
            </w:sdt>
          </w:p>
        </w:tc>
        <w:tc>
          <w:tcPr>
            <w:tcW w:w="876"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998733427"/>
                <w:placeholder>
                  <w:docPart w:val="9CA20CE09D0649738562417937D18167"/>
                </w:placeholder>
                <w:showingPlcHdr/>
                <w15:appearance w15:val="hidden"/>
              </w:sdtPr>
              <w:sdtContent>
                <w:r w:rsidR="00AF03B3" w:rsidRPr="00AA1EA0">
                  <w:rPr>
                    <w:rStyle w:val="Bold"/>
                    <w:b/>
                    <w:bCs/>
                    <w:sz w:val="18"/>
                    <w:szCs w:val="22"/>
                  </w:rPr>
                  <w:t>JAN</w:t>
                </w:r>
              </w:sdtContent>
            </w:sdt>
          </w:p>
        </w:tc>
        <w:tc>
          <w:tcPr>
            <w:tcW w:w="877"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627300637"/>
                <w:placeholder>
                  <w:docPart w:val="AD479311C2CD43FCA11D9F1EE07464D9"/>
                </w:placeholder>
                <w:showingPlcHdr/>
                <w15:appearance w15:val="hidden"/>
              </w:sdtPr>
              <w:sdtContent>
                <w:r w:rsidR="00AF03B3" w:rsidRPr="00AA1EA0">
                  <w:rPr>
                    <w:rStyle w:val="Bold"/>
                    <w:b/>
                    <w:bCs/>
                    <w:sz w:val="18"/>
                    <w:szCs w:val="22"/>
                  </w:rPr>
                  <w:t>FEB</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2109723082"/>
                <w:placeholder>
                  <w:docPart w:val="F48C0BD8DFA44452BD4B967F519A59A1"/>
                </w:placeholder>
                <w:showingPlcHdr/>
                <w15:appearance w15:val="hidden"/>
              </w:sdtPr>
              <w:sdtContent>
                <w:r w:rsidR="00AF03B3" w:rsidRPr="00AA1EA0">
                  <w:rPr>
                    <w:rStyle w:val="Bold"/>
                    <w:b/>
                    <w:bCs/>
                    <w:sz w:val="18"/>
                    <w:szCs w:val="22"/>
                  </w:rPr>
                  <w:t>MAR</w:t>
                </w:r>
              </w:sdtContent>
            </w:sdt>
          </w:p>
        </w:tc>
        <w:tc>
          <w:tcPr>
            <w:tcW w:w="877"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820922621"/>
                <w:placeholder>
                  <w:docPart w:val="08521E4F52954EA390C0BEB7B5C6C2D0"/>
                </w:placeholder>
                <w:showingPlcHdr/>
                <w15:appearance w15:val="hidden"/>
              </w:sdtPr>
              <w:sdtContent>
                <w:r w:rsidR="00AF03B3" w:rsidRPr="00AA1EA0">
                  <w:rPr>
                    <w:rStyle w:val="Bold"/>
                    <w:b/>
                    <w:bCs/>
                    <w:sz w:val="18"/>
                    <w:szCs w:val="22"/>
                  </w:rPr>
                  <w:t>APR</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951658538"/>
                <w:placeholder>
                  <w:docPart w:val="519AE6430B104BBD8B7B3A6999FAB75A"/>
                </w:placeholder>
                <w:showingPlcHdr/>
                <w15:appearance w15:val="hidden"/>
              </w:sdtPr>
              <w:sdtContent>
                <w:r w:rsidR="00AF03B3" w:rsidRPr="00AA1EA0">
                  <w:rPr>
                    <w:rStyle w:val="Bold"/>
                    <w:b/>
                    <w:bCs/>
                    <w:sz w:val="18"/>
                    <w:szCs w:val="22"/>
                  </w:rPr>
                  <w:t>MAY</w:t>
                </w:r>
              </w:sdtContent>
            </w:sdt>
          </w:p>
        </w:tc>
        <w:tc>
          <w:tcPr>
            <w:tcW w:w="878" w:type="dxa"/>
            <w:gridSpan w:val="2"/>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981910020"/>
                <w:placeholder>
                  <w:docPart w:val="8DF415EB0981413E92F10857D3263969"/>
                </w:placeholder>
                <w:showingPlcHdr/>
                <w15:appearance w15:val="hidden"/>
              </w:sdtPr>
              <w:sdtContent>
                <w:r w:rsidR="00AF03B3" w:rsidRPr="00AA1EA0">
                  <w:rPr>
                    <w:rStyle w:val="Bold"/>
                    <w:b/>
                    <w:bCs/>
                    <w:sz w:val="18"/>
                    <w:szCs w:val="22"/>
                  </w:rPr>
                  <w:t>JUN</w:t>
                </w:r>
              </w:sdtContent>
            </w:sdt>
          </w:p>
        </w:tc>
        <w:tc>
          <w:tcPr>
            <w:tcW w:w="877"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204296592"/>
                <w:placeholder>
                  <w:docPart w:val="56B867EFE91F4E3A9A134AA97DA83A0F"/>
                </w:placeholder>
                <w:showingPlcHdr/>
                <w15:appearance w15:val="hidden"/>
              </w:sdtPr>
              <w:sdtContent>
                <w:r w:rsidR="00AF03B3" w:rsidRPr="00AA1EA0">
                  <w:rPr>
                    <w:rStyle w:val="Bold"/>
                    <w:b/>
                    <w:bCs/>
                    <w:sz w:val="18"/>
                    <w:szCs w:val="22"/>
                  </w:rPr>
                  <w:t>JUL</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374039557"/>
                <w:placeholder>
                  <w:docPart w:val="225FC07F3D07442D8F873012C1986725"/>
                </w:placeholder>
                <w:showingPlcHdr/>
                <w15:appearance w15:val="hidden"/>
              </w:sdtPr>
              <w:sdtContent>
                <w:r w:rsidR="00AF03B3" w:rsidRPr="00AA1EA0">
                  <w:rPr>
                    <w:rStyle w:val="Bold"/>
                    <w:b/>
                    <w:bCs/>
                    <w:sz w:val="18"/>
                    <w:szCs w:val="22"/>
                  </w:rPr>
                  <w:t>AUG</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550413001"/>
                <w:placeholder>
                  <w:docPart w:val="465D929FDBC049AFAC136CAFBB63963B"/>
                </w:placeholder>
                <w:showingPlcHdr/>
                <w15:appearance w15:val="hidden"/>
              </w:sdtPr>
              <w:sdtContent>
                <w:r w:rsidR="00AF03B3" w:rsidRPr="00AA1EA0">
                  <w:rPr>
                    <w:rStyle w:val="Bold"/>
                    <w:b/>
                    <w:bCs/>
                    <w:sz w:val="18"/>
                    <w:szCs w:val="22"/>
                  </w:rPr>
                  <w:t>SEP</w:t>
                </w:r>
              </w:sdtContent>
            </w:sdt>
          </w:p>
        </w:tc>
        <w:tc>
          <w:tcPr>
            <w:tcW w:w="877"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112982545"/>
                <w:placeholder>
                  <w:docPart w:val="065D43BA84414AC6B55DB258E7D2D22F"/>
                </w:placeholder>
                <w:showingPlcHdr/>
                <w15:appearance w15:val="hidden"/>
              </w:sdtPr>
              <w:sdtContent>
                <w:r w:rsidR="00AF03B3" w:rsidRPr="00AA1EA0">
                  <w:rPr>
                    <w:rStyle w:val="Bold"/>
                    <w:b/>
                    <w:bCs/>
                    <w:sz w:val="18"/>
                    <w:szCs w:val="22"/>
                  </w:rPr>
                  <w:t>OCT</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630868180"/>
                <w:placeholder>
                  <w:docPart w:val="EFB478E9A0554CD0A4CA907B5EE85CDE"/>
                </w:placeholder>
                <w:showingPlcHdr/>
                <w15:appearance w15:val="hidden"/>
              </w:sdtPr>
              <w:sdtContent>
                <w:r w:rsidR="00AF03B3" w:rsidRPr="00AA1EA0">
                  <w:rPr>
                    <w:rStyle w:val="Bold"/>
                    <w:b/>
                    <w:bCs/>
                    <w:sz w:val="18"/>
                    <w:szCs w:val="22"/>
                  </w:rPr>
                  <w:t>NOV</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312495529"/>
                <w:placeholder>
                  <w:docPart w:val="AACE5A6686284AF9AEC696EDDE69F55B"/>
                </w:placeholder>
                <w:showingPlcHdr/>
                <w15:appearance w15:val="hidden"/>
              </w:sdtPr>
              <w:sdtContent>
                <w:r w:rsidR="00AF03B3" w:rsidRPr="00AA1EA0">
                  <w:rPr>
                    <w:rStyle w:val="Bold"/>
                    <w:b/>
                    <w:bCs/>
                    <w:sz w:val="18"/>
                    <w:szCs w:val="22"/>
                  </w:rPr>
                  <w:t>DEC</w:t>
                </w:r>
              </w:sdtContent>
            </w:sdt>
          </w:p>
        </w:tc>
        <w:tc>
          <w:tcPr>
            <w:tcW w:w="878" w:type="dxa"/>
            <w:shd w:val="clear" w:color="auto" w:fill="F0CDA1" w:themeFill="accent1"/>
            <w:vAlign w:val="center"/>
            <w:hideMark/>
          </w:tcPr>
          <w:p w:rsidR="00AF03B3" w:rsidRPr="00AA1EA0" w:rsidRDefault="00000000" w:rsidP="00AA1EA0">
            <w:pPr>
              <w:pStyle w:val="Tabletotal"/>
              <w:rPr>
                <w:rStyle w:val="Bold"/>
                <w:b/>
                <w:bCs/>
                <w:sz w:val="18"/>
                <w:szCs w:val="22"/>
              </w:rPr>
            </w:pPr>
            <w:sdt>
              <w:sdtPr>
                <w:rPr>
                  <w:rStyle w:val="Bold"/>
                  <w:b/>
                  <w:bCs/>
                  <w:sz w:val="18"/>
                  <w:szCs w:val="22"/>
                </w:rPr>
                <w:id w:val="2003157700"/>
                <w:placeholder>
                  <w:docPart w:val="3074538D446B4BA18C2802E9F618B88D"/>
                </w:placeholder>
                <w:showingPlcHdr/>
                <w15:appearance w15:val="hidden"/>
              </w:sdtPr>
              <w:sdtContent>
                <w:r w:rsidR="00AF03B3" w:rsidRPr="00AA1EA0">
                  <w:rPr>
                    <w:rStyle w:val="Bold"/>
                    <w:b/>
                    <w:bCs/>
                    <w:sz w:val="18"/>
                    <w:szCs w:val="22"/>
                  </w:rPr>
                  <w:t>YTD</w:t>
                </w:r>
              </w:sdtContent>
            </w:sdt>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904880054"/>
                <w:placeholder>
                  <w:docPart w:val="43D00AA8B0234A019CBE49B61A5E1DC2"/>
                </w:placeholder>
                <w:showingPlcHdr/>
                <w15:appearance w15:val="hidden"/>
              </w:sdtPr>
              <w:sdtContent>
                <w:r w:rsidR="00AF03B3" w:rsidRPr="00ED112D">
                  <w:t>Estimated Product Sales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1913890770"/>
                <w:placeholder>
                  <w:docPart w:val="83F3F3D4CF564AF1AC52310986AB0D63"/>
                </w:placeholder>
                <w:showingPlcHdr/>
                <w15:appearance w15:val="hidden"/>
              </w:sdtPr>
              <w:sdtContent>
                <w:r w:rsidR="00AF03B3" w:rsidRPr="00ED112D">
                  <w:t>Less Sales Returns &amp; Discounts</w:t>
                </w:r>
              </w:sdtContent>
            </w:sdt>
          </w:p>
        </w:tc>
        <w:tc>
          <w:tcPr>
            <w:tcW w:w="876"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gridSpan w:val="2"/>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1423989203"/>
                <w:placeholder>
                  <w:docPart w:val="EA1258CF41CC466299C7C2B983C3F89F"/>
                </w:placeholder>
                <w:showingPlcHdr/>
                <w15:appearance w15:val="hidden"/>
              </w:sdtPr>
              <w:sdtContent>
                <w:r w:rsidR="00AF03B3" w:rsidRPr="00ED112D">
                  <w:t>Service Revenue</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256952322"/>
                <w:placeholder>
                  <w:docPart w:val="C42DA1F572534EF89C86F0E15C53DBE5"/>
                </w:placeholder>
                <w:showingPlcHdr/>
                <w15:appearance w15:val="hidden"/>
              </w:sdtPr>
              <w:sdtContent>
                <w:r w:rsidR="00AF03B3" w:rsidRPr="00ED112D">
                  <w:t>Other Revenue</w:t>
                </w:r>
              </w:sdtContent>
            </w:sdt>
          </w:p>
        </w:tc>
        <w:tc>
          <w:tcPr>
            <w:tcW w:w="876"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gridSpan w:val="2"/>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7"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c>
          <w:tcPr>
            <w:tcW w:w="878" w:type="dxa"/>
            <w:noWrap/>
            <w:vAlign w:val="center"/>
          </w:tcPr>
          <w:p w:rsidR="00AF03B3" w:rsidRPr="00ED112D" w:rsidRDefault="00AF03B3" w:rsidP="00AA1EA0">
            <w:pPr>
              <w:pStyle w:val="TableTextLarge"/>
              <w:rPr>
                <w:szCs w:val="18"/>
              </w:rPr>
            </w:pPr>
          </w:p>
        </w:tc>
      </w:tr>
      <w:tr w:rsidR="00AF03B3" w:rsidRPr="00AA1EA0" w:rsidTr="00FE2B17">
        <w:trPr>
          <w:trHeight w:val="300"/>
        </w:trPr>
        <w:tc>
          <w:tcPr>
            <w:tcW w:w="2992" w:type="dxa"/>
            <w:shd w:val="clear" w:color="auto" w:fill="F2F2F2" w:themeFill="background1" w:themeFillShade="F2"/>
            <w:vAlign w:val="center"/>
            <w:hideMark/>
          </w:tcPr>
          <w:p w:rsidR="00AF03B3" w:rsidRPr="00AA1EA0" w:rsidRDefault="00000000" w:rsidP="00AA1EA0">
            <w:pPr>
              <w:pStyle w:val="Tabletotal"/>
            </w:pPr>
            <w:sdt>
              <w:sdtPr>
                <w:id w:val="1592115206"/>
                <w:placeholder>
                  <w:docPart w:val="C7D74DF58A684551B2EE81F726501064"/>
                </w:placeholder>
                <w:showingPlcHdr/>
                <w15:appearance w15:val="hidden"/>
              </w:sdtPr>
              <w:sdtContent>
                <w:r w:rsidR="00AF03B3" w:rsidRPr="00AA1EA0">
                  <w:t>Net Sales</w:t>
                </w:r>
              </w:sdtContent>
            </w:sdt>
          </w:p>
        </w:tc>
        <w:tc>
          <w:tcPr>
            <w:tcW w:w="876"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gridSpan w:val="2"/>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r>
      <w:tr w:rsidR="00AF03B3" w:rsidRPr="00AA1EA0" w:rsidTr="00FE2B17">
        <w:trPr>
          <w:trHeight w:val="300"/>
        </w:trPr>
        <w:tc>
          <w:tcPr>
            <w:tcW w:w="2992" w:type="dxa"/>
            <w:vAlign w:val="center"/>
            <w:hideMark/>
          </w:tcPr>
          <w:p w:rsidR="00AF03B3" w:rsidRPr="00AA1EA0" w:rsidRDefault="00000000" w:rsidP="00AA1EA0">
            <w:pPr>
              <w:pStyle w:val="Tabletotal"/>
            </w:pPr>
            <w:sdt>
              <w:sdtPr>
                <w:id w:val="-608895473"/>
                <w:placeholder>
                  <w:docPart w:val="11CD6889B6024161BD289BCECA55608E"/>
                </w:placeholder>
                <w:showingPlcHdr/>
                <w15:appearance w15:val="hidden"/>
              </w:sdtPr>
              <w:sdtContent>
                <w:r w:rsidR="00AF03B3" w:rsidRPr="00AA1EA0">
                  <w:t>Cost of Goods Sold</w:t>
                </w:r>
              </w:sdtContent>
            </w:sdt>
          </w:p>
        </w:tc>
        <w:tc>
          <w:tcPr>
            <w:tcW w:w="876"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gridSpan w:val="2"/>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r>
      <w:tr w:rsidR="00AF03B3" w:rsidRPr="00AA1EA0" w:rsidTr="00FE2B17">
        <w:trPr>
          <w:trHeight w:val="300"/>
        </w:trPr>
        <w:tc>
          <w:tcPr>
            <w:tcW w:w="2992" w:type="dxa"/>
            <w:shd w:val="clear" w:color="auto" w:fill="F2F2F2" w:themeFill="background1" w:themeFillShade="F2"/>
            <w:vAlign w:val="center"/>
            <w:hideMark/>
          </w:tcPr>
          <w:p w:rsidR="00AF03B3" w:rsidRPr="00AA1EA0" w:rsidRDefault="00000000" w:rsidP="00AA1EA0">
            <w:pPr>
              <w:pStyle w:val="Tabletotal"/>
            </w:pPr>
            <w:sdt>
              <w:sdtPr>
                <w:id w:val="-1987620826"/>
                <w:placeholder>
                  <w:docPart w:val="9D0A6CCEAB7B456DBB21BD49D1477C2B"/>
                </w:placeholder>
                <w:showingPlcHdr/>
                <w15:appearance w15:val="hidden"/>
              </w:sdtPr>
              <w:sdtContent>
                <w:r w:rsidR="00AF03B3" w:rsidRPr="00AA1EA0">
                  <w:t>Gross Profit</w:t>
                </w:r>
              </w:sdtContent>
            </w:sdt>
          </w:p>
        </w:tc>
        <w:tc>
          <w:tcPr>
            <w:tcW w:w="876"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gridSpan w:val="2"/>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r>
      <w:tr w:rsidR="00AF03B3" w:rsidRPr="00AA1EA0" w:rsidTr="00FE2B17">
        <w:trPr>
          <w:trHeight w:val="300"/>
        </w:trPr>
        <w:tc>
          <w:tcPr>
            <w:tcW w:w="2992" w:type="dxa"/>
            <w:shd w:val="clear" w:color="auto" w:fill="F0CDA1" w:themeFill="accent1"/>
            <w:vAlign w:val="center"/>
            <w:hideMark/>
          </w:tcPr>
          <w:p w:rsidR="00AF03B3" w:rsidRPr="00AA1EA0" w:rsidRDefault="00000000" w:rsidP="00AA1EA0">
            <w:pPr>
              <w:pStyle w:val="Tabletotal"/>
            </w:pPr>
            <w:sdt>
              <w:sdtPr>
                <w:id w:val="-67510562"/>
                <w:placeholder>
                  <w:docPart w:val="57B8229BE8B144E09824C4A97DCCA1E3"/>
                </w:placeholder>
                <w:showingPlcHdr/>
                <w15:appearance w15:val="hidden"/>
              </w:sdtPr>
              <w:sdtContent>
                <w:r w:rsidR="00AF03B3" w:rsidRPr="00AA1EA0">
                  <w:t>EXPENSES</w:t>
                </w:r>
              </w:sdtContent>
            </w:sdt>
          </w:p>
        </w:tc>
        <w:tc>
          <w:tcPr>
            <w:tcW w:w="876" w:type="dxa"/>
            <w:shd w:val="clear" w:color="auto" w:fill="F0CDA1" w:themeFill="accent1"/>
            <w:vAlign w:val="center"/>
            <w:hideMark/>
          </w:tcPr>
          <w:p w:rsidR="00AF03B3" w:rsidRPr="00AA1EA0" w:rsidRDefault="00000000" w:rsidP="00AA1EA0">
            <w:pPr>
              <w:pStyle w:val="Tabletotal"/>
            </w:pPr>
            <w:sdt>
              <w:sdtPr>
                <w:id w:val="535543391"/>
                <w:placeholder>
                  <w:docPart w:val="CF596E2DDBE544F0BC969F26E3BA05D4"/>
                </w:placeholder>
                <w:showingPlcHdr/>
                <w15:appearance w15:val="hidden"/>
              </w:sdtPr>
              <w:sdtContent>
                <w:r w:rsidR="00AF03B3" w:rsidRPr="00AA1EA0">
                  <w:t>JAN</w:t>
                </w:r>
              </w:sdtContent>
            </w:sdt>
          </w:p>
        </w:tc>
        <w:tc>
          <w:tcPr>
            <w:tcW w:w="877" w:type="dxa"/>
            <w:shd w:val="clear" w:color="auto" w:fill="F0CDA1" w:themeFill="accent1"/>
            <w:vAlign w:val="center"/>
            <w:hideMark/>
          </w:tcPr>
          <w:p w:rsidR="00AF03B3" w:rsidRPr="00AA1EA0" w:rsidRDefault="00000000" w:rsidP="00AA1EA0">
            <w:pPr>
              <w:pStyle w:val="Tabletotal"/>
            </w:pPr>
            <w:sdt>
              <w:sdtPr>
                <w:id w:val="-792528482"/>
                <w:placeholder>
                  <w:docPart w:val="DD22C0F079EF469D8C2C80F5660474BC"/>
                </w:placeholder>
                <w:showingPlcHdr/>
                <w15:appearance w15:val="hidden"/>
              </w:sdtPr>
              <w:sdtContent>
                <w:r w:rsidR="00AF03B3" w:rsidRPr="00AA1EA0">
                  <w:t>FEB</w:t>
                </w:r>
              </w:sdtContent>
            </w:sdt>
          </w:p>
        </w:tc>
        <w:tc>
          <w:tcPr>
            <w:tcW w:w="878" w:type="dxa"/>
            <w:shd w:val="clear" w:color="auto" w:fill="F0CDA1" w:themeFill="accent1"/>
            <w:vAlign w:val="center"/>
            <w:hideMark/>
          </w:tcPr>
          <w:p w:rsidR="00AF03B3" w:rsidRPr="00AA1EA0" w:rsidRDefault="00000000" w:rsidP="00AA1EA0">
            <w:pPr>
              <w:pStyle w:val="Tabletotal"/>
            </w:pPr>
            <w:sdt>
              <w:sdtPr>
                <w:id w:val="1379045228"/>
                <w:placeholder>
                  <w:docPart w:val="3FAF90645521433D9C4D73318D29DC1B"/>
                </w:placeholder>
                <w:showingPlcHdr/>
                <w15:appearance w15:val="hidden"/>
              </w:sdtPr>
              <w:sdtContent>
                <w:r w:rsidR="00AF03B3" w:rsidRPr="00AA1EA0">
                  <w:t>MAR</w:t>
                </w:r>
              </w:sdtContent>
            </w:sdt>
          </w:p>
        </w:tc>
        <w:tc>
          <w:tcPr>
            <w:tcW w:w="877" w:type="dxa"/>
            <w:shd w:val="clear" w:color="auto" w:fill="F0CDA1" w:themeFill="accent1"/>
            <w:vAlign w:val="center"/>
            <w:hideMark/>
          </w:tcPr>
          <w:p w:rsidR="00AF03B3" w:rsidRPr="00AA1EA0" w:rsidRDefault="00000000" w:rsidP="00AA1EA0">
            <w:pPr>
              <w:pStyle w:val="Tabletotal"/>
            </w:pPr>
            <w:sdt>
              <w:sdtPr>
                <w:id w:val="-477386063"/>
                <w:placeholder>
                  <w:docPart w:val="16BB289B12854441A626FA7DD89C7501"/>
                </w:placeholder>
                <w:showingPlcHdr/>
                <w15:appearance w15:val="hidden"/>
              </w:sdtPr>
              <w:sdtContent>
                <w:r w:rsidR="00AF03B3" w:rsidRPr="00AA1EA0">
                  <w:t>APR</w:t>
                </w:r>
              </w:sdtContent>
            </w:sdt>
          </w:p>
        </w:tc>
        <w:tc>
          <w:tcPr>
            <w:tcW w:w="878" w:type="dxa"/>
            <w:shd w:val="clear" w:color="auto" w:fill="F0CDA1" w:themeFill="accent1"/>
            <w:vAlign w:val="center"/>
            <w:hideMark/>
          </w:tcPr>
          <w:p w:rsidR="00AF03B3" w:rsidRPr="00AA1EA0" w:rsidRDefault="00000000" w:rsidP="00AA1EA0">
            <w:pPr>
              <w:pStyle w:val="Tabletotal"/>
            </w:pPr>
            <w:sdt>
              <w:sdtPr>
                <w:id w:val="1498619159"/>
                <w:placeholder>
                  <w:docPart w:val="23E0F27DD27541F08076EAC02CC6A00F"/>
                </w:placeholder>
                <w:showingPlcHdr/>
                <w15:appearance w15:val="hidden"/>
              </w:sdtPr>
              <w:sdtContent>
                <w:r w:rsidR="00AF03B3" w:rsidRPr="00AA1EA0">
                  <w:t>MAY</w:t>
                </w:r>
              </w:sdtContent>
            </w:sdt>
          </w:p>
        </w:tc>
        <w:tc>
          <w:tcPr>
            <w:tcW w:w="878" w:type="dxa"/>
            <w:gridSpan w:val="2"/>
            <w:shd w:val="clear" w:color="auto" w:fill="F0CDA1" w:themeFill="accent1"/>
            <w:vAlign w:val="center"/>
            <w:hideMark/>
          </w:tcPr>
          <w:p w:rsidR="00AF03B3" w:rsidRPr="00AA1EA0" w:rsidRDefault="00000000" w:rsidP="00AA1EA0">
            <w:pPr>
              <w:pStyle w:val="Tabletotal"/>
            </w:pPr>
            <w:sdt>
              <w:sdtPr>
                <w:id w:val="1019739176"/>
                <w:placeholder>
                  <w:docPart w:val="8514EAA9230D457E93D67C3BD9AA81AB"/>
                </w:placeholder>
                <w:showingPlcHdr/>
                <w15:appearance w15:val="hidden"/>
              </w:sdtPr>
              <w:sdtContent>
                <w:r w:rsidR="00AF03B3" w:rsidRPr="00AA1EA0">
                  <w:t>JUN</w:t>
                </w:r>
              </w:sdtContent>
            </w:sdt>
          </w:p>
        </w:tc>
        <w:tc>
          <w:tcPr>
            <w:tcW w:w="877" w:type="dxa"/>
            <w:shd w:val="clear" w:color="auto" w:fill="F0CDA1" w:themeFill="accent1"/>
            <w:vAlign w:val="center"/>
            <w:hideMark/>
          </w:tcPr>
          <w:p w:rsidR="00AF03B3" w:rsidRPr="00AA1EA0" w:rsidRDefault="00000000" w:rsidP="00AA1EA0">
            <w:pPr>
              <w:pStyle w:val="Tabletotal"/>
            </w:pPr>
            <w:sdt>
              <w:sdtPr>
                <w:id w:val="194814262"/>
                <w:placeholder>
                  <w:docPart w:val="EEBFC930304747CAA09CC176848C67DF"/>
                </w:placeholder>
                <w:showingPlcHdr/>
                <w15:appearance w15:val="hidden"/>
              </w:sdtPr>
              <w:sdtContent>
                <w:r w:rsidR="00AF03B3" w:rsidRPr="00AA1EA0">
                  <w:t>JUL</w:t>
                </w:r>
              </w:sdtContent>
            </w:sdt>
          </w:p>
        </w:tc>
        <w:tc>
          <w:tcPr>
            <w:tcW w:w="878" w:type="dxa"/>
            <w:shd w:val="clear" w:color="auto" w:fill="F0CDA1" w:themeFill="accent1"/>
            <w:vAlign w:val="center"/>
            <w:hideMark/>
          </w:tcPr>
          <w:p w:rsidR="00AF03B3" w:rsidRPr="00AA1EA0" w:rsidRDefault="00000000" w:rsidP="00AA1EA0">
            <w:pPr>
              <w:pStyle w:val="Tabletotal"/>
            </w:pPr>
            <w:sdt>
              <w:sdtPr>
                <w:id w:val="523286982"/>
                <w:placeholder>
                  <w:docPart w:val="B82D8E20B77340E7A6D1903494E5B71A"/>
                </w:placeholder>
                <w:showingPlcHdr/>
                <w15:appearance w15:val="hidden"/>
              </w:sdtPr>
              <w:sdtContent>
                <w:r w:rsidR="00AF03B3" w:rsidRPr="00AA1EA0">
                  <w:t>AUG</w:t>
                </w:r>
              </w:sdtContent>
            </w:sdt>
          </w:p>
        </w:tc>
        <w:tc>
          <w:tcPr>
            <w:tcW w:w="878" w:type="dxa"/>
            <w:shd w:val="clear" w:color="auto" w:fill="F0CDA1" w:themeFill="accent1"/>
            <w:vAlign w:val="center"/>
            <w:hideMark/>
          </w:tcPr>
          <w:p w:rsidR="00AF03B3" w:rsidRPr="00AA1EA0" w:rsidRDefault="00000000" w:rsidP="00AA1EA0">
            <w:pPr>
              <w:pStyle w:val="Tabletotal"/>
            </w:pPr>
            <w:sdt>
              <w:sdtPr>
                <w:id w:val="-787890694"/>
                <w:placeholder>
                  <w:docPart w:val="C2D88FFABEA64E8094A5395702893A7C"/>
                </w:placeholder>
                <w:showingPlcHdr/>
                <w15:appearance w15:val="hidden"/>
              </w:sdtPr>
              <w:sdtContent>
                <w:r w:rsidR="00AF03B3" w:rsidRPr="00AA1EA0">
                  <w:t>SEP</w:t>
                </w:r>
              </w:sdtContent>
            </w:sdt>
          </w:p>
        </w:tc>
        <w:tc>
          <w:tcPr>
            <w:tcW w:w="877" w:type="dxa"/>
            <w:shd w:val="clear" w:color="auto" w:fill="F0CDA1" w:themeFill="accent1"/>
            <w:vAlign w:val="center"/>
            <w:hideMark/>
          </w:tcPr>
          <w:p w:rsidR="00AF03B3" w:rsidRPr="00AA1EA0" w:rsidRDefault="00000000" w:rsidP="00AA1EA0">
            <w:pPr>
              <w:pStyle w:val="Tabletotal"/>
            </w:pPr>
            <w:sdt>
              <w:sdtPr>
                <w:id w:val="-995717908"/>
                <w:placeholder>
                  <w:docPart w:val="60E4631F5FDE41CBA4CE40596C018B7E"/>
                </w:placeholder>
                <w:showingPlcHdr/>
                <w15:appearance w15:val="hidden"/>
              </w:sdtPr>
              <w:sdtContent>
                <w:r w:rsidR="00AF03B3" w:rsidRPr="00AA1EA0">
                  <w:t>OCT</w:t>
                </w:r>
              </w:sdtContent>
            </w:sdt>
          </w:p>
        </w:tc>
        <w:tc>
          <w:tcPr>
            <w:tcW w:w="878" w:type="dxa"/>
            <w:shd w:val="clear" w:color="auto" w:fill="F0CDA1" w:themeFill="accent1"/>
            <w:vAlign w:val="center"/>
            <w:hideMark/>
          </w:tcPr>
          <w:p w:rsidR="00AF03B3" w:rsidRPr="00AA1EA0" w:rsidRDefault="00000000" w:rsidP="00AA1EA0">
            <w:pPr>
              <w:pStyle w:val="Tabletotal"/>
            </w:pPr>
            <w:sdt>
              <w:sdtPr>
                <w:id w:val="785080216"/>
                <w:placeholder>
                  <w:docPart w:val="4AAD32A3261E4BFC88D233D4FA8DB28A"/>
                </w:placeholder>
                <w:showingPlcHdr/>
                <w15:appearance w15:val="hidden"/>
              </w:sdtPr>
              <w:sdtContent>
                <w:r w:rsidR="00AF03B3" w:rsidRPr="00AA1EA0">
                  <w:t>NOV</w:t>
                </w:r>
              </w:sdtContent>
            </w:sdt>
          </w:p>
        </w:tc>
        <w:tc>
          <w:tcPr>
            <w:tcW w:w="878" w:type="dxa"/>
            <w:shd w:val="clear" w:color="auto" w:fill="F0CDA1" w:themeFill="accent1"/>
            <w:vAlign w:val="center"/>
            <w:hideMark/>
          </w:tcPr>
          <w:p w:rsidR="00AF03B3" w:rsidRPr="00AA1EA0" w:rsidRDefault="00000000" w:rsidP="00AA1EA0">
            <w:pPr>
              <w:pStyle w:val="Tabletotal"/>
            </w:pPr>
            <w:sdt>
              <w:sdtPr>
                <w:id w:val="-367296327"/>
                <w:placeholder>
                  <w:docPart w:val="E9571CA7586F4542B2CD4C747CCF9A98"/>
                </w:placeholder>
                <w:showingPlcHdr/>
                <w15:appearance w15:val="hidden"/>
              </w:sdtPr>
              <w:sdtContent>
                <w:r w:rsidR="00AF03B3" w:rsidRPr="00AA1EA0">
                  <w:t>DEC</w:t>
                </w:r>
              </w:sdtContent>
            </w:sdt>
          </w:p>
        </w:tc>
        <w:tc>
          <w:tcPr>
            <w:tcW w:w="878" w:type="dxa"/>
            <w:shd w:val="clear" w:color="auto" w:fill="F0CDA1" w:themeFill="accent1"/>
            <w:vAlign w:val="center"/>
            <w:hideMark/>
          </w:tcPr>
          <w:p w:rsidR="00AF03B3" w:rsidRPr="00AA1EA0" w:rsidRDefault="00000000" w:rsidP="00AA1EA0">
            <w:pPr>
              <w:pStyle w:val="Tabletotal"/>
            </w:pPr>
            <w:sdt>
              <w:sdtPr>
                <w:id w:val="1088505587"/>
                <w:placeholder>
                  <w:docPart w:val="649DC5750F4E406C80D259465D837970"/>
                </w:placeholder>
                <w:showingPlcHdr/>
                <w15:appearance w15:val="hidden"/>
              </w:sdtPr>
              <w:sdtContent>
                <w:r w:rsidR="00AF03B3" w:rsidRPr="00AA1EA0">
                  <w:t>YTD</w:t>
                </w:r>
              </w:sdtContent>
            </w:sdt>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1467271167"/>
                <w:placeholder>
                  <w:docPart w:val="4AB99C851EE54440AC79EDDD5BF8986B"/>
                </w:placeholder>
                <w:showingPlcHdr/>
                <w15:appearance w15:val="hidden"/>
              </w:sdtPr>
              <w:sdtContent>
                <w:r w:rsidR="00AF03B3" w:rsidRPr="00ED112D">
                  <w:t>Salaries &amp; Wages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61378292"/>
                <w:placeholder>
                  <w:docPart w:val="D21848E317484305B038C4EEA9EDA793"/>
                </w:placeholder>
                <w:showingPlcHdr/>
                <w15:appearance w15:val="hidden"/>
              </w:sdtPr>
              <w:sdtContent>
                <w:r w:rsidR="00AF03B3" w:rsidRPr="00ED112D">
                  <w:t>Marketing/Advertising</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538250199"/>
                <w:placeholder>
                  <w:docPart w:val="A6D7477938DC473E9FA0AE8EADE01E37"/>
                </w:placeholder>
                <w:showingPlcHdr/>
                <w15:appearance w15:val="hidden"/>
              </w:sdtPr>
              <w:sdtContent>
                <w:r w:rsidR="00AF03B3" w:rsidRPr="00ED112D">
                  <w:t>Sales Commissions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1391465934"/>
                <w:placeholder>
                  <w:docPart w:val="EF84204397F84144BA367C5FA813AAE1"/>
                </w:placeholder>
                <w:showingPlcHdr/>
                <w15:appearance w15:val="hidden"/>
              </w:sdtPr>
              <w:sdtContent>
                <w:r w:rsidR="00AF03B3" w:rsidRPr="00ED112D">
                  <w:t>Rent</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411931949"/>
                <w:placeholder>
                  <w:docPart w:val="2E642B189E004E8A981BAB5B44C47EC8"/>
                </w:placeholder>
                <w:showingPlcHdr/>
                <w15:appearance w15:val="hidden"/>
              </w:sdtPr>
              <w:sdtContent>
                <w:r w:rsidR="00AF03B3" w:rsidRPr="00ED112D">
                  <w:t>Utilities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38323855"/>
                <w:placeholder>
                  <w:docPart w:val="8E005557211D439589633A309CAA12AB"/>
                </w:placeholder>
                <w:showingPlcHdr/>
                <w15:appearance w15:val="hidden"/>
              </w:sdtPr>
              <w:sdtContent>
                <w:r w:rsidR="00AF03B3" w:rsidRPr="00ED112D">
                  <w:t>Website Expenses</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1362120533"/>
                <w:placeholder>
                  <w:docPart w:val="E7C8D290C45D4ED8B29E71835F8F3D9A"/>
                </w:placeholder>
                <w:showingPlcHdr/>
                <w15:appearance w15:val="hidden"/>
              </w:sdtPr>
              <w:sdtContent>
                <w:r w:rsidR="00AF03B3" w:rsidRPr="00ED112D">
                  <w:t>Internet/Phone</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642124066"/>
                <w:placeholder>
                  <w:docPart w:val="FDC59DD2A6B44EF3A5C5A797C99BBC4B"/>
                </w:placeholder>
                <w:showingPlcHdr/>
                <w15:appearance w15:val="hidden"/>
              </w:sdtPr>
              <w:sdtContent>
                <w:r w:rsidR="00AF03B3" w:rsidRPr="00ED112D">
                  <w:t>Insurance</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632454194"/>
                <w:placeholder>
                  <w:docPart w:val="373F7368D096441CB385E68D137929FE"/>
                </w:placeholder>
                <w:showingPlcHdr/>
                <w15:appearance w15:val="hidden"/>
              </w:sdtPr>
              <w:sdtContent>
                <w:r w:rsidR="00AF03B3" w:rsidRPr="00ED112D">
                  <w:t>Travel</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494801717"/>
                <w:placeholder>
                  <w:docPart w:val="316D34CBDF064D78A20093E4582275D3"/>
                </w:placeholder>
                <w:showingPlcHdr/>
                <w15:appearance w15:val="hidden"/>
              </w:sdtPr>
              <w:sdtContent>
                <w:r w:rsidR="00AF03B3" w:rsidRPr="00ED112D">
                  <w:t>Legal/Accounting</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552846142"/>
                <w:placeholder>
                  <w:docPart w:val="C15F0CBBA96A45A4BE0C656EF240BF91"/>
                </w:placeholder>
                <w:showingPlcHdr/>
                <w15:appearance w15:val="hidden"/>
              </w:sdtPr>
              <w:sdtContent>
                <w:r w:rsidR="00AF03B3" w:rsidRPr="00ED112D">
                  <w:t>Office Supplies</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vAlign w:val="center"/>
            <w:hideMark/>
          </w:tcPr>
          <w:p w:rsidR="00AF03B3" w:rsidRPr="00ED112D" w:rsidRDefault="00000000" w:rsidP="00AA1EA0">
            <w:pPr>
              <w:pStyle w:val="TableTextLarge"/>
            </w:pPr>
            <w:sdt>
              <w:sdtPr>
                <w:id w:val="-1141419006"/>
                <w:placeholder>
                  <w:docPart w:val="8D1E2392306243AA946F6878832E1A98"/>
                </w:placeholder>
                <w:showingPlcHdr/>
                <w15:appearance w15:val="hidden"/>
              </w:sdtPr>
              <w:sdtContent>
                <w:r w:rsidR="00AF03B3" w:rsidRPr="00ED112D">
                  <w:t>Interest Expense</w:t>
                </w:r>
              </w:sdtContent>
            </w:sdt>
          </w:p>
        </w:tc>
        <w:tc>
          <w:tcPr>
            <w:tcW w:w="876"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ED112D" w:rsidTr="00FE2B17">
        <w:trPr>
          <w:trHeight w:val="300"/>
        </w:trPr>
        <w:tc>
          <w:tcPr>
            <w:tcW w:w="2992" w:type="dxa"/>
            <w:shd w:val="clear" w:color="auto" w:fill="F2F2F2" w:themeFill="background1" w:themeFillShade="F2"/>
            <w:vAlign w:val="center"/>
            <w:hideMark/>
          </w:tcPr>
          <w:p w:rsidR="00AF03B3" w:rsidRPr="00ED112D" w:rsidRDefault="00000000" w:rsidP="00AA1EA0">
            <w:pPr>
              <w:pStyle w:val="TableTextLarge"/>
            </w:pPr>
            <w:sdt>
              <w:sdtPr>
                <w:id w:val="-208794511"/>
                <w:placeholder>
                  <w:docPart w:val="C58FD730B6C04AEAA916E66E1B1E9C39"/>
                </w:placeholder>
                <w:showingPlcHdr/>
                <w15:appearance w15:val="hidden"/>
              </w:sdtPr>
              <w:sdtContent>
                <w:r w:rsidR="00AF03B3" w:rsidRPr="00ED112D">
                  <w:t>Other 1</w:t>
                </w:r>
              </w:sdtContent>
            </w:sdt>
          </w:p>
        </w:tc>
        <w:tc>
          <w:tcPr>
            <w:tcW w:w="876"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gridSpan w:val="2"/>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7"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c>
          <w:tcPr>
            <w:tcW w:w="878" w:type="dxa"/>
            <w:shd w:val="clear" w:color="auto" w:fill="F2F2F2" w:themeFill="background1" w:themeFillShade="F2"/>
            <w:noWrap/>
            <w:vAlign w:val="center"/>
          </w:tcPr>
          <w:p w:rsidR="00AF03B3" w:rsidRPr="00ED112D" w:rsidRDefault="00AF03B3" w:rsidP="00AA1EA0">
            <w:pPr>
              <w:pStyle w:val="TableTextLarge"/>
              <w:rPr>
                <w:rFonts w:ascii="Calibri" w:eastAsia="Times New Roman" w:hAnsi="Calibri" w:cs="Calibri"/>
                <w:color w:val="2F2F2F"/>
                <w:szCs w:val="18"/>
              </w:rPr>
            </w:pPr>
          </w:p>
        </w:tc>
      </w:tr>
      <w:tr w:rsidR="00AF03B3" w:rsidRPr="00AA1EA0" w:rsidTr="00FE2B17">
        <w:trPr>
          <w:trHeight w:val="300"/>
        </w:trPr>
        <w:tc>
          <w:tcPr>
            <w:tcW w:w="2992" w:type="dxa"/>
            <w:vAlign w:val="center"/>
            <w:hideMark/>
          </w:tcPr>
          <w:p w:rsidR="00AF03B3" w:rsidRPr="00AA1EA0" w:rsidRDefault="00000000" w:rsidP="00AA1EA0">
            <w:pPr>
              <w:pStyle w:val="Tabletotal"/>
            </w:pPr>
            <w:sdt>
              <w:sdtPr>
                <w:id w:val="-1386864188"/>
                <w:placeholder>
                  <w:docPart w:val="89ED6EE21425404BB04772F3DEF2FCBA"/>
                </w:placeholder>
                <w:showingPlcHdr/>
                <w15:appearance w15:val="hidden"/>
              </w:sdtPr>
              <w:sdtContent>
                <w:r w:rsidR="00AF03B3" w:rsidRPr="00AA1EA0">
                  <w:t>Total Expenses</w:t>
                </w:r>
              </w:sdtContent>
            </w:sdt>
          </w:p>
        </w:tc>
        <w:tc>
          <w:tcPr>
            <w:tcW w:w="876"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gridSpan w:val="2"/>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r>
      <w:tr w:rsidR="00AF03B3" w:rsidRPr="00AA1EA0" w:rsidTr="00FE2B17">
        <w:trPr>
          <w:trHeight w:val="300"/>
        </w:trPr>
        <w:tc>
          <w:tcPr>
            <w:tcW w:w="2992" w:type="dxa"/>
            <w:shd w:val="clear" w:color="auto" w:fill="F2F2F2" w:themeFill="background1" w:themeFillShade="F2"/>
            <w:vAlign w:val="center"/>
            <w:hideMark/>
          </w:tcPr>
          <w:p w:rsidR="00AF03B3" w:rsidRPr="00AA1EA0" w:rsidRDefault="00000000" w:rsidP="00AA1EA0">
            <w:pPr>
              <w:pStyle w:val="Tabletotal"/>
            </w:pPr>
            <w:sdt>
              <w:sdtPr>
                <w:id w:val="1247996099"/>
                <w:placeholder>
                  <w:docPart w:val="4F1B65A895CA4367A224A07CE9167C13"/>
                </w:placeholder>
                <w:showingPlcHdr/>
                <w15:appearance w15:val="hidden"/>
              </w:sdtPr>
              <w:sdtContent>
                <w:r w:rsidR="00AF03B3" w:rsidRPr="00AA1EA0">
                  <w:t>Income Before Taxes</w:t>
                </w:r>
              </w:sdtContent>
            </w:sdt>
          </w:p>
        </w:tc>
        <w:tc>
          <w:tcPr>
            <w:tcW w:w="876"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gridSpan w:val="2"/>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7"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c>
          <w:tcPr>
            <w:tcW w:w="878" w:type="dxa"/>
            <w:shd w:val="clear" w:color="auto" w:fill="F2F2F2" w:themeFill="background1" w:themeFillShade="F2"/>
            <w:noWrap/>
            <w:vAlign w:val="center"/>
          </w:tcPr>
          <w:p w:rsidR="00AF03B3" w:rsidRPr="00AA1EA0" w:rsidRDefault="00AF03B3" w:rsidP="00AA1EA0">
            <w:pPr>
              <w:pStyle w:val="Tabletotal"/>
            </w:pPr>
          </w:p>
        </w:tc>
      </w:tr>
      <w:tr w:rsidR="00AF03B3" w:rsidRPr="00AA1EA0" w:rsidTr="00FE2B17">
        <w:trPr>
          <w:trHeight w:val="300"/>
        </w:trPr>
        <w:tc>
          <w:tcPr>
            <w:tcW w:w="2992" w:type="dxa"/>
            <w:vAlign w:val="center"/>
            <w:hideMark/>
          </w:tcPr>
          <w:p w:rsidR="00AF03B3" w:rsidRPr="00AA1EA0" w:rsidRDefault="00000000" w:rsidP="00AA1EA0">
            <w:pPr>
              <w:pStyle w:val="Tabletotal"/>
            </w:pPr>
            <w:sdt>
              <w:sdtPr>
                <w:id w:val="-757049571"/>
                <w:placeholder>
                  <w:docPart w:val="646CC380E7CA421CA72309C678571242"/>
                </w:placeholder>
                <w:showingPlcHdr/>
                <w15:appearance w15:val="hidden"/>
              </w:sdtPr>
              <w:sdtContent>
                <w:r w:rsidR="00AF03B3" w:rsidRPr="00AA1EA0">
                  <w:t>Income Tax Expense</w:t>
                </w:r>
              </w:sdtContent>
            </w:sdt>
          </w:p>
        </w:tc>
        <w:tc>
          <w:tcPr>
            <w:tcW w:w="876"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gridSpan w:val="2"/>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7"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c>
          <w:tcPr>
            <w:tcW w:w="878" w:type="dxa"/>
            <w:noWrap/>
            <w:vAlign w:val="center"/>
          </w:tcPr>
          <w:p w:rsidR="00AF03B3" w:rsidRPr="00AA1EA0" w:rsidRDefault="00AF03B3" w:rsidP="00AA1EA0">
            <w:pPr>
              <w:pStyle w:val="Tabletotal"/>
            </w:pPr>
          </w:p>
        </w:tc>
      </w:tr>
      <w:tr w:rsidR="00AF03B3" w:rsidRPr="00AA1EA0" w:rsidTr="00FE2B17">
        <w:trPr>
          <w:trHeight w:val="300"/>
        </w:trPr>
        <w:tc>
          <w:tcPr>
            <w:tcW w:w="2992" w:type="dxa"/>
            <w:shd w:val="clear" w:color="auto" w:fill="F0CDA1" w:themeFill="accent1"/>
            <w:vAlign w:val="center"/>
            <w:hideMark/>
          </w:tcPr>
          <w:p w:rsidR="00AF03B3" w:rsidRPr="00AA1EA0" w:rsidRDefault="00000000" w:rsidP="00AA1EA0">
            <w:pPr>
              <w:pStyle w:val="Tabletotal"/>
            </w:pPr>
            <w:sdt>
              <w:sdtPr>
                <w:id w:val="-342858762"/>
                <w:placeholder>
                  <w:docPart w:val="7E4780BA8D0940F8A2326B79AAED8657"/>
                </w:placeholder>
                <w:showingPlcHdr/>
                <w15:appearance w15:val="hidden"/>
              </w:sdtPr>
              <w:sdtContent>
                <w:r w:rsidR="00AF03B3" w:rsidRPr="00AA1EA0">
                  <w:t>NET INCOME</w:t>
                </w:r>
              </w:sdtContent>
            </w:sdt>
          </w:p>
        </w:tc>
        <w:tc>
          <w:tcPr>
            <w:tcW w:w="876" w:type="dxa"/>
            <w:shd w:val="clear" w:color="auto" w:fill="F0CDA1" w:themeFill="accent1"/>
            <w:vAlign w:val="center"/>
          </w:tcPr>
          <w:p w:rsidR="00AF03B3" w:rsidRPr="00AA1EA0" w:rsidRDefault="00AF03B3" w:rsidP="00AA1EA0">
            <w:pPr>
              <w:pStyle w:val="Tabletotal"/>
            </w:pPr>
          </w:p>
        </w:tc>
        <w:tc>
          <w:tcPr>
            <w:tcW w:w="877"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7"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8" w:type="dxa"/>
            <w:gridSpan w:val="2"/>
            <w:shd w:val="clear" w:color="auto" w:fill="F0CDA1" w:themeFill="accent1"/>
            <w:vAlign w:val="center"/>
          </w:tcPr>
          <w:p w:rsidR="00AF03B3" w:rsidRPr="00AA1EA0" w:rsidRDefault="00AF03B3" w:rsidP="00AA1EA0">
            <w:pPr>
              <w:pStyle w:val="Tabletotal"/>
            </w:pPr>
          </w:p>
        </w:tc>
        <w:tc>
          <w:tcPr>
            <w:tcW w:w="877"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7"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c>
          <w:tcPr>
            <w:tcW w:w="878" w:type="dxa"/>
            <w:shd w:val="clear" w:color="auto" w:fill="F0CDA1" w:themeFill="accent1"/>
            <w:vAlign w:val="center"/>
          </w:tcPr>
          <w:p w:rsidR="00AF03B3" w:rsidRPr="00AA1EA0" w:rsidRDefault="00AF03B3" w:rsidP="00AA1EA0">
            <w:pPr>
              <w:pStyle w:val="Tabletotal"/>
            </w:pPr>
          </w:p>
        </w:tc>
      </w:tr>
      <w:tr w:rsidR="00AF03B3" w:rsidRPr="00ED112D" w:rsidTr="00FE2B17">
        <w:trPr>
          <w:trHeight w:val="300"/>
        </w:trPr>
        <w:tc>
          <w:tcPr>
            <w:tcW w:w="14400" w:type="dxa"/>
            <w:gridSpan w:val="15"/>
            <w:vAlign w:val="center"/>
            <w:hideMark/>
          </w:tcPr>
          <w:p w:rsidR="00AF03B3" w:rsidRPr="00ED112D" w:rsidRDefault="00000000" w:rsidP="00AA1EA0">
            <w:pPr>
              <w:pStyle w:val="TableTextLarge"/>
              <w:rPr>
                <w:color w:val="2F2F2F"/>
              </w:rPr>
            </w:pPr>
            <w:sdt>
              <w:sdtPr>
                <w:rPr>
                  <w:color w:val="2F2F2F"/>
                </w:rPr>
                <w:id w:val="-2013604160"/>
                <w:placeholder>
                  <w:docPart w:val="C919ABC7917D4D12AC1E6995DD9E6723"/>
                </w:placeholder>
                <w:temporary/>
                <w:showingPlcHdr/>
                <w15:appearance w15:val="hidden"/>
              </w:sdtPr>
              <w:sdtContent>
                <w:r w:rsidR="00AA1EA0" w:rsidRPr="00AA1EA0">
                  <w:rPr>
                    <w:color w:val="2F2F2F"/>
                  </w:rPr>
                  <w:t>* In the service industry, Cost of Goods Sold is the monetized value of the time spent on the client.</w:t>
                </w:r>
              </w:sdtContent>
            </w:sdt>
          </w:p>
        </w:tc>
      </w:tr>
    </w:tbl>
    <w:p w:rsidR="00AF03B3" w:rsidRDefault="00AF03B3" w:rsidP="00AF03B3"/>
    <w:p w:rsidR="00795ACF" w:rsidRPr="00ED112D" w:rsidRDefault="00795ACF" w:rsidP="00AF03B3">
      <w:pPr>
        <w:sectPr w:rsidR="00795ACF" w:rsidRPr="00ED112D" w:rsidSect="000A3384">
          <w:headerReference w:type="default" r:id="rId18"/>
          <w:pgSz w:w="15840" w:h="12240" w:orient="landscape" w:code="1"/>
          <w:pgMar w:top="2160" w:right="720" w:bottom="446" w:left="720" w:header="576" w:footer="432" w:gutter="0"/>
          <w:cols w:space="708"/>
          <w:docGrid w:linePitch="360"/>
        </w:sectPr>
      </w:pPr>
    </w:p>
    <w:bookmarkStart w:id="12" w:name="_Toc9437461" w:displacedByCustomXml="next"/>
    <w:sdt>
      <w:sdtPr>
        <w:id w:val="1123659187"/>
        <w:placeholder>
          <w:docPart w:val="39BC13B325E347BEACBD1DD892ACB16F"/>
        </w:placeholder>
        <w:showingPlcHdr/>
        <w15:appearance w15:val="hidden"/>
      </w:sdtPr>
      <w:sdtContent>
        <w:p w:rsidR="00AF03B3" w:rsidRPr="00ED112D" w:rsidRDefault="00AF03B3" w:rsidP="00AF03B3">
          <w:pPr>
            <w:pStyle w:val="Heading2"/>
            <w:rPr>
              <w:rFonts w:asciiTheme="minorHAnsi" w:hAnsiTheme="minorHAnsi"/>
              <w:color w:val="595959" w:themeColor="text1" w:themeTint="A6"/>
              <w:sz w:val="24"/>
              <w:szCs w:val="22"/>
            </w:rPr>
          </w:pPr>
          <w:r w:rsidRPr="00ED112D">
            <w:t>Instructions for Getting Started on Profit &amp; Loss Projections</w:t>
          </w:r>
        </w:p>
      </w:sdtContent>
    </w:sdt>
    <w:bookmarkEnd w:id="12" w:displacedByCustomXml="prev"/>
    <w:sdt>
      <w:sdtPr>
        <w:id w:val="1728872947"/>
        <w:placeholder>
          <w:docPart w:val="6B1DF3A2C950488883B0BFE949F2C1AF"/>
        </w:placeholder>
        <w:showingPlcHdr/>
        <w15:appearance w15:val="hidden"/>
      </w:sdtPr>
      <w:sdtContent>
        <w:p w:rsidR="00AF03B3" w:rsidRPr="00ED112D" w:rsidRDefault="00AF03B3" w:rsidP="00AF03B3">
          <w:r w:rsidRPr="00ED112D">
            <w:t>Completing projections for Profit and Loss of a new company is a good exercise to understand and communicate when the company will begin to break even and see how sales and profits will grow. The top portion of the model to the left, Revenue, is a good way to forecast sales, month by month for the first year. The lower portion then applies estimated expenses for the same period of time to derive the business' profitability.</w:t>
          </w:r>
        </w:p>
      </w:sdtContent>
    </w:sdt>
    <w:sdt>
      <w:sdtPr>
        <w:rPr>
          <w:rStyle w:val="Bold"/>
        </w:rPr>
        <w:id w:val="-1758818831"/>
        <w:placeholder>
          <w:docPart w:val="121C438CAC7040C8A7C4915A3F191E09"/>
        </w:placeholder>
        <w:showingPlcHdr/>
        <w15:appearance w15:val="hidden"/>
      </w:sdtPr>
      <w:sdtContent>
        <w:p w:rsidR="00AF03B3" w:rsidRPr="00ED112D" w:rsidRDefault="00AF03B3" w:rsidP="00AF03B3">
          <w:pPr>
            <w:rPr>
              <w:rStyle w:val="Bold"/>
            </w:rPr>
          </w:pPr>
          <w:r w:rsidRPr="00ED112D">
            <w:rPr>
              <w:rStyle w:val="Bold"/>
            </w:rPr>
            <w:t>Steps for preparation:</w:t>
          </w:r>
        </w:p>
      </w:sdtContent>
    </w:sdt>
    <w:p w:rsidR="00AF03B3" w:rsidRPr="00ED112D" w:rsidRDefault="00000000" w:rsidP="00AF03B3">
      <w:pPr>
        <w:pStyle w:val="ListBullet"/>
      </w:pPr>
      <w:sdt>
        <w:sdtPr>
          <w:rPr>
            <w:rStyle w:val="Bold"/>
          </w:rPr>
          <w:id w:val="24918582"/>
          <w:placeholder>
            <w:docPart w:val="6E56C57BAE0642AB9CFB881E7C9C8271"/>
          </w:placeholder>
          <w:showingPlcHdr/>
          <w15:appearance w15:val="hidden"/>
        </w:sdtPr>
        <w:sdtContent>
          <w:r w:rsidR="00AF03B3" w:rsidRPr="00ED112D">
            <w:rPr>
              <w:rStyle w:val="Bold"/>
            </w:rPr>
            <w:t>Step 1:</w:t>
          </w:r>
        </w:sdtContent>
      </w:sdt>
      <w:r w:rsidR="00AF03B3" w:rsidRPr="00ED112D">
        <w:t xml:space="preserve"> </w:t>
      </w:r>
      <w:sdt>
        <w:sdtPr>
          <w:id w:val="-1918391366"/>
          <w:placeholder>
            <w:docPart w:val="730EF9B87DF64BD39AF33022DD0FFC48"/>
          </w:placeholder>
          <w:showingPlcHdr/>
          <w15:appearance w15:val="hidden"/>
        </w:sdtPr>
        <w:sdtContent>
          <w:r w:rsidR="00AF03B3" w:rsidRPr="00ED112D">
            <w:t>Enter the company name and the date this projection is being prepared.</w:t>
          </w:r>
        </w:sdtContent>
      </w:sdt>
    </w:p>
    <w:p w:rsidR="00AF03B3" w:rsidRPr="00ED112D" w:rsidRDefault="00000000" w:rsidP="00AF03B3">
      <w:pPr>
        <w:pStyle w:val="ListBullet"/>
      </w:pPr>
      <w:sdt>
        <w:sdtPr>
          <w:rPr>
            <w:rStyle w:val="Bold"/>
          </w:rPr>
          <w:id w:val="1424379313"/>
          <w:placeholder>
            <w:docPart w:val="E2C2FDF2878140199DE473C07C047763"/>
          </w:placeholder>
          <w:showingPlcHdr/>
          <w15:appearance w15:val="hidden"/>
        </w:sdtPr>
        <w:sdtContent>
          <w:r w:rsidR="00AF03B3" w:rsidRPr="00ED112D">
            <w:rPr>
              <w:rStyle w:val="Bold"/>
            </w:rPr>
            <w:t>Step 2:</w:t>
          </w:r>
        </w:sdtContent>
      </w:sdt>
      <w:r w:rsidR="00AF03B3" w:rsidRPr="00ED112D">
        <w:t xml:space="preserve"> </w:t>
      </w:r>
      <w:sdt>
        <w:sdtPr>
          <w:id w:val="-890952608"/>
          <w:placeholder>
            <w:docPart w:val="FCC9720818B44853BF6B883875A72F3B"/>
          </w:placeholder>
          <w:showingPlcHdr/>
          <w15:appearance w15:val="hidden"/>
        </w:sdtPr>
        <w:sdtContent>
          <w:r w:rsidR="00AF03B3" w:rsidRPr="00ED112D">
            <w:t>For each month, beginning in January or whenever the start is estimated, enter the expected sales to be. This could be for a single service or multiple services. Add lines to this model for additional offerings. From this, subtract any product returns or discounts that are to be tracked (these should be shown as negative numbers, for example, -10). Below Net Sales, enter the Cost of Goods Sold. This refers to the monetized value of the time spent on a particular client.</w:t>
          </w:r>
        </w:sdtContent>
      </w:sdt>
    </w:p>
    <w:p w:rsidR="00AF03B3" w:rsidRPr="00ED112D" w:rsidRDefault="00000000" w:rsidP="00AF03B3">
      <w:pPr>
        <w:pStyle w:val="ListBullet"/>
      </w:pPr>
      <w:sdt>
        <w:sdtPr>
          <w:rPr>
            <w:rStyle w:val="Bold"/>
          </w:rPr>
          <w:id w:val="1779448223"/>
          <w:placeholder>
            <w:docPart w:val="B49C474D4F2A45FABE59B406D923F6A7"/>
          </w:placeholder>
          <w:showingPlcHdr/>
          <w15:appearance w15:val="hidden"/>
        </w:sdtPr>
        <w:sdtContent>
          <w:r w:rsidR="00AF03B3" w:rsidRPr="00ED112D">
            <w:rPr>
              <w:rStyle w:val="Bold"/>
            </w:rPr>
            <w:t>Step 3:</w:t>
          </w:r>
        </w:sdtContent>
      </w:sdt>
      <w:r w:rsidR="00AF03B3" w:rsidRPr="00ED112D">
        <w:t xml:space="preserve"> </w:t>
      </w:r>
      <w:sdt>
        <w:sdtPr>
          <w:id w:val="-379793944"/>
          <w:placeholder>
            <w:docPart w:val="D039DB05B3644E628502815B20686DDC"/>
          </w:placeholder>
          <w:showingPlcHdr/>
          <w15:appearance w15:val="hidden"/>
        </w:sdtPr>
        <w:sdtContent>
          <w:r w:rsidR="00AF03B3" w:rsidRPr="00ED112D">
            <w:t>For each month, enter the estimated salaries, marketing, utilities, and other items that are projected.</w:t>
          </w:r>
        </w:sdtContent>
      </w:sdt>
    </w:p>
    <w:p w:rsidR="00AF03B3" w:rsidRPr="00ED112D" w:rsidRDefault="00000000" w:rsidP="00AF03B3">
      <w:pPr>
        <w:pStyle w:val="ListBullet"/>
      </w:pPr>
      <w:sdt>
        <w:sdtPr>
          <w:rPr>
            <w:rStyle w:val="Bold"/>
          </w:rPr>
          <w:id w:val="-2115892813"/>
          <w:placeholder>
            <w:docPart w:val="F68A5A339E5C4D4AA91DD599715BAA89"/>
          </w:placeholder>
          <w:showingPlcHdr/>
          <w15:appearance w15:val="hidden"/>
        </w:sdtPr>
        <w:sdtContent>
          <w:r w:rsidR="00AF03B3" w:rsidRPr="00ED112D">
            <w:rPr>
              <w:rStyle w:val="Bold"/>
            </w:rPr>
            <w:t>Step 4:</w:t>
          </w:r>
        </w:sdtContent>
      </w:sdt>
      <w:r w:rsidR="00AF03B3" w:rsidRPr="00ED112D">
        <w:t xml:space="preserve"> </w:t>
      </w:r>
      <w:sdt>
        <w:sdtPr>
          <w:id w:val="1427303924"/>
          <w:placeholder>
            <w:docPart w:val="0DF53AAB2B8246CD9F2CC4F9EC9EA914"/>
          </w:placeholder>
          <w:showingPlcHdr/>
          <w15:appearance w15:val="hidden"/>
        </w:sdtPr>
        <w:sdtContent>
          <w:r w:rsidR="00AF03B3" w:rsidRPr="00ED112D">
            <w:t>Once all of the costs have been entered, review the individual items and total amount to see where projections can be fine-tuned or move something out into the future when more revenue is coming in. The objective is to get to profitability and positive cash flow as quickly as possible.</w:t>
          </w:r>
        </w:sdtContent>
      </w:sdt>
    </w:p>
    <w:p w:rsidR="004B407E" w:rsidRPr="00ED112D" w:rsidRDefault="004B407E" w:rsidP="00436347"/>
    <w:sectPr w:rsidR="004B407E" w:rsidRPr="00ED112D" w:rsidSect="000A3384">
      <w:headerReference w:type="default" r:id="rId19"/>
      <w:footerReference w:type="default" r:id="rId20"/>
      <w:pgSz w:w="12240" w:h="15840" w:code="1"/>
      <w:pgMar w:top="2160" w:right="720" w:bottom="360" w:left="547" w:header="576"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A19C4" w:rsidRDefault="00AA19C4" w:rsidP="005A20E2">
      <w:pPr>
        <w:spacing w:after="0"/>
      </w:pPr>
      <w:r>
        <w:separator/>
      </w:r>
    </w:p>
    <w:p w:rsidR="00AA19C4" w:rsidRDefault="00AA19C4"/>
    <w:p w:rsidR="00AA19C4" w:rsidRDefault="00AA19C4" w:rsidP="009B4773"/>
    <w:p w:rsidR="00AA19C4" w:rsidRDefault="00AA19C4" w:rsidP="00513832"/>
  </w:endnote>
  <w:endnote w:type="continuationSeparator" w:id="0">
    <w:p w:rsidR="00AA19C4" w:rsidRDefault="00AA19C4" w:rsidP="005A20E2">
      <w:pPr>
        <w:spacing w:after="0"/>
      </w:pPr>
      <w:r>
        <w:continuationSeparator/>
      </w:r>
    </w:p>
    <w:p w:rsidR="00AA19C4" w:rsidRDefault="00AA19C4"/>
    <w:p w:rsidR="00AA19C4" w:rsidRDefault="00AA19C4" w:rsidP="009B4773"/>
    <w:p w:rsidR="00AA19C4" w:rsidRDefault="00AA19C4" w:rsidP="005138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755D87" w:rsidRDefault="00755D87" w:rsidP="00755D87">
    <w:pPr>
      <w:pStyle w:val="Footer"/>
    </w:pPr>
    <w:r w:rsidRPr="00755D87">
      <w:tab/>
    </w:r>
    <w:r w:rsidRPr="00755D87">
      <w:fldChar w:fldCharType="begin"/>
    </w:r>
    <w:r w:rsidRPr="00755D87">
      <w:instrText xml:space="preserve"> PAGE   \* MERGEFORMAT </w:instrText>
    </w:r>
    <w:r w:rsidRPr="00755D87">
      <w:fldChar w:fldCharType="separate"/>
    </w:r>
    <w:r w:rsidR="00EB164F">
      <w:rPr>
        <w:noProof/>
      </w:rPr>
      <w:t>4</w:t>
    </w:r>
    <w:r w:rsidRPr="00755D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5ACF" w:rsidRPr="00795ACF" w:rsidRDefault="00795ACF" w:rsidP="00795ACF">
    <w:pPr>
      <w:pStyle w:val="Footer"/>
      <w:tabs>
        <w:tab w:val="clear" w:pos="10800"/>
        <w:tab w:val="right" w:pos="14400"/>
      </w:tabs>
    </w:pPr>
    <w:r w:rsidRPr="00795ACF">
      <w:tab/>
    </w:r>
    <w:r w:rsidRPr="00795ACF">
      <w:fldChar w:fldCharType="begin"/>
    </w:r>
    <w:r w:rsidRPr="00795ACF">
      <w:instrText xml:space="preserve"> PAGE   \* MERGEFORMAT </w:instrText>
    </w:r>
    <w:r w:rsidRPr="00795ACF">
      <w:fldChar w:fldCharType="separate"/>
    </w:r>
    <w:r w:rsidR="00EB164F">
      <w:rPr>
        <w:noProof/>
      </w:rPr>
      <w:t>17</w:t>
    </w:r>
    <w:r w:rsidRPr="00795AC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95ACF" w:rsidRPr="00795ACF" w:rsidRDefault="00795ACF" w:rsidP="00795ACF">
    <w:pPr>
      <w:pStyle w:val="Footer"/>
    </w:pPr>
    <w:r w:rsidRPr="00795ACF">
      <w:tab/>
    </w:r>
    <w:r w:rsidRPr="00795ACF">
      <w:fldChar w:fldCharType="begin"/>
    </w:r>
    <w:r w:rsidRPr="00795ACF">
      <w:instrText xml:space="preserve"> PAGE   \* MERGEFORMAT </w:instrText>
    </w:r>
    <w:r w:rsidRPr="00795ACF">
      <w:fldChar w:fldCharType="separate"/>
    </w:r>
    <w:r w:rsidR="003F5135">
      <w:rPr>
        <w:noProof/>
      </w:rPr>
      <w:t>18</w:t>
    </w:r>
    <w:r w:rsidRPr="00795A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A19C4" w:rsidRDefault="00AA19C4" w:rsidP="005A20E2">
      <w:pPr>
        <w:spacing w:after="0"/>
      </w:pPr>
      <w:r>
        <w:separator/>
      </w:r>
    </w:p>
    <w:p w:rsidR="00AA19C4" w:rsidRDefault="00AA19C4"/>
    <w:p w:rsidR="00AA19C4" w:rsidRDefault="00AA19C4" w:rsidP="009B4773"/>
    <w:p w:rsidR="00AA19C4" w:rsidRDefault="00AA19C4" w:rsidP="00513832"/>
  </w:footnote>
  <w:footnote w:type="continuationSeparator" w:id="0">
    <w:p w:rsidR="00AA19C4" w:rsidRDefault="00AA19C4" w:rsidP="005A20E2">
      <w:pPr>
        <w:spacing w:after="0"/>
      </w:pPr>
      <w:r>
        <w:continuationSeparator/>
      </w:r>
    </w:p>
    <w:p w:rsidR="00AA19C4" w:rsidRDefault="00AA19C4"/>
    <w:p w:rsidR="00AA19C4" w:rsidRDefault="00AA19C4" w:rsidP="009B4773"/>
    <w:p w:rsidR="00AA19C4" w:rsidRDefault="00AA19C4" w:rsidP="005138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4731" w:rsidRPr="009956A2" w:rsidRDefault="00000000" w:rsidP="00FE2B17">
    <w:pPr>
      <w:pStyle w:val="Header"/>
    </w:pPr>
    <w:sdt>
      <w:sdtPr>
        <w:id w:val="2120494534"/>
        <w:placeholder>
          <w:docPart w:val="6AE25933DE5B4924B211497A5B7D5176"/>
        </w:placeholder>
        <w:temporary/>
        <w:showingPlcHdr/>
        <w15:appearance w15:val="hidden"/>
      </w:sdtPr>
      <w:sdtContent>
        <w:r w:rsidR="00657790" w:rsidRPr="009956A2">
          <w:t>HOME BASED professional services</w:t>
        </w:r>
      </w:sdtContent>
    </w:sdt>
  </w:p>
  <w:p w:rsidR="00184731" w:rsidRDefault="00000000" w:rsidP="00FE2B17">
    <w:pPr>
      <w:pStyle w:val="Header2"/>
    </w:pPr>
    <w:sdt>
      <w:sdtPr>
        <w:id w:val="1357472405"/>
        <w:placeholder>
          <w:docPart w:val="8F40438783564F4BA85F4842ADF36827"/>
        </w:placeholder>
        <w:temporary/>
        <w:showingPlcHdr/>
        <w15:appearance w15:val="hidden"/>
      </w:sdtPr>
      <w:sdtContent>
        <w:r w:rsidR="00184731" w:rsidRPr="009956A2">
          <w:t>Business Plan</w:t>
        </w:r>
      </w:sdtContent>
    </w:sdt>
    <w:r w:rsidR="00184731">
      <w:rPr>
        <w:noProof/>
      </w:rPr>
      <w:t xml:space="preserve"> </w:t>
    </w:r>
    <w:r w:rsidR="00184731">
      <w:rPr>
        <w:noProof/>
        <w:lang w:val="en-AU" w:eastAsia="en-AU"/>
      </w:rPr>
      <mc:AlternateContent>
        <mc:Choice Requires="wps">
          <w:drawing>
            <wp:anchor distT="45720" distB="45720" distL="114300" distR="114300" simplePos="0" relativeHeight="251659264" behindDoc="1" locked="0" layoutInCell="1" allowOverlap="1" wp14:anchorId="0BB3F8BB" wp14:editId="07B928FE">
              <wp:simplePos x="0" y="0"/>
              <wp:positionH relativeFrom="page">
                <wp:posOffset>-1143000</wp:posOffset>
              </wp:positionH>
              <wp:positionV relativeFrom="page">
                <wp:posOffset>-635</wp:posOffset>
              </wp:positionV>
              <wp:extent cx="10058400" cy="1143000"/>
              <wp:effectExtent l="0" t="0" r="0" b="0"/>
              <wp:wrapNone/>
              <wp:docPr id="192" name="Text Box 2"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0" cy="1143000"/>
                      </a:xfrm>
                      <a:prstGeom prst="rect">
                        <a:avLst/>
                      </a:prstGeom>
                      <a:solidFill>
                        <a:srgbClr val="F0CDA1">
                          <a:alpha val="50000"/>
                        </a:srgbClr>
                      </a:solidFill>
                      <a:ln w="9525">
                        <a:noFill/>
                        <a:miter lim="800000"/>
                        <a:headEnd/>
                        <a:tailEnd/>
                      </a:ln>
                    </wps:spPr>
                    <wps:txbx>
                      <w:txbxContent>
                        <w:p w:rsidR="00184731" w:rsidRDefault="00184731"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BB3F8BB" id="_x0000_t202" coordsize="21600,21600" o:spt="202" path="m,l,21600r21600,l21600,xe">
              <v:stroke joinstyle="miter"/>
              <v:path gradientshapeok="t" o:connecttype="rect"/>
            </v:shapetype>
            <v:shape id="Text Box 2" o:spid="_x0000_s1026" type="#_x0000_t202" alt="Decorative" style="position:absolute;margin-left:-90pt;margin-top:-.05pt;width:11in;height:90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" fillcolor="#f0cda1" stroked="f">
              <v:fill opacity="32896f"/>
              <v:textbox inset="20mm,8mm">
                <w:txbxContent>
                  <w:p w:rsidR="00184731" w:rsidRDefault="00184731" w:rsidP="00FE2B17"/>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9956A2" w:rsidRDefault="00755D87" w:rsidP="00FE2B17">
    <w:pPr>
      <w:pStyle w:val="Header"/>
    </w:pPr>
    <w:r>
      <w:rPr>
        <w:noProof/>
        <w:lang w:val="en-AU" w:eastAsia="en-AU"/>
      </w:rPr>
      <mc:AlternateContent>
        <mc:Choice Requires="wps">
          <w:drawing>
            <wp:anchor distT="45720" distB="45720" distL="114300" distR="114300" simplePos="0" relativeHeight="251661312" behindDoc="1" locked="0" layoutInCell="1" allowOverlap="1" wp14:anchorId="79EBDF4F" wp14:editId="5EC5EB32">
              <wp:simplePos x="0" y="0"/>
              <wp:positionH relativeFrom="page">
                <wp:posOffset>-1143000</wp:posOffset>
              </wp:positionH>
              <wp:positionV relativeFrom="page">
                <wp:posOffset>0</wp:posOffset>
              </wp:positionV>
              <wp:extent cx="11212286" cy="1143000"/>
              <wp:effectExtent l="0" t="0" r="8255" b="0"/>
              <wp:wrapNone/>
              <wp:docPr id="1" name="Text Box 2"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12286" cy="1143000"/>
                      </a:xfrm>
                      <a:prstGeom prst="rect">
                        <a:avLst/>
                      </a:prstGeom>
                      <a:solidFill>
                        <a:srgbClr val="F0CDA1">
                          <a:alpha val="50000"/>
                        </a:srgbClr>
                      </a:solidFill>
                      <a:ln w="9525">
                        <a:noFill/>
                        <a:miter lim="800000"/>
                        <a:headEnd/>
                        <a:tailEnd/>
                      </a:ln>
                    </wps:spPr>
                    <wps:txbx>
                      <w:txbxContent>
                        <w:p w:rsidR="00755D87" w:rsidRDefault="00755D87"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9EBDF4F" id="_x0000_t202" coordsize="21600,21600" o:spt="202" path="m,l,21600r21600,l21600,xe">
              <v:stroke joinstyle="miter"/>
              <v:path gradientshapeok="t" o:connecttype="rect"/>
            </v:shapetype>
            <v:shape id="_x0000_s1027" type="#_x0000_t202" alt="Decorative" style="position:absolute;margin-left:-90pt;margin-top:0;width:882.85pt;height:90pt;z-index:-2516551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" fillcolor="#f0cda1" stroked="f">
              <v:fill opacity="32896f"/>
              <v:textbox inset="20mm,8mm">
                <w:txbxContent>
                  <w:p w:rsidR="00755D87" w:rsidRDefault="00755D87" w:rsidP="00FE2B17"/>
                </w:txbxContent>
              </v:textbox>
              <w10:wrap anchorx="page" anchory="page"/>
            </v:shape>
          </w:pict>
        </mc:Fallback>
      </mc:AlternateContent>
    </w:r>
    <w:sdt>
      <w:sdtPr>
        <w:id w:val="-1517997447"/>
        <w:placeholder>
          <w:docPart w:val="59006931C75048DA9FE2CB7377EF0730"/>
        </w:placeholder>
        <w:temporary/>
        <w:showingPlcHdr/>
        <w15:appearance w15:val="hidden"/>
      </w:sdtPr>
      <w:sdtContent>
        <w:r w:rsidRPr="009956A2">
          <w:t>HOME BASED professional services</w:t>
        </w:r>
      </w:sdtContent>
    </w:sdt>
  </w:p>
  <w:p w:rsidR="00755D87" w:rsidRDefault="00000000" w:rsidP="00755D87">
    <w:pPr>
      <w:pStyle w:val="Header2"/>
      <w:tabs>
        <w:tab w:val="left" w:pos="8983"/>
      </w:tabs>
    </w:pPr>
    <w:sdt>
      <w:sdtPr>
        <w:id w:val="-1746408940"/>
        <w:placeholder>
          <w:docPart w:val="DD4B0246F06E4EBC9B26BE8445FE52D8"/>
        </w:placeholder>
        <w:temporary/>
        <w:showingPlcHdr/>
        <w15:appearance w15:val="hidden"/>
      </w:sdtPr>
      <w:sdtContent>
        <w:r w:rsidR="00755D87" w:rsidRPr="009956A2">
          <w:t>Business Plan</w:t>
        </w:r>
      </w:sdtContent>
    </w:sdt>
    <w:r w:rsidR="00755D87">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9956A2" w:rsidRDefault="00755D87" w:rsidP="00FE2B17">
    <w:pPr>
      <w:pStyle w:val="Header"/>
    </w:pPr>
    <w:r>
      <w:rPr>
        <w:noProof/>
        <w:lang w:val="en-AU" w:eastAsia="en-AU"/>
      </w:rPr>
      <mc:AlternateContent>
        <mc:Choice Requires="wps">
          <w:drawing>
            <wp:anchor distT="45720" distB="45720" distL="114300" distR="114300" simplePos="0" relativeHeight="251663360" behindDoc="1" locked="0" layoutInCell="1" allowOverlap="1" wp14:anchorId="4BE51186" wp14:editId="78A459AB">
              <wp:simplePos x="0" y="0"/>
              <wp:positionH relativeFrom="page">
                <wp:posOffset>0</wp:posOffset>
              </wp:positionH>
              <wp:positionV relativeFrom="page">
                <wp:posOffset>0</wp:posOffset>
              </wp:positionV>
              <wp:extent cx="7772400" cy="1143000"/>
              <wp:effectExtent l="0" t="0" r="0" b="0"/>
              <wp:wrapNone/>
              <wp:docPr id="2" name="Text Box 2"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143000"/>
                      </a:xfrm>
                      <a:prstGeom prst="rect">
                        <a:avLst/>
                      </a:prstGeom>
                      <a:solidFill>
                        <a:srgbClr val="F0CDA1">
                          <a:alpha val="50000"/>
                        </a:srgbClr>
                      </a:solidFill>
                      <a:ln w="9525">
                        <a:noFill/>
                        <a:miter lim="800000"/>
                        <a:headEnd/>
                        <a:tailEnd/>
                      </a:ln>
                    </wps:spPr>
                    <wps:txbx>
                      <w:txbxContent>
                        <w:p w:rsidR="00755D87" w:rsidRDefault="00755D87"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BE51186" id="_x0000_t202" coordsize="21600,21600" o:spt="202" path="m,l,21600r21600,l21600,xe">
              <v:stroke joinstyle="miter"/>
              <v:path gradientshapeok="t" o:connecttype="rect"/>
            </v:shapetype>
            <v:shape id="_x0000_s1028" type="#_x0000_t202" alt="Decorative" style="position:absolute;margin-left:0;margin-top:0;width:612pt;height:90pt;z-index:-25165312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" fillcolor="#f0cda1" stroked="f">
              <v:fill opacity="32896f"/>
              <v:textbox inset="20mm,8mm">
                <w:txbxContent>
                  <w:p w:rsidR="00755D87" w:rsidRDefault="00755D87" w:rsidP="00FE2B17"/>
                </w:txbxContent>
              </v:textbox>
              <w10:wrap anchorx="page" anchory="page"/>
            </v:shape>
          </w:pict>
        </mc:Fallback>
      </mc:AlternateContent>
    </w:r>
    <w:sdt>
      <w:sdtPr>
        <w:id w:val="-826441668"/>
        <w:placeholder>
          <w:docPart w:val="0AD845AA45EB4D2292329908E8F8F258"/>
        </w:placeholder>
        <w:temporary/>
        <w:showingPlcHdr/>
        <w15:appearance w15:val="hidden"/>
      </w:sdtPr>
      <w:sdtContent>
        <w:r w:rsidRPr="009956A2">
          <w:t>HOME BASED professional services</w:t>
        </w:r>
      </w:sdtContent>
    </w:sdt>
  </w:p>
  <w:p w:rsidR="00755D87" w:rsidRDefault="00000000" w:rsidP="00755D87">
    <w:pPr>
      <w:pStyle w:val="Header2"/>
      <w:tabs>
        <w:tab w:val="left" w:pos="8983"/>
      </w:tabs>
    </w:pPr>
    <w:sdt>
      <w:sdtPr>
        <w:id w:val="-631633684"/>
        <w:placeholder>
          <w:docPart w:val="324F5DED4A254359BB6C357B4D0B8AB2"/>
        </w:placeholder>
        <w:temporary/>
        <w:showingPlcHdr/>
        <w15:appearance w15:val="hidden"/>
      </w:sdtPr>
      <w:sdtContent>
        <w:r w:rsidR="00755D87" w:rsidRPr="009956A2">
          <w:t>Business Plan</w:t>
        </w:r>
      </w:sdtContent>
    </w:sdt>
    <w:r w:rsidR="00755D87">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9956A2" w:rsidRDefault="00755D87" w:rsidP="00FE2B17">
    <w:pPr>
      <w:pStyle w:val="Header"/>
    </w:pPr>
    <w:r>
      <w:rPr>
        <w:noProof/>
        <w:lang w:val="en-AU" w:eastAsia="en-AU"/>
      </w:rPr>
      <mc:AlternateContent>
        <mc:Choice Requires="wps">
          <w:drawing>
            <wp:anchor distT="45720" distB="45720" distL="114300" distR="114300" simplePos="0" relativeHeight="251665408" behindDoc="1" locked="0" layoutInCell="1" allowOverlap="1" wp14:anchorId="789402E7" wp14:editId="7D762EA8">
              <wp:simplePos x="0" y="0"/>
              <wp:positionH relativeFrom="page">
                <wp:posOffset>-1</wp:posOffset>
              </wp:positionH>
              <wp:positionV relativeFrom="page">
                <wp:posOffset>0</wp:posOffset>
              </wp:positionV>
              <wp:extent cx="10091057" cy="1143000"/>
              <wp:effectExtent l="0" t="0" r="5715" b="0"/>
              <wp:wrapNone/>
              <wp:docPr id="3" name="Text Box 3"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1057" cy="1143000"/>
                      </a:xfrm>
                      <a:prstGeom prst="rect">
                        <a:avLst/>
                      </a:prstGeom>
                      <a:solidFill>
                        <a:srgbClr val="F0CDA1">
                          <a:alpha val="50000"/>
                        </a:srgbClr>
                      </a:solidFill>
                      <a:ln w="9525">
                        <a:noFill/>
                        <a:miter lim="800000"/>
                        <a:headEnd/>
                        <a:tailEnd/>
                      </a:ln>
                    </wps:spPr>
                    <wps:txbx>
                      <w:txbxContent>
                        <w:p w:rsidR="00755D87" w:rsidRDefault="00755D87"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89402E7" id="_x0000_t202" coordsize="21600,21600" o:spt="202" path="m,l,21600r21600,l21600,xe">
              <v:stroke joinstyle="miter"/>
              <v:path gradientshapeok="t" o:connecttype="rect"/>
            </v:shapetype>
            <v:shape id="Text Box 3" o:spid="_x0000_s1029" type="#_x0000_t202" alt="Decorative" style="position:absolute;margin-left:0;margin-top:0;width:794.55pt;height:90pt;z-index:-25165107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" fillcolor="#f0cda1" stroked="f">
              <v:fill opacity="32896f"/>
              <v:textbox inset="20mm,8mm">
                <w:txbxContent>
                  <w:p w:rsidR="00755D87" w:rsidRDefault="00755D87" w:rsidP="00FE2B17"/>
                </w:txbxContent>
              </v:textbox>
              <w10:wrap anchorx="page" anchory="page"/>
            </v:shape>
          </w:pict>
        </mc:Fallback>
      </mc:AlternateContent>
    </w:r>
    <w:sdt>
      <w:sdtPr>
        <w:id w:val="712235997"/>
        <w:placeholder>
          <w:docPart w:val="591E093738DC4A298D711DEEB640535A"/>
        </w:placeholder>
        <w:temporary/>
        <w:showingPlcHdr/>
        <w15:appearance w15:val="hidden"/>
      </w:sdtPr>
      <w:sdtContent>
        <w:r w:rsidRPr="009956A2">
          <w:t>HOME BASED professional services</w:t>
        </w:r>
      </w:sdtContent>
    </w:sdt>
  </w:p>
  <w:p w:rsidR="00755D87" w:rsidRDefault="00000000" w:rsidP="00755D87">
    <w:pPr>
      <w:pStyle w:val="Header2"/>
      <w:tabs>
        <w:tab w:val="left" w:pos="8983"/>
      </w:tabs>
    </w:pPr>
    <w:sdt>
      <w:sdtPr>
        <w:id w:val="232821927"/>
        <w:placeholder>
          <w:docPart w:val="196DAF95F3E14FDAAFD0A2EE1756BCE5"/>
        </w:placeholder>
        <w:temporary/>
        <w:showingPlcHdr/>
        <w15:appearance w15:val="hidden"/>
      </w:sdtPr>
      <w:sdtContent>
        <w:r w:rsidR="00755D87" w:rsidRPr="009956A2">
          <w:t>Business Plan</w:t>
        </w:r>
      </w:sdtContent>
    </w:sdt>
    <w:r w:rsidR="00755D87">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D87" w:rsidRPr="009956A2" w:rsidRDefault="00755D87" w:rsidP="00FE2B17">
    <w:pPr>
      <w:pStyle w:val="Header"/>
    </w:pPr>
    <w:r>
      <w:rPr>
        <w:noProof/>
        <w:lang w:val="en-AU" w:eastAsia="en-AU"/>
      </w:rPr>
      <mc:AlternateContent>
        <mc:Choice Requires="wps">
          <w:drawing>
            <wp:anchor distT="45720" distB="45720" distL="114300" distR="114300" simplePos="0" relativeHeight="251667456" behindDoc="1" locked="0" layoutInCell="1" allowOverlap="1" wp14:anchorId="379DB3BE" wp14:editId="795AD110">
              <wp:simplePos x="0" y="0"/>
              <wp:positionH relativeFrom="page">
                <wp:posOffset>-1158875</wp:posOffset>
              </wp:positionH>
              <wp:positionV relativeFrom="page">
                <wp:posOffset>0</wp:posOffset>
              </wp:positionV>
              <wp:extent cx="10091057" cy="1143000"/>
              <wp:effectExtent l="0" t="0" r="5715" b="0"/>
              <wp:wrapNone/>
              <wp:docPr id="4" name="Text Box 4" descr="Decorativ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1057" cy="1143000"/>
                      </a:xfrm>
                      <a:prstGeom prst="rect">
                        <a:avLst/>
                      </a:prstGeom>
                      <a:solidFill>
                        <a:srgbClr val="F0CDA1">
                          <a:alpha val="50000"/>
                        </a:srgbClr>
                      </a:solidFill>
                      <a:ln w="9525">
                        <a:noFill/>
                        <a:miter lim="800000"/>
                        <a:headEnd/>
                        <a:tailEnd/>
                      </a:ln>
                    </wps:spPr>
                    <wps:txbx>
                      <w:txbxContent>
                        <w:p w:rsidR="00755D87" w:rsidRDefault="00755D87" w:rsidP="00FE2B17"/>
                      </w:txbxContent>
                    </wps:txbx>
                    <wps:bodyPr rot="0" vert="horz" wrap="square" lIns="720000" tIns="28800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79DB3BE" id="_x0000_t202" coordsize="21600,21600" o:spt="202" path="m,l,21600r21600,l21600,xe">
              <v:stroke joinstyle="miter"/>
              <v:path gradientshapeok="t" o:connecttype="rect"/>
            </v:shapetype>
            <v:shape id="Text Box 4" o:spid="_x0000_s1030" type="#_x0000_t202" alt="Decorative" style="position:absolute;margin-left:-91.25pt;margin-top:0;width:794.55pt;height:90pt;z-index:-2516490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" fillcolor="#f0cda1" stroked="f">
              <v:fill opacity="32896f"/>
              <v:textbox inset="20mm,8mm">
                <w:txbxContent>
                  <w:p w:rsidR="00755D87" w:rsidRDefault="00755D87" w:rsidP="00FE2B17"/>
                </w:txbxContent>
              </v:textbox>
              <w10:wrap anchorx="page" anchory="page"/>
            </v:shape>
          </w:pict>
        </mc:Fallback>
      </mc:AlternateContent>
    </w:r>
    <w:sdt>
      <w:sdtPr>
        <w:id w:val="-735160790"/>
        <w:placeholder>
          <w:docPart w:val="882700A808674469AB0D1B73BB21A903"/>
        </w:placeholder>
        <w:temporary/>
        <w:showingPlcHdr/>
        <w15:appearance w15:val="hidden"/>
      </w:sdtPr>
      <w:sdtContent>
        <w:r w:rsidRPr="009956A2">
          <w:t>HOME BASED professional services</w:t>
        </w:r>
      </w:sdtContent>
    </w:sdt>
  </w:p>
  <w:p w:rsidR="00755D87" w:rsidRDefault="00000000" w:rsidP="00755D87">
    <w:pPr>
      <w:pStyle w:val="Header2"/>
      <w:tabs>
        <w:tab w:val="left" w:pos="8983"/>
      </w:tabs>
    </w:pPr>
    <w:sdt>
      <w:sdtPr>
        <w:id w:val="-369378902"/>
        <w:placeholder>
          <w:docPart w:val="9D892D47BCC246EA863F30206C19B7AC"/>
        </w:placeholder>
        <w:temporary/>
        <w:showingPlcHdr/>
        <w15:appearance w15:val="hidden"/>
      </w:sdtPr>
      <w:sdtContent>
        <w:r w:rsidR="00755D87" w:rsidRPr="009956A2">
          <w:t>Business Plan</w:t>
        </w:r>
      </w:sdtContent>
    </w:sdt>
    <w:r w:rsidR="00755D87">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98A0C43C"/>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8E049D40"/>
    <w:lvl w:ilvl="0">
      <w:start w:val="1"/>
      <w:numFmt w:val="bullet"/>
      <w:pStyle w:val="ListBullet2"/>
      <w:lvlText w:val="o"/>
      <w:lvlJc w:val="left"/>
      <w:pPr>
        <w:ind w:left="720" w:hanging="360"/>
      </w:pPr>
      <w:rPr>
        <w:rFonts w:ascii="Courier New" w:hAnsi="Courier New" w:cs="Courier New" w:hint="default"/>
        <w:color w:val="107082" w:themeColor="accent2"/>
      </w:rPr>
    </w:lvl>
  </w:abstractNum>
  <w:abstractNum w:abstractNumId="2" w15:restartNumberingAfterBreak="0">
    <w:nsid w:val="FFFFFF88"/>
    <w:multiLevelType w:val="singleLevel"/>
    <w:tmpl w:val="A080F52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DA2A00F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E91F2A"/>
    <w:multiLevelType w:val="hybridMultilevel"/>
    <w:tmpl w:val="6DC0BC34"/>
    <w:lvl w:ilvl="0" w:tplc="633C562A">
      <w:start w:val="1"/>
      <w:numFmt w:val="lowerLetter"/>
      <w:lvlText w:val="%1."/>
      <w:lvlJc w:val="left"/>
      <w:pPr>
        <w:ind w:left="720" w:hanging="360"/>
      </w:pPr>
      <w:rPr>
        <w:rFonts w:hint="default"/>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0675B0"/>
    <w:multiLevelType w:val="hybridMultilevel"/>
    <w:tmpl w:val="442A5648"/>
    <w:lvl w:ilvl="0" w:tplc="A4946864">
      <w:start w:val="1"/>
      <w:numFmt w:val="bullet"/>
      <w:pStyle w:val="Graphbullet4"/>
      <w:lvlText w:val=""/>
      <w:lvlJc w:val="left"/>
      <w:pPr>
        <w:ind w:left="720" w:hanging="360"/>
      </w:pPr>
      <w:rPr>
        <w:rFonts w:ascii="Symbol" w:hAnsi="Symbol" w:hint="default"/>
        <w:color w:val="107082" w:themeColor="accent2"/>
        <w:u w:color="F0CDA1"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1B0354"/>
    <w:multiLevelType w:val="hybridMultilevel"/>
    <w:tmpl w:val="0B669F94"/>
    <w:lvl w:ilvl="0" w:tplc="6C580B0E">
      <w:start w:val="1"/>
      <w:numFmt w:val="bullet"/>
      <w:pStyle w:val="Graphbullet3"/>
      <w:lvlText w:val=""/>
      <w:lvlJc w:val="left"/>
      <w:pPr>
        <w:ind w:left="360" w:hanging="360"/>
      </w:pPr>
      <w:rPr>
        <w:rFonts w:ascii="Symbol" w:hAnsi="Symbol" w:hint="default"/>
        <w:color w:val="595959" w:themeColor="text1" w:themeTint="A6"/>
        <w:u w:color="F0CDA1"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F059C5"/>
    <w:multiLevelType w:val="hybridMultilevel"/>
    <w:tmpl w:val="117894FC"/>
    <w:lvl w:ilvl="0" w:tplc="3060231A">
      <w:start w:val="1"/>
      <w:numFmt w:val="bullet"/>
      <w:pStyle w:val="ListBullet"/>
      <w:lvlText w:val=""/>
      <w:lvlJc w:val="left"/>
      <w:pPr>
        <w:ind w:left="720" w:hanging="360"/>
      </w:pPr>
      <w:rPr>
        <w:rFonts w:ascii="Symbol" w:hAnsi="Symbol" w:hint="default"/>
        <w:color w:val="107082" w:themeColor="accent2"/>
        <w:u w:color="F0CDA1"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A86343"/>
    <w:multiLevelType w:val="hybridMultilevel"/>
    <w:tmpl w:val="DCAC3568"/>
    <w:lvl w:ilvl="0" w:tplc="2AFA4338">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6533D15"/>
    <w:multiLevelType w:val="hybridMultilevel"/>
    <w:tmpl w:val="C234D8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09941A06"/>
    <w:multiLevelType w:val="hybridMultilevel"/>
    <w:tmpl w:val="3CB430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B62834"/>
    <w:multiLevelType w:val="hybridMultilevel"/>
    <w:tmpl w:val="C08C66B0"/>
    <w:lvl w:ilvl="0" w:tplc="CFD2494C">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566B04"/>
    <w:multiLevelType w:val="hybridMultilevel"/>
    <w:tmpl w:val="7E7A932C"/>
    <w:lvl w:ilvl="0" w:tplc="7B30580C">
      <w:start w:val="1"/>
      <w:numFmt w:val="bullet"/>
      <w:lvlText w:val=""/>
      <w:lvlJc w:val="left"/>
      <w:pPr>
        <w:ind w:left="720" w:hanging="360"/>
      </w:pPr>
      <w:rPr>
        <w:rFonts w:ascii="Symbol" w:hAnsi="Symbol" w:hint="default"/>
        <w:color w:val="107082" w:themeColor="accent2"/>
        <w:u w:color="F0CDA1" w:themeColor="accent1"/>
      </w:rPr>
    </w:lvl>
    <w:lvl w:ilvl="1" w:tplc="21DA163A">
      <w:start w:val="1"/>
      <w:numFmt w:val="bullet"/>
      <w:lvlText w:val="o"/>
      <w:lvlJc w:val="left"/>
      <w:pPr>
        <w:ind w:left="1440" w:hanging="360"/>
      </w:pPr>
      <w:rPr>
        <w:rFonts w:ascii="Courier New" w:hAnsi="Courier New" w:hint="default"/>
        <w:color w:val="107082" w:themeColor="accent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920324"/>
    <w:multiLevelType w:val="hybridMultilevel"/>
    <w:tmpl w:val="6AF83516"/>
    <w:lvl w:ilvl="0" w:tplc="633C562A">
      <w:start w:val="1"/>
      <w:numFmt w:val="lowerLetter"/>
      <w:lvlText w:val="%1."/>
      <w:lvlJc w:val="left"/>
      <w:pPr>
        <w:ind w:left="720" w:hanging="360"/>
      </w:pPr>
      <w:rPr>
        <w:rFonts w:hint="default"/>
        <w:color w:val="107082" w:themeColor="accent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4832639"/>
    <w:multiLevelType w:val="hybridMultilevel"/>
    <w:tmpl w:val="B2560376"/>
    <w:lvl w:ilvl="0" w:tplc="633C562A">
      <w:start w:val="1"/>
      <w:numFmt w:val="lowerLetter"/>
      <w:lvlText w:val="%1."/>
      <w:lvlJc w:val="left"/>
      <w:pPr>
        <w:ind w:left="720" w:hanging="360"/>
      </w:pPr>
      <w:rPr>
        <w:rFonts w:hint="default"/>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277AFC"/>
    <w:multiLevelType w:val="hybridMultilevel"/>
    <w:tmpl w:val="251E707C"/>
    <w:lvl w:ilvl="0" w:tplc="C7BC33B2">
      <w:start w:val="1"/>
      <w:numFmt w:val="bullet"/>
      <w:pStyle w:val="Graphbullet"/>
      <w:lvlText w:val=""/>
      <w:lvlJc w:val="left"/>
      <w:pPr>
        <w:ind w:left="720" w:hanging="360"/>
      </w:pPr>
      <w:rPr>
        <w:rFonts w:ascii="Symbol" w:hAnsi="Symbol" w:hint="default"/>
        <w:color w:val="054854" w:themeColor="accent3"/>
        <w:u w:color="F0CDA1"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DB6146"/>
    <w:multiLevelType w:val="hybridMultilevel"/>
    <w:tmpl w:val="1DF0C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0F509EC"/>
    <w:multiLevelType w:val="hybridMultilevel"/>
    <w:tmpl w:val="C1205F4E"/>
    <w:lvl w:ilvl="0" w:tplc="FA9CD356">
      <w:start w:val="2"/>
      <w:numFmt w:val="decimal"/>
      <w:lvlText w:val="%1."/>
      <w:lvlJc w:val="left"/>
      <w:pPr>
        <w:ind w:left="720" w:hanging="360"/>
      </w:pPr>
      <w:rPr>
        <w:rFonts w:asciiTheme="minorHAnsi" w:hAnsiTheme="minorHAnsi" w:cstheme="minorHAnsi" w:hint="default"/>
        <w:color w:val="10708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7B872C6"/>
    <w:multiLevelType w:val="hybridMultilevel"/>
    <w:tmpl w:val="B2560376"/>
    <w:lvl w:ilvl="0" w:tplc="633C562A">
      <w:start w:val="1"/>
      <w:numFmt w:val="lowerLetter"/>
      <w:lvlText w:val="%1."/>
      <w:lvlJc w:val="left"/>
      <w:pPr>
        <w:ind w:left="720" w:hanging="360"/>
      </w:pPr>
      <w:rPr>
        <w:rFonts w:hint="default"/>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9448EF"/>
    <w:multiLevelType w:val="hybridMultilevel"/>
    <w:tmpl w:val="049AF448"/>
    <w:lvl w:ilvl="0" w:tplc="83B09A70">
      <w:start w:val="1"/>
      <w:numFmt w:val="bullet"/>
      <w:pStyle w:val="Graphbullet2"/>
      <w:lvlText w:val=""/>
      <w:lvlJc w:val="left"/>
      <w:pPr>
        <w:ind w:left="360" w:hanging="360"/>
      </w:pPr>
      <w:rPr>
        <w:rFonts w:ascii="Symbol" w:hAnsi="Symbol" w:hint="default"/>
        <w:color w:val="773809" w:themeColor="accent6" w:themeShade="80"/>
        <w:u w:color="F0CDA1"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E867BE"/>
    <w:multiLevelType w:val="hybridMultilevel"/>
    <w:tmpl w:val="80663A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E331351"/>
    <w:multiLevelType w:val="hybridMultilevel"/>
    <w:tmpl w:val="72966E82"/>
    <w:lvl w:ilvl="0" w:tplc="2AFA4338">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CF1929"/>
    <w:multiLevelType w:val="hybridMultilevel"/>
    <w:tmpl w:val="BB0440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21351B2"/>
    <w:multiLevelType w:val="hybridMultilevel"/>
    <w:tmpl w:val="C2A23606"/>
    <w:lvl w:ilvl="0" w:tplc="04090001">
      <w:start w:val="1"/>
      <w:numFmt w:val="bullet"/>
      <w:lvlText w:val=""/>
      <w:lvlJc w:val="left"/>
      <w:pPr>
        <w:ind w:left="360" w:hanging="360"/>
      </w:pPr>
      <w:rPr>
        <w:rFonts w:ascii="Symbol" w:hAnsi="Symbol" w:hint="default"/>
      </w:rPr>
    </w:lvl>
    <w:lvl w:ilvl="1" w:tplc="4D344304">
      <w:start w:val="1"/>
      <w:numFmt w:val="bullet"/>
      <w:lvlText w:val="o"/>
      <w:lvlJc w:val="center"/>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30B7AF6"/>
    <w:multiLevelType w:val="hybridMultilevel"/>
    <w:tmpl w:val="F46C53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E6C7223"/>
    <w:multiLevelType w:val="hybridMultilevel"/>
    <w:tmpl w:val="D6FAB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8F198D"/>
    <w:multiLevelType w:val="hybridMultilevel"/>
    <w:tmpl w:val="03680CDA"/>
    <w:lvl w:ilvl="0" w:tplc="8376AAF6">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7D7F4E"/>
    <w:multiLevelType w:val="hybridMultilevel"/>
    <w:tmpl w:val="C94852F0"/>
    <w:lvl w:ilvl="0" w:tplc="37F891C4">
      <w:start w:val="1"/>
      <w:numFmt w:val="decimal"/>
      <w:lvlText w:val="%1."/>
      <w:lvlJc w:val="left"/>
      <w:pPr>
        <w:ind w:left="720" w:hanging="360"/>
      </w:pPr>
      <w:rPr>
        <w:rFonts w:asciiTheme="minorHAnsi" w:hAnsiTheme="minorHAnsi" w:cstheme="minorHAnsi" w:hint="default"/>
        <w:color w:val="10708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92013B8"/>
    <w:multiLevelType w:val="hybridMultilevel"/>
    <w:tmpl w:val="7BF042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425193"/>
    <w:multiLevelType w:val="hybridMultilevel"/>
    <w:tmpl w:val="2B4662AC"/>
    <w:lvl w:ilvl="0" w:tplc="F27AD300">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8C1828"/>
    <w:multiLevelType w:val="hybridMultilevel"/>
    <w:tmpl w:val="45148FEC"/>
    <w:lvl w:ilvl="0" w:tplc="C9B6E9BC">
      <w:start w:val="1"/>
      <w:numFmt w:val="decimal"/>
      <w:pStyle w:val="ListNumber"/>
      <w:lvlText w:val="%1."/>
      <w:lvlJc w:val="left"/>
      <w:pPr>
        <w:ind w:left="720" w:hanging="360"/>
      </w:pPr>
      <w:rPr>
        <w:rFonts w:hint="default"/>
        <w:b/>
        <w:color w:val="107082" w:themeColor="accent2"/>
        <w:u w:color="F0CDA1"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F92F8B"/>
    <w:multiLevelType w:val="hybridMultilevel"/>
    <w:tmpl w:val="4552D1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2926AB"/>
    <w:multiLevelType w:val="hybridMultilevel"/>
    <w:tmpl w:val="74EAD57A"/>
    <w:lvl w:ilvl="0" w:tplc="21DA163A">
      <w:start w:val="1"/>
      <w:numFmt w:val="bullet"/>
      <w:lvlText w:val="o"/>
      <w:lvlJc w:val="left"/>
      <w:pPr>
        <w:ind w:left="720" w:hanging="360"/>
      </w:pPr>
      <w:rPr>
        <w:rFonts w:ascii="Courier New" w:hAnsi="Courier New" w:hint="default"/>
        <w:color w:val="107082" w:themeColor="accent2"/>
        <w:u w:color="F0CDA1"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26156C"/>
    <w:multiLevelType w:val="hybridMultilevel"/>
    <w:tmpl w:val="C656764A"/>
    <w:lvl w:ilvl="0" w:tplc="9020A65A">
      <w:start w:val="1"/>
      <w:numFmt w:val="decimal"/>
      <w:lvlText w:val="%1."/>
      <w:lvlJc w:val="left"/>
      <w:pPr>
        <w:ind w:left="121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A33982"/>
    <w:multiLevelType w:val="hybridMultilevel"/>
    <w:tmpl w:val="F162007C"/>
    <w:lvl w:ilvl="0" w:tplc="D8745C70">
      <w:start w:val="1"/>
      <w:numFmt w:val="decimal"/>
      <w:lvlText w:val="%1."/>
      <w:lvlJc w:val="left"/>
      <w:pPr>
        <w:ind w:left="720" w:hanging="360"/>
      </w:pPr>
      <w:rPr>
        <w:rFonts w:asciiTheme="minorHAnsi" w:hAnsiTheme="minorHAnsi" w:cstheme="minorHAnsi" w:hint="default"/>
        <w:color w:val="10708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1D02171"/>
    <w:multiLevelType w:val="hybridMultilevel"/>
    <w:tmpl w:val="68700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FE6E66"/>
    <w:multiLevelType w:val="hybridMultilevel"/>
    <w:tmpl w:val="040A3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DB023C"/>
    <w:multiLevelType w:val="hybridMultilevel"/>
    <w:tmpl w:val="02829B4A"/>
    <w:lvl w:ilvl="0" w:tplc="CB6ECA12">
      <w:start w:val="1"/>
      <w:numFmt w:val="decimal"/>
      <w:lvlText w:val="%1."/>
      <w:lvlJc w:val="left"/>
      <w:pPr>
        <w:ind w:left="72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1F4F44"/>
    <w:multiLevelType w:val="hybridMultilevel"/>
    <w:tmpl w:val="7F5EAAF0"/>
    <w:lvl w:ilvl="0" w:tplc="302A11E8">
      <w:start w:val="1"/>
      <w:numFmt w:val="decimal"/>
      <w:lvlText w:val="%1."/>
      <w:lvlJc w:val="left"/>
      <w:pPr>
        <w:ind w:left="720" w:hanging="360"/>
      </w:pPr>
      <w:rPr>
        <w:rFonts w:hint="default"/>
        <w:b/>
        <w:i/>
        <w:color w:val="107082" w:themeColor="accent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961309"/>
    <w:multiLevelType w:val="hybridMultilevel"/>
    <w:tmpl w:val="C656764A"/>
    <w:lvl w:ilvl="0" w:tplc="9020A65A">
      <w:start w:val="1"/>
      <w:numFmt w:val="decimal"/>
      <w:lvlText w:val="%1."/>
      <w:lvlJc w:val="left"/>
      <w:pPr>
        <w:ind w:left="1210" w:hanging="360"/>
      </w:pPr>
      <w:rPr>
        <w:rFonts w:hint="default"/>
        <w:b/>
        <w:i/>
        <w:color w:val="107082"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101D07"/>
    <w:multiLevelType w:val="hybridMultilevel"/>
    <w:tmpl w:val="79DC4B2A"/>
    <w:lvl w:ilvl="0" w:tplc="124C5DAE">
      <w:start w:val="1"/>
      <w:numFmt w:val="decimal"/>
      <w:lvlText w:val="%1."/>
      <w:lvlJc w:val="left"/>
      <w:pPr>
        <w:ind w:left="1080" w:hanging="72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9905293">
    <w:abstractNumId w:val="29"/>
  </w:num>
  <w:num w:numId="2" w16cid:durableId="943265000">
    <w:abstractNumId w:val="38"/>
  </w:num>
  <w:num w:numId="3" w16cid:durableId="1760984619">
    <w:abstractNumId w:val="18"/>
  </w:num>
  <w:num w:numId="4" w16cid:durableId="1928416161">
    <w:abstractNumId w:val="26"/>
  </w:num>
  <w:num w:numId="5" w16cid:durableId="2074231870">
    <w:abstractNumId w:val="14"/>
  </w:num>
  <w:num w:numId="6" w16cid:durableId="1794133684">
    <w:abstractNumId w:val="8"/>
  </w:num>
  <w:num w:numId="7" w16cid:durableId="1668635052">
    <w:abstractNumId w:val="37"/>
  </w:num>
  <w:num w:numId="8" w16cid:durableId="1803692927">
    <w:abstractNumId w:val="13"/>
  </w:num>
  <w:num w:numId="9" w16cid:durableId="1686127180">
    <w:abstractNumId w:val="39"/>
  </w:num>
  <w:num w:numId="10" w16cid:durableId="1440829498">
    <w:abstractNumId w:val="33"/>
  </w:num>
  <w:num w:numId="11" w16cid:durableId="1240863832">
    <w:abstractNumId w:val="4"/>
  </w:num>
  <w:num w:numId="12" w16cid:durableId="249629484">
    <w:abstractNumId w:val="11"/>
  </w:num>
  <w:num w:numId="13" w16cid:durableId="1392651948">
    <w:abstractNumId w:val="16"/>
  </w:num>
  <w:num w:numId="14" w16cid:durableId="1129470954">
    <w:abstractNumId w:val="25"/>
  </w:num>
  <w:num w:numId="15" w16cid:durableId="1774127595">
    <w:abstractNumId w:val="21"/>
  </w:num>
  <w:num w:numId="16" w16cid:durableId="1393188712">
    <w:abstractNumId w:val="7"/>
  </w:num>
  <w:num w:numId="17" w16cid:durableId="413480880">
    <w:abstractNumId w:val="28"/>
  </w:num>
  <w:num w:numId="18" w16cid:durableId="1858883862">
    <w:abstractNumId w:val="40"/>
  </w:num>
  <w:num w:numId="19" w16cid:durableId="1918635592">
    <w:abstractNumId w:val="10"/>
  </w:num>
  <w:num w:numId="20" w16cid:durableId="1516114568">
    <w:abstractNumId w:val="31"/>
  </w:num>
  <w:num w:numId="21" w16cid:durableId="1003237312">
    <w:abstractNumId w:val="12"/>
  </w:num>
  <w:num w:numId="22" w16cid:durableId="5057540">
    <w:abstractNumId w:val="22"/>
  </w:num>
  <w:num w:numId="23" w16cid:durableId="936714924">
    <w:abstractNumId w:val="24"/>
  </w:num>
  <w:num w:numId="24" w16cid:durableId="209221926">
    <w:abstractNumId w:val="20"/>
  </w:num>
  <w:num w:numId="25" w16cid:durableId="1323781096">
    <w:abstractNumId w:val="23"/>
  </w:num>
  <w:num w:numId="26" w16cid:durableId="1259437485">
    <w:abstractNumId w:val="9"/>
  </w:num>
  <w:num w:numId="27" w16cid:durableId="1635483380">
    <w:abstractNumId w:val="35"/>
  </w:num>
  <w:num w:numId="28" w16cid:durableId="1252815706">
    <w:abstractNumId w:val="15"/>
  </w:num>
  <w:num w:numId="29" w16cid:durableId="2080245367">
    <w:abstractNumId w:val="6"/>
  </w:num>
  <w:num w:numId="30" w16cid:durableId="1760906762">
    <w:abstractNumId w:val="19"/>
  </w:num>
  <w:num w:numId="31" w16cid:durableId="1541018740">
    <w:abstractNumId w:val="5"/>
  </w:num>
  <w:num w:numId="32" w16cid:durableId="653608474">
    <w:abstractNumId w:val="30"/>
  </w:num>
  <w:num w:numId="33" w16cid:durableId="821388286">
    <w:abstractNumId w:val="32"/>
  </w:num>
  <w:num w:numId="34" w16cid:durableId="2049525107">
    <w:abstractNumId w:val="3"/>
  </w:num>
  <w:num w:numId="35" w16cid:durableId="725370678">
    <w:abstractNumId w:val="1"/>
  </w:num>
  <w:num w:numId="36" w16cid:durableId="1802648642">
    <w:abstractNumId w:val="2"/>
  </w:num>
  <w:num w:numId="37" w16cid:durableId="1759406433">
    <w:abstractNumId w:val="0"/>
  </w:num>
  <w:num w:numId="38" w16cid:durableId="1234971272">
    <w:abstractNumId w:val="36"/>
  </w:num>
  <w:num w:numId="39" w16cid:durableId="1188567872">
    <w:abstractNumId w:val="27"/>
  </w:num>
  <w:num w:numId="40" w16cid:durableId="1757900363">
    <w:abstractNumId w:val="17"/>
  </w:num>
  <w:num w:numId="41" w16cid:durableId="1181503309">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46C"/>
    <w:rsid w:val="0000092E"/>
    <w:rsid w:val="00003CDE"/>
    <w:rsid w:val="0000540B"/>
    <w:rsid w:val="00010981"/>
    <w:rsid w:val="00012A83"/>
    <w:rsid w:val="00017C3C"/>
    <w:rsid w:val="00021F2E"/>
    <w:rsid w:val="00026326"/>
    <w:rsid w:val="00026EAE"/>
    <w:rsid w:val="0003025C"/>
    <w:rsid w:val="0003123C"/>
    <w:rsid w:val="00032A10"/>
    <w:rsid w:val="00036D1B"/>
    <w:rsid w:val="000377FD"/>
    <w:rsid w:val="00041CC7"/>
    <w:rsid w:val="00043FFE"/>
    <w:rsid w:val="00044074"/>
    <w:rsid w:val="0004430C"/>
    <w:rsid w:val="0006444F"/>
    <w:rsid w:val="00066DE2"/>
    <w:rsid w:val="00073502"/>
    <w:rsid w:val="00077931"/>
    <w:rsid w:val="000801DF"/>
    <w:rsid w:val="00084E91"/>
    <w:rsid w:val="00086DC8"/>
    <w:rsid w:val="000900B6"/>
    <w:rsid w:val="00094471"/>
    <w:rsid w:val="00094CA4"/>
    <w:rsid w:val="000A3384"/>
    <w:rsid w:val="000A649E"/>
    <w:rsid w:val="000A7626"/>
    <w:rsid w:val="000B160D"/>
    <w:rsid w:val="000B20E7"/>
    <w:rsid w:val="000B5DA2"/>
    <w:rsid w:val="000B7C9B"/>
    <w:rsid w:val="000C182D"/>
    <w:rsid w:val="000C1C28"/>
    <w:rsid w:val="000C5872"/>
    <w:rsid w:val="000C7323"/>
    <w:rsid w:val="000D7E53"/>
    <w:rsid w:val="000E0979"/>
    <w:rsid w:val="000E1544"/>
    <w:rsid w:val="000E7E7F"/>
    <w:rsid w:val="000F56BD"/>
    <w:rsid w:val="001155CE"/>
    <w:rsid w:val="001167BD"/>
    <w:rsid w:val="00122100"/>
    <w:rsid w:val="00122387"/>
    <w:rsid w:val="001225D9"/>
    <w:rsid w:val="00123F18"/>
    <w:rsid w:val="00124370"/>
    <w:rsid w:val="001259EB"/>
    <w:rsid w:val="00134D2F"/>
    <w:rsid w:val="00143DA5"/>
    <w:rsid w:val="0014650A"/>
    <w:rsid w:val="00150B7C"/>
    <w:rsid w:val="00151AFC"/>
    <w:rsid w:val="001540DE"/>
    <w:rsid w:val="0015489D"/>
    <w:rsid w:val="00160392"/>
    <w:rsid w:val="00160CF3"/>
    <w:rsid w:val="00164A5B"/>
    <w:rsid w:val="00175187"/>
    <w:rsid w:val="00180F4D"/>
    <w:rsid w:val="00184731"/>
    <w:rsid w:val="001A06CF"/>
    <w:rsid w:val="001A5429"/>
    <w:rsid w:val="001A7547"/>
    <w:rsid w:val="001B071A"/>
    <w:rsid w:val="001B1422"/>
    <w:rsid w:val="001B4FBB"/>
    <w:rsid w:val="001C155D"/>
    <w:rsid w:val="001C4133"/>
    <w:rsid w:val="001D1456"/>
    <w:rsid w:val="001D1C22"/>
    <w:rsid w:val="001E11F1"/>
    <w:rsid w:val="001E1E58"/>
    <w:rsid w:val="001F00D4"/>
    <w:rsid w:val="002019A4"/>
    <w:rsid w:val="00206719"/>
    <w:rsid w:val="0021180C"/>
    <w:rsid w:val="00224C04"/>
    <w:rsid w:val="002352D1"/>
    <w:rsid w:val="00240312"/>
    <w:rsid w:val="00245877"/>
    <w:rsid w:val="00247B17"/>
    <w:rsid w:val="00252E4A"/>
    <w:rsid w:val="00255CAE"/>
    <w:rsid w:val="00257EA4"/>
    <w:rsid w:val="00263A7C"/>
    <w:rsid w:val="002642A8"/>
    <w:rsid w:val="002739E2"/>
    <w:rsid w:val="00273F40"/>
    <w:rsid w:val="00277382"/>
    <w:rsid w:val="00280D75"/>
    <w:rsid w:val="00286C4A"/>
    <w:rsid w:val="00292688"/>
    <w:rsid w:val="002A137B"/>
    <w:rsid w:val="002A2D05"/>
    <w:rsid w:val="002A383B"/>
    <w:rsid w:val="002A52F3"/>
    <w:rsid w:val="002B13A5"/>
    <w:rsid w:val="002B3B8D"/>
    <w:rsid w:val="002B4179"/>
    <w:rsid w:val="002B50CF"/>
    <w:rsid w:val="002C28AB"/>
    <w:rsid w:val="002E34E4"/>
    <w:rsid w:val="002F207D"/>
    <w:rsid w:val="00301572"/>
    <w:rsid w:val="00301827"/>
    <w:rsid w:val="003072B4"/>
    <w:rsid w:val="0031130D"/>
    <w:rsid w:val="00311FE7"/>
    <w:rsid w:val="00314A6F"/>
    <w:rsid w:val="00323B7F"/>
    <w:rsid w:val="0032475F"/>
    <w:rsid w:val="00334394"/>
    <w:rsid w:val="00347789"/>
    <w:rsid w:val="00347AF5"/>
    <w:rsid w:val="0035732B"/>
    <w:rsid w:val="00360F98"/>
    <w:rsid w:val="00362478"/>
    <w:rsid w:val="00371640"/>
    <w:rsid w:val="00374421"/>
    <w:rsid w:val="00385AC8"/>
    <w:rsid w:val="003B5758"/>
    <w:rsid w:val="003B6420"/>
    <w:rsid w:val="003B6970"/>
    <w:rsid w:val="003B7F68"/>
    <w:rsid w:val="003C6107"/>
    <w:rsid w:val="003D04F0"/>
    <w:rsid w:val="003D1482"/>
    <w:rsid w:val="003D59A7"/>
    <w:rsid w:val="003E5567"/>
    <w:rsid w:val="003E78A7"/>
    <w:rsid w:val="003F0714"/>
    <w:rsid w:val="003F0D0F"/>
    <w:rsid w:val="003F13B0"/>
    <w:rsid w:val="003F3007"/>
    <w:rsid w:val="003F5135"/>
    <w:rsid w:val="003F5F4A"/>
    <w:rsid w:val="003F6310"/>
    <w:rsid w:val="003F7989"/>
    <w:rsid w:val="0040091F"/>
    <w:rsid w:val="004019FA"/>
    <w:rsid w:val="00403423"/>
    <w:rsid w:val="00404C6F"/>
    <w:rsid w:val="0041142A"/>
    <w:rsid w:val="004133B1"/>
    <w:rsid w:val="004262DD"/>
    <w:rsid w:val="0042646F"/>
    <w:rsid w:val="0043188A"/>
    <w:rsid w:val="0043353C"/>
    <w:rsid w:val="00435096"/>
    <w:rsid w:val="00436347"/>
    <w:rsid w:val="00440BF7"/>
    <w:rsid w:val="004411FB"/>
    <w:rsid w:val="00443212"/>
    <w:rsid w:val="00445345"/>
    <w:rsid w:val="004579CD"/>
    <w:rsid w:val="0046114A"/>
    <w:rsid w:val="00461BB7"/>
    <w:rsid w:val="0046262B"/>
    <w:rsid w:val="00463CFC"/>
    <w:rsid w:val="0047108B"/>
    <w:rsid w:val="004821E1"/>
    <w:rsid w:val="00492DD0"/>
    <w:rsid w:val="00493EC0"/>
    <w:rsid w:val="0049500E"/>
    <w:rsid w:val="00495909"/>
    <w:rsid w:val="004A1BCE"/>
    <w:rsid w:val="004A3F9A"/>
    <w:rsid w:val="004A529D"/>
    <w:rsid w:val="004B407E"/>
    <w:rsid w:val="004B5251"/>
    <w:rsid w:val="004B692F"/>
    <w:rsid w:val="004C7B3E"/>
    <w:rsid w:val="004F7BFE"/>
    <w:rsid w:val="00500181"/>
    <w:rsid w:val="00501FFE"/>
    <w:rsid w:val="00513832"/>
    <w:rsid w:val="00523077"/>
    <w:rsid w:val="00525DBF"/>
    <w:rsid w:val="00526C37"/>
    <w:rsid w:val="005270C8"/>
    <w:rsid w:val="00533047"/>
    <w:rsid w:val="00545DE0"/>
    <w:rsid w:val="00545E9F"/>
    <w:rsid w:val="00546376"/>
    <w:rsid w:val="00570032"/>
    <w:rsid w:val="00577B45"/>
    <w:rsid w:val="00580E76"/>
    <w:rsid w:val="00580F8F"/>
    <w:rsid w:val="00583706"/>
    <w:rsid w:val="00587F14"/>
    <w:rsid w:val="005919AF"/>
    <w:rsid w:val="00592EF3"/>
    <w:rsid w:val="00594449"/>
    <w:rsid w:val="005A07DB"/>
    <w:rsid w:val="005A20E2"/>
    <w:rsid w:val="005B1000"/>
    <w:rsid w:val="005B3C9D"/>
    <w:rsid w:val="005B44D2"/>
    <w:rsid w:val="005B6A1A"/>
    <w:rsid w:val="005D2146"/>
    <w:rsid w:val="005D73B3"/>
    <w:rsid w:val="005F6388"/>
    <w:rsid w:val="00602097"/>
    <w:rsid w:val="00615EDF"/>
    <w:rsid w:val="00623B4C"/>
    <w:rsid w:val="0062455F"/>
    <w:rsid w:val="006265AF"/>
    <w:rsid w:val="00631DE9"/>
    <w:rsid w:val="006329E1"/>
    <w:rsid w:val="00633E73"/>
    <w:rsid w:val="006414B9"/>
    <w:rsid w:val="00643BE0"/>
    <w:rsid w:val="00655308"/>
    <w:rsid w:val="00657790"/>
    <w:rsid w:val="00664450"/>
    <w:rsid w:val="00680390"/>
    <w:rsid w:val="006910E9"/>
    <w:rsid w:val="006936EB"/>
    <w:rsid w:val="006A00DE"/>
    <w:rsid w:val="006B2383"/>
    <w:rsid w:val="006C478F"/>
    <w:rsid w:val="006C4F94"/>
    <w:rsid w:val="006D0144"/>
    <w:rsid w:val="006D5D7D"/>
    <w:rsid w:val="006D6F61"/>
    <w:rsid w:val="006E3FC8"/>
    <w:rsid w:val="006F35BA"/>
    <w:rsid w:val="00715596"/>
    <w:rsid w:val="007157EF"/>
    <w:rsid w:val="00732066"/>
    <w:rsid w:val="0073670F"/>
    <w:rsid w:val="00740FCE"/>
    <w:rsid w:val="00743388"/>
    <w:rsid w:val="00750139"/>
    <w:rsid w:val="007530D6"/>
    <w:rsid w:val="00753E67"/>
    <w:rsid w:val="00755D87"/>
    <w:rsid w:val="00763C3F"/>
    <w:rsid w:val="00764930"/>
    <w:rsid w:val="007652A3"/>
    <w:rsid w:val="00777811"/>
    <w:rsid w:val="00790AA6"/>
    <w:rsid w:val="00795ACF"/>
    <w:rsid w:val="007A0ED7"/>
    <w:rsid w:val="007B17C4"/>
    <w:rsid w:val="007B1C08"/>
    <w:rsid w:val="007B1F5A"/>
    <w:rsid w:val="007B2694"/>
    <w:rsid w:val="007B3AB6"/>
    <w:rsid w:val="007B5AFF"/>
    <w:rsid w:val="007B7019"/>
    <w:rsid w:val="007C0656"/>
    <w:rsid w:val="007C136F"/>
    <w:rsid w:val="007C5AF4"/>
    <w:rsid w:val="007D5767"/>
    <w:rsid w:val="007D5E37"/>
    <w:rsid w:val="007F793B"/>
    <w:rsid w:val="008020A4"/>
    <w:rsid w:val="00813EC8"/>
    <w:rsid w:val="00817AA4"/>
    <w:rsid w:val="00817F8C"/>
    <w:rsid w:val="00825380"/>
    <w:rsid w:val="0083428B"/>
    <w:rsid w:val="008404EF"/>
    <w:rsid w:val="008417F9"/>
    <w:rsid w:val="00844DD2"/>
    <w:rsid w:val="008634D2"/>
    <w:rsid w:val="00876F99"/>
    <w:rsid w:val="008820B3"/>
    <w:rsid w:val="00886169"/>
    <w:rsid w:val="00890566"/>
    <w:rsid w:val="0089113D"/>
    <w:rsid w:val="008965F6"/>
    <w:rsid w:val="008A2B5E"/>
    <w:rsid w:val="008C338E"/>
    <w:rsid w:val="008C6286"/>
    <w:rsid w:val="008D3386"/>
    <w:rsid w:val="008E1DD9"/>
    <w:rsid w:val="008F1B95"/>
    <w:rsid w:val="008F4EB1"/>
    <w:rsid w:val="008F704C"/>
    <w:rsid w:val="0090206C"/>
    <w:rsid w:val="00902998"/>
    <w:rsid w:val="00904D38"/>
    <w:rsid w:val="00912C1B"/>
    <w:rsid w:val="0092125E"/>
    <w:rsid w:val="00921A81"/>
    <w:rsid w:val="00924319"/>
    <w:rsid w:val="00930588"/>
    <w:rsid w:val="00937BF5"/>
    <w:rsid w:val="0094707B"/>
    <w:rsid w:val="00952A7A"/>
    <w:rsid w:val="00956F9F"/>
    <w:rsid w:val="009633B3"/>
    <w:rsid w:val="00963407"/>
    <w:rsid w:val="0097097A"/>
    <w:rsid w:val="009734D0"/>
    <w:rsid w:val="00974BF8"/>
    <w:rsid w:val="00977EF8"/>
    <w:rsid w:val="00981923"/>
    <w:rsid w:val="00993150"/>
    <w:rsid w:val="00993826"/>
    <w:rsid w:val="009956A2"/>
    <w:rsid w:val="0099591E"/>
    <w:rsid w:val="009A3B33"/>
    <w:rsid w:val="009A45A0"/>
    <w:rsid w:val="009B0711"/>
    <w:rsid w:val="009B2140"/>
    <w:rsid w:val="009B35B5"/>
    <w:rsid w:val="009B4773"/>
    <w:rsid w:val="009D2556"/>
    <w:rsid w:val="009E13B8"/>
    <w:rsid w:val="00A0370B"/>
    <w:rsid w:val="00A13B27"/>
    <w:rsid w:val="00A42AA0"/>
    <w:rsid w:val="00A4461E"/>
    <w:rsid w:val="00A4628B"/>
    <w:rsid w:val="00A513B3"/>
    <w:rsid w:val="00A60DC8"/>
    <w:rsid w:val="00A61A43"/>
    <w:rsid w:val="00A630FD"/>
    <w:rsid w:val="00A64F2B"/>
    <w:rsid w:val="00A70795"/>
    <w:rsid w:val="00A74908"/>
    <w:rsid w:val="00A75D30"/>
    <w:rsid w:val="00A86881"/>
    <w:rsid w:val="00A91213"/>
    <w:rsid w:val="00A960DC"/>
    <w:rsid w:val="00AA19C4"/>
    <w:rsid w:val="00AA1EA0"/>
    <w:rsid w:val="00AA29B1"/>
    <w:rsid w:val="00AA66D7"/>
    <w:rsid w:val="00AB2448"/>
    <w:rsid w:val="00AB676C"/>
    <w:rsid w:val="00AC3653"/>
    <w:rsid w:val="00AC7BAD"/>
    <w:rsid w:val="00AD658E"/>
    <w:rsid w:val="00AE0241"/>
    <w:rsid w:val="00AE0925"/>
    <w:rsid w:val="00AE111C"/>
    <w:rsid w:val="00AE5008"/>
    <w:rsid w:val="00AE6A28"/>
    <w:rsid w:val="00AF039D"/>
    <w:rsid w:val="00AF03B3"/>
    <w:rsid w:val="00AF4D7C"/>
    <w:rsid w:val="00B0181E"/>
    <w:rsid w:val="00B01CC5"/>
    <w:rsid w:val="00B15683"/>
    <w:rsid w:val="00B1591B"/>
    <w:rsid w:val="00B175DD"/>
    <w:rsid w:val="00B2610A"/>
    <w:rsid w:val="00B26302"/>
    <w:rsid w:val="00B36A36"/>
    <w:rsid w:val="00B37B3B"/>
    <w:rsid w:val="00B44C47"/>
    <w:rsid w:val="00B57756"/>
    <w:rsid w:val="00B57F4F"/>
    <w:rsid w:val="00B65AF3"/>
    <w:rsid w:val="00B7636D"/>
    <w:rsid w:val="00B80CF1"/>
    <w:rsid w:val="00B83D77"/>
    <w:rsid w:val="00B85E78"/>
    <w:rsid w:val="00BA046C"/>
    <w:rsid w:val="00BA2A38"/>
    <w:rsid w:val="00BA31C4"/>
    <w:rsid w:val="00BA7240"/>
    <w:rsid w:val="00BB02E6"/>
    <w:rsid w:val="00BB3282"/>
    <w:rsid w:val="00BB5660"/>
    <w:rsid w:val="00BC5969"/>
    <w:rsid w:val="00BC6093"/>
    <w:rsid w:val="00BC71DA"/>
    <w:rsid w:val="00BD0C60"/>
    <w:rsid w:val="00BD2EB4"/>
    <w:rsid w:val="00BE04F2"/>
    <w:rsid w:val="00C17BCF"/>
    <w:rsid w:val="00C20E7A"/>
    <w:rsid w:val="00C23071"/>
    <w:rsid w:val="00C26ABB"/>
    <w:rsid w:val="00C3246A"/>
    <w:rsid w:val="00C3373B"/>
    <w:rsid w:val="00C42FC2"/>
    <w:rsid w:val="00C52FB9"/>
    <w:rsid w:val="00C62CCB"/>
    <w:rsid w:val="00C65564"/>
    <w:rsid w:val="00C660F7"/>
    <w:rsid w:val="00C75EDB"/>
    <w:rsid w:val="00C9347D"/>
    <w:rsid w:val="00CA0593"/>
    <w:rsid w:val="00CA61D8"/>
    <w:rsid w:val="00CA6F4A"/>
    <w:rsid w:val="00CB1744"/>
    <w:rsid w:val="00CC2CD5"/>
    <w:rsid w:val="00CC2D81"/>
    <w:rsid w:val="00CC4936"/>
    <w:rsid w:val="00CC586A"/>
    <w:rsid w:val="00CD1D98"/>
    <w:rsid w:val="00CD2E24"/>
    <w:rsid w:val="00CD5395"/>
    <w:rsid w:val="00CE29BB"/>
    <w:rsid w:val="00CE3237"/>
    <w:rsid w:val="00CF121D"/>
    <w:rsid w:val="00CF1267"/>
    <w:rsid w:val="00CF305C"/>
    <w:rsid w:val="00CF5866"/>
    <w:rsid w:val="00D05493"/>
    <w:rsid w:val="00D07AF2"/>
    <w:rsid w:val="00D13200"/>
    <w:rsid w:val="00D17901"/>
    <w:rsid w:val="00D2538A"/>
    <w:rsid w:val="00D26769"/>
    <w:rsid w:val="00D2788A"/>
    <w:rsid w:val="00D27AF8"/>
    <w:rsid w:val="00D316AD"/>
    <w:rsid w:val="00D32234"/>
    <w:rsid w:val="00D34273"/>
    <w:rsid w:val="00D4399F"/>
    <w:rsid w:val="00D45126"/>
    <w:rsid w:val="00D5053D"/>
    <w:rsid w:val="00D55756"/>
    <w:rsid w:val="00D56841"/>
    <w:rsid w:val="00D64901"/>
    <w:rsid w:val="00D6543F"/>
    <w:rsid w:val="00D67323"/>
    <w:rsid w:val="00D74E0C"/>
    <w:rsid w:val="00D76771"/>
    <w:rsid w:val="00D86A0A"/>
    <w:rsid w:val="00D94688"/>
    <w:rsid w:val="00DA2ECB"/>
    <w:rsid w:val="00DB1552"/>
    <w:rsid w:val="00DB3EEB"/>
    <w:rsid w:val="00DB5A2E"/>
    <w:rsid w:val="00DB5A5D"/>
    <w:rsid w:val="00DB7104"/>
    <w:rsid w:val="00DC0528"/>
    <w:rsid w:val="00DC1104"/>
    <w:rsid w:val="00DC3A45"/>
    <w:rsid w:val="00DC3DBA"/>
    <w:rsid w:val="00DC7466"/>
    <w:rsid w:val="00DC7E1C"/>
    <w:rsid w:val="00DD2526"/>
    <w:rsid w:val="00DD2BAE"/>
    <w:rsid w:val="00DE65A2"/>
    <w:rsid w:val="00DF090F"/>
    <w:rsid w:val="00DF1465"/>
    <w:rsid w:val="00DF2DCC"/>
    <w:rsid w:val="00DF6D7E"/>
    <w:rsid w:val="00E01D0E"/>
    <w:rsid w:val="00E133A0"/>
    <w:rsid w:val="00E16215"/>
    <w:rsid w:val="00E165A5"/>
    <w:rsid w:val="00E23BAD"/>
    <w:rsid w:val="00E31650"/>
    <w:rsid w:val="00E35169"/>
    <w:rsid w:val="00E51E6B"/>
    <w:rsid w:val="00E53724"/>
    <w:rsid w:val="00E552C8"/>
    <w:rsid w:val="00E67FBF"/>
    <w:rsid w:val="00E75006"/>
    <w:rsid w:val="00E8376B"/>
    <w:rsid w:val="00E84350"/>
    <w:rsid w:val="00E857E2"/>
    <w:rsid w:val="00E85863"/>
    <w:rsid w:val="00E91AE4"/>
    <w:rsid w:val="00E94243"/>
    <w:rsid w:val="00EA2CA7"/>
    <w:rsid w:val="00EA431D"/>
    <w:rsid w:val="00EA6557"/>
    <w:rsid w:val="00EB0058"/>
    <w:rsid w:val="00EB164F"/>
    <w:rsid w:val="00EB466B"/>
    <w:rsid w:val="00EB6EC2"/>
    <w:rsid w:val="00EC11CE"/>
    <w:rsid w:val="00EC4BCD"/>
    <w:rsid w:val="00EC5FC6"/>
    <w:rsid w:val="00ED112D"/>
    <w:rsid w:val="00ED47E8"/>
    <w:rsid w:val="00ED6798"/>
    <w:rsid w:val="00EF38C4"/>
    <w:rsid w:val="00F009DF"/>
    <w:rsid w:val="00F00A97"/>
    <w:rsid w:val="00F01B6C"/>
    <w:rsid w:val="00F10110"/>
    <w:rsid w:val="00F12D60"/>
    <w:rsid w:val="00F13D47"/>
    <w:rsid w:val="00F264BF"/>
    <w:rsid w:val="00F279DB"/>
    <w:rsid w:val="00F3210A"/>
    <w:rsid w:val="00F33F5E"/>
    <w:rsid w:val="00F372FE"/>
    <w:rsid w:val="00F54106"/>
    <w:rsid w:val="00F60840"/>
    <w:rsid w:val="00F70DE4"/>
    <w:rsid w:val="00F75B86"/>
    <w:rsid w:val="00F75B8D"/>
    <w:rsid w:val="00F77933"/>
    <w:rsid w:val="00F819C5"/>
    <w:rsid w:val="00F8411A"/>
    <w:rsid w:val="00F91A3B"/>
    <w:rsid w:val="00FA04F1"/>
    <w:rsid w:val="00FB6868"/>
    <w:rsid w:val="00FC1405"/>
    <w:rsid w:val="00FC1CF7"/>
    <w:rsid w:val="00FC40DD"/>
    <w:rsid w:val="00FD4781"/>
    <w:rsid w:val="00FE2B17"/>
    <w:rsid w:val="00FF0913"/>
    <w:rsid w:val="00FF10A8"/>
    <w:rsid w:val="00FF7EFE"/>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B9568"/>
  <w15:chartTrackingRefBased/>
  <w15:docId w15:val="{9C0DBFAF-7C6E-42FE-8240-B7BD9EEC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5D87"/>
    <w:pPr>
      <w:spacing w:before="120" w:after="120" w:line="288" w:lineRule="auto"/>
    </w:pPr>
    <w:rPr>
      <w:color w:val="595959" w:themeColor="text1" w:themeTint="A6"/>
      <w:sz w:val="24"/>
    </w:rPr>
  </w:style>
  <w:style w:type="paragraph" w:styleId="Heading1">
    <w:name w:val="heading 1"/>
    <w:basedOn w:val="Normal"/>
    <w:next w:val="Normal"/>
    <w:link w:val="Heading1Char"/>
    <w:uiPriority w:val="9"/>
    <w:qFormat/>
    <w:rsid w:val="00DF090F"/>
    <w:pPr>
      <w:keepNext/>
      <w:keepLines/>
      <w:spacing w:before="240"/>
      <w:outlineLvl w:val="0"/>
    </w:pPr>
    <w:rPr>
      <w:rFonts w:asciiTheme="majorHAnsi" w:eastAsiaTheme="majorEastAsia" w:hAnsiTheme="majorHAnsi" w:cstheme="majorBidi"/>
      <w:b/>
      <w:caps/>
      <w:color w:val="107082" w:themeColor="accent2"/>
      <w:sz w:val="44"/>
      <w:szCs w:val="32"/>
    </w:rPr>
  </w:style>
  <w:style w:type="paragraph" w:styleId="Heading2">
    <w:name w:val="heading 2"/>
    <w:basedOn w:val="Normal"/>
    <w:next w:val="Normal"/>
    <w:link w:val="Heading2Char"/>
    <w:uiPriority w:val="9"/>
    <w:qFormat/>
    <w:rsid w:val="00664450"/>
    <w:pPr>
      <w:spacing w:line="240" w:lineRule="auto"/>
      <w:outlineLvl w:val="1"/>
    </w:pPr>
    <w:rPr>
      <w:rFonts w:asciiTheme="majorHAnsi" w:hAnsiTheme="majorHAnsi"/>
      <w:b/>
      <w:color w:val="D17406" w:themeColor="accent5" w:themeShade="BF"/>
      <w:sz w:val="40"/>
      <w:szCs w:val="36"/>
    </w:rPr>
  </w:style>
  <w:style w:type="paragraph" w:styleId="Heading3">
    <w:name w:val="heading 3"/>
    <w:basedOn w:val="Normal"/>
    <w:next w:val="Normal"/>
    <w:link w:val="Heading3Char"/>
    <w:uiPriority w:val="9"/>
    <w:semiHidden/>
    <w:qFormat/>
    <w:rsid w:val="001A5429"/>
    <w:pPr>
      <w:keepNext/>
      <w:keepLines/>
      <w:spacing w:before="40" w:after="0"/>
      <w:outlineLvl w:val="2"/>
    </w:pPr>
    <w:rPr>
      <w:rFonts w:asciiTheme="majorHAnsi" w:eastAsiaTheme="majorEastAsia" w:hAnsiTheme="majorHAnsi" w:cstheme="majorBidi"/>
      <w:color w:val="AC6C1B" w:themeColor="accent1" w:themeShade="7F"/>
      <w:szCs w:val="24"/>
    </w:rPr>
  </w:style>
  <w:style w:type="paragraph" w:styleId="Heading4">
    <w:name w:val="heading 4"/>
    <w:basedOn w:val="Normal"/>
    <w:next w:val="Normal"/>
    <w:link w:val="Heading4Char"/>
    <w:uiPriority w:val="9"/>
    <w:semiHidden/>
    <w:qFormat/>
    <w:rsid w:val="001A5429"/>
    <w:pPr>
      <w:keepNext/>
      <w:keepLines/>
      <w:spacing w:before="40" w:after="0"/>
      <w:outlineLvl w:val="3"/>
    </w:pPr>
    <w:rPr>
      <w:rFonts w:asciiTheme="majorHAnsi" w:eastAsiaTheme="majorEastAsia" w:hAnsiTheme="majorHAnsi" w:cstheme="majorBidi"/>
      <w:i/>
      <w:iCs/>
      <w:color w:val="E29E4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qFormat/>
    <w:rsid w:val="00FE2B17"/>
    <w:pPr>
      <w:spacing w:after="0"/>
    </w:pPr>
    <w:rPr>
      <w:rFonts w:asciiTheme="majorHAnsi" w:hAnsiTheme="majorHAnsi"/>
      <w:b/>
      <w:caps/>
      <w:color w:val="107082" w:themeColor="accent2"/>
      <w:sz w:val="28"/>
    </w:rPr>
  </w:style>
  <w:style w:type="character" w:customStyle="1" w:styleId="HeaderChar">
    <w:name w:val="Header Char"/>
    <w:basedOn w:val="DefaultParagraphFont"/>
    <w:link w:val="Header"/>
    <w:uiPriority w:val="99"/>
    <w:rsid w:val="00FE2B17"/>
    <w:rPr>
      <w:rFonts w:asciiTheme="majorHAnsi" w:hAnsiTheme="majorHAnsi"/>
      <w:b/>
      <w:caps/>
      <w:color w:val="107082" w:themeColor="accent2"/>
      <w:sz w:val="28"/>
    </w:rPr>
  </w:style>
  <w:style w:type="paragraph" w:styleId="Footer">
    <w:name w:val="footer"/>
    <w:basedOn w:val="Normal"/>
    <w:link w:val="FooterChar"/>
    <w:uiPriority w:val="99"/>
    <w:rsid w:val="00755D87"/>
    <w:pPr>
      <w:pBdr>
        <w:top w:val="single" w:sz="8" w:space="1" w:color="F0CDA1" w:themeColor="accent1"/>
      </w:pBdr>
      <w:tabs>
        <w:tab w:val="right" w:pos="10800"/>
      </w:tabs>
      <w:spacing w:after="0" w:line="240" w:lineRule="auto"/>
    </w:pPr>
    <w:rPr>
      <w:sz w:val="18"/>
    </w:rPr>
  </w:style>
  <w:style w:type="character" w:customStyle="1" w:styleId="FooterChar">
    <w:name w:val="Footer Char"/>
    <w:basedOn w:val="DefaultParagraphFont"/>
    <w:link w:val="Footer"/>
    <w:uiPriority w:val="99"/>
    <w:rsid w:val="00755D87"/>
    <w:rPr>
      <w:color w:val="595959" w:themeColor="text1" w:themeTint="A6"/>
      <w:sz w:val="18"/>
    </w:rPr>
  </w:style>
  <w:style w:type="character" w:styleId="PlaceholderText">
    <w:name w:val="Placeholder Text"/>
    <w:basedOn w:val="DefaultParagraphFont"/>
    <w:uiPriority w:val="99"/>
    <w:semiHidden/>
    <w:rsid w:val="005A20E2"/>
    <w:rPr>
      <w:color w:val="808080"/>
    </w:rPr>
  </w:style>
  <w:style w:type="paragraph" w:styleId="Title">
    <w:name w:val="Title"/>
    <w:basedOn w:val="Normal"/>
    <w:next w:val="Normal"/>
    <w:link w:val="TitleChar"/>
    <w:uiPriority w:val="10"/>
    <w:qFormat/>
    <w:rsid w:val="00B01CC5"/>
    <w:pPr>
      <w:spacing w:after="0"/>
      <w:contextualSpacing/>
      <w:jc w:val="center"/>
    </w:pPr>
    <w:rPr>
      <w:rFonts w:asciiTheme="majorHAnsi" w:eastAsiaTheme="majorEastAsia" w:hAnsiTheme="majorHAnsi" w:cstheme="majorBidi"/>
      <w:b/>
      <w:caps/>
      <w:color w:val="auto"/>
      <w:spacing w:val="-10"/>
      <w:kern w:val="28"/>
      <w:sz w:val="96"/>
      <w:szCs w:val="56"/>
    </w:rPr>
  </w:style>
  <w:style w:type="character" w:customStyle="1" w:styleId="TitleChar">
    <w:name w:val="Title Char"/>
    <w:basedOn w:val="DefaultParagraphFont"/>
    <w:link w:val="Title"/>
    <w:uiPriority w:val="10"/>
    <w:rsid w:val="00B01CC5"/>
    <w:rPr>
      <w:rFonts w:asciiTheme="majorHAnsi" w:eastAsiaTheme="majorEastAsia" w:hAnsiTheme="majorHAnsi" w:cstheme="majorBidi"/>
      <w:b/>
      <w:caps/>
      <w:spacing w:val="-10"/>
      <w:kern w:val="28"/>
      <w:sz w:val="96"/>
      <w:szCs w:val="56"/>
    </w:rPr>
  </w:style>
  <w:style w:type="paragraph" w:styleId="Subtitle">
    <w:name w:val="Subtitle"/>
    <w:basedOn w:val="Normal"/>
    <w:next w:val="Normal"/>
    <w:link w:val="SubtitleChar"/>
    <w:uiPriority w:val="11"/>
    <w:qFormat/>
    <w:rsid w:val="00F33F5E"/>
    <w:pPr>
      <w:numPr>
        <w:ilvl w:val="1"/>
      </w:numPr>
      <w:spacing w:after="0"/>
      <w:jc w:val="center"/>
    </w:pPr>
    <w:rPr>
      <w:rFonts w:eastAsiaTheme="minorEastAsia"/>
      <w:b/>
      <w:i/>
      <w:color w:val="F0CDA1" w:themeColor="accent1"/>
      <w:spacing w:val="15"/>
      <w:sz w:val="48"/>
    </w:rPr>
  </w:style>
  <w:style w:type="character" w:customStyle="1" w:styleId="SubtitleChar">
    <w:name w:val="Subtitle Char"/>
    <w:basedOn w:val="DefaultParagraphFont"/>
    <w:link w:val="Subtitle"/>
    <w:uiPriority w:val="11"/>
    <w:rsid w:val="00F33F5E"/>
    <w:rPr>
      <w:rFonts w:eastAsiaTheme="minorEastAsia"/>
      <w:b/>
      <w:i/>
      <w:color w:val="F0CDA1" w:themeColor="accent1"/>
      <w:spacing w:val="15"/>
      <w:sz w:val="48"/>
    </w:rPr>
  </w:style>
  <w:style w:type="character" w:customStyle="1" w:styleId="Heading1Char">
    <w:name w:val="Heading 1 Char"/>
    <w:basedOn w:val="DefaultParagraphFont"/>
    <w:link w:val="Heading1"/>
    <w:uiPriority w:val="9"/>
    <w:rsid w:val="00DF090F"/>
    <w:rPr>
      <w:rFonts w:asciiTheme="majorHAnsi" w:eastAsiaTheme="majorEastAsia" w:hAnsiTheme="majorHAnsi" w:cstheme="majorBidi"/>
      <w:b/>
      <w:caps/>
      <w:color w:val="107082" w:themeColor="accent2"/>
      <w:sz w:val="44"/>
      <w:szCs w:val="32"/>
    </w:rPr>
  </w:style>
  <w:style w:type="paragraph" w:customStyle="1" w:styleId="Default">
    <w:name w:val="Default"/>
    <w:semiHidden/>
    <w:rsid w:val="005D2146"/>
    <w:pPr>
      <w:autoSpaceDE w:val="0"/>
      <w:autoSpaceDN w:val="0"/>
      <w:adjustRightInd w:val="0"/>
      <w:spacing w:after="0" w:line="240" w:lineRule="auto"/>
    </w:pPr>
    <w:rPr>
      <w:rFonts w:ascii="Arial" w:hAnsi="Arial" w:cs="Arial"/>
      <w:color w:val="000000"/>
      <w:sz w:val="24"/>
      <w:szCs w:val="24"/>
    </w:rPr>
  </w:style>
  <w:style w:type="character" w:customStyle="1" w:styleId="A3">
    <w:name w:val="A3"/>
    <w:uiPriority w:val="99"/>
    <w:semiHidden/>
    <w:rsid w:val="005D2146"/>
    <w:rPr>
      <w:i/>
      <w:iCs/>
      <w:color w:val="545758"/>
      <w:sz w:val="28"/>
      <w:szCs w:val="28"/>
    </w:rPr>
  </w:style>
  <w:style w:type="paragraph" w:styleId="ListParagraph">
    <w:name w:val="List Paragraph"/>
    <w:basedOn w:val="Normal"/>
    <w:uiPriority w:val="34"/>
    <w:semiHidden/>
    <w:qFormat/>
    <w:rsid w:val="005D2146"/>
    <w:pPr>
      <w:ind w:left="720"/>
      <w:contextualSpacing/>
    </w:pPr>
  </w:style>
  <w:style w:type="character" w:styleId="SubtleEmphasis">
    <w:name w:val="Subtle Emphasis"/>
    <w:uiPriority w:val="19"/>
    <w:semiHidden/>
    <w:rsid w:val="00E85863"/>
    <w:rPr>
      <w:rFonts w:asciiTheme="majorHAnsi" w:hAnsiTheme="majorHAnsi"/>
      <w:b/>
      <w:i w:val="0"/>
      <w:color w:val="107082" w:themeColor="accent2"/>
      <w:sz w:val="28"/>
    </w:rPr>
  </w:style>
  <w:style w:type="character" w:styleId="Emphasis">
    <w:name w:val="Emphasis"/>
    <w:uiPriority w:val="20"/>
    <w:semiHidden/>
    <w:rsid w:val="0089113D"/>
    <w:rPr>
      <w:rFonts w:cstheme="minorHAnsi"/>
      <w:i/>
      <w:color w:val="262626" w:themeColor="text1" w:themeTint="D9"/>
    </w:rPr>
  </w:style>
  <w:style w:type="character" w:styleId="IntenseEmphasis">
    <w:name w:val="Intense Emphasis"/>
    <w:uiPriority w:val="21"/>
    <w:semiHidden/>
    <w:qFormat/>
    <w:rsid w:val="00AE0241"/>
    <w:rPr>
      <w:color w:val="595959" w:themeColor="text1" w:themeTint="A6"/>
      <w:sz w:val="20"/>
    </w:rPr>
  </w:style>
  <w:style w:type="table" w:styleId="TableGrid">
    <w:name w:val="Table Grid"/>
    <w:basedOn w:val="TableNormal"/>
    <w:uiPriority w:val="39"/>
    <w:rsid w:val="00077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304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047"/>
    <w:rPr>
      <w:rFonts w:ascii="Segoe UI" w:hAnsi="Segoe UI" w:cs="Segoe UI"/>
      <w:i/>
      <w:color w:val="595959" w:themeColor="text1" w:themeTint="A6"/>
      <w:sz w:val="18"/>
      <w:szCs w:val="18"/>
    </w:rPr>
  </w:style>
  <w:style w:type="character" w:customStyle="1" w:styleId="Heading2Char">
    <w:name w:val="Heading 2 Char"/>
    <w:basedOn w:val="DefaultParagraphFont"/>
    <w:link w:val="Heading2"/>
    <w:uiPriority w:val="9"/>
    <w:rsid w:val="00664450"/>
    <w:rPr>
      <w:rFonts w:asciiTheme="majorHAnsi" w:hAnsiTheme="majorHAnsi"/>
      <w:b/>
      <w:color w:val="D17406" w:themeColor="accent5" w:themeShade="BF"/>
      <w:sz w:val="40"/>
      <w:szCs w:val="36"/>
    </w:rPr>
  </w:style>
  <w:style w:type="character" w:customStyle="1" w:styleId="Heading3Char">
    <w:name w:val="Heading 3 Char"/>
    <w:basedOn w:val="DefaultParagraphFont"/>
    <w:link w:val="Heading3"/>
    <w:uiPriority w:val="9"/>
    <w:semiHidden/>
    <w:rsid w:val="00347AF5"/>
    <w:rPr>
      <w:rFonts w:asciiTheme="majorHAnsi" w:eastAsiaTheme="majorEastAsia" w:hAnsiTheme="majorHAnsi" w:cstheme="majorBidi"/>
      <w:color w:val="AC6C1B" w:themeColor="accent1" w:themeShade="7F"/>
      <w:sz w:val="24"/>
      <w:szCs w:val="24"/>
    </w:rPr>
  </w:style>
  <w:style w:type="character" w:customStyle="1" w:styleId="Heading4Char">
    <w:name w:val="Heading 4 Char"/>
    <w:basedOn w:val="DefaultParagraphFont"/>
    <w:link w:val="Heading4"/>
    <w:uiPriority w:val="9"/>
    <w:semiHidden/>
    <w:rsid w:val="00347AF5"/>
    <w:rPr>
      <w:rFonts w:asciiTheme="majorHAnsi" w:eastAsiaTheme="majorEastAsia" w:hAnsiTheme="majorHAnsi" w:cstheme="majorBidi"/>
      <w:i/>
      <w:iCs/>
      <w:color w:val="E29E4A" w:themeColor="accent1" w:themeShade="BF"/>
      <w:sz w:val="24"/>
    </w:rPr>
  </w:style>
  <w:style w:type="paragraph" w:styleId="TOCHeading">
    <w:name w:val="TOC Heading"/>
    <w:basedOn w:val="Normal"/>
    <w:next w:val="Normal"/>
    <w:uiPriority w:val="39"/>
    <w:qFormat/>
    <w:rsid w:val="00D94688"/>
    <w:pPr>
      <w:pBdr>
        <w:bottom w:val="single" w:sz="24" w:space="1" w:color="F0CDA1" w:themeColor="accent1"/>
      </w:pBdr>
    </w:pPr>
    <w:rPr>
      <w:rFonts w:asciiTheme="majorHAnsi" w:hAnsiTheme="majorHAnsi"/>
      <w:b/>
      <w:color w:val="107082" w:themeColor="accent2"/>
      <w:sz w:val="40"/>
    </w:rPr>
  </w:style>
  <w:style w:type="paragraph" w:styleId="TOC1">
    <w:name w:val="toc 1"/>
    <w:basedOn w:val="Normal"/>
    <w:next w:val="Normal"/>
    <w:autoRedefine/>
    <w:uiPriority w:val="39"/>
    <w:rsid w:val="008C6286"/>
    <w:pPr>
      <w:tabs>
        <w:tab w:val="left" w:pos="440"/>
        <w:tab w:val="right" w:pos="4901"/>
        <w:tab w:val="right" w:leader="dot" w:pos="10790"/>
      </w:tabs>
      <w:spacing w:after="100"/>
      <w:ind w:right="259"/>
    </w:pPr>
    <w:rPr>
      <w:noProof/>
    </w:rPr>
  </w:style>
  <w:style w:type="character" w:styleId="Hyperlink">
    <w:name w:val="Hyperlink"/>
    <w:basedOn w:val="DefaultParagraphFont"/>
    <w:uiPriority w:val="99"/>
    <w:rsid w:val="001E1E58"/>
    <w:rPr>
      <w:color w:val="000000" w:themeColor="hyperlink"/>
      <w:u w:val="single"/>
    </w:rPr>
  </w:style>
  <w:style w:type="paragraph" w:styleId="TOC2">
    <w:name w:val="toc 2"/>
    <w:basedOn w:val="Normal"/>
    <w:next w:val="Normal"/>
    <w:autoRedefine/>
    <w:uiPriority w:val="39"/>
    <w:rsid w:val="003B6970"/>
    <w:pPr>
      <w:tabs>
        <w:tab w:val="right" w:leader="dot" w:pos="4905"/>
      </w:tabs>
      <w:spacing w:after="100"/>
      <w:ind w:left="360"/>
    </w:pPr>
    <w:rPr>
      <w:noProof/>
    </w:rPr>
  </w:style>
  <w:style w:type="character" w:styleId="CommentReference">
    <w:name w:val="annotation reference"/>
    <w:basedOn w:val="DefaultParagraphFont"/>
    <w:uiPriority w:val="99"/>
    <w:semiHidden/>
    <w:unhideWhenUsed/>
    <w:rsid w:val="007C136F"/>
    <w:rPr>
      <w:sz w:val="16"/>
      <w:szCs w:val="16"/>
    </w:rPr>
  </w:style>
  <w:style w:type="paragraph" w:styleId="NoSpacing">
    <w:name w:val="No Spacing"/>
    <w:uiPriority w:val="1"/>
    <w:semiHidden/>
    <w:qFormat/>
    <w:rsid w:val="009B35B5"/>
    <w:pPr>
      <w:spacing w:after="0" w:line="240" w:lineRule="auto"/>
    </w:pPr>
    <w:rPr>
      <w:i/>
      <w:color w:val="595959" w:themeColor="text1" w:themeTint="A6"/>
      <w:sz w:val="24"/>
    </w:rPr>
  </w:style>
  <w:style w:type="paragraph" w:styleId="ListBullet">
    <w:name w:val="List Bullet"/>
    <w:basedOn w:val="Normal"/>
    <w:uiPriority w:val="99"/>
    <w:rsid w:val="0003123C"/>
    <w:pPr>
      <w:numPr>
        <w:numId w:val="16"/>
      </w:numPr>
      <w:spacing w:before="0" w:after="200" w:line="276" w:lineRule="auto"/>
      <w:ind w:left="340" w:hanging="340"/>
    </w:pPr>
  </w:style>
  <w:style w:type="paragraph" w:styleId="ListNumber">
    <w:name w:val="List Number"/>
    <w:basedOn w:val="Normal"/>
    <w:uiPriority w:val="99"/>
    <w:rsid w:val="0003123C"/>
    <w:pPr>
      <w:numPr>
        <w:numId w:val="32"/>
      </w:numPr>
      <w:spacing w:before="0" w:after="200" w:line="276" w:lineRule="auto"/>
      <w:ind w:left="340" w:hanging="340"/>
    </w:pPr>
  </w:style>
  <w:style w:type="character" w:styleId="Strong">
    <w:name w:val="Strong"/>
    <w:basedOn w:val="DefaultParagraphFont"/>
    <w:uiPriority w:val="22"/>
    <w:semiHidden/>
    <w:rsid w:val="00BA31C4"/>
    <w:rPr>
      <w:b/>
      <w:bCs/>
    </w:rPr>
  </w:style>
  <w:style w:type="character" w:customStyle="1" w:styleId="Bold">
    <w:name w:val="Bold"/>
    <w:uiPriority w:val="1"/>
    <w:qFormat/>
    <w:rsid w:val="006414B9"/>
    <w:rPr>
      <w:b/>
      <w:bCs/>
      <w:sz w:val="24"/>
      <w:szCs w:val="18"/>
    </w:rPr>
  </w:style>
  <w:style w:type="paragraph" w:styleId="ListBullet2">
    <w:name w:val="List Bullet 2"/>
    <w:basedOn w:val="Normal"/>
    <w:uiPriority w:val="99"/>
    <w:rsid w:val="00D27AF8"/>
    <w:pPr>
      <w:numPr>
        <w:numId w:val="35"/>
      </w:numPr>
      <w:spacing w:before="0"/>
    </w:pPr>
  </w:style>
  <w:style w:type="paragraph" w:customStyle="1" w:styleId="Graphheading1">
    <w:name w:val="Graph heading 1"/>
    <w:basedOn w:val="Normal"/>
    <w:qFormat/>
    <w:rsid w:val="008965F6"/>
    <w:pPr>
      <w:spacing w:after="60" w:line="240" w:lineRule="auto"/>
    </w:pPr>
    <w:rPr>
      <w:b/>
      <w:color w:val="054854" w:themeColor="accent3"/>
    </w:rPr>
  </w:style>
  <w:style w:type="paragraph" w:customStyle="1" w:styleId="Graphheading2">
    <w:name w:val="Graph heading 2"/>
    <w:basedOn w:val="Normal"/>
    <w:qFormat/>
    <w:rsid w:val="002B50CF"/>
    <w:pPr>
      <w:spacing w:after="60" w:line="240" w:lineRule="auto"/>
    </w:pPr>
    <w:rPr>
      <w:b/>
      <w:color w:val="8C4D04" w:themeColor="accent5" w:themeShade="80"/>
    </w:rPr>
  </w:style>
  <w:style w:type="paragraph" w:customStyle="1" w:styleId="Graphheading3">
    <w:name w:val="Graph heading 3"/>
    <w:basedOn w:val="Normal"/>
    <w:qFormat/>
    <w:rsid w:val="002B50CF"/>
    <w:pPr>
      <w:spacing w:after="60" w:line="240" w:lineRule="auto"/>
    </w:pPr>
    <w:rPr>
      <w:b/>
    </w:rPr>
  </w:style>
  <w:style w:type="paragraph" w:customStyle="1" w:styleId="Graphheading4">
    <w:name w:val="Graph heading 4"/>
    <w:basedOn w:val="Normal"/>
    <w:qFormat/>
    <w:rsid w:val="008965F6"/>
    <w:pPr>
      <w:spacing w:after="60" w:line="240" w:lineRule="auto"/>
    </w:pPr>
    <w:rPr>
      <w:b/>
      <w:color w:val="107082" w:themeColor="accent2"/>
    </w:rPr>
  </w:style>
  <w:style w:type="paragraph" w:customStyle="1" w:styleId="Graphbullet">
    <w:name w:val="Graph bullet"/>
    <w:basedOn w:val="Normal"/>
    <w:qFormat/>
    <w:rsid w:val="008965F6"/>
    <w:pPr>
      <w:numPr>
        <w:numId w:val="28"/>
      </w:numPr>
      <w:spacing w:before="0" w:after="0" w:line="216" w:lineRule="auto"/>
      <w:ind w:left="284" w:hanging="284"/>
    </w:pPr>
    <w:rPr>
      <w:sz w:val="20"/>
    </w:rPr>
  </w:style>
  <w:style w:type="paragraph" w:customStyle="1" w:styleId="Graphbullet2">
    <w:name w:val="Graph bullet 2"/>
    <w:basedOn w:val="Normal"/>
    <w:qFormat/>
    <w:rsid w:val="002B50CF"/>
    <w:pPr>
      <w:numPr>
        <w:numId w:val="30"/>
      </w:numPr>
      <w:spacing w:before="0" w:after="0" w:line="216" w:lineRule="auto"/>
      <w:ind w:left="288" w:hanging="288"/>
    </w:pPr>
    <w:rPr>
      <w:sz w:val="20"/>
    </w:rPr>
  </w:style>
  <w:style w:type="paragraph" w:customStyle="1" w:styleId="Graphbullet3">
    <w:name w:val="Graph bullet 3"/>
    <w:basedOn w:val="Normal"/>
    <w:qFormat/>
    <w:rsid w:val="002B50CF"/>
    <w:pPr>
      <w:numPr>
        <w:numId w:val="29"/>
      </w:numPr>
      <w:spacing w:before="0" w:after="0" w:line="216" w:lineRule="auto"/>
      <w:ind w:left="288" w:hanging="288"/>
    </w:pPr>
    <w:rPr>
      <w:sz w:val="20"/>
    </w:rPr>
  </w:style>
  <w:style w:type="paragraph" w:customStyle="1" w:styleId="Graphbullet4">
    <w:name w:val="Graph bullet 4"/>
    <w:basedOn w:val="Normal"/>
    <w:qFormat/>
    <w:rsid w:val="008965F6"/>
    <w:pPr>
      <w:numPr>
        <w:numId w:val="31"/>
      </w:numPr>
      <w:spacing w:before="0" w:after="0" w:line="240" w:lineRule="auto"/>
      <w:ind w:left="284" w:hanging="284"/>
    </w:pPr>
    <w:rPr>
      <w:sz w:val="20"/>
    </w:rPr>
  </w:style>
  <w:style w:type="paragraph" w:customStyle="1" w:styleId="TableTextLarge">
    <w:name w:val="Table Text Large"/>
    <w:basedOn w:val="Normal"/>
    <w:qFormat/>
    <w:rsid w:val="00956F9F"/>
    <w:pPr>
      <w:spacing w:before="0" w:after="0" w:line="240" w:lineRule="auto"/>
    </w:pPr>
    <w:rPr>
      <w:sz w:val="18"/>
    </w:rPr>
  </w:style>
  <w:style w:type="paragraph" w:customStyle="1" w:styleId="TableHeadingStyle">
    <w:name w:val="Table Heading Style"/>
    <w:basedOn w:val="Normal"/>
    <w:qFormat/>
    <w:rsid w:val="004F7BFE"/>
    <w:pPr>
      <w:spacing w:before="0" w:after="0" w:line="216" w:lineRule="auto"/>
      <w:ind w:left="85"/>
    </w:pPr>
    <w:rPr>
      <w:b/>
      <w:caps/>
      <w:color w:val="FFFFFF" w:themeColor="background1"/>
      <w:sz w:val="18"/>
      <w:szCs w:val="18"/>
    </w:rPr>
  </w:style>
  <w:style w:type="paragraph" w:customStyle="1" w:styleId="Header2">
    <w:name w:val="Header2"/>
    <w:basedOn w:val="Normal"/>
    <w:link w:val="Header2Char"/>
    <w:uiPriority w:val="99"/>
    <w:qFormat/>
    <w:rsid w:val="00FE2B17"/>
    <w:pPr>
      <w:spacing w:before="0"/>
    </w:pPr>
    <w:rPr>
      <w:i/>
    </w:rPr>
  </w:style>
  <w:style w:type="character" w:customStyle="1" w:styleId="Header2Char">
    <w:name w:val="Header2 Char"/>
    <w:basedOn w:val="DefaultParagraphFont"/>
    <w:link w:val="Header2"/>
    <w:uiPriority w:val="99"/>
    <w:rsid w:val="00FE2B17"/>
    <w:rPr>
      <w:i/>
      <w:color w:val="595959" w:themeColor="text1" w:themeTint="A6"/>
      <w:sz w:val="24"/>
    </w:rPr>
  </w:style>
  <w:style w:type="paragraph" w:customStyle="1" w:styleId="Tabletotal">
    <w:name w:val="Table total"/>
    <w:basedOn w:val="Normal"/>
    <w:next w:val="Normal"/>
    <w:link w:val="TabletotalChar"/>
    <w:qFormat/>
    <w:rsid w:val="0094707B"/>
    <w:pPr>
      <w:spacing w:before="0" w:after="0" w:line="256" w:lineRule="auto"/>
    </w:pPr>
    <w:rPr>
      <w:rFonts w:ascii="Arial" w:eastAsia="Arial" w:hAnsi="Arial" w:cs="Times New Roman"/>
      <w:b/>
      <w:bCs/>
      <w:caps/>
      <w:color w:val="404040" w:themeColor="text1" w:themeTint="BF"/>
      <w:sz w:val="18"/>
    </w:rPr>
  </w:style>
  <w:style w:type="character" w:customStyle="1" w:styleId="TabletotalChar">
    <w:name w:val="Table total Char"/>
    <w:basedOn w:val="DefaultParagraphFont"/>
    <w:link w:val="Tabletotal"/>
    <w:rsid w:val="0094707B"/>
    <w:rPr>
      <w:rFonts w:ascii="Arial" w:eastAsia="Arial" w:hAnsi="Arial" w:cs="Times New Roman"/>
      <w:b/>
      <w:bCs/>
      <w:caps/>
      <w:color w:val="404040" w:themeColor="text1" w:themeTint="B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357197">
      <w:bodyDiv w:val="1"/>
      <w:marLeft w:val="0"/>
      <w:marRight w:val="0"/>
      <w:marTop w:val="0"/>
      <w:marBottom w:val="0"/>
      <w:divBdr>
        <w:top w:val="none" w:sz="0" w:space="0" w:color="auto"/>
        <w:left w:val="none" w:sz="0" w:space="0" w:color="auto"/>
        <w:bottom w:val="none" w:sz="0" w:space="0" w:color="auto"/>
        <w:right w:val="none" w:sz="0" w:space="0" w:color="auto"/>
      </w:divBdr>
    </w:div>
    <w:div w:id="172956477">
      <w:bodyDiv w:val="1"/>
      <w:marLeft w:val="0"/>
      <w:marRight w:val="0"/>
      <w:marTop w:val="0"/>
      <w:marBottom w:val="0"/>
      <w:divBdr>
        <w:top w:val="none" w:sz="0" w:space="0" w:color="auto"/>
        <w:left w:val="none" w:sz="0" w:space="0" w:color="auto"/>
        <w:bottom w:val="none" w:sz="0" w:space="0" w:color="auto"/>
        <w:right w:val="none" w:sz="0" w:space="0" w:color="auto"/>
      </w:divBdr>
    </w:div>
    <w:div w:id="359597274">
      <w:bodyDiv w:val="1"/>
      <w:marLeft w:val="0"/>
      <w:marRight w:val="0"/>
      <w:marTop w:val="0"/>
      <w:marBottom w:val="0"/>
      <w:divBdr>
        <w:top w:val="none" w:sz="0" w:space="0" w:color="auto"/>
        <w:left w:val="none" w:sz="0" w:space="0" w:color="auto"/>
        <w:bottom w:val="none" w:sz="0" w:space="0" w:color="auto"/>
        <w:right w:val="none" w:sz="0" w:space="0" w:color="auto"/>
      </w:divBdr>
    </w:div>
    <w:div w:id="417989483">
      <w:bodyDiv w:val="1"/>
      <w:marLeft w:val="0"/>
      <w:marRight w:val="0"/>
      <w:marTop w:val="0"/>
      <w:marBottom w:val="0"/>
      <w:divBdr>
        <w:top w:val="none" w:sz="0" w:space="0" w:color="auto"/>
        <w:left w:val="none" w:sz="0" w:space="0" w:color="auto"/>
        <w:bottom w:val="none" w:sz="0" w:space="0" w:color="auto"/>
        <w:right w:val="none" w:sz="0" w:space="0" w:color="auto"/>
      </w:divBdr>
    </w:div>
    <w:div w:id="639186272">
      <w:bodyDiv w:val="1"/>
      <w:marLeft w:val="0"/>
      <w:marRight w:val="0"/>
      <w:marTop w:val="0"/>
      <w:marBottom w:val="0"/>
      <w:divBdr>
        <w:top w:val="none" w:sz="0" w:space="0" w:color="auto"/>
        <w:left w:val="none" w:sz="0" w:space="0" w:color="auto"/>
        <w:bottom w:val="none" w:sz="0" w:space="0" w:color="auto"/>
        <w:right w:val="none" w:sz="0" w:space="0" w:color="auto"/>
      </w:divBdr>
    </w:div>
    <w:div w:id="662126289">
      <w:bodyDiv w:val="1"/>
      <w:marLeft w:val="0"/>
      <w:marRight w:val="0"/>
      <w:marTop w:val="0"/>
      <w:marBottom w:val="0"/>
      <w:divBdr>
        <w:top w:val="none" w:sz="0" w:space="0" w:color="auto"/>
        <w:left w:val="none" w:sz="0" w:space="0" w:color="auto"/>
        <w:bottom w:val="none" w:sz="0" w:space="0" w:color="auto"/>
        <w:right w:val="none" w:sz="0" w:space="0" w:color="auto"/>
      </w:divBdr>
    </w:div>
    <w:div w:id="824585402">
      <w:bodyDiv w:val="1"/>
      <w:marLeft w:val="0"/>
      <w:marRight w:val="0"/>
      <w:marTop w:val="0"/>
      <w:marBottom w:val="0"/>
      <w:divBdr>
        <w:top w:val="none" w:sz="0" w:space="0" w:color="auto"/>
        <w:left w:val="none" w:sz="0" w:space="0" w:color="auto"/>
        <w:bottom w:val="none" w:sz="0" w:space="0" w:color="auto"/>
        <w:right w:val="none" w:sz="0" w:space="0" w:color="auto"/>
      </w:divBdr>
    </w:div>
    <w:div w:id="842162879">
      <w:bodyDiv w:val="1"/>
      <w:marLeft w:val="0"/>
      <w:marRight w:val="0"/>
      <w:marTop w:val="0"/>
      <w:marBottom w:val="0"/>
      <w:divBdr>
        <w:top w:val="none" w:sz="0" w:space="0" w:color="auto"/>
        <w:left w:val="none" w:sz="0" w:space="0" w:color="auto"/>
        <w:bottom w:val="none" w:sz="0" w:space="0" w:color="auto"/>
        <w:right w:val="none" w:sz="0" w:space="0" w:color="auto"/>
      </w:divBdr>
    </w:div>
    <w:div w:id="930426999">
      <w:bodyDiv w:val="1"/>
      <w:marLeft w:val="0"/>
      <w:marRight w:val="0"/>
      <w:marTop w:val="0"/>
      <w:marBottom w:val="0"/>
      <w:divBdr>
        <w:top w:val="none" w:sz="0" w:space="0" w:color="auto"/>
        <w:left w:val="none" w:sz="0" w:space="0" w:color="auto"/>
        <w:bottom w:val="none" w:sz="0" w:space="0" w:color="auto"/>
        <w:right w:val="none" w:sz="0" w:space="0" w:color="auto"/>
      </w:divBdr>
    </w:div>
    <w:div w:id="1136532783">
      <w:bodyDiv w:val="1"/>
      <w:marLeft w:val="0"/>
      <w:marRight w:val="0"/>
      <w:marTop w:val="0"/>
      <w:marBottom w:val="0"/>
      <w:divBdr>
        <w:top w:val="none" w:sz="0" w:space="0" w:color="auto"/>
        <w:left w:val="none" w:sz="0" w:space="0" w:color="auto"/>
        <w:bottom w:val="none" w:sz="0" w:space="0" w:color="auto"/>
        <w:right w:val="none" w:sz="0" w:space="0" w:color="auto"/>
      </w:divBdr>
    </w:div>
    <w:div w:id="1151679994">
      <w:bodyDiv w:val="1"/>
      <w:marLeft w:val="0"/>
      <w:marRight w:val="0"/>
      <w:marTop w:val="0"/>
      <w:marBottom w:val="0"/>
      <w:divBdr>
        <w:top w:val="none" w:sz="0" w:space="0" w:color="auto"/>
        <w:left w:val="none" w:sz="0" w:space="0" w:color="auto"/>
        <w:bottom w:val="none" w:sz="0" w:space="0" w:color="auto"/>
        <w:right w:val="none" w:sz="0" w:space="0" w:color="auto"/>
      </w:divBdr>
    </w:div>
    <w:div w:id="1154302466">
      <w:bodyDiv w:val="1"/>
      <w:marLeft w:val="0"/>
      <w:marRight w:val="0"/>
      <w:marTop w:val="0"/>
      <w:marBottom w:val="0"/>
      <w:divBdr>
        <w:top w:val="none" w:sz="0" w:space="0" w:color="auto"/>
        <w:left w:val="none" w:sz="0" w:space="0" w:color="auto"/>
        <w:bottom w:val="none" w:sz="0" w:space="0" w:color="auto"/>
        <w:right w:val="none" w:sz="0" w:space="0" w:color="auto"/>
      </w:divBdr>
    </w:div>
    <w:div w:id="1183938564">
      <w:bodyDiv w:val="1"/>
      <w:marLeft w:val="0"/>
      <w:marRight w:val="0"/>
      <w:marTop w:val="0"/>
      <w:marBottom w:val="0"/>
      <w:divBdr>
        <w:top w:val="none" w:sz="0" w:space="0" w:color="auto"/>
        <w:left w:val="none" w:sz="0" w:space="0" w:color="auto"/>
        <w:bottom w:val="none" w:sz="0" w:space="0" w:color="auto"/>
        <w:right w:val="none" w:sz="0" w:space="0" w:color="auto"/>
      </w:divBdr>
    </w:div>
    <w:div w:id="1235118155">
      <w:bodyDiv w:val="1"/>
      <w:marLeft w:val="0"/>
      <w:marRight w:val="0"/>
      <w:marTop w:val="0"/>
      <w:marBottom w:val="0"/>
      <w:divBdr>
        <w:top w:val="none" w:sz="0" w:space="0" w:color="auto"/>
        <w:left w:val="none" w:sz="0" w:space="0" w:color="auto"/>
        <w:bottom w:val="none" w:sz="0" w:space="0" w:color="auto"/>
        <w:right w:val="none" w:sz="0" w:space="0" w:color="auto"/>
      </w:divBdr>
    </w:div>
    <w:div w:id="1509978004">
      <w:bodyDiv w:val="1"/>
      <w:marLeft w:val="0"/>
      <w:marRight w:val="0"/>
      <w:marTop w:val="0"/>
      <w:marBottom w:val="0"/>
      <w:divBdr>
        <w:top w:val="none" w:sz="0" w:space="0" w:color="auto"/>
        <w:left w:val="none" w:sz="0" w:space="0" w:color="auto"/>
        <w:bottom w:val="none" w:sz="0" w:space="0" w:color="auto"/>
        <w:right w:val="none" w:sz="0" w:space="0" w:color="auto"/>
      </w:divBdr>
    </w:div>
    <w:div w:id="1560552907">
      <w:bodyDiv w:val="1"/>
      <w:marLeft w:val="0"/>
      <w:marRight w:val="0"/>
      <w:marTop w:val="0"/>
      <w:marBottom w:val="0"/>
      <w:divBdr>
        <w:top w:val="none" w:sz="0" w:space="0" w:color="auto"/>
        <w:left w:val="none" w:sz="0" w:space="0" w:color="auto"/>
        <w:bottom w:val="none" w:sz="0" w:space="0" w:color="auto"/>
        <w:right w:val="none" w:sz="0" w:space="0" w:color="auto"/>
      </w:divBdr>
    </w:div>
    <w:div w:id="1591963270">
      <w:bodyDiv w:val="1"/>
      <w:marLeft w:val="0"/>
      <w:marRight w:val="0"/>
      <w:marTop w:val="0"/>
      <w:marBottom w:val="0"/>
      <w:divBdr>
        <w:top w:val="none" w:sz="0" w:space="0" w:color="auto"/>
        <w:left w:val="none" w:sz="0" w:space="0" w:color="auto"/>
        <w:bottom w:val="none" w:sz="0" w:space="0" w:color="auto"/>
        <w:right w:val="none" w:sz="0" w:space="0" w:color="auto"/>
      </w:divBdr>
      <w:divsChild>
        <w:div w:id="416907061">
          <w:marLeft w:val="0"/>
          <w:marRight w:val="0"/>
          <w:marTop w:val="0"/>
          <w:marBottom w:val="0"/>
          <w:divBdr>
            <w:top w:val="none" w:sz="0" w:space="0" w:color="auto"/>
            <w:left w:val="none" w:sz="0" w:space="0" w:color="auto"/>
            <w:bottom w:val="none" w:sz="0" w:space="0" w:color="auto"/>
            <w:right w:val="none" w:sz="0" w:space="0" w:color="auto"/>
          </w:divBdr>
        </w:div>
        <w:div w:id="1348751070">
          <w:marLeft w:val="0"/>
          <w:marRight w:val="0"/>
          <w:marTop w:val="0"/>
          <w:marBottom w:val="0"/>
          <w:divBdr>
            <w:top w:val="none" w:sz="0" w:space="0" w:color="auto"/>
            <w:left w:val="none" w:sz="0" w:space="0" w:color="auto"/>
            <w:bottom w:val="none" w:sz="0" w:space="0" w:color="auto"/>
            <w:right w:val="none" w:sz="0" w:space="0" w:color="auto"/>
          </w:divBdr>
        </w:div>
        <w:div w:id="760298017">
          <w:marLeft w:val="0"/>
          <w:marRight w:val="0"/>
          <w:marTop w:val="0"/>
          <w:marBottom w:val="0"/>
          <w:divBdr>
            <w:top w:val="none" w:sz="0" w:space="0" w:color="auto"/>
            <w:left w:val="none" w:sz="0" w:space="0" w:color="auto"/>
            <w:bottom w:val="none" w:sz="0" w:space="0" w:color="auto"/>
            <w:right w:val="none" w:sz="0" w:space="0" w:color="auto"/>
          </w:divBdr>
        </w:div>
        <w:div w:id="305013298">
          <w:marLeft w:val="0"/>
          <w:marRight w:val="0"/>
          <w:marTop w:val="0"/>
          <w:marBottom w:val="0"/>
          <w:divBdr>
            <w:top w:val="none" w:sz="0" w:space="0" w:color="auto"/>
            <w:left w:val="none" w:sz="0" w:space="0" w:color="auto"/>
            <w:bottom w:val="none" w:sz="0" w:space="0" w:color="auto"/>
            <w:right w:val="none" w:sz="0" w:space="0" w:color="auto"/>
          </w:divBdr>
        </w:div>
        <w:div w:id="1846165617">
          <w:marLeft w:val="0"/>
          <w:marRight w:val="0"/>
          <w:marTop w:val="0"/>
          <w:marBottom w:val="0"/>
          <w:divBdr>
            <w:top w:val="none" w:sz="0" w:space="0" w:color="auto"/>
            <w:left w:val="none" w:sz="0" w:space="0" w:color="auto"/>
            <w:bottom w:val="none" w:sz="0" w:space="0" w:color="auto"/>
            <w:right w:val="none" w:sz="0" w:space="0" w:color="auto"/>
          </w:divBdr>
        </w:div>
        <w:div w:id="942685552">
          <w:marLeft w:val="0"/>
          <w:marRight w:val="0"/>
          <w:marTop w:val="0"/>
          <w:marBottom w:val="0"/>
          <w:divBdr>
            <w:top w:val="none" w:sz="0" w:space="0" w:color="auto"/>
            <w:left w:val="none" w:sz="0" w:space="0" w:color="auto"/>
            <w:bottom w:val="none" w:sz="0" w:space="0" w:color="auto"/>
            <w:right w:val="none" w:sz="0" w:space="0" w:color="auto"/>
          </w:divBdr>
        </w:div>
        <w:div w:id="2139030922">
          <w:marLeft w:val="0"/>
          <w:marRight w:val="0"/>
          <w:marTop w:val="0"/>
          <w:marBottom w:val="0"/>
          <w:divBdr>
            <w:top w:val="none" w:sz="0" w:space="0" w:color="auto"/>
            <w:left w:val="none" w:sz="0" w:space="0" w:color="auto"/>
            <w:bottom w:val="none" w:sz="0" w:space="0" w:color="auto"/>
            <w:right w:val="none" w:sz="0" w:space="0" w:color="auto"/>
          </w:divBdr>
        </w:div>
        <w:div w:id="44646309">
          <w:marLeft w:val="0"/>
          <w:marRight w:val="0"/>
          <w:marTop w:val="0"/>
          <w:marBottom w:val="0"/>
          <w:divBdr>
            <w:top w:val="none" w:sz="0" w:space="0" w:color="auto"/>
            <w:left w:val="none" w:sz="0" w:space="0" w:color="auto"/>
            <w:bottom w:val="none" w:sz="0" w:space="0" w:color="auto"/>
            <w:right w:val="none" w:sz="0" w:space="0" w:color="auto"/>
          </w:divBdr>
        </w:div>
        <w:div w:id="625963468">
          <w:marLeft w:val="0"/>
          <w:marRight w:val="0"/>
          <w:marTop w:val="0"/>
          <w:marBottom w:val="0"/>
          <w:divBdr>
            <w:top w:val="none" w:sz="0" w:space="0" w:color="auto"/>
            <w:left w:val="none" w:sz="0" w:space="0" w:color="auto"/>
            <w:bottom w:val="none" w:sz="0" w:space="0" w:color="auto"/>
            <w:right w:val="none" w:sz="0" w:space="0" w:color="auto"/>
          </w:divBdr>
        </w:div>
        <w:div w:id="1111777574">
          <w:marLeft w:val="0"/>
          <w:marRight w:val="0"/>
          <w:marTop w:val="0"/>
          <w:marBottom w:val="0"/>
          <w:divBdr>
            <w:top w:val="none" w:sz="0" w:space="0" w:color="auto"/>
            <w:left w:val="none" w:sz="0" w:space="0" w:color="auto"/>
            <w:bottom w:val="none" w:sz="0" w:space="0" w:color="auto"/>
            <w:right w:val="none" w:sz="0" w:space="0" w:color="auto"/>
          </w:divBdr>
        </w:div>
        <w:div w:id="529341271">
          <w:marLeft w:val="0"/>
          <w:marRight w:val="0"/>
          <w:marTop w:val="0"/>
          <w:marBottom w:val="0"/>
          <w:divBdr>
            <w:top w:val="none" w:sz="0" w:space="0" w:color="auto"/>
            <w:left w:val="none" w:sz="0" w:space="0" w:color="auto"/>
            <w:bottom w:val="none" w:sz="0" w:space="0" w:color="auto"/>
            <w:right w:val="none" w:sz="0" w:space="0" w:color="auto"/>
          </w:divBdr>
        </w:div>
        <w:div w:id="1488084578">
          <w:marLeft w:val="0"/>
          <w:marRight w:val="0"/>
          <w:marTop w:val="0"/>
          <w:marBottom w:val="0"/>
          <w:divBdr>
            <w:top w:val="none" w:sz="0" w:space="0" w:color="auto"/>
            <w:left w:val="none" w:sz="0" w:space="0" w:color="auto"/>
            <w:bottom w:val="none" w:sz="0" w:space="0" w:color="auto"/>
            <w:right w:val="none" w:sz="0" w:space="0" w:color="auto"/>
          </w:divBdr>
        </w:div>
        <w:div w:id="1843466283">
          <w:marLeft w:val="0"/>
          <w:marRight w:val="0"/>
          <w:marTop w:val="0"/>
          <w:marBottom w:val="0"/>
          <w:divBdr>
            <w:top w:val="none" w:sz="0" w:space="0" w:color="auto"/>
            <w:left w:val="none" w:sz="0" w:space="0" w:color="auto"/>
            <w:bottom w:val="none" w:sz="0" w:space="0" w:color="auto"/>
            <w:right w:val="none" w:sz="0" w:space="0" w:color="auto"/>
          </w:divBdr>
        </w:div>
      </w:divsChild>
    </w:div>
    <w:div w:id="1599368534">
      <w:bodyDiv w:val="1"/>
      <w:marLeft w:val="0"/>
      <w:marRight w:val="0"/>
      <w:marTop w:val="0"/>
      <w:marBottom w:val="0"/>
      <w:divBdr>
        <w:top w:val="none" w:sz="0" w:space="0" w:color="auto"/>
        <w:left w:val="none" w:sz="0" w:space="0" w:color="auto"/>
        <w:bottom w:val="none" w:sz="0" w:space="0" w:color="auto"/>
        <w:right w:val="none" w:sz="0" w:space="0" w:color="auto"/>
      </w:divBdr>
    </w:div>
    <w:div w:id="1607804939">
      <w:bodyDiv w:val="1"/>
      <w:marLeft w:val="0"/>
      <w:marRight w:val="0"/>
      <w:marTop w:val="0"/>
      <w:marBottom w:val="0"/>
      <w:divBdr>
        <w:top w:val="none" w:sz="0" w:space="0" w:color="auto"/>
        <w:left w:val="none" w:sz="0" w:space="0" w:color="auto"/>
        <w:bottom w:val="none" w:sz="0" w:space="0" w:color="auto"/>
        <w:right w:val="none" w:sz="0" w:space="0" w:color="auto"/>
      </w:divBdr>
    </w:div>
    <w:div w:id="1649019198">
      <w:bodyDiv w:val="1"/>
      <w:marLeft w:val="0"/>
      <w:marRight w:val="0"/>
      <w:marTop w:val="0"/>
      <w:marBottom w:val="0"/>
      <w:divBdr>
        <w:top w:val="none" w:sz="0" w:space="0" w:color="auto"/>
        <w:left w:val="none" w:sz="0" w:space="0" w:color="auto"/>
        <w:bottom w:val="none" w:sz="0" w:space="0" w:color="auto"/>
        <w:right w:val="none" w:sz="0" w:space="0" w:color="auto"/>
      </w:divBdr>
    </w:div>
    <w:div w:id="1675960986">
      <w:bodyDiv w:val="1"/>
      <w:marLeft w:val="0"/>
      <w:marRight w:val="0"/>
      <w:marTop w:val="0"/>
      <w:marBottom w:val="0"/>
      <w:divBdr>
        <w:top w:val="none" w:sz="0" w:space="0" w:color="auto"/>
        <w:left w:val="none" w:sz="0" w:space="0" w:color="auto"/>
        <w:bottom w:val="none" w:sz="0" w:space="0" w:color="auto"/>
        <w:right w:val="none" w:sz="0" w:space="0" w:color="auto"/>
      </w:divBdr>
    </w:div>
    <w:div w:id="1725058767">
      <w:bodyDiv w:val="1"/>
      <w:marLeft w:val="0"/>
      <w:marRight w:val="0"/>
      <w:marTop w:val="0"/>
      <w:marBottom w:val="0"/>
      <w:divBdr>
        <w:top w:val="none" w:sz="0" w:space="0" w:color="auto"/>
        <w:left w:val="none" w:sz="0" w:space="0" w:color="auto"/>
        <w:bottom w:val="none" w:sz="0" w:space="0" w:color="auto"/>
        <w:right w:val="none" w:sz="0" w:space="0" w:color="auto"/>
      </w:divBdr>
    </w:div>
    <w:div w:id="1942685618">
      <w:bodyDiv w:val="1"/>
      <w:marLeft w:val="0"/>
      <w:marRight w:val="0"/>
      <w:marTop w:val="0"/>
      <w:marBottom w:val="0"/>
      <w:divBdr>
        <w:top w:val="none" w:sz="0" w:space="0" w:color="auto"/>
        <w:left w:val="none" w:sz="0" w:space="0" w:color="auto"/>
        <w:bottom w:val="none" w:sz="0" w:space="0" w:color="auto"/>
        <w:right w:val="none" w:sz="0" w:space="0" w:color="auto"/>
      </w:divBdr>
    </w:div>
    <w:div w:id="203700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1.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ytvynchyk\AppData\Roaming\Microsoft\Templates\Home%20business%20plan.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4004554968603608"/>
          <c:y val="0.46115322750431603"/>
        </c:manualLayout>
      </c:layout>
      <c:overlay val="0"/>
      <c:spPr>
        <a:noFill/>
        <a:ln>
          <a:noFill/>
        </a:ln>
        <a:effectLst/>
      </c:spPr>
      <c:txPr>
        <a:bodyPr rot="0" spcFirstLastPara="1" vertOverflow="ellipsis" vert="horz" wrap="square" anchor="ctr" anchorCtr="1"/>
        <a:lstStyle/>
        <a:p>
          <a:pPr>
            <a:defRPr sz="1400" b="1" i="1"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2.3931623931623933E-2"/>
          <c:y val="2.6320667284522706E-2"/>
          <c:w val="0.97492877492877494"/>
          <c:h val="0.95143651529193696"/>
        </c:manualLayout>
      </c:layout>
      <c:doughnutChart>
        <c:varyColors val="1"/>
        <c:ser>
          <c:idx val="0"/>
          <c:order val="0"/>
          <c:tx>
            <c:strRef>
              <c:f>Sheet1!$B$1</c:f>
              <c:strCache>
                <c:ptCount val="1"/>
                <c:pt idx="0">
                  <c:v>SWOT</c:v>
                </c:pt>
              </c:strCache>
            </c:strRef>
          </c:tx>
          <c:dPt>
            <c:idx val="0"/>
            <c:bubble3D val="0"/>
            <c:spPr>
              <a:solidFill>
                <a:schemeClr val="accent5">
                  <a:lumMod val="50000"/>
                </a:schemeClr>
              </a:solidFill>
              <a:ln w="19050">
                <a:solidFill>
                  <a:schemeClr val="lt1"/>
                </a:solidFill>
              </a:ln>
              <a:effectLst/>
            </c:spPr>
            <c:extLst>
              <c:ext xmlns:c16="http://schemas.microsoft.com/office/drawing/2014/chart" uri="{C3380CC4-5D6E-409C-BE32-E72D297353CC}">
                <c16:uniqueId val="{00000001-E830-4D0B-BCB0-C6B3708653D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830-4D0B-BCB0-C6B3708653D9}"/>
              </c:ext>
            </c:extLst>
          </c:dPt>
          <c:dPt>
            <c:idx val="2"/>
            <c:bubble3D val="0"/>
            <c:spPr>
              <a:solidFill>
                <a:schemeClr val="tx1">
                  <a:lumMod val="65000"/>
                  <a:lumOff val="35000"/>
                </a:schemeClr>
              </a:solidFill>
              <a:ln w="19050">
                <a:solidFill>
                  <a:schemeClr val="lt1"/>
                </a:solidFill>
              </a:ln>
              <a:effectLst/>
            </c:spPr>
            <c:extLst>
              <c:ext xmlns:c16="http://schemas.microsoft.com/office/drawing/2014/chart" uri="{C3380CC4-5D6E-409C-BE32-E72D297353CC}">
                <c16:uniqueId val="{00000005-E830-4D0B-BCB0-C6B3708653D9}"/>
              </c:ext>
            </c:extLst>
          </c:dPt>
          <c:dPt>
            <c:idx val="3"/>
            <c:bubble3D val="0"/>
            <c:spPr>
              <a:solidFill>
                <a:schemeClr val="accent3"/>
              </a:solidFill>
              <a:ln w="19050">
                <a:solidFill>
                  <a:schemeClr val="lt1"/>
                </a:solidFill>
              </a:ln>
              <a:effectLst/>
            </c:spPr>
            <c:extLst>
              <c:ext xmlns:c16="http://schemas.microsoft.com/office/drawing/2014/chart" uri="{C3380CC4-5D6E-409C-BE32-E72D297353CC}">
                <c16:uniqueId val="{00000007-E830-4D0B-BCB0-C6B3708653D9}"/>
              </c:ext>
            </c:extLst>
          </c:dPt>
          <c:dLbls>
            <c:delete val="1"/>
          </c:dLbls>
          <c:cat>
            <c:strRef>
              <c:f>Sheet1!$A$2:$A$5</c:f>
              <c:strCache>
                <c:ptCount val="4"/>
                <c:pt idx="0">
                  <c:v>Weaknesses</c:v>
                </c:pt>
                <c:pt idx="1">
                  <c:v>Threats</c:v>
                </c:pt>
                <c:pt idx="2">
                  <c:v>Opportunities</c:v>
                </c:pt>
                <c:pt idx="3">
                  <c:v>Strengths</c:v>
                </c:pt>
              </c:strCache>
            </c:strRef>
          </c:cat>
          <c:val>
            <c:numRef>
              <c:f>Sheet1!$B$2:$B$5</c:f>
              <c:numCache>
                <c:formatCode>General</c:formatCode>
                <c:ptCount val="4"/>
                <c:pt idx="0">
                  <c:v>25</c:v>
                </c:pt>
                <c:pt idx="1">
                  <c:v>25</c:v>
                </c:pt>
                <c:pt idx="2">
                  <c:v>25</c:v>
                </c:pt>
                <c:pt idx="3">
                  <c:v>25</c:v>
                </c:pt>
              </c:numCache>
            </c:numRef>
          </c:val>
          <c:extLst>
            <c:ext xmlns:c16="http://schemas.microsoft.com/office/drawing/2014/chart" uri="{C3380CC4-5D6E-409C-BE32-E72D297353CC}">
              <c16:uniqueId val="{00000008-E830-4D0B-BCB0-C6B3708653D9}"/>
            </c:ext>
          </c:extLst>
        </c:ser>
        <c:dLbls>
          <c:showLegendKey val="0"/>
          <c:showVal val="0"/>
          <c:showCatName val="0"/>
          <c:showSerName val="0"/>
          <c:showPercent val="1"/>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DEFBE66EB9483BBF0CAA8F47F6502D"/>
        <w:category>
          <w:name w:val="General"/>
          <w:gallery w:val="placeholder"/>
        </w:category>
        <w:types>
          <w:type w:val="bbPlcHdr"/>
        </w:types>
        <w:behaviors>
          <w:behavior w:val="content"/>
        </w:behaviors>
        <w:guid w:val="{CA51B6EC-0D50-471A-A513-B37FFD2D3FCD}"/>
      </w:docPartPr>
      <w:docPartBody>
        <w:p w:rsidR="00000000" w:rsidRDefault="00000000">
          <w:pPr>
            <w:pStyle w:val="1EDEFBE66EB9483BBF0CAA8F47F6502D"/>
          </w:pPr>
          <w:r w:rsidRPr="00ED112D">
            <w:t>HOME BASED</w:t>
          </w:r>
        </w:p>
      </w:docPartBody>
    </w:docPart>
    <w:docPart>
      <w:docPartPr>
        <w:name w:val="556F9C44B9774AD5A248E567BE62CE18"/>
        <w:category>
          <w:name w:val="General"/>
          <w:gallery w:val="placeholder"/>
        </w:category>
        <w:types>
          <w:type w:val="bbPlcHdr"/>
        </w:types>
        <w:behaviors>
          <w:behavior w:val="content"/>
        </w:behaviors>
        <w:guid w:val="{4F7A6D30-6958-4B0D-8E11-8FD16EE710AA}"/>
      </w:docPartPr>
      <w:docPartBody>
        <w:p w:rsidR="00000000" w:rsidRDefault="00000000">
          <w:pPr>
            <w:pStyle w:val="556F9C44B9774AD5A248E567BE62CE18"/>
          </w:pPr>
          <w:r w:rsidRPr="00ED112D">
            <w:t>PROFESSIONAL SERVICES</w:t>
          </w:r>
        </w:p>
      </w:docPartBody>
    </w:docPart>
    <w:docPart>
      <w:docPartPr>
        <w:name w:val="6CAF69E5410A4D9A9511E023A96CC639"/>
        <w:category>
          <w:name w:val="General"/>
          <w:gallery w:val="placeholder"/>
        </w:category>
        <w:types>
          <w:type w:val="bbPlcHdr"/>
        </w:types>
        <w:behaviors>
          <w:behavior w:val="content"/>
        </w:behaviors>
        <w:guid w:val="{06921796-6950-42FC-8E23-557959989326}"/>
      </w:docPartPr>
      <w:docPartBody>
        <w:p w:rsidR="00000000" w:rsidRDefault="00000000">
          <w:pPr>
            <w:pStyle w:val="6CAF69E5410A4D9A9511E023A96CC639"/>
          </w:pPr>
          <w:r w:rsidRPr="00ED112D">
            <w:t>Business Plan</w:t>
          </w:r>
        </w:p>
      </w:docPartBody>
    </w:docPart>
    <w:docPart>
      <w:docPartPr>
        <w:name w:val="F0B14A7EAE91400192F00429C7C58CA8"/>
        <w:category>
          <w:name w:val="General"/>
          <w:gallery w:val="placeholder"/>
        </w:category>
        <w:types>
          <w:type w:val="bbPlcHdr"/>
        </w:types>
        <w:behaviors>
          <w:behavior w:val="content"/>
        </w:behaviors>
        <w:guid w:val="{A594AB72-3DD7-4474-985E-D1DF7CE80E26}"/>
      </w:docPartPr>
      <w:docPartBody>
        <w:p w:rsidR="00000000" w:rsidRDefault="00000000">
          <w:pPr>
            <w:pStyle w:val="F0B14A7EAE91400192F00429C7C58CA8"/>
          </w:pPr>
          <w:r w:rsidRPr="002B4179">
            <w:t>Introduction</w:t>
          </w:r>
        </w:p>
      </w:docPartBody>
    </w:docPart>
    <w:docPart>
      <w:docPartPr>
        <w:name w:val="B61628244B5B4EF684796BB03F90BA77"/>
        <w:category>
          <w:name w:val="General"/>
          <w:gallery w:val="placeholder"/>
        </w:category>
        <w:types>
          <w:type w:val="bbPlcHdr"/>
        </w:types>
        <w:behaviors>
          <w:behavior w:val="content"/>
        </w:behaviors>
        <w:guid w:val="{1F4AE706-2921-4BC2-9E3E-4E1B1E018DB2}"/>
      </w:docPartPr>
      <w:docPartBody>
        <w:p w:rsidR="00000000" w:rsidRDefault="00000000">
          <w:pPr>
            <w:pStyle w:val="B61628244B5B4EF684796BB03F90BA77"/>
          </w:pPr>
          <w:r w:rsidRPr="00ED112D">
            <w:t>Creating an extensive business plan is unnecessary for most businesses to get started. However, creating a short business plan offers several benefits that more than outweigh the investment of time:</w:t>
          </w:r>
        </w:p>
      </w:docPartBody>
    </w:docPart>
    <w:docPart>
      <w:docPartPr>
        <w:name w:val="EA5611A33B4C451B973CF0008A91AADE"/>
        <w:category>
          <w:name w:val="General"/>
          <w:gallery w:val="placeholder"/>
        </w:category>
        <w:types>
          <w:type w:val="bbPlcHdr"/>
        </w:types>
        <w:behaviors>
          <w:behavior w:val="content"/>
        </w:behaviors>
        <w:guid w:val="{ADD15FD6-5C55-440C-AA38-FF62F754DB83}"/>
      </w:docPartPr>
      <w:docPartBody>
        <w:p w:rsidR="00000000" w:rsidRPr="00ED112D" w:rsidRDefault="00000000" w:rsidP="0000540B">
          <w:pPr>
            <w:pStyle w:val="ListBullet"/>
          </w:pPr>
          <w:r w:rsidRPr="00ED112D">
            <w:t>The process of thinking and writing the plan provides clarity for the business.</w:t>
          </w:r>
        </w:p>
        <w:p w:rsidR="00000000" w:rsidRPr="00ED112D" w:rsidRDefault="00000000" w:rsidP="0000540B">
          <w:pPr>
            <w:pStyle w:val="ListBullet"/>
          </w:pPr>
          <w:r w:rsidRPr="00ED112D">
            <w:t>If capital is needed from outside sources, investors want to see a plan that demonstrates a solid understanding and vision for the business.</w:t>
          </w:r>
        </w:p>
        <w:p w:rsidR="00000000" w:rsidRPr="00ED112D" w:rsidRDefault="00000000" w:rsidP="0000540B">
          <w:pPr>
            <w:pStyle w:val="ListBullet"/>
          </w:pPr>
          <w:r w:rsidRPr="00ED112D">
            <w:t>The plan will help prioritize tasks that are most important.</w:t>
          </w:r>
        </w:p>
        <w:p w:rsidR="00000000" w:rsidRDefault="00000000">
          <w:pPr>
            <w:pStyle w:val="EA5611A33B4C451B973CF0008A91AADE"/>
          </w:pPr>
          <w:r w:rsidRPr="00ED112D">
            <w:t xml:space="preserve">With growth, the plan offers a common understanding of the vision to new leaders. </w:t>
          </w:r>
        </w:p>
      </w:docPartBody>
    </w:docPart>
    <w:docPart>
      <w:docPartPr>
        <w:name w:val="7113BDAB73A94AB3A6FBD7A1AF401F61"/>
        <w:category>
          <w:name w:val="General"/>
          <w:gallery w:val="placeholder"/>
        </w:category>
        <w:types>
          <w:type w:val="bbPlcHdr"/>
        </w:types>
        <w:behaviors>
          <w:behavior w:val="content"/>
        </w:behaviors>
        <w:guid w:val="{5743CBEB-5997-4956-B7F3-53F1D62639E5}"/>
      </w:docPartPr>
      <w:docPartBody>
        <w:p w:rsidR="00000000" w:rsidRDefault="00000000">
          <w:pPr>
            <w:pStyle w:val="7113BDAB73A94AB3A6FBD7A1AF401F61"/>
          </w:pPr>
          <w:r w:rsidRPr="00ED112D">
            <w:t xml:space="preserve">A </w:t>
          </w:r>
          <w:r w:rsidRPr="00ED112D">
            <w:t>simple business plan for a start-up service company can be completed rather quickly. Keeping in mind who the intended audience is, write simply. The plan needs to be understandable, readable, and realistic.</w:t>
          </w:r>
        </w:p>
      </w:docPartBody>
    </w:docPart>
    <w:docPart>
      <w:docPartPr>
        <w:name w:val="4EF80DCF9EBF4A7CA2F840E0AEFD54E9"/>
        <w:category>
          <w:name w:val="General"/>
          <w:gallery w:val="placeholder"/>
        </w:category>
        <w:types>
          <w:type w:val="bbPlcHdr"/>
        </w:types>
        <w:behaviors>
          <w:behavior w:val="content"/>
        </w:behaviors>
        <w:guid w:val="{505364C5-F836-41AA-AE4F-E939E8CAAE21}"/>
      </w:docPartPr>
      <w:docPartBody>
        <w:p w:rsidR="00000000" w:rsidRDefault="00000000">
          <w:pPr>
            <w:pStyle w:val="4EF80DCF9EBF4A7CA2F840E0AEFD54E9"/>
          </w:pPr>
          <w:r w:rsidRPr="00ED112D">
            <w:t>This template is organized into seven sub-plans or sections to be completed.</w:t>
          </w:r>
        </w:p>
      </w:docPartBody>
    </w:docPart>
    <w:docPart>
      <w:docPartPr>
        <w:name w:val="B618147BC0A944E3A6516D5AC3C34F3C"/>
        <w:category>
          <w:name w:val="General"/>
          <w:gallery w:val="placeholder"/>
        </w:category>
        <w:types>
          <w:type w:val="bbPlcHdr"/>
        </w:types>
        <w:behaviors>
          <w:behavior w:val="content"/>
        </w:behaviors>
        <w:guid w:val="{68BDF395-91AE-44DF-8B2B-C70D98978B33}"/>
      </w:docPartPr>
      <w:docPartBody>
        <w:p w:rsidR="00000000" w:rsidRPr="00ED112D" w:rsidRDefault="00000000" w:rsidP="0000540B">
          <w:pPr>
            <w:pStyle w:val="ListNumber"/>
          </w:pPr>
          <w:r w:rsidRPr="00ED112D">
            <w:t>Executive Summary</w:t>
          </w:r>
        </w:p>
        <w:p w:rsidR="00000000" w:rsidRPr="00ED112D" w:rsidRDefault="00000000" w:rsidP="0000540B">
          <w:pPr>
            <w:pStyle w:val="ListNumber"/>
          </w:pPr>
          <w:r w:rsidRPr="00ED112D">
            <w:t>Company Overview</w:t>
          </w:r>
        </w:p>
        <w:p w:rsidR="00000000" w:rsidRPr="00ED112D" w:rsidRDefault="00000000" w:rsidP="0000540B">
          <w:pPr>
            <w:pStyle w:val="ListNumber"/>
          </w:pPr>
          <w:r w:rsidRPr="00ED112D">
            <w:t>Business Description</w:t>
          </w:r>
        </w:p>
        <w:p w:rsidR="00000000" w:rsidRPr="00ED112D" w:rsidRDefault="00000000" w:rsidP="0000540B">
          <w:pPr>
            <w:pStyle w:val="ListNumber"/>
          </w:pPr>
          <w:r w:rsidRPr="00ED112D">
            <w:t>Market Analysis</w:t>
          </w:r>
        </w:p>
        <w:p w:rsidR="00000000" w:rsidRPr="00ED112D" w:rsidRDefault="00000000" w:rsidP="0000540B">
          <w:pPr>
            <w:pStyle w:val="ListNumber"/>
          </w:pPr>
          <w:r w:rsidRPr="00ED112D">
            <w:t>Operating Plan</w:t>
          </w:r>
        </w:p>
        <w:p w:rsidR="00000000" w:rsidRPr="00ED112D" w:rsidRDefault="00000000" w:rsidP="0000540B">
          <w:pPr>
            <w:pStyle w:val="ListNumber"/>
          </w:pPr>
          <w:r w:rsidRPr="00ED112D">
            <w:t>Marketing and Sales Plan</w:t>
          </w:r>
        </w:p>
        <w:p w:rsidR="00000000" w:rsidRDefault="00000000">
          <w:pPr>
            <w:pStyle w:val="B618147BC0A944E3A6516D5AC3C34F3C"/>
          </w:pPr>
          <w:r w:rsidRPr="00ED112D">
            <w:t>Financial Plan</w:t>
          </w:r>
        </w:p>
      </w:docPartBody>
    </w:docPart>
    <w:docPart>
      <w:docPartPr>
        <w:name w:val="512879EB52C5455195184F67FE3D169E"/>
        <w:category>
          <w:name w:val="General"/>
          <w:gallery w:val="placeholder"/>
        </w:category>
        <w:types>
          <w:type w:val="bbPlcHdr"/>
        </w:types>
        <w:behaviors>
          <w:behavior w:val="content"/>
        </w:behaviors>
        <w:guid w:val="{008DCBC5-4632-40A3-8AC5-C257BF618A71}"/>
      </w:docPartPr>
      <w:docPartBody>
        <w:p w:rsidR="00000000" w:rsidRPr="00ED112D" w:rsidRDefault="00000000" w:rsidP="00041CC7">
          <w:r w:rsidRPr="00ED112D">
            <w:t xml:space="preserve">It is recommended to complete the Executive Summary last, after all of the other sections have been completed. As information is filled in, from the Company Overview to the Financial Plan, the writing should tell the story of the motivation and vision behind the business. Be sure to include what will make the business successful, how success will be achieved, and how success will be measured. </w:t>
          </w:r>
        </w:p>
        <w:p w:rsidR="00000000" w:rsidRDefault="00000000">
          <w:pPr>
            <w:pStyle w:val="512879EB52C5455195184F67FE3D169E"/>
          </w:pPr>
          <w:r w:rsidRPr="00ED112D">
            <w:t>It is important to keep the business plan updated in order to see progress, celebrate success, and adjust where issues arise. This is best done on a quarterly, if not monthly, basis.</w:t>
          </w:r>
        </w:p>
      </w:docPartBody>
    </w:docPart>
    <w:docPart>
      <w:docPartPr>
        <w:name w:val="AB5CA5066A1D4E3E9B3D469D9155369C"/>
        <w:category>
          <w:name w:val="General"/>
          <w:gallery w:val="placeholder"/>
        </w:category>
        <w:types>
          <w:type w:val="bbPlcHdr"/>
        </w:types>
        <w:behaviors>
          <w:behavior w:val="content"/>
        </w:behaviors>
        <w:guid w:val="{E66ABAAE-DCC3-433A-AA9C-068FBA20974F}"/>
      </w:docPartPr>
      <w:docPartBody>
        <w:p w:rsidR="00000000" w:rsidRDefault="00000000">
          <w:pPr>
            <w:pStyle w:val="AB5CA5066A1D4E3E9B3D469D9155369C"/>
          </w:pPr>
          <w:r w:rsidRPr="00ED112D">
            <w:t>Executive Summary</w:t>
          </w:r>
        </w:p>
      </w:docPartBody>
    </w:docPart>
    <w:docPart>
      <w:docPartPr>
        <w:name w:val="9B723C3F130549689BF4849D767971B4"/>
        <w:category>
          <w:name w:val="General"/>
          <w:gallery w:val="placeholder"/>
        </w:category>
        <w:types>
          <w:type w:val="bbPlcHdr"/>
        </w:types>
        <w:behaviors>
          <w:behavior w:val="content"/>
        </w:behaviors>
        <w:guid w:val="{BDBADEA2-2F50-4F68-ABF9-845D1C4E73B5}"/>
      </w:docPartPr>
      <w:docPartBody>
        <w:p w:rsidR="00000000" w:rsidRDefault="00000000">
          <w:pPr>
            <w:pStyle w:val="9B723C3F130549689BF4849D767971B4"/>
          </w:pPr>
          <w:r w:rsidRPr="00ED112D">
            <w:rPr>
              <w:rStyle w:val="Bold"/>
            </w:rPr>
            <w:t>The Executive Summary should be written last</w:t>
          </w:r>
        </w:p>
      </w:docPartBody>
    </w:docPart>
    <w:docPart>
      <w:docPartPr>
        <w:name w:val="6AE25933DE5B4924B211497A5B7D5176"/>
        <w:category>
          <w:name w:val="General"/>
          <w:gallery w:val="placeholder"/>
        </w:category>
        <w:types>
          <w:type w:val="bbPlcHdr"/>
        </w:types>
        <w:behaviors>
          <w:behavior w:val="content"/>
        </w:behaviors>
        <w:guid w:val="{43A73280-7BA6-49A8-A77F-B2DCAF68980A}"/>
      </w:docPartPr>
      <w:docPartBody>
        <w:p w:rsidR="00000000" w:rsidRDefault="00000000">
          <w:pPr>
            <w:pStyle w:val="6AE25933DE5B4924B211497A5B7D5176"/>
          </w:pPr>
          <w:r w:rsidRPr="00ED112D">
            <w:t xml:space="preserve">after the remainder of the plan has been finished. It is an overview (with a suggested length of no more than one page) of the business, including the problem the business aims to solve, why this business’ solution is different, the business’ ideal customer, and the expected results. The Executive Summary should provide a high-level and optimistic description of the company. </w:t>
          </w:r>
        </w:p>
      </w:docPartBody>
    </w:docPart>
    <w:docPart>
      <w:docPartPr>
        <w:name w:val="8F40438783564F4BA85F4842ADF36827"/>
        <w:category>
          <w:name w:val="General"/>
          <w:gallery w:val="placeholder"/>
        </w:category>
        <w:types>
          <w:type w:val="bbPlcHdr"/>
        </w:types>
        <w:behaviors>
          <w:behavior w:val="content"/>
        </w:behaviors>
        <w:guid w:val="{34680524-6F31-44EF-87FE-19E4F0079F0E}"/>
      </w:docPartPr>
      <w:docPartBody>
        <w:p w:rsidR="00000000" w:rsidRPr="00ED112D" w:rsidRDefault="00000000" w:rsidP="0000540B">
          <w:r w:rsidRPr="00ED112D">
            <w:t xml:space="preserve">If the business requires outside investment or external investors, include how much is needed, how it will be used, and how it will make the business more profitable. Think of this section as the first thing a potential investor reads, thus, it must capture their interest quickly. </w:t>
          </w:r>
        </w:p>
        <w:p w:rsidR="00000000" w:rsidRDefault="00000000">
          <w:pPr>
            <w:pStyle w:val="8F40438783564F4BA85F4842ADF36827"/>
          </w:pPr>
          <w:r w:rsidRPr="00ED112D">
            <w:t>Suggested headings to organize this business plan include the following.</w:t>
          </w:r>
        </w:p>
      </w:docPartBody>
    </w:docPart>
    <w:docPart>
      <w:docPartPr>
        <w:name w:val="8058A69A5BE14C52A58CEBEAAB3EAAFA"/>
        <w:category>
          <w:name w:val="General"/>
          <w:gallery w:val="placeholder"/>
        </w:category>
        <w:types>
          <w:type w:val="bbPlcHdr"/>
        </w:types>
        <w:behaviors>
          <w:behavior w:val="content"/>
        </w:behaviors>
        <w:guid w:val="{D9E761D8-7D1F-40D3-B3AB-19B452A13B0F}"/>
      </w:docPartPr>
      <w:docPartBody>
        <w:p w:rsidR="00000000" w:rsidRDefault="00000000">
          <w:pPr>
            <w:pStyle w:val="8058A69A5BE14C52A58CEBEAAB3EAAFA"/>
          </w:pPr>
          <w:r w:rsidRPr="00ED112D">
            <w:rPr>
              <w:rStyle w:val="Bold"/>
            </w:rPr>
            <w:t>Opportunity:</w:t>
          </w:r>
        </w:p>
      </w:docPartBody>
    </w:docPart>
    <w:docPart>
      <w:docPartPr>
        <w:name w:val="0E2286D1DBCE4AD986D3A3DE4299BC9D"/>
        <w:category>
          <w:name w:val="General"/>
          <w:gallery w:val="placeholder"/>
        </w:category>
        <w:types>
          <w:type w:val="bbPlcHdr"/>
        </w:types>
        <w:behaviors>
          <w:behavior w:val="content"/>
        </w:behaviors>
        <w:guid w:val="{38087E3D-ECA6-48DA-B0CD-CA3665F850E0}"/>
      </w:docPartPr>
      <w:docPartBody>
        <w:p w:rsidR="00000000" w:rsidRDefault="00000000">
          <w:pPr>
            <w:pStyle w:val="0E2286D1DBCE4AD986D3A3DE4299BC9D"/>
          </w:pPr>
          <w:r w:rsidRPr="00ED112D">
            <w:t>What problem will the business solve?</w:t>
          </w:r>
        </w:p>
      </w:docPartBody>
    </w:docPart>
    <w:docPart>
      <w:docPartPr>
        <w:name w:val="AB959B6251FF4813B5D3FA1256340200"/>
        <w:category>
          <w:name w:val="General"/>
          <w:gallery w:val="placeholder"/>
        </w:category>
        <w:types>
          <w:type w:val="bbPlcHdr"/>
        </w:types>
        <w:behaviors>
          <w:behavior w:val="content"/>
        </w:behaviors>
        <w:guid w:val="{A2C2FDDA-4C59-426A-863D-2597715BBAAA}"/>
      </w:docPartPr>
      <w:docPartBody>
        <w:p w:rsidR="00000000" w:rsidRDefault="00000000">
          <w:pPr>
            <w:pStyle w:val="AB959B6251FF4813B5D3FA1256340200"/>
          </w:pPr>
          <w:r w:rsidRPr="00ED112D">
            <w:rPr>
              <w:rStyle w:val="Bold"/>
            </w:rPr>
            <w:t>Mission:</w:t>
          </w:r>
        </w:p>
      </w:docPartBody>
    </w:docPart>
    <w:docPart>
      <w:docPartPr>
        <w:name w:val="5907A2F1382045178A5452646CB1FBAC"/>
        <w:category>
          <w:name w:val="General"/>
          <w:gallery w:val="placeholder"/>
        </w:category>
        <w:types>
          <w:type w:val="bbPlcHdr"/>
        </w:types>
        <w:behaviors>
          <w:behavior w:val="content"/>
        </w:behaviors>
        <w:guid w:val="{5FDC093B-2FF5-4EA6-87D4-4612F51B0D7F}"/>
      </w:docPartPr>
      <w:docPartBody>
        <w:p w:rsidR="00000000" w:rsidRDefault="00000000">
          <w:pPr>
            <w:pStyle w:val="5907A2F1382045178A5452646CB1FBAC"/>
          </w:pPr>
          <w:r w:rsidRPr="009B0711">
            <w:t>What do we do? How do we do it? Whom do we do it for?</w:t>
          </w:r>
        </w:p>
      </w:docPartBody>
    </w:docPart>
    <w:docPart>
      <w:docPartPr>
        <w:name w:val="F6C44B74C0F24234AE344B5714FDCEB9"/>
        <w:category>
          <w:name w:val="General"/>
          <w:gallery w:val="placeholder"/>
        </w:category>
        <w:types>
          <w:type w:val="bbPlcHdr"/>
        </w:types>
        <w:behaviors>
          <w:behavior w:val="content"/>
        </w:behaviors>
        <w:guid w:val="{323FCD40-D1E7-4012-B2E4-24BC3F87B25B}"/>
      </w:docPartPr>
      <w:docPartBody>
        <w:p w:rsidR="00000000" w:rsidRDefault="00000000">
          <w:pPr>
            <w:pStyle w:val="F6C44B74C0F24234AE344B5714FDCEB9"/>
          </w:pPr>
          <w:r w:rsidRPr="00ED112D">
            <w:rPr>
              <w:rStyle w:val="Bold"/>
            </w:rPr>
            <w:t>Solution:</w:t>
          </w:r>
        </w:p>
      </w:docPartBody>
    </w:docPart>
    <w:docPart>
      <w:docPartPr>
        <w:name w:val="71D505C8E84340DEBF5205162E8270BD"/>
        <w:category>
          <w:name w:val="General"/>
          <w:gallery w:val="placeholder"/>
        </w:category>
        <w:types>
          <w:type w:val="bbPlcHdr"/>
        </w:types>
        <w:behaviors>
          <w:behavior w:val="content"/>
        </w:behaviors>
        <w:guid w:val="{904700BA-9474-40DE-B646-52BA22CBD630}"/>
      </w:docPartPr>
      <w:docPartBody>
        <w:p w:rsidR="00000000" w:rsidRDefault="00000000">
          <w:pPr>
            <w:pStyle w:val="71D505C8E84340DEBF5205162E8270BD"/>
          </w:pPr>
          <w:r w:rsidRPr="00ED112D">
            <w:t>How will the service uniquely solve the problem identified?</w:t>
          </w:r>
        </w:p>
      </w:docPartBody>
    </w:docPart>
    <w:docPart>
      <w:docPartPr>
        <w:name w:val="988F7025D2744645BD6DB52C9BB5A6EF"/>
        <w:category>
          <w:name w:val="General"/>
          <w:gallery w:val="placeholder"/>
        </w:category>
        <w:types>
          <w:type w:val="bbPlcHdr"/>
        </w:types>
        <w:behaviors>
          <w:behavior w:val="content"/>
        </w:behaviors>
        <w:guid w:val="{6CAF343B-B37B-4CEC-B602-D0D5045353E9}"/>
      </w:docPartPr>
      <w:docPartBody>
        <w:p w:rsidR="00000000" w:rsidRDefault="00000000">
          <w:pPr>
            <w:pStyle w:val="988F7025D2744645BD6DB52C9BB5A6EF"/>
          </w:pPr>
          <w:r w:rsidRPr="00ED112D">
            <w:rPr>
              <w:rStyle w:val="Bold"/>
            </w:rPr>
            <w:t>Market focus:</w:t>
          </w:r>
        </w:p>
      </w:docPartBody>
    </w:docPart>
    <w:docPart>
      <w:docPartPr>
        <w:name w:val="8E05ED51D22D422287A8A115CD10A83B"/>
        <w:category>
          <w:name w:val="General"/>
          <w:gallery w:val="placeholder"/>
        </w:category>
        <w:types>
          <w:type w:val="bbPlcHdr"/>
        </w:types>
        <w:behaviors>
          <w:behavior w:val="content"/>
        </w:behaviors>
        <w:guid w:val="{34354134-3741-4DAD-87B7-CD7094C13957}"/>
      </w:docPartPr>
      <w:docPartBody>
        <w:p w:rsidR="00000000" w:rsidRDefault="00000000">
          <w:pPr>
            <w:pStyle w:val="8E05ED51D22D422287A8A115CD10A83B"/>
          </w:pPr>
          <w:r w:rsidRPr="00ED112D">
            <w:t>What market and ideal customers will the business target?</w:t>
          </w:r>
        </w:p>
      </w:docPartBody>
    </w:docPart>
    <w:docPart>
      <w:docPartPr>
        <w:name w:val="DFB2B6855A3E472C9FDEBA8AB327EDC6"/>
        <w:category>
          <w:name w:val="General"/>
          <w:gallery w:val="placeholder"/>
        </w:category>
        <w:types>
          <w:type w:val="bbPlcHdr"/>
        </w:types>
        <w:behaviors>
          <w:behavior w:val="content"/>
        </w:behaviors>
        <w:guid w:val="{1A1289C7-20A6-46CD-85BA-126DC5716878}"/>
      </w:docPartPr>
      <w:docPartBody>
        <w:p w:rsidR="00000000" w:rsidRDefault="00000000">
          <w:pPr>
            <w:pStyle w:val="DFB2B6855A3E472C9FDEBA8AB327EDC6"/>
          </w:pPr>
          <w:r w:rsidRPr="00ED112D">
            <w:rPr>
              <w:rStyle w:val="Bold"/>
            </w:rPr>
            <w:t>Competitive advantage:</w:t>
          </w:r>
        </w:p>
      </w:docPartBody>
    </w:docPart>
    <w:docPart>
      <w:docPartPr>
        <w:name w:val="E829028414264A3585876AB6076A0C24"/>
        <w:category>
          <w:name w:val="General"/>
          <w:gallery w:val="placeholder"/>
        </w:category>
        <w:types>
          <w:type w:val="bbPlcHdr"/>
        </w:types>
        <w:behaviors>
          <w:behavior w:val="content"/>
        </w:behaviors>
        <w:guid w:val="{6ED528E2-08BC-400F-AFE8-5C6CEF829B35}"/>
      </w:docPartPr>
      <w:docPartBody>
        <w:p w:rsidR="00000000" w:rsidRDefault="00000000">
          <w:pPr>
            <w:pStyle w:val="E829028414264A3585876AB6076A0C24"/>
          </w:pPr>
          <w:r w:rsidRPr="00ED112D">
            <w:t>How does the business intend to succeed against its competitors?</w:t>
          </w:r>
        </w:p>
      </w:docPartBody>
    </w:docPart>
    <w:docPart>
      <w:docPartPr>
        <w:name w:val="FF6E049DC0874E6B9859394C143ACD25"/>
        <w:category>
          <w:name w:val="General"/>
          <w:gallery w:val="placeholder"/>
        </w:category>
        <w:types>
          <w:type w:val="bbPlcHdr"/>
        </w:types>
        <w:behaviors>
          <w:behavior w:val="content"/>
        </w:behaviors>
        <w:guid w:val="{84F76709-9C3D-474B-AF70-AA3D9972F380}"/>
      </w:docPartPr>
      <w:docPartBody>
        <w:p w:rsidR="00000000" w:rsidRDefault="00000000">
          <w:pPr>
            <w:pStyle w:val="FF6E049DC0874E6B9859394C143ACD25"/>
          </w:pPr>
          <w:r w:rsidRPr="00ED112D">
            <w:rPr>
              <w:rStyle w:val="Bold"/>
            </w:rPr>
            <w:t>Ownership:</w:t>
          </w:r>
        </w:p>
      </w:docPartBody>
    </w:docPart>
    <w:docPart>
      <w:docPartPr>
        <w:name w:val="C1E79C96309640F49F3D0CFBB872E865"/>
        <w:category>
          <w:name w:val="General"/>
          <w:gallery w:val="placeholder"/>
        </w:category>
        <w:types>
          <w:type w:val="bbPlcHdr"/>
        </w:types>
        <w:behaviors>
          <w:behavior w:val="content"/>
        </w:behaviors>
        <w:guid w:val="{E9E89959-EFBD-4BD7-A0F6-536242FB78F8}"/>
      </w:docPartPr>
      <w:docPartBody>
        <w:p w:rsidR="00000000" w:rsidRDefault="00000000">
          <w:pPr>
            <w:pStyle w:val="C1E79C96309640F49F3D0CFBB872E865"/>
          </w:pPr>
          <w:r w:rsidRPr="00ED112D">
            <w:t>Who are the major stakeholders in the company?</w:t>
          </w:r>
        </w:p>
      </w:docPartBody>
    </w:docPart>
    <w:docPart>
      <w:docPartPr>
        <w:name w:val="DB54E3F75E4749C48969D478B62F0CE8"/>
        <w:category>
          <w:name w:val="General"/>
          <w:gallery w:val="placeholder"/>
        </w:category>
        <w:types>
          <w:type w:val="bbPlcHdr"/>
        </w:types>
        <w:behaviors>
          <w:behavior w:val="content"/>
        </w:behaviors>
        <w:guid w:val="{4CD0FE00-4DB8-4BEC-85BE-5DBE1EA8449D}"/>
      </w:docPartPr>
      <w:docPartBody>
        <w:p w:rsidR="00000000" w:rsidRDefault="00000000">
          <w:pPr>
            <w:pStyle w:val="DB54E3F75E4749C48969D478B62F0CE8"/>
          </w:pPr>
          <w:r w:rsidRPr="00ED112D">
            <w:rPr>
              <w:rStyle w:val="Bold"/>
            </w:rPr>
            <w:t>Expected returns:</w:t>
          </w:r>
        </w:p>
      </w:docPartBody>
    </w:docPart>
    <w:docPart>
      <w:docPartPr>
        <w:name w:val="46C3E71DB456402CA61F4E2F2365A2A3"/>
        <w:category>
          <w:name w:val="General"/>
          <w:gallery w:val="placeholder"/>
        </w:category>
        <w:types>
          <w:type w:val="bbPlcHdr"/>
        </w:types>
        <w:behaviors>
          <w:behavior w:val="content"/>
        </w:behaviors>
        <w:guid w:val="{2A9AC10F-7225-4913-BF0E-9B8158E0EE81}"/>
      </w:docPartPr>
      <w:docPartBody>
        <w:p w:rsidR="00000000" w:rsidRDefault="00000000">
          <w:pPr>
            <w:pStyle w:val="46C3E71DB456402CA61F4E2F2365A2A3"/>
          </w:pPr>
          <w:r w:rsidRPr="00ED112D">
            <w:t>What are the key milestones for revenue, profits, growth, and customers?</w:t>
          </w:r>
        </w:p>
      </w:docPartBody>
    </w:docPart>
    <w:docPart>
      <w:docPartPr>
        <w:name w:val="3620BE7B6C974599A59586F2806423F0"/>
        <w:category>
          <w:name w:val="General"/>
          <w:gallery w:val="placeholder"/>
        </w:category>
        <w:types>
          <w:type w:val="bbPlcHdr"/>
        </w:types>
        <w:behaviors>
          <w:behavior w:val="content"/>
        </w:behaviors>
        <w:guid w:val="{83CFEC35-0BA7-4094-8012-2B394357C3AB}"/>
      </w:docPartPr>
      <w:docPartBody>
        <w:p w:rsidR="00000000" w:rsidRDefault="00000000">
          <w:pPr>
            <w:pStyle w:val="3620BE7B6C974599A59586F2806423F0"/>
          </w:pPr>
          <w:r w:rsidRPr="00ED112D">
            <w:t>Company Overview</w:t>
          </w:r>
        </w:p>
      </w:docPartBody>
    </w:docPart>
    <w:docPart>
      <w:docPartPr>
        <w:name w:val="B19F84D5D2A84EA6893CD0B75AA4FEBF"/>
        <w:category>
          <w:name w:val="General"/>
          <w:gallery w:val="placeholder"/>
        </w:category>
        <w:types>
          <w:type w:val="bbPlcHdr"/>
        </w:types>
        <w:behaviors>
          <w:behavior w:val="content"/>
        </w:behaviors>
        <w:guid w:val="{BC1E73B2-22BF-4D13-98FF-48711A501726}"/>
      </w:docPartPr>
      <w:docPartBody>
        <w:p w:rsidR="00000000" w:rsidRPr="00ED112D" w:rsidRDefault="00000000" w:rsidP="0000540B">
          <w:r w:rsidRPr="00ED112D">
            <w:t xml:space="preserve">The Company Overview is a brief summary of the intended business, including what it uniquely delivers, the mission, how it got </w:t>
          </w:r>
          <w:r w:rsidRPr="00ED112D">
            <w:t>started, market positioning, operational structure, and financial goals. After reviewing this section, the reader should have a broad understanding of what the business is setting out to do and how it is organized.</w:t>
          </w:r>
        </w:p>
        <w:p w:rsidR="00000000" w:rsidRDefault="00000000">
          <w:pPr>
            <w:pStyle w:val="B19F84D5D2A84EA6893CD0B75AA4FEBF"/>
          </w:pPr>
          <w:r w:rsidRPr="00ED112D">
            <w:t>This section is not meant to be lengthy. Keep it short and succinct. This is the snapshot of the business. The type of business will determine what of the following sections will be required for the business plan. Only include what is needed to properly represent the business and remove anything else.</w:t>
          </w:r>
        </w:p>
      </w:docPartBody>
    </w:docPart>
    <w:docPart>
      <w:docPartPr>
        <w:name w:val="7E8FBE472BF84B34B964EB281042E402"/>
        <w:category>
          <w:name w:val="General"/>
          <w:gallery w:val="placeholder"/>
        </w:category>
        <w:types>
          <w:type w:val="bbPlcHdr"/>
        </w:types>
        <w:behaviors>
          <w:behavior w:val="content"/>
        </w:behaviors>
        <w:guid w:val="{EC627845-6B1F-49CC-944C-4E71F15CDC5C}"/>
      </w:docPartPr>
      <w:docPartBody>
        <w:p w:rsidR="00000000" w:rsidRDefault="00000000">
          <w:pPr>
            <w:pStyle w:val="7E8FBE472BF84B34B964EB281042E402"/>
          </w:pPr>
          <w:r w:rsidRPr="00ED112D">
            <w:rPr>
              <w:rStyle w:val="Bold"/>
            </w:rPr>
            <w:t>Company summary:</w:t>
          </w:r>
        </w:p>
      </w:docPartBody>
    </w:docPart>
    <w:docPart>
      <w:docPartPr>
        <w:name w:val="05109F1D7F9D4821BED29D41987A9D69"/>
        <w:category>
          <w:name w:val="General"/>
          <w:gallery w:val="placeholder"/>
        </w:category>
        <w:types>
          <w:type w:val="bbPlcHdr"/>
        </w:types>
        <w:behaviors>
          <w:behavior w:val="content"/>
        </w:behaviors>
        <w:guid w:val="{E480C06E-FF48-46C6-B50D-C555895FA9B9}"/>
      </w:docPartPr>
      <w:docPartBody>
        <w:p w:rsidR="00000000" w:rsidRDefault="00000000">
          <w:pPr>
            <w:pStyle w:val="05109F1D7F9D4821BED29D41987A9D69"/>
          </w:pPr>
          <w:r w:rsidRPr="00ED112D">
            <w:t>This is the introductory section to the company, also known as the ‘elevator pitch’ of what the company stands for and is setting out to do. Include the company’s goals and some of the near-term objectives.</w:t>
          </w:r>
        </w:p>
      </w:docPartBody>
    </w:docPart>
    <w:docPart>
      <w:docPartPr>
        <w:name w:val="20BA28A955E443518151CC346B810112"/>
        <w:category>
          <w:name w:val="General"/>
          <w:gallery w:val="placeholder"/>
        </w:category>
        <w:types>
          <w:type w:val="bbPlcHdr"/>
        </w:types>
        <w:behaviors>
          <w:behavior w:val="content"/>
        </w:behaviors>
        <w:guid w:val="{BB0F2CFC-863D-42EC-8D91-D6EA80230C47}"/>
      </w:docPartPr>
      <w:docPartBody>
        <w:p w:rsidR="00000000" w:rsidRDefault="00000000">
          <w:pPr>
            <w:pStyle w:val="20BA28A955E443518151CC346B810112"/>
          </w:pPr>
          <w:r w:rsidRPr="00ED112D">
            <w:rPr>
              <w:rStyle w:val="Bold"/>
            </w:rPr>
            <w:t>Mission statement:</w:t>
          </w:r>
        </w:p>
      </w:docPartBody>
    </w:docPart>
    <w:docPart>
      <w:docPartPr>
        <w:name w:val="128633FECC2C4E4F8A6579EC9D4F342D"/>
        <w:category>
          <w:name w:val="General"/>
          <w:gallery w:val="placeholder"/>
        </w:category>
        <w:types>
          <w:type w:val="bbPlcHdr"/>
        </w:types>
        <w:behaviors>
          <w:behavior w:val="content"/>
        </w:behaviors>
        <w:guid w:val="{1706DA89-5465-4A37-B05B-705C60D8DC06}"/>
      </w:docPartPr>
      <w:docPartBody>
        <w:p w:rsidR="00000000" w:rsidRDefault="00000000">
          <w:pPr>
            <w:pStyle w:val="128633FECC2C4E4F8A6579EC9D4F342D"/>
          </w:pPr>
          <w:r w:rsidRPr="00ED112D">
            <w:t>This is a concise statement on the guiding principles of the company and what the company aims to do for customers, employees, owners, and other stakeholders.</w:t>
          </w:r>
        </w:p>
      </w:docPartBody>
    </w:docPart>
    <w:docPart>
      <w:docPartPr>
        <w:name w:val="DD283A48C2F44AA09D1D5D1CCDA7CE46"/>
        <w:category>
          <w:name w:val="General"/>
          <w:gallery w:val="placeholder"/>
        </w:category>
        <w:types>
          <w:type w:val="bbPlcHdr"/>
        </w:types>
        <w:behaviors>
          <w:behavior w:val="content"/>
        </w:behaviors>
        <w:guid w:val="{F65A6071-7409-42FA-A05A-4F3ADB5F7B88}"/>
      </w:docPartPr>
      <w:docPartBody>
        <w:p w:rsidR="00000000" w:rsidRDefault="00000000">
          <w:pPr>
            <w:pStyle w:val="DD283A48C2F44AA09D1D5D1CCDA7CE46"/>
          </w:pPr>
          <w:r w:rsidRPr="00ED112D">
            <w:rPr>
              <w:rStyle w:val="Bold"/>
            </w:rPr>
            <w:t>Company history:</w:t>
          </w:r>
        </w:p>
      </w:docPartBody>
    </w:docPart>
    <w:docPart>
      <w:docPartPr>
        <w:name w:val="9581DAA2F10B42629D719C91E3AF8073"/>
        <w:category>
          <w:name w:val="General"/>
          <w:gallery w:val="placeholder"/>
        </w:category>
        <w:types>
          <w:type w:val="bbPlcHdr"/>
        </w:types>
        <w:behaviors>
          <w:behavior w:val="content"/>
        </w:behaviors>
        <w:guid w:val="{6B34FCEF-651B-4A9E-80E8-9FEA34DFB7BE}"/>
      </w:docPartPr>
      <w:docPartBody>
        <w:p w:rsidR="00000000" w:rsidRDefault="00000000">
          <w:pPr>
            <w:pStyle w:val="9581DAA2F10B42629D719C91E3AF8073"/>
          </w:pPr>
          <w:r w:rsidRPr="00ED112D">
            <w:t>This provides the back story, especially the personal story, of why the business was founded. Use this section to give the overarching history of the company from its start and bring the reader up-to-date on where the company is now in terms of sales, profits, key services, and customers.</w:t>
          </w:r>
        </w:p>
      </w:docPartBody>
    </w:docPart>
    <w:docPart>
      <w:docPartPr>
        <w:name w:val="935A7BBABC5C4C18806EE94CFC562FA7"/>
        <w:category>
          <w:name w:val="General"/>
          <w:gallery w:val="placeholder"/>
        </w:category>
        <w:types>
          <w:type w:val="bbPlcHdr"/>
        </w:types>
        <w:behaviors>
          <w:behavior w:val="content"/>
        </w:behaviors>
        <w:guid w:val="{9C523648-440C-4514-9819-110F64669F18}"/>
      </w:docPartPr>
      <w:docPartBody>
        <w:p w:rsidR="00000000" w:rsidRDefault="00000000">
          <w:pPr>
            <w:pStyle w:val="935A7BBABC5C4C18806EE94CFC562FA7"/>
          </w:pPr>
          <w:r w:rsidRPr="00ED112D">
            <w:rPr>
              <w:rStyle w:val="Bold"/>
            </w:rPr>
            <w:t>Markets and services:</w:t>
          </w:r>
        </w:p>
      </w:docPartBody>
    </w:docPart>
    <w:docPart>
      <w:docPartPr>
        <w:name w:val="E185F27A8D8D4539A28B9F318B9A2ABD"/>
        <w:category>
          <w:name w:val="General"/>
          <w:gallery w:val="placeholder"/>
        </w:category>
        <w:types>
          <w:type w:val="bbPlcHdr"/>
        </w:types>
        <w:behaviors>
          <w:behavior w:val="content"/>
        </w:behaviors>
        <w:guid w:val="{E8274DAC-E506-41C0-B567-8C18D030207B}"/>
      </w:docPartPr>
      <w:docPartBody>
        <w:p w:rsidR="00000000" w:rsidRDefault="00000000">
          <w:pPr>
            <w:pStyle w:val="E185F27A8D8D4539A28B9F318B9A2ABD"/>
          </w:pPr>
          <w:r w:rsidRPr="00ED112D">
            <w:t>This outlines the target market and related needs that the company will address. Include brief descriptions of offered services and targeted markets and customer types. This section can be a general overview as more details will be suggested in a later section of this plan.</w:t>
          </w:r>
        </w:p>
      </w:docPartBody>
    </w:docPart>
    <w:docPart>
      <w:docPartPr>
        <w:name w:val="B075794A6FCD4DBD88CF6A77C6C3D345"/>
        <w:category>
          <w:name w:val="General"/>
          <w:gallery w:val="placeholder"/>
        </w:category>
        <w:types>
          <w:type w:val="bbPlcHdr"/>
        </w:types>
        <w:behaviors>
          <w:behavior w:val="content"/>
        </w:behaviors>
        <w:guid w:val="{E83E03D7-01D7-4E03-A28B-A556A5DE7C40}"/>
      </w:docPartPr>
      <w:docPartBody>
        <w:p w:rsidR="00000000" w:rsidRDefault="00000000">
          <w:pPr>
            <w:pStyle w:val="B075794A6FCD4DBD88CF6A77C6C3D345"/>
          </w:pPr>
          <w:r w:rsidRPr="00ED112D">
            <w:rPr>
              <w:rStyle w:val="Bold"/>
            </w:rPr>
            <w:t>Operational structure:</w:t>
          </w:r>
        </w:p>
      </w:docPartBody>
    </w:docPart>
    <w:docPart>
      <w:docPartPr>
        <w:name w:val="174D33E5D7914374AA4E90D731D14D8A"/>
        <w:category>
          <w:name w:val="General"/>
          <w:gallery w:val="placeholder"/>
        </w:category>
        <w:types>
          <w:type w:val="bbPlcHdr"/>
        </w:types>
        <w:behaviors>
          <w:behavior w:val="content"/>
        </w:behaviors>
        <w:guid w:val="{AE7AB6D7-17AA-45A4-8661-A40A8FCAB04F}"/>
      </w:docPartPr>
      <w:docPartBody>
        <w:p w:rsidR="00000000" w:rsidRDefault="00000000">
          <w:pPr>
            <w:pStyle w:val="174D33E5D7914374AA4E90D731D14D8A"/>
          </w:pPr>
          <w:r w:rsidRPr="00ED112D">
            <w:t>This describes the operational details of the business. List any potential employees needed on the payroll to make the business run.</w:t>
          </w:r>
        </w:p>
      </w:docPartBody>
    </w:docPart>
    <w:docPart>
      <w:docPartPr>
        <w:name w:val="0D9E7AD75EA740DCB2C3043364B5030C"/>
        <w:category>
          <w:name w:val="General"/>
          <w:gallery w:val="placeholder"/>
        </w:category>
        <w:types>
          <w:type w:val="bbPlcHdr"/>
        </w:types>
        <w:behaviors>
          <w:behavior w:val="content"/>
        </w:behaviors>
        <w:guid w:val="{F45D79E8-F3B2-403C-9E4C-6AF441906414}"/>
      </w:docPartPr>
      <w:docPartBody>
        <w:p w:rsidR="00000000" w:rsidRDefault="00000000">
          <w:pPr>
            <w:pStyle w:val="0D9E7AD75EA740DCB2C3043364B5030C"/>
          </w:pPr>
          <w:r w:rsidRPr="00ED112D">
            <w:rPr>
              <w:rStyle w:val="Bold"/>
            </w:rPr>
            <w:t>Financial goals:</w:t>
          </w:r>
        </w:p>
      </w:docPartBody>
    </w:docPart>
    <w:docPart>
      <w:docPartPr>
        <w:name w:val="65E51B09134C4BBBABE0A3CE8BB440A4"/>
        <w:category>
          <w:name w:val="General"/>
          <w:gallery w:val="placeholder"/>
        </w:category>
        <w:types>
          <w:type w:val="bbPlcHdr"/>
        </w:types>
        <w:behaviors>
          <w:behavior w:val="content"/>
        </w:behaviors>
        <w:guid w:val="{7E954172-4B40-457E-9431-1996D2394C43}"/>
      </w:docPartPr>
      <w:docPartBody>
        <w:p w:rsidR="00000000" w:rsidRDefault="00000000">
          <w:pPr>
            <w:pStyle w:val="65E51B09134C4BBBABE0A3CE8BB440A4"/>
          </w:pPr>
          <w:r w:rsidRPr="00657790">
            <w:t>This describes the start-up capital needed, projected revenue and profits, forecast, and budget of the business.</w:t>
          </w:r>
        </w:p>
      </w:docPartBody>
    </w:docPart>
    <w:docPart>
      <w:docPartPr>
        <w:name w:val="748C095CCFB448D08E1AF8C6A137BCE0"/>
        <w:category>
          <w:name w:val="General"/>
          <w:gallery w:val="placeholder"/>
        </w:category>
        <w:types>
          <w:type w:val="bbPlcHdr"/>
        </w:types>
        <w:behaviors>
          <w:behavior w:val="content"/>
        </w:behaviors>
        <w:guid w:val="{053D9484-029B-46A2-A17C-307AED469658}"/>
      </w:docPartPr>
      <w:docPartBody>
        <w:p w:rsidR="00000000" w:rsidRDefault="00000000">
          <w:pPr>
            <w:pStyle w:val="748C095CCFB448D08E1AF8C6A137BCE0"/>
          </w:pPr>
          <w:r w:rsidRPr="00ED112D">
            <w:t>Business Description</w:t>
          </w:r>
        </w:p>
      </w:docPartBody>
    </w:docPart>
    <w:docPart>
      <w:docPartPr>
        <w:name w:val="3C68A118724C42389DA444B04C801CFE"/>
        <w:category>
          <w:name w:val="General"/>
          <w:gallery w:val="placeholder"/>
        </w:category>
        <w:types>
          <w:type w:val="bbPlcHdr"/>
        </w:types>
        <w:behaviors>
          <w:behavior w:val="content"/>
        </w:behaviors>
        <w:guid w:val="{DB5F63C8-3357-4675-8183-40B2BE7F0DD7}"/>
      </w:docPartPr>
      <w:docPartBody>
        <w:p w:rsidR="00000000" w:rsidRPr="00ED112D" w:rsidRDefault="00000000" w:rsidP="0000540B">
          <w:r w:rsidRPr="00ED112D">
            <w:t>This section will first frame the business opportunity and should answer the question: what problem(s) is the company trying to solve? Use a case example to describe the customers’ pain point and how it is solved today. If the business’ service addresses something the market has yet to identify as a problem (for instance, a new mobile app or a new clothing line), then also describe how the business’ solution reduces stress, saves money, or brings joy to the customer.</w:t>
          </w:r>
        </w:p>
        <w:p w:rsidR="00000000" w:rsidRPr="00ED112D" w:rsidRDefault="00000000" w:rsidP="0000540B">
          <w:r w:rsidRPr="00ED112D">
            <w:t>After framing the opportunity, describe the service in detail and how it is the solution the business offers, how it solves that problem, and what benefits customers will receive.</w:t>
          </w:r>
        </w:p>
        <w:p w:rsidR="00000000" w:rsidRPr="00ED112D" w:rsidRDefault="00000000" w:rsidP="0000540B">
          <w:r w:rsidRPr="00ED112D">
            <w:t>This section also describes in more detail how the services will be rendered and the pricing structure (e.g., fixed rate versus an hourly fee). Describe how the company plans to differentiate from its competitors. What is the target market and how can the customer capitalize on your unique offering?</w:t>
          </w:r>
        </w:p>
        <w:p w:rsidR="00000000" w:rsidRDefault="00000000">
          <w:pPr>
            <w:pStyle w:val="3C68A118724C42389DA444B04C801CFE"/>
          </w:pPr>
          <w:r w:rsidRPr="00ED112D">
            <w:t>Depending on the type of business, the following sections may or may not be necessary. Only include relevant sections and remove everything else.</w:t>
          </w:r>
        </w:p>
      </w:docPartBody>
    </w:docPart>
    <w:docPart>
      <w:docPartPr>
        <w:name w:val="8F8468D545324DB4BA5A90311CDBE95C"/>
        <w:category>
          <w:name w:val="General"/>
          <w:gallery w:val="placeholder"/>
        </w:category>
        <w:types>
          <w:type w:val="bbPlcHdr"/>
        </w:types>
        <w:behaviors>
          <w:behavior w:val="content"/>
        </w:behaviors>
        <w:guid w:val="{F40EF228-3B13-41AD-816B-B78260F6C2C3}"/>
      </w:docPartPr>
      <w:docPartBody>
        <w:p w:rsidR="00000000" w:rsidRDefault="00000000">
          <w:pPr>
            <w:pStyle w:val="8F8468D545324DB4BA5A90311CDBE95C"/>
          </w:pPr>
          <w:r w:rsidRPr="00ED112D">
            <w:rPr>
              <w:rStyle w:val="Bold"/>
            </w:rPr>
            <w:t>Opportunity:</w:t>
          </w:r>
        </w:p>
      </w:docPartBody>
    </w:docPart>
    <w:docPart>
      <w:docPartPr>
        <w:name w:val="086E2B546EE943429EBF489FFE65D048"/>
        <w:category>
          <w:name w:val="General"/>
          <w:gallery w:val="placeholder"/>
        </w:category>
        <w:types>
          <w:type w:val="bbPlcHdr"/>
        </w:types>
        <w:behaviors>
          <w:behavior w:val="content"/>
        </w:behaviors>
        <w:guid w:val="{F8C7EC02-2068-4D32-8F42-C62E6BBD5B04}"/>
      </w:docPartPr>
      <w:docPartBody>
        <w:p w:rsidR="00000000" w:rsidRDefault="00000000">
          <w:pPr>
            <w:pStyle w:val="086E2B546EE943429EBF489FFE65D048"/>
          </w:pPr>
          <w:r w:rsidRPr="00ED112D">
            <w:t xml:space="preserve">Describe the current market for the business’ offered service. At a high level, what is the market and who are its participants; is it </w:t>
          </w:r>
          <w:r w:rsidRPr="00ED112D">
            <w:t>business customers or consumers; what is the specific geography, etc.? More details on the market will be provided in the next section of the plan. Next, describe the current state of available services and how the business will offer better. Also discuss any additional services the company plans to offer in the future.</w:t>
          </w:r>
        </w:p>
      </w:docPartBody>
    </w:docPart>
    <w:docPart>
      <w:docPartPr>
        <w:name w:val="CF2F6A53293C46A7849197059FFE2F66"/>
        <w:category>
          <w:name w:val="General"/>
          <w:gallery w:val="placeholder"/>
        </w:category>
        <w:types>
          <w:type w:val="bbPlcHdr"/>
        </w:types>
        <w:behaviors>
          <w:behavior w:val="content"/>
        </w:behaviors>
        <w:guid w:val="{D35D5D68-CE75-4514-829F-7CE507F4AD53}"/>
      </w:docPartPr>
      <w:docPartBody>
        <w:p w:rsidR="00000000" w:rsidRDefault="00000000">
          <w:pPr>
            <w:pStyle w:val="CF2F6A53293C46A7849197059FFE2F66"/>
          </w:pPr>
          <w:r w:rsidRPr="00ED112D">
            <w:rPr>
              <w:rStyle w:val="Bold"/>
            </w:rPr>
            <w:t>Product overview:</w:t>
          </w:r>
        </w:p>
      </w:docPartBody>
    </w:docPart>
    <w:docPart>
      <w:docPartPr>
        <w:name w:val="9591720884DB43609CE31835E67C0D8C"/>
        <w:category>
          <w:name w:val="General"/>
          <w:gallery w:val="placeholder"/>
        </w:category>
        <w:types>
          <w:type w:val="bbPlcHdr"/>
        </w:types>
        <w:behaviors>
          <w:behavior w:val="content"/>
        </w:behaviors>
        <w:guid w:val="{28C9D436-0317-401D-9E90-AF2BB1C49D17}"/>
      </w:docPartPr>
      <w:docPartBody>
        <w:p w:rsidR="00000000" w:rsidRDefault="00000000">
          <w:pPr>
            <w:pStyle w:val="9591720884DB43609CE31835E67C0D8C"/>
          </w:pPr>
          <w:bookmarkStart w:id="0" w:name="_Hlk786744"/>
          <w:r w:rsidRPr="00ED112D">
            <w:t>Describe the service offerings of the business in as much detail as possible. If it is effective to include pictures, this would be a good place to place them.</w:t>
          </w:r>
          <w:bookmarkEnd w:id="0"/>
        </w:p>
      </w:docPartBody>
    </w:docPart>
    <w:docPart>
      <w:docPartPr>
        <w:name w:val="5663C875175E4F668D1C85912AD83E66"/>
        <w:category>
          <w:name w:val="General"/>
          <w:gallery w:val="placeholder"/>
        </w:category>
        <w:types>
          <w:type w:val="bbPlcHdr"/>
        </w:types>
        <w:behaviors>
          <w:behavior w:val="content"/>
        </w:behaviors>
        <w:guid w:val="{C9BD6EFB-36A4-4A44-A234-67A458AC09E7}"/>
      </w:docPartPr>
      <w:docPartBody>
        <w:p w:rsidR="00000000" w:rsidRDefault="00000000">
          <w:pPr>
            <w:pStyle w:val="5663C875175E4F668D1C85912AD83E66"/>
          </w:pPr>
          <w:r w:rsidRPr="00ED112D">
            <w:rPr>
              <w:rStyle w:val="Bold"/>
            </w:rPr>
            <w:t xml:space="preserve">Key </w:t>
          </w:r>
          <w:r w:rsidRPr="00ED112D">
            <w:rPr>
              <w:rStyle w:val="Bold"/>
            </w:rPr>
            <w:t>participants:</w:t>
          </w:r>
        </w:p>
      </w:docPartBody>
    </w:docPart>
    <w:docPart>
      <w:docPartPr>
        <w:name w:val="3F4CFA6D9A6B4DBC85DE055CB8BBF430"/>
        <w:category>
          <w:name w:val="General"/>
          <w:gallery w:val="placeholder"/>
        </w:category>
        <w:types>
          <w:type w:val="bbPlcHdr"/>
        </w:types>
        <w:behaviors>
          <w:behavior w:val="content"/>
        </w:behaviors>
        <w:guid w:val="{5F76FA18-C633-44C5-9D7D-6CF25B791831}"/>
      </w:docPartPr>
      <w:docPartBody>
        <w:p w:rsidR="00000000" w:rsidRDefault="00000000">
          <w:pPr>
            <w:pStyle w:val="3F4CFA6D9A6B4DBC85DE055CB8BBF430"/>
          </w:pPr>
          <w:r w:rsidRPr="00ED112D">
            <w:t>Identify any strategic partners in the business, such as critical suppliers, distributors, referral partners, or any others. In some businesses, products are custom-made and any break in their supply will impact the business. There may be key contributors to the services offered, so it is important to identify them.</w:t>
          </w:r>
        </w:p>
      </w:docPartBody>
    </w:docPart>
    <w:docPart>
      <w:docPartPr>
        <w:name w:val="2C5B1A6D5D7047C7AD2113B111B1F161"/>
        <w:category>
          <w:name w:val="General"/>
          <w:gallery w:val="placeholder"/>
        </w:category>
        <w:types>
          <w:type w:val="bbPlcHdr"/>
        </w:types>
        <w:behaviors>
          <w:behavior w:val="content"/>
        </w:behaviors>
        <w:guid w:val="{8855F304-C8C0-495F-8D0A-B99F4F4B114F}"/>
      </w:docPartPr>
      <w:docPartBody>
        <w:p w:rsidR="00000000" w:rsidRDefault="00000000">
          <w:pPr>
            <w:pStyle w:val="2C5B1A6D5D7047C7AD2113B111B1F161"/>
          </w:pPr>
          <w:r w:rsidRPr="00ED112D">
            <w:rPr>
              <w:rStyle w:val="Bold"/>
            </w:rPr>
            <w:t>Pricing:</w:t>
          </w:r>
        </w:p>
      </w:docPartBody>
    </w:docPart>
    <w:docPart>
      <w:docPartPr>
        <w:name w:val="2AF3DF04C21A4CB2BCC8CA59A796F1E1"/>
        <w:category>
          <w:name w:val="General"/>
          <w:gallery w:val="placeholder"/>
        </w:category>
        <w:types>
          <w:type w:val="bbPlcHdr"/>
        </w:types>
        <w:behaviors>
          <w:behavior w:val="content"/>
        </w:behaviors>
        <w:guid w:val="{48689240-E4F4-4BB7-95A2-41171D3077B8}"/>
      </w:docPartPr>
      <w:docPartBody>
        <w:p w:rsidR="00000000" w:rsidRDefault="00000000">
          <w:pPr>
            <w:pStyle w:val="2AF3DF04C21A4CB2BCC8CA59A796F1E1"/>
          </w:pPr>
          <w:bookmarkStart w:id="1" w:name="_Hlk786768"/>
          <w:r w:rsidRPr="00ED112D">
            <w:t>Provide pricing of the service, gross margin projects, and upgrade paths. Describe why the company’s pricing will be attractive to the target market. Have a gauge on the competitor’s pricing and explain how the business’ service is unique to justify its pricing structure.</w:t>
          </w:r>
          <w:bookmarkEnd w:id="1"/>
        </w:p>
      </w:docPartBody>
    </w:docPart>
    <w:docPart>
      <w:docPartPr>
        <w:name w:val="DAF1BA1A9AF94B0583D81CDEA2A7C4CD"/>
        <w:category>
          <w:name w:val="General"/>
          <w:gallery w:val="placeholder"/>
        </w:category>
        <w:types>
          <w:type w:val="bbPlcHdr"/>
        </w:types>
        <w:behaviors>
          <w:behavior w:val="content"/>
        </w:behaviors>
        <w:guid w:val="{5620A582-F29D-4458-8C37-71D6D3A0B0E8}"/>
      </w:docPartPr>
      <w:docPartBody>
        <w:p w:rsidR="00000000" w:rsidRDefault="00000000">
          <w:pPr>
            <w:pStyle w:val="DAF1BA1A9AF94B0583D81CDEA2A7C4CD"/>
          </w:pPr>
          <w:r w:rsidRPr="00ED112D">
            <w:t>Note the difference between working hours and billable hours. All working hours are not billable. If the business has employees with differing skill levels (for example, in a law practice, there are associates, paralegals, lawyers, partners, etc.), indicate the various billing rates.</w:t>
          </w:r>
        </w:p>
      </w:docPartBody>
    </w:docPart>
    <w:docPart>
      <w:docPartPr>
        <w:name w:val="AA386809529B4299880BA21068318BFF"/>
        <w:category>
          <w:name w:val="General"/>
          <w:gallery w:val="placeholder"/>
        </w:category>
        <w:types>
          <w:type w:val="bbPlcHdr"/>
        </w:types>
        <w:behaviors>
          <w:behavior w:val="content"/>
        </w:behaviors>
        <w:guid w:val="{67524EE6-97E4-4C2E-831A-0E9D65F1F863}"/>
      </w:docPartPr>
      <w:docPartBody>
        <w:p w:rsidR="00000000" w:rsidRDefault="00000000">
          <w:pPr>
            <w:pStyle w:val="AA386809529B4299880BA21068318BFF"/>
          </w:pPr>
          <w:r w:rsidRPr="00ED112D">
            <w:t>Communicate rates clearly to clients and customers. If there are potential additional fees which will be passed on to clients or customers, define and establish them up front.</w:t>
          </w:r>
        </w:p>
      </w:docPartBody>
    </w:docPart>
    <w:docPart>
      <w:docPartPr>
        <w:name w:val="0E98869718194AB589223A5FF0D34792"/>
        <w:category>
          <w:name w:val="General"/>
          <w:gallery w:val="placeholder"/>
        </w:category>
        <w:types>
          <w:type w:val="bbPlcHdr"/>
        </w:types>
        <w:behaviors>
          <w:behavior w:val="content"/>
        </w:behaviors>
        <w:guid w:val="{584E2C8B-11B9-45F6-A77A-B3B35BA598E8}"/>
      </w:docPartPr>
      <w:docPartBody>
        <w:p w:rsidR="00000000" w:rsidRDefault="00000000">
          <w:pPr>
            <w:pStyle w:val="0E98869718194AB589223A5FF0D34792"/>
          </w:pPr>
          <w:r w:rsidRPr="009734D0">
            <w:t>Market Analysis</w:t>
          </w:r>
        </w:p>
      </w:docPartBody>
    </w:docPart>
    <w:docPart>
      <w:docPartPr>
        <w:name w:val="4964B7C86D924C04A6BDC7A3D0767822"/>
        <w:category>
          <w:name w:val="General"/>
          <w:gallery w:val="placeholder"/>
        </w:category>
        <w:types>
          <w:type w:val="bbPlcHdr"/>
        </w:types>
        <w:behaviors>
          <w:behavior w:val="content"/>
        </w:behaviors>
        <w:guid w:val="{1C16B4B9-41D3-4BD6-AF40-5C8C27CEBF22}"/>
      </w:docPartPr>
      <w:docPartBody>
        <w:p w:rsidR="00000000" w:rsidRDefault="00000000">
          <w:pPr>
            <w:pStyle w:val="4964B7C86D924C04A6BDC7A3D0767822"/>
          </w:pPr>
          <w:r w:rsidRPr="00ED112D">
            <w:rPr>
              <w:rStyle w:val="Bold"/>
            </w:rPr>
            <w:t>Industry type:</w:t>
          </w:r>
        </w:p>
      </w:docPartBody>
    </w:docPart>
    <w:docPart>
      <w:docPartPr>
        <w:name w:val="966656B307CB4944B1AAA45DCFEBB670"/>
        <w:category>
          <w:name w:val="General"/>
          <w:gallery w:val="placeholder"/>
        </w:category>
        <w:types>
          <w:type w:val="bbPlcHdr"/>
        </w:types>
        <w:behaviors>
          <w:behavior w:val="content"/>
        </w:behaviors>
        <w:guid w:val="{193C1374-CA10-46F1-BDE8-03C85823AD98}"/>
      </w:docPartPr>
      <w:docPartBody>
        <w:p w:rsidR="00000000" w:rsidRDefault="00000000">
          <w:pPr>
            <w:pStyle w:val="966656B307CB4944B1AAA45DCFEBB670"/>
          </w:pPr>
          <w:r w:rsidRPr="00ED112D">
            <w:t>Begin with the broader descriptions of the market opportunity. For instance, if the intended business is a home-based travel agency, the industry type would be service industry. In this particular market, the global revenues are projected to exceed $183 billion, but the local agency will have a much smaller market. Identify the potential clientele in the company’s local geography that might fit into the target demographic group. This section will also identify any industry regulations and evaluate trends in</w:t>
          </w:r>
          <w:r w:rsidRPr="00ED112D">
            <w:t xml:space="preserve"> market growth and stability.</w:t>
          </w:r>
        </w:p>
      </w:docPartBody>
    </w:docPart>
    <w:docPart>
      <w:docPartPr>
        <w:name w:val="95C86FAB87614022A7D134354560CAB2"/>
        <w:category>
          <w:name w:val="General"/>
          <w:gallery w:val="placeholder"/>
        </w:category>
        <w:types>
          <w:type w:val="bbPlcHdr"/>
        </w:types>
        <w:behaviors>
          <w:behavior w:val="content"/>
        </w:behaviors>
        <w:guid w:val="{2D974BB1-9C2F-4B76-B2AB-8E1D7E2CD443}"/>
      </w:docPartPr>
      <w:docPartBody>
        <w:p w:rsidR="00000000" w:rsidRDefault="00000000">
          <w:pPr>
            <w:pStyle w:val="95C86FAB87614022A7D134354560CAB2"/>
          </w:pPr>
          <w:r w:rsidRPr="00ED112D">
            <w:rPr>
              <w:rStyle w:val="Bold"/>
            </w:rPr>
            <w:t>Market segmentation:</w:t>
          </w:r>
        </w:p>
      </w:docPartBody>
    </w:docPart>
    <w:docPart>
      <w:docPartPr>
        <w:name w:val="0843A366310341FAB700B84A8AE00D1D"/>
        <w:category>
          <w:name w:val="General"/>
          <w:gallery w:val="placeholder"/>
        </w:category>
        <w:types>
          <w:type w:val="bbPlcHdr"/>
        </w:types>
        <w:behaviors>
          <w:behavior w:val="content"/>
        </w:behaviors>
        <w:guid w:val="{E12A523D-8B4C-499A-8895-037655CBC6E0}"/>
      </w:docPartPr>
      <w:docPartBody>
        <w:p w:rsidR="00000000" w:rsidRDefault="00000000">
          <w:pPr>
            <w:pStyle w:val="0843A366310341FAB700B84A8AE00D1D"/>
          </w:pPr>
          <w:r w:rsidRPr="00ED112D">
            <w:t xml:space="preserve">This section defines the main market segments and those the business is targeting now. A market segment is a group of people (or other businesses) within the industry, identify smaller segments, such as luxury travel or exotic cruisers. The market can also be segmented by criteria such as quality, price, range of products, geography, demographics, and others. </w:t>
          </w:r>
          <w:r>
            <w:t>Consider</w:t>
          </w:r>
          <w:r w:rsidRPr="00ED112D">
            <w:t xml:space="preserve"> answer</w:t>
          </w:r>
          <w:r>
            <w:t>ing</w:t>
          </w:r>
          <w:r w:rsidRPr="00ED112D">
            <w:t xml:space="preserve"> questions such as: Is the segment growing, shrinking, or will it be flat for the next few years? What percentage of the market will be reachable? What share of the market is anticipated within the next 2-3 years? Graphics are best used in a section like this to either show growth (line graph) or percentages of markets or groups (pie chart).</w:t>
          </w:r>
        </w:p>
      </w:docPartBody>
    </w:docPart>
    <w:docPart>
      <w:docPartPr>
        <w:name w:val="D724DC7AB9064D25A0B4FFAF1B942AD0"/>
        <w:category>
          <w:name w:val="General"/>
          <w:gallery w:val="placeholder"/>
        </w:category>
        <w:types>
          <w:type w:val="bbPlcHdr"/>
        </w:types>
        <w:behaviors>
          <w:behavior w:val="content"/>
        </w:behaviors>
        <w:guid w:val="{08942092-E785-47AE-9EFA-7781C2CBE8A9}"/>
      </w:docPartPr>
      <w:docPartBody>
        <w:p w:rsidR="00000000" w:rsidRDefault="00000000">
          <w:pPr>
            <w:pStyle w:val="D724DC7AB9064D25A0B4FFAF1B942AD0"/>
          </w:pPr>
          <w:r w:rsidRPr="00ED112D">
            <w:rPr>
              <w:rStyle w:val="Bold"/>
            </w:rPr>
            <w:t>Competition:</w:t>
          </w:r>
        </w:p>
      </w:docPartBody>
    </w:docPart>
    <w:docPart>
      <w:docPartPr>
        <w:name w:val="FD2FE590CF1A40B1B55CE29351856CEC"/>
        <w:category>
          <w:name w:val="General"/>
          <w:gallery w:val="placeholder"/>
        </w:category>
        <w:types>
          <w:type w:val="bbPlcHdr"/>
        </w:types>
        <w:behaviors>
          <w:behavior w:val="content"/>
        </w:behaviors>
        <w:guid w:val="{9459EF60-F794-4CE3-A012-8A0AE35BD527}"/>
      </w:docPartPr>
      <w:docPartBody>
        <w:p w:rsidR="00000000" w:rsidRDefault="00000000">
          <w:pPr>
            <w:pStyle w:val="FD2FE590CF1A40B1B55CE29351856CEC"/>
          </w:pPr>
          <w:r w:rsidRPr="00ED112D">
            <w:t>All businesses compete in one way or another. It may be with specific, direct competitors or it may be with the way customers have been doing things for a long time. When identifying the competition, identify who else is providing services to solve the same problem the business seeks to address. What are the business’ advantages over these competitors? How will the company’s voice be heard over the noise of competitors? Sometimes a business plan includes a matrix of features and compares how each business o</w:t>
          </w:r>
          <w:r w:rsidRPr="00ED112D">
            <w:t>ffers or does not offer those features. This section reflects how the company’s solution is different and better suited for the identified target market compared to the competition.</w:t>
          </w:r>
        </w:p>
      </w:docPartBody>
    </w:docPart>
    <w:docPart>
      <w:docPartPr>
        <w:name w:val="866321E636294A309F1442B616B9CEF4"/>
        <w:category>
          <w:name w:val="General"/>
          <w:gallery w:val="placeholder"/>
        </w:category>
        <w:types>
          <w:type w:val="bbPlcHdr"/>
        </w:types>
        <w:behaviors>
          <w:behavior w:val="content"/>
        </w:behaviors>
        <w:guid w:val="{2B0CEFF2-1341-45D9-BB4B-E5AC8F5461CB}"/>
      </w:docPartPr>
      <w:docPartBody>
        <w:p w:rsidR="00000000" w:rsidRDefault="00000000">
          <w:pPr>
            <w:pStyle w:val="866321E636294A309F1442B616B9CEF4"/>
          </w:pPr>
          <w:r w:rsidRPr="00ED112D">
            <w:rPr>
              <w:rStyle w:val="Bold"/>
            </w:rPr>
            <w:t>SWOT analysis:</w:t>
          </w:r>
        </w:p>
      </w:docPartBody>
    </w:docPart>
    <w:docPart>
      <w:docPartPr>
        <w:name w:val="172950BDFD4C44818DC7C9BBC7069CE1"/>
        <w:category>
          <w:name w:val="General"/>
          <w:gallery w:val="placeholder"/>
        </w:category>
        <w:types>
          <w:type w:val="bbPlcHdr"/>
        </w:types>
        <w:behaviors>
          <w:behavior w:val="content"/>
        </w:behaviors>
        <w:guid w:val="{9D27812C-1A55-42E3-B2D5-A12718ABA658}"/>
      </w:docPartPr>
      <w:docPartBody>
        <w:p w:rsidR="00000000" w:rsidRDefault="00000000">
          <w:pPr>
            <w:pStyle w:val="172950BDFD4C44818DC7C9BBC7069CE1"/>
          </w:pPr>
          <w:r w:rsidRPr="00ED112D">
            <w:t>A SWOT analysis may be included by completing the boxes below to assess the business’ current environment’s strengths and weaknesses (internal) and opportunities and threats (external). This is a good exercise to go through on an annual basis. After completing the analysis, provide thoughts on: how the business’ strengths can help maximize opportunities and minimize threats; how its weaknesses can slow the company’s ability to capitalize on the opportunities; and how the business’ weaknesses could expose it</w:t>
          </w:r>
          <w:r w:rsidRPr="00ED112D">
            <w:t xml:space="preserve"> to threats.</w:t>
          </w:r>
        </w:p>
      </w:docPartBody>
    </w:docPart>
    <w:docPart>
      <w:docPartPr>
        <w:name w:val="E2C3B3E6499D4FB5998D3570CB2BF1BE"/>
        <w:category>
          <w:name w:val="General"/>
          <w:gallery w:val="placeholder"/>
        </w:category>
        <w:types>
          <w:type w:val="bbPlcHdr"/>
        </w:types>
        <w:behaviors>
          <w:behavior w:val="content"/>
        </w:behaviors>
        <w:guid w:val="{47682A8D-AE06-4C30-93AE-F78A1D177F07}"/>
      </w:docPartPr>
      <w:docPartBody>
        <w:p w:rsidR="00000000" w:rsidRDefault="00000000">
          <w:pPr>
            <w:pStyle w:val="E2C3B3E6499D4FB5998D3570CB2BF1BE"/>
          </w:pPr>
          <w:r w:rsidRPr="00ED112D">
            <w:t>STRENGTHS</w:t>
          </w:r>
        </w:p>
      </w:docPartBody>
    </w:docPart>
    <w:docPart>
      <w:docPartPr>
        <w:name w:val="2CCC9979F3C748AF9CC4F50114C2A1B4"/>
        <w:category>
          <w:name w:val="General"/>
          <w:gallery w:val="placeholder"/>
        </w:category>
        <w:types>
          <w:type w:val="bbPlcHdr"/>
        </w:types>
        <w:behaviors>
          <w:behavior w:val="content"/>
        </w:behaviors>
        <w:guid w:val="{402568CD-947F-4C5C-A433-8A7A76FDEBA3}"/>
      </w:docPartPr>
      <w:docPartBody>
        <w:p w:rsidR="00000000" w:rsidRPr="00ED112D" w:rsidRDefault="00000000" w:rsidP="0000540B">
          <w:pPr>
            <w:pStyle w:val="Graphbullet"/>
          </w:pPr>
          <w:r w:rsidRPr="00ED112D">
            <w:t>Advantage</w:t>
          </w:r>
        </w:p>
        <w:p w:rsidR="00000000" w:rsidRPr="00ED112D" w:rsidRDefault="00000000" w:rsidP="0000540B">
          <w:pPr>
            <w:pStyle w:val="Graphbullet"/>
          </w:pPr>
          <w:r w:rsidRPr="00ED112D">
            <w:t>Capabilities</w:t>
          </w:r>
        </w:p>
        <w:p w:rsidR="00000000" w:rsidRPr="00ED112D" w:rsidRDefault="00000000" w:rsidP="0000540B">
          <w:pPr>
            <w:pStyle w:val="Graphbullet"/>
          </w:pPr>
          <w:r w:rsidRPr="00ED112D">
            <w:t>Assets, people</w:t>
          </w:r>
        </w:p>
        <w:p w:rsidR="00000000" w:rsidRPr="00ED112D" w:rsidRDefault="00000000" w:rsidP="0000540B">
          <w:pPr>
            <w:pStyle w:val="Graphbullet"/>
          </w:pPr>
          <w:r w:rsidRPr="00ED112D">
            <w:t>Experience</w:t>
          </w:r>
        </w:p>
        <w:p w:rsidR="00000000" w:rsidRPr="00ED112D" w:rsidRDefault="00000000" w:rsidP="0000540B">
          <w:pPr>
            <w:pStyle w:val="Graphbullet"/>
          </w:pPr>
          <w:r w:rsidRPr="00ED112D">
            <w:t>Financial reserves</w:t>
          </w:r>
        </w:p>
        <w:p w:rsidR="00000000" w:rsidRPr="00ED112D" w:rsidRDefault="00000000" w:rsidP="0000540B">
          <w:pPr>
            <w:pStyle w:val="Graphbullet"/>
          </w:pPr>
          <w:r w:rsidRPr="00ED112D">
            <w:t>Value proposition</w:t>
          </w:r>
        </w:p>
        <w:p w:rsidR="00000000" w:rsidRDefault="00000000">
          <w:pPr>
            <w:pStyle w:val="2CCC9979F3C748AF9CC4F50114C2A1B4"/>
          </w:pPr>
          <w:r w:rsidRPr="00ED112D">
            <w:t>Price, value, quality</w:t>
          </w:r>
        </w:p>
      </w:docPartBody>
    </w:docPart>
    <w:docPart>
      <w:docPartPr>
        <w:name w:val="FC15C1A1B3F34009B8060032928A2CDC"/>
        <w:category>
          <w:name w:val="General"/>
          <w:gallery w:val="placeholder"/>
        </w:category>
        <w:types>
          <w:type w:val="bbPlcHdr"/>
        </w:types>
        <w:behaviors>
          <w:behavior w:val="content"/>
        </w:behaviors>
        <w:guid w:val="{88FCDCE1-7807-4055-A753-B4C137B439E4}"/>
      </w:docPartPr>
      <w:docPartBody>
        <w:p w:rsidR="00000000" w:rsidRDefault="00000000">
          <w:pPr>
            <w:pStyle w:val="FC15C1A1B3F34009B8060032928A2CDC"/>
          </w:pPr>
          <w:r w:rsidRPr="00ED112D">
            <w:t>WEAKNESSES</w:t>
          </w:r>
        </w:p>
      </w:docPartBody>
    </w:docPart>
    <w:docPart>
      <w:docPartPr>
        <w:name w:val="344BF52568074F6980C55064EB01B42C"/>
        <w:category>
          <w:name w:val="General"/>
          <w:gallery w:val="placeholder"/>
        </w:category>
        <w:types>
          <w:type w:val="bbPlcHdr"/>
        </w:types>
        <w:behaviors>
          <w:behavior w:val="content"/>
        </w:behaviors>
        <w:guid w:val="{4F8AF314-7242-4761-B168-C0D270A7B3D8}"/>
      </w:docPartPr>
      <w:docPartBody>
        <w:p w:rsidR="00000000" w:rsidRPr="002B50CF" w:rsidRDefault="00000000" w:rsidP="0000540B">
          <w:pPr>
            <w:pStyle w:val="Graphbullet2"/>
            <w:rPr>
              <w:color w:val="auto"/>
            </w:rPr>
          </w:pPr>
          <w:r w:rsidRPr="002B50CF">
            <w:rPr>
              <w:color w:val="auto"/>
            </w:rPr>
            <w:t>Disadvantages</w:t>
          </w:r>
        </w:p>
        <w:p w:rsidR="00000000" w:rsidRPr="002B50CF" w:rsidRDefault="00000000" w:rsidP="0000540B">
          <w:pPr>
            <w:pStyle w:val="Graphbullet2"/>
            <w:rPr>
              <w:color w:val="auto"/>
            </w:rPr>
          </w:pPr>
          <w:r w:rsidRPr="002B50CF">
            <w:rPr>
              <w:color w:val="auto"/>
            </w:rPr>
            <w:t>Gap in capabilities</w:t>
          </w:r>
        </w:p>
        <w:p w:rsidR="00000000" w:rsidRPr="002B50CF" w:rsidRDefault="00000000" w:rsidP="0000540B">
          <w:pPr>
            <w:pStyle w:val="Graphbullet2"/>
            <w:rPr>
              <w:color w:val="auto"/>
            </w:rPr>
          </w:pPr>
          <w:r w:rsidRPr="002B50CF">
            <w:rPr>
              <w:color w:val="auto"/>
            </w:rPr>
            <w:t>Cash Flow</w:t>
          </w:r>
        </w:p>
        <w:p w:rsidR="00000000" w:rsidRPr="002B50CF" w:rsidRDefault="00000000" w:rsidP="0000540B">
          <w:pPr>
            <w:pStyle w:val="Graphbullet2"/>
            <w:rPr>
              <w:color w:val="auto"/>
            </w:rPr>
          </w:pPr>
          <w:r w:rsidRPr="002B50CF">
            <w:rPr>
              <w:color w:val="auto"/>
            </w:rPr>
            <w:t>Suppliers</w:t>
          </w:r>
        </w:p>
        <w:p w:rsidR="00000000" w:rsidRPr="002B50CF" w:rsidRDefault="00000000" w:rsidP="0000540B">
          <w:pPr>
            <w:pStyle w:val="Graphbullet2"/>
            <w:rPr>
              <w:color w:val="auto"/>
            </w:rPr>
          </w:pPr>
          <w:r w:rsidRPr="002B50CF">
            <w:rPr>
              <w:color w:val="auto"/>
            </w:rPr>
            <w:t>Experience</w:t>
          </w:r>
        </w:p>
        <w:p w:rsidR="00000000" w:rsidRPr="002B50CF" w:rsidRDefault="00000000" w:rsidP="0000540B">
          <w:pPr>
            <w:pStyle w:val="Graphbullet2"/>
            <w:rPr>
              <w:color w:val="auto"/>
            </w:rPr>
          </w:pPr>
          <w:r w:rsidRPr="002B50CF">
            <w:rPr>
              <w:color w:val="auto"/>
            </w:rPr>
            <w:t>Areas to improve</w:t>
          </w:r>
        </w:p>
        <w:p w:rsidR="00000000" w:rsidRDefault="00000000">
          <w:pPr>
            <w:pStyle w:val="344BF52568074F6980C55064EB01B42C"/>
          </w:pPr>
          <w:r w:rsidRPr="002B50CF">
            <w:t>Causes of lose sales</w:t>
          </w:r>
        </w:p>
      </w:docPartBody>
    </w:docPart>
    <w:docPart>
      <w:docPartPr>
        <w:name w:val="010A1414E6DA4BEA8E9EB63357CDE60C"/>
        <w:category>
          <w:name w:val="General"/>
          <w:gallery w:val="placeholder"/>
        </w:category>
        <w:types>
          <w:type w:val="bbPlcHdr"/>
        </w:types>
        <w:behaviors>
          <w:behavior w:val="content"/>
        </w:behaviors>
        <w:guid w:val="{2A52878E-FD54-4F39-BF9F-08F4FC10ADA5}"/>
      </w:docPartPr>
      <w:docPartBody>
        <w:p w:rsidR="00000000" w:rsidRDefault="00000000">
          <w:pPr>
            <w:pStyle w:val="010A1414E6DA4BEA8E9EB63357CDE60C"/>
          </w:pPr>
          <w:r w:rsidRPr="00ED112D">
            <w:t>OPPORTUNITIES</w:t>
          </w:r>
        </w:p>
      </w:docPartBody>
    </w:docPart>
    <w:docPart>
      <w:docPartPr>
        <w:name w:val="C71578C4D07048AD8645D602DB43EE41"/>
        <w:category>
          <w:name w:val="General"/>
          <w:gallery w:val="placeholder"/>
        </w:category>
        <w:types>
          <w:type w:val="bbPlcHdr"/>
        </w:types>
        <w:behaviors>
          <w:behavior w:val="content"/>
        </w:behaviors>
        <w:guid w:val="{20BD7AE1-66FF-4446-8487-EA153A0BC710}"/>
      </w:docPartPr>
      <w:docPartBody>
        <w:p w:rsidR="00000000" w:rsidRPr="00ED112D" w:rsidRDefault="00000000" w:rsidP="0000540B">
          <w:pPr>
            <w:pStyle w:val="Graphbullet3"/>
          </w:pPr>
          <w:r w:rsidRPr="00ED112D">
            <w:t>Areas to improve</w:t>
          </w:r>
        </w:p>
        <w:p w:rsidR="00000000" w:rsidRPr="00ED112D" w:rsidRDefault="00000000" w:rsidP="0000540B">
          <w:pPr>
            <w:pStyle w:val="Graphbullet3"/>
          </w:pPr>
          <w:r w:rsidRPr="00ED112D">
            <w:t>New segments</w:t>
          </w:r>
        </w:p>
        <w:p w:rsidR="00000000" w:rsidRPr="00ED112D" w:rsidRDefault="00000000" w:rsidP="0000540B">
          <w:pPr>
            <w:pStyle w:val="Graphbullet3"/>
          </w:pPr>
          <w:r w:rsidRPr="00ED112D">
            <w:t>Industry trends</w:t>
          </w:r>
        </w:p>
        <w:p w:rsidR="00000000" w:rsidRPr="00ED112D" w:rsidRDefault="00000000" w:rsidP="0000540B">
          <w:pPr>
            <w:pStyle w:val="Graphbullet3"/>
          </w:pPr>
          <w:r w:rsidRPr="00ED112D">
            <w:t>New products</w:t>
          </w:r>
        </w:p>
        <w:p w:rsidR="00000000" w:rsidRPr="00ED112D" w:rsidRDefault="00000000" w:rsidP="0000540B">
          <w:pPr>
            <w:pStyle w:val="Graphbullet3"/>
          </w:pPr>
          <w:r w:rsidRPr="00ED112D">
            <w:t>New innovations</w:t>
          </w:r>
        </w:p>
        <w:p w:rsidR="00000000" w:rsidRDefault="00000000">
          <w:pPr>
            <w:pStyle w:val="C71578C4D07048AD8645D602DB43EE41"/>
          </w:pPr>
          <w:r w:rsidRPr="00ED112D">
            <w:t>Key partnership</w:t>
          </w:r>
        </w:p>
      </w:docPartBody>
    </w:docPart>
    <w:docPart>
      <w:docPartPr>
        <w:name w:val="645F2BAC61CF42939FEEB856C0FDB865"/>
        <w:category>
          <w:name w:val="General"/>
          <w:gallery w:val="placeholder"/>
        </w:category>
        <w:types>
          <w:type w:val="bbPlcHdr"/>
        </w:types>
        <w:behaviors>
          <w:behavior w:val="content"/>
        </w:behaviors>
        <w:guid w:val="{4370E473-0725-4AF1-9FE1-9E80813674A2}"/>
      </w:docPartPr>
      <w:docPartBody>
        <w:p w:rsidR="00000000" w:rsidRDefault="00000000">
          <w:pPr>
            <w:pStyle w:val="645F2BAC61CF42939FEEB856C0FDB865"/>
          </w:pPr>
          <w:r w:rsidRPr="00ED112D">
            <w:t>THREATS</w:t>
          </w:r>
        </w:p>
      </w:docPartBody>
    </w:docPart>
    <w:docPart>
      <w:docPartPr>
        <w:name w:val="767873C87E4B4DC79F55B97E8D8C0A87"/>
        <w:category>
          <w:name w:val="General"/>
          <w:gallery w:val="placeholder"/>
        </w:category>
        <w:types>
          <w:type w:val="bbPlcHdr"/>
        </w:types>
        <w:behaviors>
          <w:behavior w:val="content"/>
        </w:behaviors>
        <w:guid w:val="{CAB4D9F9-59DF-4C94-B687-56DB8C0F69D7}"/>
      </w:docPartPr>
      <w:docPartBody>
        <w:p w:rsidR="00000000" w:rsidRPr="00ED112D" w:rsidRDefault="00000000" w:rsidP="0000540B">
          <w:pPr>
            <w:pStyle w:val="Graphbullet4"/>
          </w:pPr>
          <w:r w:rsidRPr="00ED112D">
            <w:t>Economy movement</w:t>
          </w:r>
        </w:p>
        <w:p w:rsidR="00000000" w:rsidRPr="00ED112D" w:rsidRDefault="00000000" w:rsidP="0000540B">
          <w:pPr>
            <w:pStyle w:val="Graphbullet4"/>
          </w:pPr>
          <w:r w:rsidRPr="00ED112D">
            <w:t>Obstacles faced</w:t>
          </w:r>
        </w:p>
        <w:p w:rsidR="00000000" w:rsidRPr="00ED112D" w:rsidRDefault="00000000" w:rsidP="0000540B">
          <w:pPr>
            <w:pStyle w:val="Graphbullet4"/>
          </w:pPr>
          <w:r w:rsidRPr="00ED112D">
            <w:t>Competitor actions</w:t>
          </w:r>
        </w:p>
        <w:p w:rsidR="00000000" w:rsidRPr="00ED112D" w:rsidRDefault="00000000" w:rsidP="0000540B">
          <w:pPr>
            <w:pStyle w:val="Graphbullet4"/>
          </w:pPr>
          <w:r w:rsidRPr="00ED112D">
            <w:t>Political impacts</w:t>
          </w:r>
        </w:p>
        <w:p w:rsidR="00000000" w:rsidRPr="00ED112D" w:rsidRDefault="00000000" w:rsidP="0000540B">
          <w:pPr>
            <w:pStyle w:val="Graphbullet4"/>
          </w:pPr>
          <w:r w:rsidRPr="00ED112D">
            <w:t>Environmental effects</w:t>
          </w:r>
        </w:p>
        <w:p w:rsidR="00000000" w:rsidRPr="00ED112D" w:rsidRDefault="00000000" w:rsidP="0000540B">
          <w:pPr>
            <w:pStyle w:val="Graphbullet4"/>
          </w:pPr>
          <w:r w:rsidRPr="00ED112D">
            <w:t>Loss of key staff</w:t>
          </w:r>
        </w:p>
        <w:p w:rsidR="00000000" w:rsidRDefault="00000000">
          <w:pPr>
            <w:pStyle w:val="767873C87E4B4DC79F55B97E8D8C0A87"/>
          </w:pPr>
          <w:r w:rsidRPr="00ED112D">
            <w:t>Market demand</w:t>
          </w:r>
        </w:p>
      </w:docPartBody>
    </w:docPart>
    <w:docPart>
      <w:docPartPr>
        <w:name w:val="ACD16EAC19904485A08A0EEABF06C615"/>
        <w:category>
          <w:name w:val="General"/>
          <w:gallery w:val="placeholder"/>
        </w:category>
        <w:types>
          <w:type w:val="bbPlcHdr"/>
        </w:types>
        <w:behaviors>
          <w:behavior w:val="content"/>
        </w:behaviors>
        <w:guid w:val="{8A4D52C8-D2D9-4534-9EDA-8ECC3549DAFB}"/>
      </w:docPartPr>
      <w:docPartBody>
        <w:p w:rsidR="00000000" w:rsidRDefault="00000000">
          <w:pPr>
            <w:pStyle w:val="ACD16EAC19904485A08A0EEABF06C615"/>
          </w:pPr>
          <w:r w:rsidRPr="00ED112D">
            <w:t>Operating Plan</w:t>
          </w:r>
        </w:p>
      </w:docPartBody>
    </w:docPart>
    <w:docPart>
      <w:docPartPr>
        <w:name w:val="6C9B8A6B56014A3D8C905047C5AD567B"/>
        <w:category>
          <w:name w:val="General"/>
          <w:gallery w:val="placeholder"/>
        </w:category>
        <w:types>
          <w:type w:val="bbPlcHdr"/>
        </w:types>
        <w:behaviors>
          <w:behavior w:val="content"/>
        </w:behaviors>
        <w:guid w:val="{F0E43A46-7BB5-48F8-985A-98F30BDC9AE9}"/>
      </w:docPartPr>
      <w:docPartBody>
        <w:p w:rsidR="00000000" w:rsidRPr="00ED112D" w:rsidRDefault="00000000" w:rsidP="0000540B">
          <w:r w:rsidRPr="00ED112D">
            <w:t>Additionally, it is necessary to outline how the company currently and will continue to develop and maintain a loyal customer base. This section includes management responsibilities with dates and budgets and making sure results can be tracked. What are the envisioned phases for future growth and the capabilities that need to be in place to realize growth?</w:t>
          </w:r>
        </w:p>
        <w:p w:rsidR="00000000" w:rsidRPr="00ED112D" w:rsidRDefault="00000000" w:rsidP="0000540B">
          <w:r w:rsidRPr="00ED112D">
            <w:t>The operating plan describes how the business works. Depending on the type of the business, important elements of this plan should include how the company will bring services to market and how it will support customers. It is the logistics, technology, and basic blocking and tackling of the business.</w:t>
          </w:r>
        </w:p>
        <w:p w:rsidR="00000000" w:rsidRDefault="00000000">
          <w:pPr>
            <w:pStyle w:val="6C9B8A6B56014A3D8C905047C5AD567B"/>
          </w:pPr>
          <w:r w:rsidRPr="00ED112D">
            <w:t>Depending on the type of business, the following sections may or may not be necessary. Only include what is needed and remove everything else. Remember: try to keep the business plan as short as possible. Excessive detail in this section could easily make the plan too long.</w:t>
          </w:r>
        </w:p>
      </w:docPartBody>
    </w:docPart>
    <w:docPart>
      <w:docPartPr>
        <w:name w:val="620A445564474BEA8EC79A82AD2CDC64"/>
        <w:category>
          <w:name w:val="General"/>
          <w:gallery w:val="placeholder"/>
        </w:category>
        <w:types>
          <w:type w:val="bbPlcHdr"/>
        </w:types>
        <w:behaviors>
          <w:behavior w:val="content"/>
        </w:behaviors>
        <w:guid w:val="{96598731-EA5C-46DE-AEBE-E06591549F46}"/>
      </w:docPartPr>
      <w:docPartBody>
        <w:p w:rsidR="00000000" w:rsidRDefault="00000000">
          <w:pPr>
            <w:pStyle w:val="620A445564474BEA8EC79A82AD2CDC64"/>
          </w:pPr>
          <w:r w:rsidRPr="00ED112D">
            <w:rPr>
              <w:rStyle w:val="Bold"/>
            </w:rPr>
            <w:t>Order fulfillment:</w:t>
          </w:r>
        </w:p>
      </w:docPartBody>
    </w:docPart>
    <w:docPart>
      <w:docPartPr>
        <w:name w:val="0EE45F046E8B4BFA8AE4DE13471037EF"/>
        <w:category>
          <w:name w:val="General"/>
          <w:gallery w:val="placeholder"/>
        </w:category>
        <w:types>
          <w:type w:val="bbPlcHdr"/>
        </w:types>
        <w:behaviors>
          <w:behavior w:val="content"/>
        </w:behaviors>
        <w:guid w:val="{02C8902F-3604-48BE-AC01-EC3763D8F838}"/>
      </w:docPartPr>
      <w:docPartBody>
        <w:p w:rsidR="00000000" w:rsidRDefault="00000000">
          <w:pPr>
            <w:pStyle w:val="0EE45F046E8B4BFA8AE4DE13471037EF"/>
          </w:pPr>
          <w:r w:rsidRPr="00ED112D">
            <w:t>Describe the company’s procedures for delivering services to its customers. As a service company, determine how to keep track of the customer base, form of communications, and how best to manage sales and data.</w:t>
          </w:r>
        </w:p>
      </w:docPartBody>
    </w:docPart>
    <w:docPart>
      <w:docPartPr>
        <w:name w:val="AE957FF48ADB411194177E6AF2E3F7A4"/>
        <w:category>
          <w:name w:val="General"/>
          <w:gallery w:val="placeholder"/>
        </w:category>
        <w:types>
          <w:type w:val="bbPlcHdr"/>
        </w:types>
        <w:behaviors>
          <w:behavior w:val="content"/>
        </w:behaviors>
        <w:guid w:val="{CCF91B7B-BBE0-4E2B-8CD0-7038B4E40AD6}"/>
      </w:docPartPr>
      <w:docPartBody>
        <w:p w:rsidR="00000000" w:rsidRDefault="00000000">
          <w:pPr>
            <w:pStyle w:val="AE957FF48ADB411194177E6AF2E3F7A4"/>
          </w:pPr>
          <w:r w:rsidRPr="00ED112D">
            <w:rPr>
              <w:rStyle w:val="Bold"/>
            </w:rPr>
            <w:t>Payment:</w:t>
          </w:r>
        </w:p>
      </w:docPartBody>
    </w:docPart>
    <w:docPart>
      <w:docPartPr>
        <w:name w:val="277CCCF0CC674D0AA7498FBD9331BF96"/>
        <w:category>
          <w:name w:val="General"/>
          <w:gallery w:val="placeholder"/>
        </w:category>
        <w:types>
          <w:type w:val="bbPlcHdr"/>
        </w:types>
        <w:behaviors>
          <w:behavior w:val="content"/>
        </w:behaviors>
        <w:guid w:val="{849F30DD-3BC5-4BE0-9140-D10DF7B8DFA4}"/>
      </w:docPartPr>
      <w:docPartBody>
        <w:p w:rsidR="00000000" w:rsidRDefault="00000000">
          <w:pPr>
            <w:pStyle w:val="277CCCF0CC674D0AA7498FBD9331BF96"/>
          </w:pPr>
          <w:r w:rsidRPr="00ED112D">
            <w:t>Describe the standard payment terms and the payment methods accepted. Describe the pricing plans (one-time service fees, hourly-based fees, markups, and any other fees) and any impact on cash flow.</w:t>
          </w:r>
        </w:p>
      </w:docPartBody>
    </w:docPart>
    <w:docPart>
      <w:docPartPr>
        <w:name w:val="E8EC93BF2E3A401983C134094BE545F8"/>
        <w:category>
          <w:name w:val="General"/>
          <w:gallery w:val="placeholder"/>
        </w:category>
        <w:types>
          <w:type w:val="bbPlcHdr"/>
        </w:types>
        <w:behaviors>
          <w:behavior w:val="content"/>
        </w:behaviors>
        <w:guid w:val="{E5921572-EEB0-4F8E-9F7C-22C12A382A03}"/>
      </w:docPartPr>
      <w:docPartBody>
        <w:p w:rsidR="00000000" w:rsidRDefault="00000000">
          <w:pPr>
            <w:pStyle w:val="E8EC93BF2E3A401983C134094BE545F8"/>
          </w:pPr>
          <w:r w:rsidRPr="00ED112D">
            <w:rPr>
              <w:rStyle w:val="Bold"/>
            </w:rPr>
            <w:t>Technology:</w:t>
          </w:r>
        </w:p>
      </w:docPartBody>
    </w:docPart>
    <w:docPart>
      <w:docPartPr>
        <w:name w:val="53944B7D5CDB47C899F7A4277357065B"/>
        <w:category>
          <w:name w:val="General"/>
          <w:gallery w:val="placeholder"/>
        </w:category>
        <w:types>
          <w:type w:val="bbPlcHdr"/>
        </w:types>
        <w:behaviors>
          <w:behavior w:val="content"/>
        </w:behaviors>
        <w:guid w:val="{9C43F1D6-8B55-4EAA-99B2-87F5E5315040}"/>
      </w:docPartPr>
      <w:docPartBody>
        <w:p w:rsidR="00000000" w:rsidRDefault="00000000">
          <w:pPr>
            <w:pStyle w:val="53944B7D5CDB47C899F7A4277357065B"/>
          </w:pPr>
          <w:r w:rsidRPr="00ED112D">
            <w:t xml:space="preserve">If technology is critical to the business, whether it is part of the service offering or is </w:t>
          </w:r>
          <w:r w:rsidRPr="00ED112D">
            <w:t>fundamental to delivering a service, describe the key technologies used that are proprietary. If the business data (company or customer) is at risk, describe the data security plan in place, as well as any backup or recovery in the case of a disaster or outage.</w:t>
          </w:r>
        </w:p>
      </w:docPartBody>
    </w:docPart>
    <w:docPart>
      <w:docPartPr>
        <w:name w:val="A992439E550749DB93DF34C5D1B1E049"/>
        <w:category>
          <w:name w:val="General"/>
          <w:gallery w:val="placeholder"/>
        </w:category>
        <w:types>
          <w:type w:val="bbPlcHdr"/>
        </w:types>
        <w:behaviors>
          <w:behavior w:val="content"/>
        </w:behaviors>
        <w:guid w:val="{1D3C9E8B-F7CA-4092-B814-9F1B8C38341D}"/>
      </w:docPartPr>
      <w:docPartBody>
        <w:p w:rsidR="00000000" w:rsidRDefault="00000000">
          <w:pPr>
            <w:pStyle w:val="A992439E550749DB93DF34C5D1B1E049"/>
          </w:pPr>
          <w:r w:rsidRPr="00ED112D">
            <w:rPr>
              <w:rStyle w:val="Bold"/>
            </w:rPr>
            <w:t>Key customers:</w:t>
          </w:r>
        </w:p>
      </w:docPartBody>
    </w:docPart>
    <w:docPart>
      <w:docPartPr>
        <w:name w:val="384A54AC6BF14CD580E6FA79A2D87A8B"/>
        <w:category>
          <w:name w:val="General"/>
          <w:gallery w:val="placeholder"/>
        </w:category>
        <w:types>
          <w:type w:val="bbPlcHdr"/>
        </w:types>
        <w:behaviors>
          <w:behavior w:val="content"/>
        </w:behaviors>
        <w:guid w:val="{6F17DCA3-4219-419B-BA86-6B7A1ADB55DE}"/>
      </w:docPartPr>
      <w:docPartBody>
        <w:p w:rsidR="00000000" w:rsidRDefault="00000000">
          <w:pPr>
            <w:pStyle w:val="384A54AC6BF14CD580E6FA79A2D87A8B"/>
          </w:pPr>
          <w:r w:rsidRPr="00ED112D">
            <w:t>Identify any customers that are important to the success of the business due to a partnership, volume, or pathway to a new market. Also identify any customers who bring in more than 10% of the company’s revenues.</w:t>
          </w:r>
        </w:p>
      </w:docPartBody>
    </w:docPart>
    <w:docPart>
      <w:docPartPr>
        <w:name w:val="FDC03650E5944366B31BAE098B8E918E"/>
        <w:category>
          <w:name w:val="General"/>
          <w:gallery w:val="placeholder"/>
        </w:category>
        <w:types>
          <w:type w:val="bbPlcHdr"/>
        </w:types>
        <w:behaviors>
          <w:behavior w:val="content"/>
        </w:behaviors>
        <w:guid w:val="{A1BFCEAB-8B3E-4D1F-A8BB-023F5D8AADE0}"/>
      </w:docPartPr>
      <w:docPartBody>
        <w:p w:rsidR="00000000" w:rsidRDefault="00000000">
          <w:pPr>
            <w:pStyle w:val="FDC03650E5944366B31BAE098B8E918E"/>
          </w:pPr>
          <w:r w:rsidRPr="00ED112D">
            <w:rPr>
              <w:rStyle w:val="Bold"/>
            </w:rPr>
            <w:t>Key employees and organization:</w:t>
          </w:r>
        </w:p>
      </w:docPartBody>
    </w:docPart>
    <w:docPart>
      <w:docPartPr>
        <w:name w:val="DBA8208AC6E74EFEA056A99331B9406E"/>
        <w:category>
          <w:name w:val="General"/>
          <w:gallery w:val="placeholder"/>
        </w:category>
        <w:types>
          <w:type w:val="bbPlcHdr"/>
        </w:types>
        <w:behaviors>
          <w:behavior w:val="content"/>
        </w:behaviors>
        <w:guid w:val="{066A735C-A2B2-47F2-A45C-E1DE5E52663D}"/>
      </w:docPartPr>
      <w:docPartBody>
        <w:p w:rsidR="00000000" w:rsidRDefault="00000000">
          <w:pPr>
            <w:pStyle w:val="DBA8208AC6E74EFEA056A99331B9406E"/>
          </w:pPr>
          <w:r w:rsidRPr="00ED112D">
            <w:t>Describe unique skills or experiences that are required of the current team. If necessary, describe any proprietary recruiting or training processes in place. List key employees that are necessary for success. Include an organization chart to support this section.</w:t>
          </w:r>
        </w:p>
      </w:docPartBody>
    </w:docPart>
    <w:docPart>
      <w:docPartPr>
        <w:name w:val="A38BB132A01D4A1288629C34C9D8229E"/>
        <w:category>
          <w:name w:val="General"/>
          <w:gallery w:val="placeholder"/>
        </w:category>
        <w:types>
          <w:type w:val="bbPlcHdr"/>
        </w:types>
        <w:behaviors>
          <w:behavior w:val="content"/>
        </w:behaviors>
        <w:guid w:val="{2E3D8EF2-D336-4FCA-9A70-9FA827771943}"/>
      </w:docPartPr>
      <w:docPartBody>
        <w:p w:rsidR="00000000" w:rsidRDefault="00000000">
          <w:pPr>
            <w:pStyle w:val="A38BB132A01D4A1288629C34C9D8229E"/>
          </w:pPr>
          <w:r w:rsidRPr="00ED112D">
            <w:rPr>
              <w:rStyle w:val="Bold"/>
            </w:rPr>
            <w:t>Facilities:</w:t>
          </w:r>
        </w:p>
      </w:docPartBody>
    </w:docPart>
    <w:docPart>
      <w:docPartPr>
        <w:name w:val="196BF3F434024CACA03F6EAC7F74BDFB"/>
        <w:category>
          <w:name w:val="General"/>
          <w:gallery w:val="placeholder"/>
        </w:category>
        <w:types>
          <w:type w:val="bbPlcHdr"/>
        </w:types>
        <w:behaviors>
          <w:behavior w:val="content"/>
        </w:behaviors>
        <w:guid w:val="{35E5A77B-38B4-4783-AAC5-AE7305AF94AC}"/>
      </w:docPartPr>
      <w:docPartBody>
        <w:p w:rsidR="00000000" w:rsidRDefault="00000000">
          <w:pPr>
            <w:pStyle w:val="196BF3F434024CACA03F6EAC7F74BDFB"/>
          </w:pPr>
          <w:r w:rsidRPr="00ED112D">
            <w:t>As a home-based business, be educated on legalities and tax filings for such business types.</w:t>
          </w:r>
        </w:p>
      </w:docPartBody>
    </w:docPart>
    <w:docPart>
      <w:docPartPr>
        <w:name w:val="D859C41302C445ECBF3CB8109AA6EC8B"/>
        <w:category>
          <w:name w:val="General"/>
          <w:gallery w:val="placeholder"/>
        </w:category>
        <w:types>
          <w:type w:val="bbPlcHdr"/>
        </w:types>
        <w:behaviors>
          <w:behavior w:val="content"/>
        </w:behaviors>
        <w:guid w:val="{427CB033-2604-4DC9-A50D-62BCE83E75B8}"/>
      </w:docPartPr>
      <w:docPartBody>
        <w:p w:rsidR="00000000" w:rsidRDefault="00000000">
          <w:pPr>
            <w:pStyle w:val="D859C41302C445ECBF3CB8109AA6EC8B"/>
          </w:pPr>
          <w:r w:rsidRPr="00ED112D">
            <w:t>Marketing and Sales Plan</w:t>
          </w:r>
        </w:p>
      </w:docPartBody>
    </w:docPart>
    <w:docPart>
      <w:docPartPr>
        <w:name w:val="5A2C2A31775E457CB372C31A34551B2D"/>
        <w:category>
          <w:name w:val="General"/>
          <w:gallery w:val="placeholder"/>
        </w:category>
        <w:types>
          <w:type w:val="bbPlcHdr"/>
        </w:types>
        <w:behaviors>
          <w:behavior w:val="content"/>
        </w:behaviors>
        <w:guid w:val="{E477A5C0-CEE5-45C4-AEF9-52CF90CD46DE}"/>
      </w:docPartPr>
      <w:docPartBody>
        <w:p w:rsidR="00000000" w:rsidRDefault="00000000">
          <w:pPr>
            <w:pStyle w:val="5A2C2A31775E457CB372C31A34551B2D"/>
          </w:pPr>
          <w:r w:rsidRPr="00ED112D">
            <w:t>Promoting the business, whether through generating leads or traffic to a website or store, is one of the most important functions of any business. In this section of the plan, provide details of intended marketing of the business. Describe the key messages and channels used for generating leads and promoting the business. This section should also describe any sales strategy. Depending on the type of business, the following sections may or may not be necessary. Only include what is needed and remove everythi</w:t>
          </w:r>
          <w:r w:rsidRPr="00ED112D">
            <w:t>ng else.</w:t>
          </w:r>
        </w:p>
      </w:docPartBody>
    </w:docPart>
    <w:docPart>
      <w:docPartPr>
        <w:name w:val="47128853B7A54A9A8BF13A3F4F5D2CAD"/>
        <w:category>
          <w:name w:val="General"/>
          <w:gallery w:val="placeholder"/>
        </w:category>
        <w:types>
          <w:type w:val="bbPlcHdr"/>
        </w:types>
        <w:behaviors>
          <w:behavior w:val="content"/>
        </w:behaviors>
        <w:guid w:val="{5CF9579A-2475-4FDD-83C4-287878A0406C}"/>
      </w:docPartPr>
      <w:docPartBody>
        <w:p w:rsidR="00000000" w:rsidRDefault="00000000">
          <w:pPr>
            <w:pStyle w:val="47128853B7A54A9A8BF13A3F4F5D2CAD"/>
          </w:pPr>
          <w:r w:rsidRPr="00ED112D">
            <w:rPr>
              <w:rStyle w:val="Bold"/>
            </w:rPr>
            <w:t>Key messages:</w:t>
          </w:r>
        </w:p>
      </w:docPartBody>
    </w:docPart>
    <w:docPart>
      <w:docPartPr>
        <w:name w:val="005DD72CBA3F45E8AA0819D65CC3880F"/>
        <w:category>
          <w:name w:val="General"/>
          <w:gallery w:val="placeholder"/>
        </w:category>
        <w:types>
          <w:type w:val="bbPlcHdr"/>
        </w:types>
        <w:behaviors>
          <w:behavior w:val="content"/>
        </w:behaviors>
        <w:guid w:val="{B4577895-CFA7-427D-ACD2-CBA89C1537FC}"/>
      </w:docPartPr>
      <w:docPartBody>
        <w:p w:rsidR="00000000" w:rsidRDefault="00000000">
          <w:pPr>
            <w:pStyle w:val="005DD72CBA3F45E8AA0819D65CC3880F"/>
          </w:pPr>
          <w:r w:rsidRPr="00ED112D">
            <w:t>Describe the key messages that will elevate services in the target customers’ eyes. If there is sample collateral or graphical images of some messages, include them.</w:t>
          </w:r>
        </w:p>
      </w:docPartBody>
    </w:docPart>
    <w:docPart>
      <w:docPartPr>
        <w:name w:val="86791C6C9E24461CA0DDB03D3C0803C8"/>
        <w:category>
          <w:name w:val="General"/>
          <w:gallery w:val="placeholder"/>
        </w:category>
        <w:types>
          <w:type w:val="bbPlcHdr"/>
        </w:types>
        <w:behaviors>
          <w:behavior w:val="content"/>
        </w:behaviors>
        <w:guid w:val="{48D98294-4B95-42FD-AE16-94799939195D}"/>
      </w:docPartPr>
      <w:docPartBody>
        <w:p w:rsidR="00000000" w:rsidRDefault="00000000">
          <w:pPr>
            <w:pStyle w:val="86791C6C9E24461CA0DDB03D3C0803C8"/>
          </w:pPr>
          <w:r w:rsidRPr="00ED112D">
            <w:rPr>
              <w:rStyle w:val="Bold"/>
            </w:rPr>
            <w:t>Marketing activities:</w:t>
          </w:r>
        </w:p>
      </w:docPartBody>
    </w:docPart>
    <w:docPart>
      <w:docPartPr>
        <w:name w:val="AA2454E82995450A9B1741D73B8AD809"/>
        <w:category>
          <w:name w:val="General"/>
          <w:gallery w:val="placeholder"/>
        </w:category>
        <w:types>
          <w:type w:val="bbPlcHdr"/>
        </w:types>
        <w:behaviors>
          <w:behavior w:val="content"/>
        </w:behaviors>
        <w:guid w:val="{A64A47F4-EAB7-4454-80BB-B4CB6DA9886E}"/>
      </w:docPartPr>
      <w:docPartBody>
        <w:p w:rsidR="00000000" w:rsidRDefault="00000000">
          <w:pPr>
            <w:pStyle w:val="AA2454E82995450A9B1741D73B8AD809"/>
          </w:pPr>
          <w:r w:rsidRPr="00ED112D">
            <w:t>Which of the following promotion options provide the company the best chance of product recognition, qualified leads, store traffic, or appointments?</w:t>
          </w:r>
        </w:p>
      </w:docPartBody>
    </w:docPart>
    <w:docPart>
      <w:docPartPr>
        <w:name w:val="72208ACF02D048249A8AE155E1D47177"/>
        <w:category>
          <w:name w:val="General"/>
          <w:gallery w:val="placeholder"/>
        </w:category>
        <w:types>
          <w:type w:val="bbPlcHdr"/>
        </w:types>
        <w:behaviors>
          <w:behavior w:val="content"/>
        </w:behaviors>
        <w:guid w:val="{8AD2F5D6-8442-4AC2-9BE2-BF8423DAFF61}"/>
      </w:docPartPr>
      <w:docPartBody>
        <w:p w:rsidR="00000000" w:rsidRPr="00ED112D" w:rsidRDefault="00000000" w:rsidP="0000540B">
          <w:pPr>
            <w:pStyle w:val="ListBullet2"/>
          </w:pPr>
          <w:r w:rsidRPr="00ED112D">
            <w:t>Media advertising (newspaper, magazine, television, radio)</w:t>
          </w:r>
        </w:p>
        <w:p w:rsidR="00000000" w:rsidRPr="00ED112D" w:rsidRDefault="00000000" w:rsidP="0000540B">
          <w:pPr>
            <w:pStyle w:val="ListBullet2"/>
          </w:pPr>
          <w:r w:rsidRPr="00ED112D">
            <w:t>Direct mail</w:t>
          </w:r>
        </w:p>
        <w:p w:rsidR="00000000" w:rsidRPr="00ED112D" w:rsidRDefault="00000000" w:rsidP="0000540B">
          <w:pPr>
            <w:pStyle w:val="ListBullet2"/>
          </w:pPr>
          <w:r w:rsidRPr="00ED112D">
            <w:t>Telephone solicitation</w:t>
          </w:r>
        </w:p>
        <w:p w:rsidR="00000000" w:rsidRPr="00ED112D" w:rsidRDefault="00000000" w:rsidP="0000540B">
          <w:pPr>
            <w:pStyle w:val="ListBullet2"/>
          </w:pPr>
          <w:r w:rsidRPr="00ED112D">
            <w:t>Seminars or business conferences</w:t>
          </w:r>
        </w:p>
        <w:p w:rsidR="00000000" w:rsidRPr="00ED112D" w:rsidRDefault="00000000" w:rsidP="0000540B">
          <w:pPr>
            <w:pStyle w:val="ListBullet2"/>
          </w:pPr>
          <w:r w:rsidRPr="00ED112D">
            <w:t>Joint advertising with other companies</w:t>
          </w:r>
        </w:p>
        <w:p w:rsidR="00000000" w:rsidRPr="00ED112D" w:rsidRDefault="00000000" w:rsidP="0000540B">
          <w:pPr>
            <w:pStyle w:val="ListBullet2"/>
          </w:pPr>
          <w:r w:rsidRPr="00ED112D">
            <w:t>Word of mouth or fixed signage</w:t>
          </w:r>
        </w:p>
        <w:p w:rsidR="00000000" w:rsidRDefault="00000000">
          <w:pPr>
            <w:pStyle w:val="72208ACF02D048249A8AE155E1D47177"/>
          </w:pPr>
          <w:r w:rsidRPr="00ED112D">
            <w:t>Digital marketing such as social media, email marketing, or SEO</w:t>
          </w:r>
        </w:p>
      </w:docPartBody>
    </w:docPart>
    <w:docPart>
      <w:docPartPr>
        <w:name w:val="B24B3D363905424FB7284E1416F6875D"/>
        <w:category>
          <w:name w:val="General"/>
          <w:gallery w:val="placeholder"/>
        </w:category>
        <w:types>
          <w:type w:val="bbPlcHdr"/>
        </w:types>
        <w:behaviors>
          <w:behavior w:val="content"/>
        </w:behaviors>
        <w:guid w:val="{32DD5909-3C97-4294-8D78-DF0EC439D9AA}"/>
      </w:docPartPr>
      <w:docPartBody>
        <w:p w:rsidR="00000000" w:rsidRDefault="00000000">
          <w:pPr>
            <w:pStyle w:val="B24B3D363905424FB7284E1416F6875D"/>
          </w:pPr>
          <w:r w:rsidRPr="00ED112D">
            <w:rPr>
              <w:rStyle w:val="Bold"/>
            </w:rPr>
            <w:t>Sales strategy:</w:t>
          </w:r>
        </w:p>
      </w:docPartBody>
    </w:docPart>
    <w:docPart>
      <w:docPartPr>
        <w:name w:val="B85851AE4AD94B3DAE5008C9109E381F"/>
        <w:category>
          <w:name w:val="General"/>
          <w:gallery w:val="placeholder"/>
        </w:category>
        <w:types>
          <w:type w:val="bbPlcHdr"/>
        </w:types>
        <w:behaviors>
          <w:behavior w:val="content"/>
        </w:behaviors>
        <w:guid w:val="{546AD0A9-3FDE-4FD6-A711-D7759AF8E4FE}"/>
      </w:docPartPr>
      <w:docPartBody>
        <w:p w:rsidR="00000000" w:rsidRDefault="00000000">
          <w:pPr>
            <w:pStyle w:val="B85851AE4AD94B3DAE5008C9109E381F"/>
          </w:pPr>
          <w:r w:rsidRPr="00ED112D">
            <w:t>If needed, what will be the sales approach? Will there be full-time commissioned sales people, contract sales, or another approach?</w:t>
          </w:r>
        </w:p>
      </w:docPartBody>
    </w:docPart>
    <w:docPart>
      <w:docPartPr>
        <w:name w:val="CA1EF22BE1B6486CA3A75634FA813974"/>
        <w:category>
          <w:name w:val="General"/>
          <w:gallery w:val="placeholder"/>
        </w:category>
        <w:types>
          <w:type w:val="bbPlcHdr"/>
        </w:types>
        <w:behaviors>
          <w:behavior w:val="content"/>
        </w:behaviors>
        <w:guid w:val="{C3D3AF4B-C94B-4FC5-A667-12E8BBA10C37}"/>
      </w:docPartPr>
      <w:docPartBody>
        <w:p w:rsidR="00000000" w:rsidRDefault="00000000">
          <w:pPr>
            <w:pStyle w:val="CA1EF22BE1B6486CA3A75634FA813974"/>
          </w:pPr>
          <w:r w:rsidRPr="00ED112D">
            <w:t>Financial Plan</w:t>
          </w:r>
        </w:p>
      </w:docPartBody>
    </w:docPart>
    <w:docPart>
      <w:docPartPr>
        <w:name w:val="1038363DC8814E79895675E7BEDC8D67"/>
        <w:category>
          <w:name w:val="General"/>
          <w:gallery w:val="placeholder"/>
        </w:category>
        <w:types>
          <w:type w:val="bbPlcHdr"/>
        </w:types>
        <w:behaviors>
          <w:behavior w:val="content"/>
        </w:behaviors>
        <w:guid w:val="{4014F935-332A-47CD-B87B-D37DB541EBB6}"/>
      </w:docPartPr>
      <w:docPartBody>
        <w:p w:rsidR="00000000" w:rsidRPr="00ED112D" w:rsidRDefault="00000000" w:rsidP="0000540B">
          <w:r w:rsidRPr="00ED112D">
            <w:t>Creating a financial plan is where all of the business planning comes together. Up to this point, the target market, target customers, and pricing have all been identified. These items, along with assumptions, will help estimate the company’s sales forecast. The other side of the business will be what expenses are expected. This is important on an ongoing basis to see when the business is profitable. It is also important to know what expenses will need to be funded before customer sales, or the cash they ge</w:t>
          </w:r>
          <w:r w:rsidRPr="00ED112D">
            <w:t>nerate, is received.</w:t>
          </w:r>
        </w:p>
        <w:p w:rsidR="00000000" w:rsidRDefault="00000000">
          <w:pPr>
            <w:pStyle w:val="1038363DC8814E79895675E7BEDC8D67"/>
          </w:pPr>
          <w:r w:rsidRPr="00ED112D">
            <w:t>At a minimum, this section should include estimated start-up costs and projected profit and loss, along with a summary of the assumptions being made with these projections. Assumptions should include initial and ongoing sales, along with the timing of these inflows.</w:t>
          </w:r>
        </w:p>
      </w:docPartBody>
    </w:docPart>
    <w:docPart>
      <w:docPartPr>
        <w:name w:val="42DD0488098944DF8159F9E8E12744A2"/>
        <w:category>
          <w:name w:val="General"/>
          <w:gallery w:val="placeholder"/>
        </w:category>
        <w:types>
          <w:type w:val="bbPlcHdr"/>
        </w:types>
        <w:behaviors>
          <w:behavior w:val="content"/>
        </w:behaviors>
        <w:guid w:val="{BD9677B5-CAA5-4D24-BA79-DDF9118E8417}"/>
      </w:docPartPr>
      <w:docPartBody>
        <w:p w:rsidR="00000000" w:rsidRDefault="00000000">
          <w:pPr>
            <w:pStyle w:val="42DD0488098944DF8159F9E8E12744A2"/>
          </w:pPr>
          <w:r w:rsidRPr="00ED112D">
            <w:rPr>
              <w:rStyle w:val="Bold"/>
            </w:rPr>
            <w:t>Projected start-up costs:</w:t>
          </w:r>
        </w:p>
      </w:docPartBody>
    </w:docPart>
    <w:docPart>
      <w:docPartPr>
        <w:name w:val="51D3023EF2944F9A9EA6848D3EA4A25C"/>
        <w:category>
          <w:name w:val="General"/>
          <w:gallery w:val="placeholder"/>
        </w:category>
        <w:types>
          <w:type w:val="bbPlcHdr"/>
        </w:types>
        <w:behaviors>
          <w:behavior w:val="content"/>
        </w:behaviors>
        <w:guid w:val="{4E3DDDE8-31DF-4D03-8CBA-17298913EA67}"/>
      </w:docPartPr>
      <w:docPartBody>
        <w:p w:rsidR="00000000" w:rsidRDefault="00000000">
          <w:pPr>
            <w:pStyle w:val="51D3023EF2944F9A9EA6848D3EA4A25C"/>
          </w:pPr>
          <w:r w:rsidRPr="00657790">
            <w:t xml:space="preserve">The table below shows a sample of ongoing and one-time cost items </w:t>
          </w:r>
          <w:r w:rsidRPr="00657790">
            <w:t>that the business might need in order to open. Many businesses are paid on credit over time and do not have cash coming in immediately. It is necessary to make assumptions about how many months of recurring items, in addition to one-time expenses, to estimate when cash will begin to flow into the company. To begin with, the company will have to fund out of savings or an initial investment. There is a blank table in the Appendix to complete potential start-up cost projections.</w:t>
          </w:r>
        </w:p>
      </w:docPartBody>
    </w:docPart>
    <w:docPart>
      <w:docPartPr>
        <w:name w:val="DF5202D191A242359D04618FF59FC2B0"/>
        <w:category>
          <w:name w:val="General"/>
          <w:gallery w:val="placeholder"/>
        </w:category>
        <w:types>
          <w:type w:val="bbPlcHdr"/>
        </w:types>
        <w:behaviors>
          <w:behavior w:val="content"/>
        </w:behaviors>
        <w:guid w:val="{44AD4499-6DD2-48AA-84AC-420377964270}"/>
      </w:docPartPr>
      <w:docPartBody>
        <w:p w:rsidR="00000000" w:rsidRDefault="00000000">
          <w:pPr>
            <w:pStyle w:val="DF5202D191A242359D04618FF59FC2B0"/>
          </w:pPr>
          <w:r w:rsidRPr="00ED112D">
            <w:t>START-UP COSTS</w:t>
          </w:r>
        </w:p>
      </w:docPartBody>
    </w:docPart>
    <w:docPart>
      <w:docPartPr>
        <w:name w:val="D1AEE2C895DC426F900AC443A3AA40A5"/>
        <w:category>
          <w:name w:val="General"/>
          <w:gallery w:val="placeholder"/>
        </w:category>
        <w:types>
          <w:type w:val="bbPlcHdr"/>
        </w:types>
        <w:behaviors>
          <w:behavior w:val="content"/>
        </w:behaviors>
        <w:guid w:val="{E95F03F9-5907-41F1-BDCE-BF639AB45EAC}"/>
      </w:docPartPr>
      <w:docPartBody>
        <w:p w:rsidR="00000000" w:rsidRDefault="00000000">
          <w:pPr>
            <w:pStyle w:val="D1AEE2C895DC426F900AC443A3AA40A5"/>
          </w:pPr>
          <w:r>
            <w:t>Your Home-Based Agency</w:t>
          </w:r>
        </w:p>
      </w:docPartBody>
    </w:docPart>
    <w:docPart>
      <w:docPartPr>
        <w:name w:val="D4661A7CE62B4C20963CA80EE495F5C0"/>
        <w:category>
          <w:name w:val="General"/>
          <w:gallery w:val="placeholder"/>
        </w:category>
        <w:types>
          <w:type w:val="bbPlcHdr"/>
        </w:types>
        <w:behaviors>
          <w:behavior w:val="content"/>
        </w:behaviors>
        <w:guid w:val="{F2B4D5F1-8853-45E7-9F01-0D587792B4C1}"/>
      </w:docPartPr>
      <w:docPartBody>
        <w:p w:rsidR="00000000" w:rsidRDefault="00000000">
          <w:pPr>
            <w:pStyle w:val="D4661A7CE62B4C20963CA80EE495F5C0"/>
          </w:pPr>
          <w:r w:rsidRPr="00956F9F">
            <w:t>January 1, 20</w:t>
          </w:r>
          <w:r>
            <w:t>XX</w:t>
          </w:r>
        </w:p>
      </w:docPartBody>
    </w:docPart>
    <w:docPart>
      <w:docPartPr>
        <w:name w:val="219EFBB538354985898219400FD85087"/>
        <w:category>
          <w:name w:val="General"/>
          <w:gallery w:val="placeholder"/>
        </w:category>
        <w:types>
          <w:type w:val="bbPlcHdr"/>
        </w:types>
        <w:behaviors>
          <w:behavior w:val="content"/>
        </w:behaviors>
        <w:guid w:val="{D32B1091-23D7-41ED-85FF-33DB2DE04147}"/>
      </w:docPartPr>
      <w:docPartBody>
        <w:p w:rsidR="00000000" w:rsidRDefault="00000000">
          <w:pPr>
            <w:pStyle w:val="219EFBB538354985898219400FD85087"/>
          </w:pPr>
          <w:r w:rsidRPr="00A60DC8">
            <w:t>COST ITEMS</w:t>
          </w:r>
        </w:p>
      </w:docPartBody>
    </w:docPart>
    <w:docPart>
      <w:docPartPr>
        <w:name w:val="116E27CB50764D1AA305D0366F844C66"/>
        <w:category>
          <w:name w:val="General"/>
          <w:gallery w:val="placeholder"/>
        </w:category>
        <w:types>
          <w:type w:val="bbPlcHdr"/>
        </w:types>
        <w:behaviors>
          <w:behavior w:val="content"/>
        </w:behaviors>
        <w:guid w:val="{113927BC-EF2E-432D-B5B7-32EE62F3721B}"/>
      </w:docPartPr>
      <w:docPartBody>
        <w:p w:rsidR="00000000" w:rsidRDefault="00000000">
          <w:pPr>
            <w:pStyle w:val="116E27CB50764D1AA305D0366F844C66"/>
          </w:pPr>
          <w:r w:rsidRPr="00A60DC8">
            <w:t>MONTHS</w:t>
          </w:r>
        </w:p>
      </w:docPartBody>
    </w:docPart>
    <w:docPart>
      <w:docPartPr>
        <w:name w:val="786602F90BE54597A9A2A11B791F4CB9"/>
        <w:category>
          <w:name w:val="General"/>
          <w:gallery w:val="placeholder"/>
        </w:category>
        <w:types>
          <w:type w:val="bbPlcHdr"/>
        </w:types>
        <w:behaviors>
          <w:behavior w:val="content"/>
        </w:behaviors>
        <w:guid w:val="{6543DE01-1B34-493E-A104-4394F970CA57}"/>
      </w:docPartPr>
      <w:docPartBody>
        <w:p w:rsidR="00000000" w:rsidRDefault="00000000">
          <w:pPr>
            <w:pStyle w:val="786602F90BE54597A9A2A11B791F4CB9"/>
          </w:pPr>
          <w:r w:rsidRPr="00A60DC8">
            <w:t>COST/ MONTH</w:t>
          </w:r>
        </w:p>
      </w:docPartBody>
    </w:docPart>
    <w:docPart>
      <w:docPartPr>
        <w:name w:val="11CD1D0207974D0895D2D2628DC64060"/>
        <w:category>
          <w:name w:val="General"/>
          <w:gallery w:val="placeholder"/>
        </w:category>
        <w:types>
          <w:type w:val="bbPlcHdr"/>
        </w:types>
        <w:behaviors>
          <w:behavior w:val="content"/>
        </w:behaviors>
        <w:guid w:val="{5C990D9B-73FD-434E-AB39-4162A1F3F8AD}"/>
      </w:docPartPr>
      <w:docPartBody>
        <w:p w:rsidR="00000000" w:rsidRDefault="00000000">
          <w:pPr>
            <w:pStyle w:val="11CD1D0207974D0895D2D2628DC64060"/>
          </w:pPr>
          <w:r w:rsidRPr="00A60DC8">
            <w:t>ONE-TIME COST</w:t>
          </w:r>
        </w:p>
      </w:docPartBody>
    </w:docPart>
    <w:docPart>
      <w:docPartPr>
        <w:name w:val="B9A7F2ADFB2546EA8FFC071762341769"/>
        <w:category>
          <w:name w:val="General"/>
          <w:gallery w:val="placeholder"/>
        </w:category>
        <w:types>
          <w:type w:val="bbPlcHdr"/>
        </w:types>
        <w:behaviors>
          <w:behavior w:val="content"/>
        </w:behaviors>
        <w:guid w:val="{D668DAE9-04A4-44E6-8814-8E590DDC9339}"/>
      </w:docPartPr>
      <w:docPartBody>
        <w:p w:rsidR="00000000" w:rsidRDefault="00000000">
          <w:pPr>
            <w:pStyle w:val="B9A7F2ADFB2546EA8FFC071762341769"/>
          </w:pPr>
          <w:r w:rsidRPr="00A60DC8">
            <w:t>TOTAL COST</w:t>
          </w:r>
        </w:p>
      </w:docPartBody>
    </w:docPart>
    <w:docPart>
      <w:docPartPr>
        <w:name w:val="20955DFD0EA54A0A8DC3004EEE7D002A"/>
        <w:category>
          <w:name w:val="General"/>
          <w:gallery w:val="placeholder"/>
        </w:category>
        <w:types>
          <w:type w:val="bbPlcHdr"/>
        </w:types>
        <w:behaviors>
          <w:behavior w:val="content"/>
        </w:behaviors>
        <w:guid w:val="{D7116D41-BD9C-42F2-AAA0-DF6BF9D994B6}"/>
      </w:docPartPr>
      <w:docPartBody>
        <w:p w:rsidR="00000000" w:rsidRDefault="00000000">
          <w:pPr>
            <w:pStyle w:val="20955DFD0EA54A0A8DC3004EEE7D002A"/>
          </w:pPr>
          <w:r w:rsidRPr="004F7BFE">
            <w:t>Advertising/Marketing</w:t>
          </w:r>
        </w:p>
      </w:docPartBody>
    </w:docPart>
    <w:docPart>
      <w:docPartPr>
        <w:name w:val="DC9868E638114BE3B2B47799C7C682F6"/>
        <w:category>
          <w:name w:val="General"/>
          <w:gallery w:val="placeholder"/>
        </w:category>
        <w:types>
          <w:type w:val="bbPlcHdr"/>
        </w:types>
        <w:behaviors>
          <w:behavior w:val="content"/>
        </w:behaviors>
        <w:guid w:val="{A87D4D15-692C-4606-BA66-5F0DFCC491C5}"/>
      </w:docPartPr>
      <w:docPartBody>
        <w:p w:rsidR="00000000" w:rsidRDefault="00000000">
          <w:pPr>
            <w:pStyle w:val="DC9868E638114BE3B2B47799C7C682F6"/>
          </w:pPr>
          <w:r>
            <w:t>3</w:t>
          </w:r>
        </w:p>
      </w:docPartBody>
    </w:docPart>
    <w:docPart>
      <w:docPartPr>
        <w:name w:val="6BF7A6EC1532488D86AE9ACC74DE5780"/>
        <w:category>
          <w:name w:val="General"/>
          <w:gallery w:val="placeholder"/>
        </w:category>
        <w:types>
          <w:type w:val="bbPlcHdr"/>
        </w:types>
        <w:behaviors>
          <w:behavior w:val="content"/>
        </w:behaviors>
        <w:guid w:val="{E5AB167C-A67D-48A1-B03D-83511B1EA4F8}"/>
      </w:docPartPr>
      <w:docPartBody>
        <w:p w:rsidR="00000000" w:rsidRDefault="00000000">
          <w:pPr>
            <w:pStyle w:val="6BF7A6EC1532488D86AE9ACC74DE5780"/>
          </w:pPr>
          <w:r w:rsidRPr="00ED112D">
            <w:t>$300</w:t>
          </w:r>
        </w:p>
      </w:docPartBody>
    </w:docPart>
    <w:docPart>
      <w:docPartPr>
        <w:name w:val="8492E3B8330243118B872EB815F5B727"/>
        <w:category>
          <w:name w:val="General"/>
          <w:gallery w:val="placeholder"/>
        </w:category>
        <w:types>
          <w:type w:val="bbPlcHdr"/>
        </w:types>
        <w:behaviors>
          <w:behavior w:val="content"/>
        </w:behaviors>
        <w:guid w:val="{9C2A0E3B-4882-406C-BEF8-49115001C89E}"/>
      </w:docPartPr>
      <w:docPartBody>
        <w:p w:rsidR="00000000" w:rsidRDefault="00000000">
          <w:pPr>
            <w:pStyle w:val="8492E3B8330243118B872EB815F5B727"/>
          </w:pPr>
          <w:r w:rsidRPr="00ED112D">
            <w:t>$2,000</w:t>
          </w:r>
        </w:p>
      </w:docPartBody>
    </w:docPart>
    <w:docPart>
      <w:docPartPr>
        <w:name w:val="D942535D9FF742B8AB86B0A842BA317A"/>
        <w:category>
          <w:name w:val="General"/>
          <w:gallery w:val="placeholder"/>
        </w:category>
        <w:types>
          <w:type w:val="bbPlcHdr"/>
        </w:types>
        <w:behaviors>
          <w:behavior w:val="content"/>
        </w:behaviors>
        <w:guid w:val="{4E2E3DA2-3BB2-4FC9-86C3-AA5746552F4B}"/>
      </w:docPartPr>
      <w:docPartBody>
        <w:p w:rsidR="00000000" w:rsidRDefault="00000000">
          <w:pPr>
            <w:pStyle w:val="D942535D9FF742B8AB86B0A842BA317A"/>
          </w:pPr>
          <w:r w:rsidRPr="00ED112D">
            <w:t>$2,900</w:t>
          </w:r>
        </w:p>
      </w:docPartBody>
    </w:docPart>
    <w:docPart>
      <w:docPartPr>
        <w:name w:val="D76CAC7CFDD34581B44E4653A843BA00"/>
        <w:category>
          <w:name w:val="General"/>
          <w:gallery w:val="placeholder"/>
        </w:category>
        <w:types>
          <w:type w:val="bbPlcHdr"/>
        </w:types>
        <w:behaviors>
          <w:behavior w:val="content"/>
        </w:behaviors>
        <w:guid w:val="{7C063B9E-4FFB-45AE-BC41-2BECE1648E8D}"/>
      </w:docPartPr>
      <w:docPartBody>
        <w:p w:rsidR="00000000" w:rsidRDefault="00000000">
          <w:pPr>
            <w:pStyle w:val="D76CAC7CFDD34581B44E4653A843BA00"/>
          </w:pPr>
          <w:r w:rsidRPr="00ED112D">
            <w:t>Employee Salaries*</w:t>
          </w:r>
        </w:p>
      </w:docPartBody>
    </w:docPart>
    <w:docPart>
      <w:docPartPr>
        <w:name w:val="FBB83605BAFD4C5F981F1C8952B56640"/>
        <w:category>
          <w:name w:val="General"/>
          <w:gallery w:val="placeholder"/>
        </w:category>
        <w:types>
          <w:type w:val="bbPlcHdr"/>
        </w:types>
        <w:behaviors>
          <w:behavior w:val="content"/>
        </w:behaviors>
        <w:guid w:val="{CF0521A7-E78E-4DC7-AE81-A37377812B5F}"/>
      </w:docPartPr>
      <w:docPartBody>
        <w:p w:rsidR="00000000" w:rsidRDefault="00000000">
          <w:pPr>
            <w:pStyle w:val="FBB83605BAFD4C5F981F1C8952B56640"/>
          </w:pPr>
          <w:r>
            <w:t>4</w:t>
          </w:r>
        </w:p>
      </w:docPartBody>
    </w:docPart>
    <w:docPart>
      <w:docPartPr>
        <w:name w:val="A656A8A5F26F48C192C7B1DE2E8EF669"/>
        <w:category>
          <w:name w:val="General"/>
          <w:gallery w:val="placeholder"/>
        </w:category>
        <w:types>
          <w:type w:val="bbPlcHdr"/>
        </w:types>
        <w:behaviors>
          <w:behavior w:val="content"/>
        </w:behaviors>
        <w:guid w:val="{4D0849F7-C9C3-4413-A0A3-D3FA3CF84882}"/>
      </w:docPartPr>
      <w:docPartBody>
        <w:p w:rsidR="00000000" w:rsidRDefault="00000000">
          <w:pPr>
            <w:pStyle w:val="A656A8A5F26F48C192C7B1DE2E8EF669"/>
          </w:pPr>
          <w:r w:rsidRPr="00ED112D">
            <w:t>$</w:t>
          </w:r>
          <w:r>
            <w:t>5</w:t>
          </w:r>
          <w:r w:rsidRPr="00ED112D">
            <w:t>00</w:t>
          </w:r>
        </w:p>
      </w:docPartBody>
    </w:docPart>
    <w:docPart>
      <w:docPartPr>
        <w:name w:val="16A888FBEE274310B6D555D01687DE01"/>
        <w:category>
          <w:name w:val="General"/>
          <w:gallery w:val="placeholder"/>
        </w:category>
        <w:types>
          <w:type w:val="bbPlcHdr"/>
        </w:types>
        <w:behaviors>
          <w:behavior w:val="content"/>
        </w:behaviors>
        <w:guid w:val="{91A44EA6-4E52-4E86-A492-62694343DFEB}"/>
      </w:docPartPr>
      <w:docPartBody>
        <w:p w:rsidR="00000000" w:rsidRDefault="00000000">
          <w:pPr>
            <w:pStyle w:val="16A888FBEE274310B6D555D01687DE01"/>
          </w:pPr>
          <w:r w:rsidRPr="00ED112D">
            <w:t>$2</w:t>
          </w:r>
        </w:p>
      </w:docPartBody>
    </w:docPart>
    <w:docPart>
      <w:docPartPr>
        <w:name w:val="AE66E21FBD1F475B845BCC93D1A79258"/>
        <w:category>
          <w:name w:val="General"/>
          <w:gallery w:val="placeholder"/>
        </w:category>
        <w:types>
          <w:type w:val="bbPlcHdr"/>
        </w:types>
        <w:behaviors>
          <w:behavior w:val="content"/>
        </w:behaviors>
        <w:guid w:val="{F07B78F2-BDA4-4C47-854D-8665BAD72EF8}"/>
      </w:docPartPr>
      <w:docPartBody>
        <w:p w:rsidR="00000000" w:rsidRDefault="00000000">
          <w:pPr>
            <w:pStyle w:val="AE66E21FBD1F475B845BCC93D1A79258"/>
          </w:pPr>
          <w:r w:rsidRPr="00ED112D">
            <w:t>$2,002</w:t>
          </w:r>
        </w:p>
      </w:docPartBody>
    </w:docPart>
    <w:docPart>
      <w:docPartPr>
        <w:name w:val="2959B6CA69BE4F04BE9E3ACBA6F1DDDA"/>
        <w:category>
          <w:name w:val="General"/>
          <w:gallery w:val="placeholder"/>
        </w:category>
        <w:types>
          <w:type w:val="bbPlcHdr"/>
        </w:types>
        <w:behaviors>
          <w:behavior w:val="content"/>
        </w:behaviors>
        <w:guid w:val="{25DAD82C-A7CB-449F-A649-D9DF510B0F7F}"/>
      </w:docPartPr>
      <w:docPartBody>
        <w:p w:rsidR="00000000" w:rsidRDefault="00000000">
          <w:pPr>
            <w:pStyle w:val="2959B6CA69BE4F04BE9E3ACBA6F1DDDA"/>
          </w:pPr>
          <w:r w:rsidRPr="00ED112D">
            <w:rPr>
              <w:rFonts w:ascii="Arial" w:eastAsia="Arial" w:hAnsi="Arial" w:cs="Times New Roman"/>
            </w:rPr>
            <w:t>Employee Payroll Taxes and Benefits</w:t>
          </w:r>
        </w:p>
      </w:docPartBody>
    </w:docPart>
    <w:docPart>
      <w:docPartPr>
        <w:name w:val="46C881DD691F455896BAACE670F0B8AD"/>
        <w:category>
          <w:name w:val="General"/>
          <w:gallery w:val="placeholder"/>
        </w:category>
        <w:types>
          <w:type w:val="bbPlcHdr"/>
        </w:types>
        <w:behaviors>
          <w:behavior w:val="content"/>
        </w:behaviors>
        <w:guid w:val="{4BFC2A14-6900-46BA-A22C-A3857186177A}"/>
      </w:docPartPr>
      <w:docPartBody>
        <w:p w:rsidR="00000000" w:rsidRDefault="00000000">
          <w:pPr>
            <w:pStyle w:val="46C881DD691F455896BAACE670F0B8AD"/>
          </w:pPr>
          <w:r>
            <w:t>4</w:t>
          </w:r>
        </w:p>
      </w:docPartBody>
    </w:docPart>
    <w:docPart>
      <w:docPartPr>
        <w:name w:val="F8FDD2C6887C4B9C90524C6863B9947C"/>
        <w:category>
          <w:name w:val="General"/>
          <w:gallery w:val="placeholder"/>
        </w:category>
        <w:types>
          <w:type w:val="bbPlcHdr"/>
        </w:types>
        <w:behaviors>
          <w:behavior w:val="content"/>
        </w:behaviors>
        <w:guid w:val="{89356F0E-42A6-4AB1-813C-DDC1270F7A8D}"/>
      </w:docPartPr>
      <w:docPartBody>
        <w:p w:rsidR="00000000" w:rsidRDefault="00000000">
          <w:pPr>
            <w:pStyle w:val="F8FDD2C6887C4B9C90524C6863B9947C"/>
          </w:pPr>
          <w:r w:rsidRPr="00ED112D">
            <w:t>$</w:t>
          </w:r>
          <w:r>
            <w:t>1</w:t>
          </w:r>
          <w:r w:rsidRPr="00ED112D">
            <w:t>00</w:t>
          </w:r>
        </w:p>
      </w:docPartBody>
    </w:docPart>
    <w:docPart>
      <w:docPartPr>
        <w:name w:val="E0A7DA8D40B542D2821C2183BA4D5354"/>
        <w:category>
          <w:name w:val="General"/>
          <w:gallery w:val="placeholder"/>
        </w:category>
        <w:types>
          <w:type w:val="bbPlcHdr"/>
        </w:types>
        <w:behaviors>
          <w:behavior w:val="content"/>
        </w:behaviors>
        <w:guid w:val="{7DA2FE17-F714-4AF1-BA6C-D9C782CBB52D}"/>
      </w:docPartPr>
      <w:docPartBody>
        <w:p w:rsidR="00000000" w:rsidRDefault="00000000">
          <w:pPr>
            <w:pStyle w:val="E0A7DA8D40B542D2821C2183BA4D5354"/>
          </w:pPr>
          <w:r w:rsidRPr="00ED112D">
            <w:t>$</w:t>
          </w:r>
          <w:r w:rsidRPr="00ED112D">
            <w:rPr>
              <w:rFonts w:ascii="Arial" w:eastAsia="Arial" w:hAnsi="Arial" w:cs="Times New Roman"/>
            </w:rPr>
            <w:t>1,50</w:t>
          </w:r>
          <w:r w:rsidRPr="00ED112D">
            <w:t>0</w:t>
          </w:r>
        </w:p>
      </w:docPartBody>
    </w:docPart>
    <w:docPart>
      <w:docPartPr>
        <w:name w:val="587DCC7C0CAE434ABBFE5131933B6ECF"/>
        <w:category>
          <w:name w:val="General"/>
          <w:gallery w:val="placeholder"/>
        </w:category>
        <w:types>
          <w:type w:val="bbPlcHdr"/>
        </w:types>
        <w:behaviors>
          <w:behavior w:val="content"/>
        </w:behaviors>
        <w:guid w:val="{B4BAA92D-8E06-4CF3-86F6-0BEFB21406F8}"/>
      </w:docPartPr>
      <w:docPartBody>
        <w:p w:rsidR="00000000" w:rsidRDefault="00000000">
          <w:pPr>
            <w:pStyle w:val="587DCC7C0CAE434ABBFE5131933B6ECF"/>
          </w:pPr>
          <w:r w:rsidRPr="00ED112D">
            <w:t>$</w:t>
          </w:r>
          <w:r w:rsidRPr="00ED112D">
            <w:rPr>
              <w:rFonts w:ascii="Arial" w:eastAsia="Arial" w:hAnsi="Arial" w:cs="Times New Roman"/>
            </w:rPr>
            <w:t>1,60</w:t>
          </w:r>
          <w:r w:rsidRPr="00ED112D">
            <w:t>0</w:t>
          </w:r>
        </w:p>
      </w:docPartBody>
    </w:docPart>
    <w:docPart>
      <w:docPartPr>
        <w:name w:val="508740F08CE14B8EA233203743757E89"/>
        <w:category>
          <w:name w:val="General"/>
          <w:gallery w:val="placeholder"/>
        </w:category>
        <w:types>
          <w:type w:val="bbPlcHdr"/>
        </w:types>
        <w:behaviors>
          <w:behavior w:val="content"/>
        </w:behaviors>
        <w:guid w:val="{6247E157-D108-41A5-8F18-2A5F86D9AAE5}"/>
      </w:docPartPr>
      <w:docPartBody>
        <w:p w:rsidR="00000000" w:rsidRDefault="00000000">
          <w:pPr>
            <w:pStyle w:val="508740F08CE14B8EA233203743757E89"/>
          </w:pPr>
          <w:r w:rsidRPr="00ED112D">
            <w:rPr>
              <w:rFonts w:ascii="Arial" w:eastAsia="Arial" w:hAnsi="Arial" w:cs="Times New Roman"/>
            </w:rPr>
            <w:t>Rent/Lease Payments/Utilities</w:t>
          </w:r>
        </w:p>
      </w:docPartBody>
    </w:docPart>
    <w:docPart>
      <w:docPartPr>
        <w:name w:val="62C4DAC2351142FE841EBD2B790B4F1A"/>
        <w:category>
          <w:name w:val="General"/>
          <w:gallery w:val="placeholder"/>
        </w:category>
        <w:types>
          <w:type w:val="bbPlcHdr"/>
        </w:types>
        <w:behaviors>
          <w:behavior w:val="content"/>
        </w:behaviors>
        <w:guid w:val="{DFFFAB21-F0F0-4B66-8484-4A7811EF2C38}"/>
      </w:docPartPr>
      <w:docPartBody>
        <w:p w:rsidR="00000000" w:rsidRDefault="00000000">
          <w:pPr>
            <w:pStyle w:val="62C4DAC2351142FE841EBD2B790B4F1A"/>
          </w:pPr>
          <w:r>
            <w:t>4</w:t>
          </w:r>
        </w:p>
      </w:docPartBody>
    </w:docPart>
    <w:docPart>
      <w:docPartPr>
        <w:name w:val="CB666D7E78B84D228D5D07D3C39E5F57"/>
        <w:category>
          <w:name w:val="General"/>
          <w:gallery w:val="placeholder"/>
        </w:category>
        <w:types>
          <w:type w:val="bbPlcHdr"/>
        </w:types>
        <w:behaviors>
          <w:behavior w:val="content"/>
        </w:behaviors>
        <w:guid w:val="{3632F875-855E-430C-B8AD-95EF3A3FAD97}"/>
      </w:docPartPr>
      <w:docPartBody>
        <w:p w:rsidR="00000000" w:rsidRDefault="00000000">
          <w:pPr>
            <w:pStyle w:val="CB666D7E78B84D228D5D07D3C39E5F57"/>
          </w:pPr>
          <w:r w:rsidRPr="00ED112D">
            <w:t>$</w:t>
          </w:r>
          <w:r>
            <w:t>750</w:t>
          </w:r>
        </w:p>
      </w:docPartBody>
    </w:docPart>
    <w:docPart>
      <w:docPartPr>
        <w:name w:val="12113FAA36F74928BA563EE2AC2AA17F"/>
        <w:category>
          <w:name w:val="General"/>
          <w:gallery w:val="placeholder"/>
        </w:category>
        <w:types>
          <w:type w:val="bbPlcHdr"/>
        </w:types>
        <w:behaviors>
          <w:behavior w:val="content"/>
        </w:behaviors>
        <w:guid w:val="{566C45D6-7F47-4230-871E-B1F8968FE512}"/>
      </w:docPartPr>
      <w:docPartBody>
        <w:p w:rsidR="00000000" w:rsidRDefault="00000000">
          <w:pPr>
            <w:pStyle w:val="12113FAA36F74928BA563EE2AC2AA17F"/>
          </w:pPr>
          <w:r w:rsidRPr="00ED112D">
            <w:t>$</w:t>
          </w:r>
          <w:r w:rsidRPr="00ED112D">
            <w:rPr>
              <w:rFonts w:ascii="Arial" w:eastAsia="Arial" w:hAnsi="Arial" w:cs="Times New Roman"/>
            </w:rPr>
            <w:t>2,50</w:t>
          </w:r>
          <w:r w:rsidRPr="00ED112D">
            <w:t>0</w:t>
          </w:r>
        </w:p>
      </w:docPartBody>
    </w:docPart>
    <w:docPart>
      <w:docPartPr>
        <w:name w:val="17AA3365E5364E9ABECFDBBFF593C810"/>
        <w:category>
          <w:name w:val="General"/>
          <w:gallery w:val="placeholder"/>
        </w:category>
        <w:types>
          <w:type w:val="bbPlcHdr"/>
        </w:types>
        <w:behaviors>
          <w:behavior w:val="content"/>
        </w:behaviors>
        <w:guid w:val="{5CAABA6D-E825-4351-B9FC-341E7B4D9127}"/>
      </w:docPartPr>
      <w:docPartBody>
        <w:p w:rsidR="00000000" w:rsidRDefault="00000000">
          <w:pPr>
            <w:pStyle w:val="17AA3365E5364E9ABECFDBBFF593C810"/>
          </w:pPr>
          <w:r w:rsidRPr="00ED112D">
            <w:t>$</w:t>
          </w:r>
          <w:r w:rsidRPr="00ED112D">
            <w:rPr>
              <w:rFonts w:ascii="Arial" w:eastAsia="Arial" w:hAnsi="Arial" w:cs="Times New Roman"/>
            </w:rPr>
            <w:t>5,50</w:t>
          </w:r>
          <w:r w:rsidRPr="00ED112D">
            <w:t>0</w:t>
          </w:r>
        </w:p>
      </w:docPartBody>
    </w:docPart>
    <w:docPart>
      <w:docPartPr>
        <w:name w:val="380D697F4037433794DCF9332E2B75C1"/>
        <w:category>
          <w:name w:val="General"/>
          <w:gallery w:val="placeholder"/>
        </w:category>
        <w:types>
          <w:type w:val="bbPlcHdr"/>
        </w:types>
        <w:behaviors>
          <w:behavior w:val="content"/>
        </w:behaviors>
        <w:guid w:val="{4F504EFC-E8D0-47DF-8993-FE7B6E972077}"/>
      </w:docPartPr>
      <w:docPartBody>
        <w:p w:rsidR="00000000" w:rsidRDefault="00000000">
          <w:pPr>
            <w:pStyle w:val="380D697F4037433794DCF9332E2B75C1"/>
          </w:pPr>
          <w:r w:rsidRPr="00ED112D">
            <w:rPr>
              <w:rFonts w:ascii="Arial" w:eastAsia="Arial" w:hAnsi="Arial" w:cs="Times New Roman"/>
            </w:rPr>
            <w:t>Postage/Shipping</w:t>
          </w:r>
        </w:p>
      </w:docPartBody>
    </w:docPart>
    <w:docPart>
      <w:docPartPr>
        <w:name w:val="7F2CBD5AF95E4BA78DAC4CC29FAB1197"/>
        <w:category>
          <w:name w:val="General"/>
          <w:gallery w:val="placeholder"/>
        </w:category>
        <w:types>
          <w:type w:val="bbPlcHdr"/>
        </w:types>
        <w:behaviors>
          <w:behavior w:val="content"/>
        </w:behaviors>
        <w:guid w:val="{083888F2-7735-4FC4-A00F-4884652B7F0F}"/>
      </w:docPartPr>
      <w:docPartBody>
        <w:p w:rsidR="00000000" w:rsidRDefault="00000000">
          <w:pPr>
            <w:pStyle w:val="7F2CBD5AF95E4BA78DAC4CC29FAB1197"/>
          </w:pPr>
          <w:r>
            <w:t>1</w:t>
          </w:r>
        </w:p>
      </w:docPartBody>
    </w:docPart>
    <w:docPart>
      <w:docPartPr>
        <w:name w:val="480E034D4848459FB5C402A2BE0CBB9A"/>
        <w:category>
          <w:name w:val="General"/>
          <w:gallery w:val="placeholder"/>
        </w:category>
        <w:types>
          <w:type w:val="bbPlcHdr"/>
        </w:types>
        <w:behaviors>
          <w:behavior w:val="content"/>
        </w:behaviors>
        <w:guid w:val="{1DC373E9-4808-493E-A7DD-33DBC92BF424}"/>
      </w:docPartPr>
      <w:docPartBody>
        <w:p w:rsidR="00000000" w:rsidRDefault="00000000">
          <w:pPr>
            <w:pStyle w:val="480E034D4848459FB5C402A2BE0CBB9A"/>
          </w:pPr>
          <w:r w:rsidRPr="00ED112D">
            <w:t>$</w:t>
          </w:r>
          <w:r>
            <w:t>25</w:t>
          </w:r>
        </w:p>
      </w:docPartBody>
    </w:docPart>
    <w:docPart>
      <w:docPartPr>
        <w:name w:val="62F9E814EBEA4550A1A8947DB0689FB1"/>
        <w:category>
          <w:name w:val="General"/>
          <w:gallery w:val="placeholder"/>
        </w:category>
        <w:types>
          <w:type w:val="bbPlcHdr"/>
        </w:types>
        <w:behaviors>
          <w:behavior w:val="content"/>
        </w:behaviors>
        <w:guid w:val="{51B8048B-055E-4776-BB01-3B707E35F0DC}"/>
      </w:docPartPr>
      <w:docPartBody>
        <w:p w:rsidR="00000000" w:rsidRDefault="00000000">
          <w:pPr>
            <w:pStyle w:val="62F9E814EBEA4550A1A8947DB0689FB1"/>
          </w:pPr>
          <w:r w:rsidRPr="00ED112D">
            <w:t>$</w:t>
          </w:r>
          <w:r>
            <w:t>25</w:t>
          </w:r>
        </w:p>
      </w:docPartBody>
    </w:docPart>
    <w:docPart>
      <w:docPartPr>
        <w:name w:val="6DC9A6552F0A45389785C3586A5785FD"/>
        <w:category>
          <w:name w:val="General"/>
          <w:gallery w:val="placeholder"/>
        </w:category>
        <w:types>
          <w:type w:val="bbPlcHdr"/>
        </w:types>
        <w:behaviors>
          <w:behavior w:val="content"/>
        </w:behaviors>
        <w:guid w:val="{3B7B507E-03AB-4D25-9723-062A4024AE83}"/>
      </w:docPartPr>
      <w:docPartBody>
        <w:p w:rsidR="00000000" w:rsidRDefault="00000000">
          <w:pPr>
            <w:pStyle w:val="6DC9A6552F0A45389785C3586A5785FD"/>
          </w:pPr>
          <w:r w:rsidRPr="00ED112D">
            <w:t>$</w:t>
          </w:r>
          <w:r>
            <w:t>5</w:t>
          </w:r>
          <w:r w:rsidRPr="00ED112D">
            <w:t>0</w:t>
          </w:r>
        </w:p>
      </w:docPartBody>
    </w:docPart>
    <w:docPart>
      <w:docPartPr>
        <w:name w:val="57A11BB69F6C49A08B8AA7505F05739E"/>
        <w:category>
          <w:name w:val="General"/>
          <w:gallery w:val="placeholder"/>
        </w:category>
        <w:types>
          <w:type w:val="bbPlcHdr"/>
        </w:types>
        <w:behaviors>
          <w:behavior w:val="content"/>
        </w:behaviors>
        <w:guid w:val="{80956A1F-0EEB-4A5F-BCD9-870262043394}"/>
      </w:docPartPr>
      <w:docPartBody>
        <w:p w:rsidR="00000000" w:rsidRDefault="00000000">
          <w:pPr>
            <w:pStyle w:val="57A11BB69F6C49A08B8AA7505F05739E"/>
          </w:pPr>
          <w:r w:rsidRPr="00ED112D">
            <w:rPr>
              <w:rFonts w:ascii="Arial" w:eastAsia="Arial" w:hAnsi="Arial" w:cs="Times New Roman"/>
            </w:rPr>
            <w:t>Communication/Telephone</w:t>
          </w:r>
        </w:p>
      </w:docPartBody>
    </w:docPart>
    <w:docPart>
      <w:docPartPr>
        <w:name w:val="DD7173FD1217427E8D3425DC9087377E"/>
        <w:category>
          <w:name w:val="General"/>
          <w:gallery w:val="placeholder"/>
        </w:category>
        <w:types>
          <w:type w:val="bbPlcHdr"/>
        </w:types>
        <w:behaviors>
          <w:behavior w:val="content"/>
        </w:behaviors>
        <w:guid w:val="{27B2A1FF-5424-4CC6-A97C-21FAF5BE05F1}"/>
      </w:docPartPr>
      <w:docPartBody>
        <w:p w:rsidR="00000000" w:rsidRDefault="00000000">
          <w:pPr>
            <w:pStyle w:val="DD7173FD1217427E8D3425DC9087377E"/>
          </w:pPr>
          <w:r>
            <w:t>4</w:t>
          </w:r>
        </w:p>
      </w:docPartBody>
    </w:docPart>
    <w:docPart>
      <w:docPartPr>
        <w:name w:val="D514CFC6EDEF42BCB5EA755E574C2571"/>
        <w:category>
          <w:name w:val="General"/>
          <w:gallery w:val="placeholder"/>
        </w:category>
        <w:types>
          <w:type w:val="bbPlcHdr"/>
        </w:types>
        <w:behaviors>
          <w:behavior w:val="content"/>
        </w:behaviors>
        <w:guid w:val="{7A0B31E9-B564-47AA-AF85-892F8CDE0915}"/>
      </w:docPartPr>
      <w:docPartBody>
        <w:p w:rsidR="00000000" w:rsidRDefault="00000000">
          <w:pPr>
            <w:pStyle w:val="D514CFC6EDEF42BCB5EA755E574C2571"/>
          </w:pPr>
          <w:r w:rsidRPr="00ED112D">
            <w:t>$</w:t>
          </w:r>
          <w:r>
            <w:t>7</w:t>
          </w:r>
          <w:r w:rsidRPr="00ED112D">
            <w:t>0</w:t>
          </w:r>
        </w:p>
      </w:docPartBody>
    </w:docPart>
    <w:docPart>
      <w:docPartPr>
        <w:name w:val="CE44C109C46A4BC0B326F6C0DCD8A182"/>
        <w:category>
          <w:name w:val="General"/>
          <w:gallery w:val="placeholder"/>
        </w:category>
        <w:types>
          <w:type w:val="bbPlcHdr"/>
        </w:types>
        <w:behaviors>
          <w:behavior w:val="content"/>
        </w:behaviors>
        <w:guid w:val="{82EADB73-8340-4A50-A149-60992782C6B6}"/>
      </w:docPartPr>
      <w:docPartBody>
        <w:p w:rsidR="00000000" w:rsidRDefault="00000000">
          <w:pPr>
            <w:pStyle w:val="CE44C109C46A4BC0B326F6C0DCD8A182"/>
          </w:pPr>
          <w:r w:rsidRPr="00ED112D">
            <w:t>$</w:t>
          </w:r>
          <w:r>
            <w:t>28</w:t>
          </w:r>
          <w:r w:rsidRPr="00ED112D">
            <w:t>0</w:t>
          </w:r>
        </w:p>
      </w:docPartBody>
    </w:docPart>
    <w:docPart>
      <w:docPartPr>
        <w:name w:val="4010DF6D91B842E485FD4BC280A825F4"/>
        <w:category>
          <w:name w:val="General"/>
          <w:gallery w:val="placeholder"/>
        </w:category>
        <w:types>
          <w:type w:val="bbPlcHdr"/>
        </w:types>
        <w:behaviors>
          <w:behavior w:val="content"/>
        </w:behaviors>
        <w:guid w:val="{387900F1-02E6-4732-A0F6-FBDE330C9859}"/>
      </w:docPartPr>
      <w:docPartBody>
        <w:p w:rsidR="00000000" w:rsidRDefault="00000000">
          <w:pPr>
            <w:pStyle w:val="4010DF6D91B842E485FD4BC280A825F4"/>
          </w:pPr>
          <w:r w:rsidRPr="00ED112D">
            <w:t>$</w:t>
          </w:r>
          <w:r w:rsidRPr="00ED112D">
            <w:rPr>
              <w:rFonts w:ascii="Arial" w:eastAsia="Arial" w:hAnsi="Arial" w:cs="Times New Roman"/>
            </w:rPr>
            <w:t>56</w:t>
          </w:r>
          <w:r w:rsidRPr="00ED112D">
            <w:t>0</w:t>
          </w:r>
        </w:p>
      </w:docPartBody>
    </w:docPart>
    <w:docPart>
      <w:docPartPr>
        <w:name w:val="6F820FA1328840A0A367C5BF58ED8B0C"/>
        <w:category>
          <w:name w:val="General"/>
          <w:gallery w:val="placeholder"/>
        </w:category>
        <w:types>
          <w:type w:val="bbPlcHdr"/>
        </w:types>
        <w:behaviors>
          <w:behavior w:val="content"/>
        </w:behaviors>
        <w:guid w:val="{15DB1C83-B5C7-4F4D-814D-26C1BCE42212}"/>
      </w:docPartPr>
      <w:docPartBody>
        <w:p w:rsidR="00000000" w:rsidRDefault="00000000">
          <w:pPr>
            <w:pStyle w:val="6F820FA1328840A0A367C5BF58ED8B0C"/>
          </w:pPr>
          <w:r w:rsidRPr="00ED112D">
            <w:rPr>
              <w:rFonts w:ascii="Arial" w:eastAsia="Arial" w:hAnsi="Arial" w:cs="Times New Roman"/>
            </w:rPr>
            <w:t>Computer Equipment</w:t>
          </w:r>
        </w:p>
      </w:docPartBody>
    </w:docPart>
    <w:docPart>
      <w:docPartPr>
        <w:name w:val="A08D24B28A1D448FB9510C31B0F31E08"/>
        <w:category>
          <w:name w:val="General"/>
          <w:gallery w:val="placeholder"/>
        </w:category>
        <w:types>
          <w:type w:val="bbPlcHdr"/>
        </w:types>
        <w:behaviors>
          <w:behavior w:val="content"/>
        </w:behaviors>
        <w:guid w:val="{359E6248-6D7A-4201-BFBC-9CE4867AE2E8}"/>
      </w:docPartPr>
      <w:docPartBody>
        <w:p w:rsidR="00000000" w:rsidRDefault="00000000">
          <w:pPr>
            <w:pStyle w:val="A08D24B28A1D448FB9510C31B0F31E08"/>
          </w:pPr>
          <w:r w:rsidRPr="00ED112D">
            <w:t>$0</w:t>
          </w:r>
        </w:p>
      </w:docPartBody>
    </w:docPart>
    <w:docPart>
      <w:docPartPr>
        <w:name w:val="C54AECEEA97F47EBB15D6AF9E0D8242E"/>
        <w:category>
          <w:name w:val="General"/>
          <w:gallery w:val="placeholder"/>
        </w:category>
        <w:types>
          <w:type w:val="bbPlcHdr"/>
        </w:types>
        <w:behaviors>
          <w:behavior w:val="content"/>
        </w:behaviors>
        <w:guid w:val="{BCCE3F36-478B-4B1D-B48B-2E4E7435EC39}"/>
      </w:docPartPr>
      <w:docPartBody>
        <w:p w:rsidR="00000000" w:rsidRDefault="00000000">
          <w:pPr>
            <w:pStyle w:val="C54AECEEA97F47EBB15D6AF9E0D8242E"/>
          </w:pPr>
          <w:r w:rsidRPr="00ED112D">
            <w:t>$</w:t>
          </w:r>
          <w:r w:rsidRPr="00ED112D">
            <w:rPr>
              <w:rFonts w:ascii="Arial" w:eastAsia="Arial" w:hAnsi="Arial" w:cs="Times New Roman"/>
            </w:rPr>
            <w:t>1,5</w:t>
          </w:r>
          <w:r>
            <w:rPr>
              <w:rFonts w:ascii="Arial" w:eastAsia="Arial" w:hAnsi="Arial" w:cs="Times New Roman"/>
            </w:rPr>
            <w:t>0</w:t>
          </w:r>
          <w:r w:rsidRPr="00ED112D">
            <w:t>0</w:t>
          </w:r>
        </w:p>
      </w:docPartBody>
    </w:docPart>
    <w:docPart>
      <w:docPartPr>
        <w:name w:val="6019AF3B0DDF46E1B84ED7C109E7C1EF"/>
        <w:category>
          <w:name w:val="General"/>
          <w:gallery w:val="placeholder"/>
        </w:category>
        <w:types>
          <w:type w:val="bbPlcHdr"/>
        </w:types>
        <w:behaviors>
          <w:behavior w:val="content"/>
        </w:behaviors>
        <w:guid w:val="{EFF2DA02-F57D-4BBB-996B-269B4F377270}"/>
      </w:docPartPr>
      <w:docPartBody>
        <w:p w:rsidR="00000000" w:rsidRDefault="00000000">
          <w:pPr>
            <w:pStyle w:val="6019AF3B0DDF46E1B84ED7C109E7C1EF"/>
          </w:pPr>
          <w:r w:rsidRPr="00ED112D">
            <w:t>$</w:t>
          </w:r>
          <w:r w:rsidRPr="00ED112D">
            <w:rPr>
              <w:rFonts w:ascii="Arial" w:eastAsia="Arial" w:hAnsi="Arial" w:cs="Times New Roman"/>
            </w:rPr>
            <w:t>1,50</w:t>
          </w:r>
          <w:r w:rsidRPr="00ED112D">
            <w:t>0</w:t>
          </w:r>
        </w:p>
      </w:docPartBody>
    </w:docPart>
    <w:docPart>
      <w:docPartPr>
        <w:name w:val="122A742B904A405BBDC41948EFF28D77"/>
        <w:category>
          <w:name w:val="General"/>
          <w:gallery w:val="placeholder"/>
        </w:category>
        <w:types>
          <w:type w:val="bbPlcHdr"/>
        </w:types>
        <w:behaviors>
          <w:behavior w:val="content"/>
        </w:behaviors>
        <w:guid w:val="{F3BBC7B1-5373-413B-B0A1-BE25024919E1}"/>
      </w:docPartPr>
      <w:docPartBody>
        <w:p w:rsidR="00000000" w:rsidRDefault="00000000">
          <w:pPr>
            <w:pStyle w:val="122A742B904A405BBDC41948EFF28D77"/>
          </w:pPr>
          <w:r w:rsidRPr="00ED112D">
            <w:rPr>
              <w:rFonts w:ascii="Arial" w:eastAsia="Arial" w:hAnsi="Arial" w:cs="Times New Roman"/>
            </w:rPr>
            <w:t>Computer Software</w:t>
          </w:r>
        </w:p>
      </w:docPartBody>
    </w:docPart>
    <w:docPart>
      <w:docPartPr>
        <w:name w:val="2FBBE763AD77433284F1A0AC7646D87D"/>
        <w:category>
          <w:name w:val="General"/>
          <w:gallery w:val="placeholder"/>
        </w:category>
        <w:types>
          <w:type w:val="bbPlcHdr"/>
        </w:types>
        <w:behaviors>
          <w:behavior w:val="content"/>
        </w:behaviors>
        <w:guid w:val="{9095972F-F1D8-43D5-8C1B-941F9BB16D39}"/>
      </w:docPartPr>
      <w:docPartBody>
        <w:p w:rsidR="00000000" w:rsidRDefault="00000000">
          <w:pPr>
            <w:pStyle w:val="2FBBE763AD77433284F1A0AC7646D87D"/>
          </w:pPr>
          <w:r w:rsidRPr="00ED112D">
            <w:t>$0</w:t>
          </w:r>
        </w:p>
      </w:docPartBody>
    </w:docPart>
    <w:docPart>
      <w:docPartPr>
        <w:name w:val="B75539918AA14223BB8116ABD98DE152"/>
        <w:category>
          <w:name w:val="General"/>
          <w:gallery w:val="placeholder"/>
        </w:category>
        <w:types>
          <w:type w:val="bbPlcHdr"/>
        </w:types>
        <w:behaviors>
          <w:behavior w:val="content"/>
        </w:behaviors>
        <w:guid w:val="{C22405D8-DA58-4719-B1B6-17C671CFD667}"/>
      </w:docPartPr>
      <w:docPartBody>
        <w:p w:rsidR="00000000" w:rsidRDefault="00000000">
          <w:pPr>
            <w:pStyle w:val="B75539918AA14223BB8116ABD98DE152"/>
          </w:pPr>
          <w:r w:rsidRPr="00ED112D">
            <w:t>$</w:t>
          </w:r>
          <w:r>
            <w:t>30</w:t>
          </w:r>
          <w:r w:rsidRPr="00ED112D">
            <w:t>0</w:t>
          </w:r>
        </w:p>
      </w:docPartBody>
    </w:docPart>
    <w:docPart>
      <w:docPartPr>
        <w:name w:val="8452A272CF1A4818A3AD010F41155038"/>
        <w:category>
          <w:name w:val="General"/>
          <w:gallery w:val="placeholder"/>
        </w:category>
        <w:types>
          <w:type w:val="bbPlcHdr"/>
        </w:types>
        <w:behaviors>
          <w:behavior w:val="content"/>
        </w:behaviors>
        <w:guid w:val="{32897865-10A0-45F9-825F-E4CDCA5234B5}"/>
      </w:docPartPr>
      <w:docPartBody>
        <w:p w:rsidR="00000000" w:rsidRDefault="00000000">
          <w:pPr>
            <w:pStyle w:val="8452A272CF1A4818A3AD010F41155038"/>
          </w:pPr>
          <w:r w:rsidRPr="00ED112D">
            <w:t>$</w:t>
          </w:r>
          <w:r>
            <w:t>30</w:t>
          </w:r>
          <w:r w:rsidRPr="00ED112D">
            <w:t>0</w:t>
          </w:r>
        </w:p>
      </w:docPartBody>
    </w:docPart>
    <w:docPart>
      <w:docPartPr>
        <w:name w:val="30D33C34E6DF484FADFF7DDC3242C227"/>
        <w:category>
          <w:name w:val="General"/>
          <w:gallery w:val="placeholder"/>
        </w:category>
        <w:types>
          <w:type w:val="bbPlcHdr"/>
        </w:types>
        <w:behaviors>
          <w:behavior w:val="content"/>
        </w:behaviors>
        <w:guid w:val="{BAD47ADD-18BA-4AD3-962D-8B90B5AF94B4}"/>
      </w:docPartPr>
      <w:docPartBody>
        <w:p w:rsidR="00000000" w:rsidRDefault="00000000">
          <w:pPr>
            <w:pStyle w:val="30D33C34E6DF484FADFF7DDC3242C227"/>
          </w:pPr>
          <w:r w:rsidRPr="00ED112D">
            <w:rPr>
              <w:rFonts w:ascii="Arial" w:eastAsia="Arial" w:hAnsi="Arial" w:cs="Times New Roman"/>
            </w:rPr>
            <w:t>Insurance</w:t>
          </w:r>
        </w:p>
      </w:docPartBody>
    </w:docPart>
    <w:docPart>
      <w:docPartPr>
        <w:name w:val="6373E2B8076B4569AE54532C9397C21B"/>
        <w:category>
          <w:name w:val="General"/>
          <w:gallery w:val="placeholder"/>
        </w:category>
        <w:types>
          <w:type w:val="bbPlcHdr"/>
        </w:types>
        <w:behaviors>
          <w:behavior w:val="content"/>
        </w:behaviors>
        <w:guid w:val="{82F6C16C-02D5-4C01-9159-331173C09827}"/>
      </w:docPartPr>
      <w:docPartBody>
        <w:p w:rsidR="00000000" w:rsidRDefault="00000000">
          <w:pPr>
            <w:pStyle w:val="6373E2B8076B4569AE54532C9397C21B"/>
          </w:pPr>
          <w:r w:rsidRPr="00ED112D">
            <w:t>$0</w:t>
          </w:r>
        </w:p>
      </w:docPartBody>
    </w:docPart>
    <w:docPart>
      <w:docPartPr>
        <w:name w:val="16C35EEEE33E4933B8BD8D124DD7D0DB"/>
        <w:category>
          <w:name w:val="General"/>
          <w:gallery w:val="placeholder"/>
        </w:category>
        <w:types>
          <w:type w:val="bbPlcHdr"/>
        </w:types>
        <w:behaviors>
          <w:behavior w:val="content"/>
        </w:behaviors>
        <w:guid w:val="{8C3608D0-319D-4DD8-8057-0AC52EDE35E5}"/>
      </w:docPartPr>
      <w:docPartBody>
        <w:p w:rsidR="00000000" w:rsidRDefault="00000000">
          <w:pPr>
            <w:pStyle w:val="16C35EEEE33E4933B8BD8D124DD7D0DB"/>
          </w:pPr>
          <w:r w:rsidRPr="00ED112D">
            <w:t>$</w:t>
          </w:r>
          <w:r>
            <w:t>6</w:t>
          </w:r>
          <w:r w:rsidRPr="00ED112D">
            <w:t>0</w:t>
          </w:r>
        </w:p>
      </w:docPartBody>
    </w:docPart>
    <w:docPart>
      <w:docPartPr>
        <w:name w:val="0D04ED0CE6D14EA79C80911F7979EC27"/>
        <w:category>
          <w:name w:val="General"/>
          <w:gallery w:val="placeholder"/>
        </w:category>
        <w:types>
          <w:type w:val="bbPlcHdr"/>
        </w:types>
        <w:behaviors>
          <w:behavior w:val="content"/>
        </w:behaviors>
        <w:guid w:val="{2976B121-C1AB-45CE-8BFF-05DFD9D77CBC}"/>
      </w:docPartPr>
      <w:docPartBody>
        <w:p w:rsidR="00000000" w:rsidRDefault="00000000">
          <w:pPr>
            <w:pStyle w:val="0D04ED0CE6D14EA79C80911F7979EC27"/>
          </w:pPr>
          <w:r w:rsidRPr="00ED112D">
            <w:t>$</w:t>
          </w:r>
          <w:r>
            <w:t>6</w:t>
          </w:r>
          <w:r w:rsidRPr="00ED112D">
            <w:t>0</w:t>
          </w:r>
        </w:p>
      </w:docPartBody>
    </w:docPart>
    <w:docPart>
      <w:docPartPr>
        <w:name w:val="C7DE40657D2B4DA08C4D0DF3EB783762"/>
        <w:category>
          <w:name w:val="General"/>
          <w:gallery w:val="placeholder"/>
        </w:category>
        <w:types>
          <w:type w:val="bbPlcHdr"/>
        </w:types>
        <w:behaviors>
          <w:behavior w:val="content"/>
        </w:behaviors>
        <w:guid w:val="{38F293FB-E254-4CCF-84A5-CE37388C04AE}"/>
      </w:docPartPr>
      <w:docPartBody>
        <w:p w:rsidR="00000000" w:rsidRDefault="00000000">
          <w:pPr>
            <w:pStyle w:val="C7DE40657D2B4DA08C4D0DF3EB783762"/>
          </w:pPr>
          <w:r w:rsidRPr="00ED112D">
            <w:rPr>
              <w:rFonts w:ascii="Arial" w:eastAsia="Arial" w:hAnsi="Arial" w:cs="Times New Roman"/>
            </w:rPr>
            <w:t>Interest Expense</w:t>
          </w:r>
        </w:p>
      </w:docPartBody>
    </w:docPart>
    <w:docPart>
      <w:docPartPr>
        <w:name w:val="A87367E09E1D4DAD88DC4A52664B6F87"/>
        <w:category>
          <w:name w:val="General"/>
          <w:gallery w:val="placeholder"/>
        </w:category>
        <w:types>
          <w:type w:val="bbPlcHdr"/>
        </w:types>
        <w:behaviors>
          <w:behavior w:val="content"/>
        </w:behaviors>
        <w:guid w:val="{F5BBFC94-D0C5-4F4C-868B-351324D50FD3}"/>
      </w:docPartPr>
      <w:docPartBody>
        <w:p w:rsidR="00000000" w:rsidRDefault="00000000">
          <w:pPr>
            <w:pStyle w:val="A87367E09E1D4DAD88DC4A52664B6F87"/>
          </w:pPr>
          <w:r w:rsidRPr="00ED112D">
            <w:t>$0</w:t>
          </w:r>
        </w:p>
      </w:docPartBody>
    </w:docPart>
    <w:docPart>
      <w:docPartPr>
        <w:name w:val="D375758891C543BB838FD2EDD733817F"/>
        <w:category>
          <w:name w:val="General"/>
          <w:gallery w:val="placeholder"/>
        </w:category>
        <w:types>
          <w:type w:val="bbPlcHdr"/>
        </w:types>
        <w:behaviors>
          <w:behavior w:val="content"/>
        </w:behaviors>
        <w:guid w:val="{246E2DE9-59F0-490C-8201-2BBD1F5099AF}"/>
      </w:docPartPr>
      <w:docPartBody>
        <w:p w:rsidR="00000000" w:rsidRDefault="00000000">
          <w:pPr>
            <w:pStyle w:val="D375758891C543BB838FD2EDD733817F"/>
          </w:pPr>
          <w:r w:rsidRPr="00ED112D">
            <w:t>$0</w:t>
          </w:r>
        </w:p>
      </w:docPartBody>
    </w:docPart>
    <w:docPart>
      <w:docPartPr>
        <w:name w:val="A1122C2F89BA4AF5BC03C5A902006C72"/>
        <w:category>
          <w:name w:val="General"/>
          <w:gallery w:val="placeholder"/>
        </w:category>
        <w:types>
          <w:type w:val="bbPlcHdr"/>
        </w:types>
        <w:behaviors>
          <w:behavior w:val="content"/>
        </w:behaviors>
        <w:guid w:val="{890F41E8-23D7-4AB1-8323-44FC2805FEE0}"/>
      </w:docPartPr>
      <w:docPartBody>
        <w:p w:rsidR="00000000" w:rsidRDefault="00000000">
          <w:pPr>
            <w:pStyle w:val="A1122C2F89BA4AF5BC03C5A902006C72"/>
          </w:pPr>
          <w:r w:rsidRPr="00ED112D">
            <w:t>$0</w:t>
          </w:r>
        </w:p>
      </w:docPartBody>
    </w:docPart>
    <w:docPart>
      <w:docPartPr>
        <w:name w:val="66E64D3A14D64C808136F59776F0C009"/>
        <w:category>
          <w:name w:val="General"/>
          <w:gallery w:val="placeholder"/>
        </w:category>
        <w:types>
          <w:type w:val="bbPlcHdr"/>
        </w:types>
        <w:behaviors>
          <w:behavior w:val="content"/>
        </w:behaviors>
        <w:guid w:val="{9CFEE069-2B2E-4692-8E88-88C0D1B15BD0}"/>
      </w:docPartPr>
      <w:docPartBody>
        <w:p w:rsidR="00000000" w:rsidRDefault="00000000">
          <w:pPr>
            <w:pStyle w:val="66E64D3A14D64C808136F59776F0C009"/>
          </w:pPr>
          <w:r w:rsidRPr="00ED112D">
            <w:rPr>
              <w:rFonts w:ascii="Arial" w:eastAsia="Arial" w:hAnsi="Arial" w:cs="Times New Roman"/>
            </w:rPr>
            <w:t>Bank Service Charges</w:t>
          </w:r>
        </w:p>
      </w:docPartBody>
    </w:docPart>
    <w:docPart>
      <w:docPartPr>
        <w:name w:val="2D430C60856A4C32AAA9CD86027B1374"/>
        <w:category>
          <w:name w:val="General"/>
          <w:gallery w:val="placeholder"/>
        </w:category>
        <w:types>
          <w:type w:val="bbPlcHdr"/>
        </w:types>
        <w:behaviors>
          <w:behavior w:val="content"/>
        </w:behaviors>
        <w:guid w:val="{ED0F9D30-841C-4F26-B2A4-AF33AD07C225}"/>
      </w:docPartPr>
      <w:docPartBody>
        <w:p w:rsidR="00000000" w:rsidRDefault="00000000">
          <w:pPr>
            <w:pStyle w:val="2D430C60856A4C32AAA9CD86027B1374"/>
          </w:pPr>
          <w:r w:rsidRPr="00ED112D">
            <w:t>$0</w:t>
          </w:r>
        </w:p>
      </w:docPartBody>
    </w:docPart>
    <w:docPart>
      <w:docPartPr>
        <w:name w:val="03905D4BBD4F412BA06068C809CB8ED9"/>
        <w:category>
          <w:name w:val="General"/>
          <w:gallery w:val="placeholder"/>
        </w:category>
        <w:types>
          <w:type w:val="bbPlcHdr"/>
        </w:types>
        <w:behaviors>
          <w:behavior w:val="content"/>
        </w:behaviors>
        <w:guid w:val="{4093ABE0-5EF7-47F1-AE14-6B930ED1D845}"/>
      </w:docPartPr>
      <w:docPartBody>
        <w:p w:rsidR="00000000" w:rsidRDefault="00000000">
          <w:pPr>
            <w:pStyle w:val="03905D4BBD4F412BA06068C809CB8ED9"/>
          </w:pPr>
          <w:r w:rsidRPr="00ED112D">
            <w:t>$0</w:t>
          </w:r>
        </w:p>
      </w:docPartBody>
    </w:docPart>
    <w:docPart>
      <w:docPartPr>
        <w:name w:val="0314B2BD2941481CB2A7D11CE38F56A5"/>
        <w:category>
          <w:name w:val="General"/>
          <w:gallery w:val="placeholder"/>
        </w:category>
        <w:types>
          <w:type w:val="bbPlcHdr"/>
        </w:types>
        <w:behaviors>
          <w:behavior w:val="content"/>
        </w:behaviors>
        <w:guid w:val="{61D032C7-0164-4784-9B93-771130E6ABC0}"/>
      </w:docPartPr>
      <w:docPartBody>
        <w:p w:rsidR="00000000" w:rsidRDefault="00000000">
          <w:pPr>
            <w:pStyle w:val="0314B2BD2941481CB2A7D11CE38F56A5"/>
          </w:pPr>
          <w:r w:rsidRPr="00ED112D">
            <w:t>$0</w:t>
          </w:r>
        </w:p>
      </w:docPartBody>
    </w:docPart>
    <w:docPart>
      <w:docPartPr>
        <w:name w:val="63A4E73C62354B6A8F2EB22CDA82C300"/>
        <w:category>
          <w:name w:val="General"/>
          <w:gallery w:val="placeholder"/>
        </w:category>
        <w:types>
          <w:type w:val="bbPlcHdr"/>
        </w:types>
        <w:behaviors>
          <w:behavior w:val="content"/>
        </w:behaviors>
        <w:guid w:val="{A91E9B62-4BFE-44E2-B920-A0368E0C9F52}"/>
      </w:docPartPr>
      <w:docPartBody>
        <w:p w:rsidR="00000000" w:rsidRDefault="00000000">
          <w:pPr>
            <w:pStyle w:val="63A4E73C62354B6A8F2EB22CDA82C300"/>
          </w:pPr>
          <w:r w:rsidRPr="00ED112D">
            <w:rPr>
              <w:rFonts w:ascii="Arial" w:eastAsia="Arial" w:hAnsi="Arial" w:cs="Times New Roman"/>
            </w:rPr>
            <w:t>Supplies</w:t>
          </w:r>
        </w:p>
      </w:docPartBody>
    </w:docPart>
    <w:docPart>
      <w:docPartPr>
        <w:name w:val="53A2F69DCD5D4904B597B0C2316604B6"/>
        <w:category>
          <w:name w:val="General"/>
          <w:gallery w:val="placeholder"/>
        </w:category>
        <w:types>
          <w:type w:val="bbPlcHdr"/>
        </w:types>
        <w:behaviors>
          <w:behavior w:val="content"/>
        </w:behaviors>
        <w:guid w:val="{936FF4E7-3856-406B-A5C8-C3BE1A6DCBA4}"/>
      </w:docPartPr>
      <w:docPartBody>
        <w:p w:rsidR="00000000" w:rsidRDefault="00000000">
          <w:pPr>
            <w:pStyle w:val="53A2F69DCD5D4904B597B0C2316604B6"/>
          </w:pPr>
          <w:r w:rsidRPr="00ED112D">
            <w:t>$0</w:t>
          </w:r>
        </w:p>
      </w:docPartBody>
    </w:docPart>
    <w:docPart>
      <w:docPartPr>
        <w:name w:val="021AFDEDFFF24FDCACCA6C9A6A46C05D"/>
        <w:category>
          <w:name w:val="General"/>
          <w:gallery w:val="placeholder"/>
        </w:category>
        <w:types>
          <w:type w:val="bbPlcHdr"/>
        </w:types>
        <w:behaviors>
          <w:behavior w:val="content"/>
        </w:behaviors>
        <w:guid w:val="{1455E4B2-9371-43C8-A63E-204580FFBFBC}"/>
      </w:docPartPr>
      <w:docPartBody>
        <w:p w:rsidR="00000000" w:rsidRDefault="00000000">
          <w:pPr>
            <w:pStyle w:val="021AFDEDFFF24FDCACCA6C9A6A46C05D"/>
          </w:pPr>
          <w:r w:rsidRPr="00ED112D">
            <w:t>$0</w:t>
          </w:r>
        </w:p>
      </w:docPartBody>
    </w:docPart>
    <w:docPart>
      <w:docPartPr>
        <w:name w:val="C30A7274096E4836B6F94BD0B039EC48"/>
        <w:category>
          <w:name w:val="General"/>
          <w:gallery w:val="placeholder"/>
        </w:category>
        <w:types>
          <w:type w:val="bbPlcHdr"/>
        </w:types>
        <w:behaviors>
          <w:behavior w:val="content"/>
        </w:behaviors>
        <w:guid w:val="{D0D09C7B-1186-4C8F-9A72-13D6D0CC863B}"/>
      </w:docPartPr>
      <w:docPartBody>
        <w:p w:rsidR="00000000" w:rsidRDefault="00000000">
          <w:pPr>
            <w:pStyle w:val="C30A7274096E4836B6F94BD0B039EC48"/>
          </w:pPr>
          <w:r w:rsidRPr="00ED112D">
            <w:t>$0</w:t>
          </w:r>
        </w:p>
      </w:docPartBody>
    </w:docPart>
    <w:docPart>
      <w:docPartPr>
        <w:name w:val="A3C05A0D5AFB49E2B91B96C841983952"/>
        <w:category>
          <w:name w:val="General"/>
          <w:gallery w:val="placeholder"/>
        </w:category>
        <w:types>
          <w:type w:val="bbPlcHdr"/>
        </w:types>
        <w:behaviors>
          <w:behavior w:val="content"/>
        </w:behaviors>
        <w:guid w:val="{EDFAC9F2-0868-4D54-8524-815B9E20F6D9}"/>
      </w:docPartPr>
      <w:docPartBody>
        <w:p w:rsidR="00000000" w:rsidRDefault="00000000">
          <w:pPr>
            <w:pStyle w:val="A3C05A0D5AFB49E2B91B96C841983952"/>
          </w:pPr>
          <w:r w:rsidRPr="00ED112D">
            <w:rPr>
              <w:rFonts w:ascii="Arial" w:eastAsia="Arial" w:hAnsi="Arial" w:cs="Times New Roman"/>
            </w:rPr>
            <w:t>Travel &amp; Entertainment</w:t>
          </w:r>
        </w:p>
      </w:docPartBody>
    </w:docPart>
    <w:docPart>
      <w:docPartPr>
        <w:name w:val="BC80C1E4C19544EDB7F6BBC5B3FD10AE"/>
        <w:category>
          <w:name w:val="General"/>
          <w:gallery w:val="placeholder"/>
        </w:category>
        <w:types>
          <w:type w:val="bbPlcHdr"/>
        </w:types>
        <w:behaviors>
          <w:behavior w:val="content"/>
        </w:behaviors>
        <w:guid w:val="{533C1E55-AF5C-4042-B979-1DFFE2185A28}"/>
      </w:docPartPr>
      <w:docPartBody>
        <w:p w:rsidR="00000000" w:rsidRDefault="00000000">
          <w:pPr>
            <w:pStyle w:val="BC80C1E4C19544EDB7F6BBC5B3FD10AE"/>
          </w:pPr>
          <w:r w:rsidRPr="00ED112D">
            <w:t>$0</w:t>
          </w:r>
        </w:p>
      </w:docPartBody>
    </w:docPart>
    <w:docPart>
      <w:docPartPr>
        <w:name w:val="77C19EF19197475CBAB45E875DCAF894"/>
        <w:category>
          <w:name w:val="General"/>
          <w:gallery w:val="placeholder"/>
        </w:category>
        <w:types>
          <w:type w:val="bbPlcHdr"/>
        </w:types>
        <w:behaviors>
          <w:behavior w:val="content"/>
        </w:behaviors>
        <w:guid w:val="{573F561D-68A5-4B61-B7B5-BE2CB32F4D38}"/>
      </w:docPartPr>
      <w:docPartBody>
        <w:p w:rsidR="00000000" w:rsidRDefault="00000000">
          <w:pPr>
            <w:pStyle w:val="77C19EF19197475CBAB45E875DCAF894"/>
          </w:pPr>
          <w:r w:rsidRPr="00ED112D">
            <w:t>$0</w:t>
          </w:r>
        </w:p>
      </w:docPartBody>
    </w:docPart>
    <w:docPart>
      <w:docPartPr>
        <w:name w:val="4E94845698914CC3907D5FCF19A43B36"/>
        <w:category>
          <w:name w:val="General"/>
          <w:gallery w:val="placeholder"/>
        </w:category>
        <w:types>
          <w:type w:val="bbPlcHdr"/>
        </w:types>
        <w:behaviors>
          <w:behavior w:val="content"/>
        </w:behaviors>
        <w:guid w:val="{3ADA15FB-24E2-4519-B0C8-50BDF3376E52}"/>
      </w:docPartPr>
      <w:docPartBody>
        <w:p w:rsidR="00000000" w:rsidRDefault="00000000">
          <w:pPr>
            <w:pStyle w:val="4E94845698914CC3907D5FCF19A43B36"/>
          </w:pPr>
          <w:r w:rsidRPr="00ED112D">
            <w:t>$0</w:t>
          </w:r>
        </w:p>
      </w:docPartBody>
    </w:docPart>
    <w:docPart>
      <w:docPartPr>
        <w:name w:val="F29E407789C6444794E9F0231909024C"/>
        <w:category>
          <w:name w:val="General"/>
          <w:gallery w:val="placeholder"/>
        </w:category>
        <w:types>
          <w:type w:val="bbPlcHdr"/>
        </w:types>
        <w:behaviors>
          <w:behavior w:val="content"/>
        </w:behaviors>
        <w:guid w:val="{7C549202-A07A-4B4D-BED4-C315DBB03FC4}"/>
      </w:docPartPr>
      <w:docPartBody>
        <w:p w:rsidR="00000000" w:rsidRDefault="00000000">
          <w:pPr>
            <w:pStyle w:val="F29E407789C6444794E9F0231909024C"/>
          </w:pPr>
          <w:r w:rsidRPr="00ED112D">
            <w:rPr>
              <w:rFonts w:ascii="Arial" w:eastAsia="Arial" w:hAnsi="Arial" w:cs="Times New Roman"/>
            </w:rPr>
            <w:t>Equipment</w:t>
          </w:r>
        </w:p>
      </w:docPartBody>
    </w:docPart>
    <w:docPart>
      <w:docPartPr>
        <w:name w:val="CBB4177B1E9740BF943F6D75C043A681"/>
        <w:category>
          <w:name w:val="General"/>
          <w:gallery w:val="placeholder"/>
        </w:category>
        <w:types>
          <w:type w:val="bbPlcHdr"/>
        </w:types>
        <w:behaviors>
          <w:behavior w:val="content"/>
        </w:behaviors>
        <w:guid w:val="{5FE61908-9376-41F9-9226-AFBA0246FECE}"/>
      </w:docPartPr>
      <w:docPartBody>
        <w:p w:rsidR="00000000" w:rsidRDefault="00000000">
          <w:pPr>
            <w:pStyle w:val="CBB4177B1E9740BF943F6D75C043A681"/>
          </w:pPr>
          <w:r w:rsidRPr="00ED112D">
            <w:t>$0</w:t>
          </w:r>
        </w:p>
      </w:docPartBody>
    </w:docPart>
    <w:docPart>
      <w:docPartPr>
        <w:name w:val="03F03D23674543698561FAF6D6102A00"/>
        <w:category>
          <w:name w:val="General"/>
          <w:gallery w:val="placeholder"/>
        </w:category>
        <w:types>
          <w:type w:val="bbPlcHdr"/>
        </w:types>
        <w:behaviors>
          <w:behavior w:val="content"/>
        </w:behaviors>
        <w:guid w:val="{59AD6D69-D836-437D-A49B-5D38BB57854A}"/>
      </w:docPartPr>
      <w:docPartBody>
        <w:p w:rsidR="00000000" w:rsidRDefault="00000000">
          <w:pPr>
            <w:pStyle w:val="03F03D23674543698561FAF6D6102A00"/>
          </w:pPr>
          <w:r w:rsidRPr="00ED112D">
            <w:t>$</w:t>
          </w:r>
          <w:r w:rsidRPr="00ED112D">
            <w:rPr>
              <w:rFonts w:ascii="Arial" w:eastAsia="Arial" w:hAnsi="Arial" w:cs="Times New Roman"/>
            </w:rPr>
            <w:t>2,50</w:t>
          </w:r>
          <w:r w:rsidRPr="00ED112D">
            <w:t>0</w:t>
          </w:r>
        </w:p>
      </w:docPartBody>
    </w:docPart>
    <w:docPart>
      <w:docPartPr>
        <w:name w:val="66B1928EF59D4C32B979212070E9177F"/>
        <w:category>
          <w:name w:val="General"/>
          <w:gallery w:val="placeholder"/>
        </w:category>
        <w:types>
          <w:type w:val="bbPlcHdr"/>
        </w:types>
        <w:behaviors>
          <w:behavior w:val="content"/>
        </w:behaviors>
        <w:guid w:val="{AFDB66A4-EDA2-47F6-A73D-12E3F6CDC885}"/>
      </w:docPartPr>
      <w:docPartBody>
        <w:p w:rsidR="00000000" w:rsidRDefault="00000000">
          <w:pPr>
            <w:pStyle w:val="66B1928EF59D4C32B979212070E9177F"/>
          </w:pPr>
          <w:r w:rsidRPr="00ED112D">
            <w:t>$</w:t>
          </w:r>
          <w:r w:rsidRPr="00ED112D">
            <w:rPr>
              <w:rFonts w:ascii="Arial" w:eastAsia="Arial" w:hAnsi="Arial" w:cs="Times New Roman"/>
            </w:rPr>
            <w:t>2,50</w:t>
          </w:r>
          <w:r w:rsidRPr="00ED112D">
            <w:t>0</w:t>
          </w:r>
        </w:p>
      </w:docPartBody>
    </w:docPart>
    <w:docPart>
      <w:docPartPr>
        <w:name w:val="43223216B8184A7E97B4D2DC10186067"/>
        <w:category>
          <w:name w:val="General"/>
          <w:gallery w:val="placeholder"/>
        </w:category>
        <w:types>
          <w:type w:val="bbPlcHdr"/>
        </w:types>
        <w:behaviors>
          <w:behavior w:val="content"/>
        </w:behaviors>
        <w:guid w:val="{42CAD364-95DA-4384-8961-8E9641342E32}"/>
      </w:docPartPr>
      <w:docPartBody>
        <w:p w:rsidR="00000000" w:rsidRDefault="00000000">
          <w:pPr>
            <w:pStyle w:val="43223216B8184A7E97B4D2DC10186067"/>
          </w:pPr>
          <w:r w:rsidRPr="00ED112D">
            <w:rPr>
              <w:rFonts w:ascii="Arial" w:eastAsia="Arial" w:hAnsi="Arial" w:cs="Times New Roman"/>
            </w:rPr>
            <w:t>Furniture &amp; Fixtures</w:t>
          </w:r>
        </w:p>
      </w:docPartBody>
    </w:docPart>
    <w:docPart>
      <w:docPartPr>
        <w:name w:val="93D1911DCEC8430FB47FFE563039795D"/>
        <w:category>
          <w:name w:val="General"/>
          <w:gallery w:val="placeholder"/>
        </w:category>
        <w:types>
          <w:type w:val="bbPlcHdr"/>
        </w:types>
        <w:behaviors>
          <w:behavior w:val="content"/>
        </w:behaviors>
        <w:guid w:val="{29F42CE3-B750-49B4-A5FE-D452097A0741}"/>
      </w:docPartPr>
      <w:docPartBody>
        <w:p w:rsidR="00000000" w:rsidRDefault="00000000">
          <w:pPr>
            <w:pStyle w:val="93D1911DCEC8430FB47FFE563039795D"/>
          </w:pPr>
          <w:r w:rsidRPr="00ED112D">
            <w:t>$0</w:t>
          </w:r>
        </w:p>
      </w:docPartBody>
    </w:docPart>
    <w:docPart>
      <w:docPartPr>
        <w:name w:val="37C2D8019B4A4E55BD7D41CFAFE943F2"/>
        <w:category>
          <w:name w:val="General"/>
          <w:gallery w:val="placeholder"/>
        </w:category>
        <w:types>
          <w:type w:val="bbPlcHdr"/>
        </w:types>
        <w:behaviors>
          <w:behavior w:val="content"/>
        </w:behaviors>
        <w:guid w:val="{081D142D-2E45-40A5-A628-B645AEC828D1}"/>
      </w:docPartPr>
      <w:docPartBody>
        <w:p w:rsidR="00000000" w:rsidRDefault="00000000">
          <w:pPr>
            <w:pStyle w:val="37C2D8019B4A4E55BD7D41CFAFE943F2"/>
          </w:pPr>
          <w:r w:rsidRPr="00ED112D">
            <w:t>$0</w:t>
          </w:r>
        </w:p>
      </w:docPartBody>
    </w:docPart>
    <w:docPart>
      <w:docPartPr>
        <w:name w:val="37C0F21EB2EE400FB5826CDFA8CEDC0D"/>
        <w:category>
          <w:name w:val="General"/>
          <w:gallery w:val="placeholder"/>
        </w:category>
        <w:types>
          <w:type w:val="bbPlcHdr"/>
        </w:types>
        <w:behaviors>
          <w:behavior w:val="content"/>
        </w:behaviors>
        <w:guid w:val="{06910E53-CC08-4E7B-8C2B-582B7E94EE17}"/>
      </w:docPartPr>
      <w:docPartBody>
        <w:p w:rsidR="00000000" w:rsidRDefault="00000000">
          <w:pPr>
            <w:pStyle w:val="37C0F21EB2EE400FB5826CDFA8CEDC0D"/>
          </w:pPr>
          <w:r w:rsidRPr="00ED112D">
            <w:t>$0</w:t>
          </w:r>
        </w:p>
      </w:docPartBody>
    </w:docPart>
    <w:docPart>
      <w:docPartPr>
        <w:name w:val="5BBB62EFE60545549AE9EDA6C9E20A03"/>
        <w:category>
          <w:name w:val="General"/>
          <w:gallery w:val="placeholder"/>
        </w:category>
        <w:types>
          <w:type w:val="bbPlcHdr"/>
        </w:types>
        <w:behaviors>
          <w:behavior w:val="content"/>
        </w:behaviors>
        <w:guid w:val="{C56D69DD-8E34-46C5-8518-41D3087D64A8}"/>
      </w:docPartPr>
      <w:docPartBody>
        <w:p w:rsidR="00000000" w:rsidRDefault="00000000">
          <w:pPr>
            <w:pStyle w:val="5BBB62EFE60545549AE9EDA6C9E20A03"/>
          </w:pPr>
          <w:r w:rsidRPr="00ED112D">
            <w:rPr>
              <w:rFonts w:ascii="Arial" w:eastAsia="Arial" w:hAnsi="Arial" w:cs="Times New Roman"/>
            </w:rPr>
            <w:t>Leasehold Improvements</w:t>
          </w:r>
        </w:p>
      </w:docPartBody>
    </w:docPart>
    <w:docPart>
      <w:docPartPr>
        <w:name w:val="C9802B03EEB5423897A8D9D7F810F0B2"/>
        <w:category>
          <w:name w:val="General"/>
          <w:gallery w:val="placeholder"/>
        </w:category>
        <w:types>
          <w:type w:val="bbPlcHdr"/>
        </w:types>
        <w:behaviors>
          <w:behavior w:val="content"/>
        </w:behaviors>
        <w:guid w:val="{E9B58E35-801D-453B-B203-20E195234460}"/>
      </w:docPartPr>
      <w:docPartBody>
        <w:p w:rsidR="00000000" w:rsidRDefault="00000000">
          <w:pPr>
            <w:pStyle w:val="C9802B03EEB5423897A8D9D7F810F0B2"/>
          </w:pPr>
          <w:r w:rsidRPr="00ED112D">
            <w:t>$0</w:t>
          </w:r>
        </w:p>
      </w:docPartBody>
    </w:docPart>
    <w:docPart>
      <w:docPartPr>
        <w:name w:val="C6341DCB95BA4DD1B660963851200B3D"/>
        <w:category>
          <w:name w:val="General"/>
          <w:gallery w:val="placeholder"/>
        </w:category>
        <w:types>
          <w:type w:val="bbPlcHdr"/>
        </w:types>
        <w:behaviors>
          <w:behavior w:val="content"/>
        </w:behaviors>
        <w:guid w:val="{B17D121C-6FE5-45EA-9378-254F92F6D545}"/>
      </w:docPartPr>
      <w:docPartBody>
        <w:p w:rsidR="00000000" w:rsidRDefault="00000000">
          <w:pPr>
            <w:pStyle w:val="C6341DCB95BA4DD1B660963851200B3D"/>
          </w:pPr>
          <w:r w:rsidRPr="00ED112D">
            <w:t>$0</w:t>
          </w:r>
        </w:p>
      </w:docPartBody>
    </w:docPart>
    <w:docPart>
      <w:docPartPr>
        <w:name w:val="5713B87C624241CD9C05289D50D95BF3"/>
        <w:category>
          <w:name w:val="General"/>
          <w:gallery w:val="placeholder"/>
        </w:category>
        <w:types>
          <w:type w:val="bbPlcHdr"/>
        </w:types>
        <w:behaviors>
          <w:behavior w:val="content"/>
        </w:behaviors>
        <w:guid w:val="{65731ABB-3EE9-4B07-AE0B-EA1665551DC6}"/>
      </w:docPartPr>
      <w:docPartBody>
        <w:p w:rsidR="00000000" w:rsidRDefault="00000000">
          <w:pPr>
            <w:pStyle w:val="5713B87C624241CD9C05289D50D95BF3"/>
          </w:pPr>
          <w:r w:rsidRPr="00ED112D">
            <w:t>$0</w:t>
          </w:r>
        </w:p>
      </w:docPartBody>
    </w:docPart>
    <w:docPart>
      <w:docPartPr>
        <w:name w:val="E4D8B9A3655549E7A934589135C37C33"/>
        <w:category>
          <w:name w:val="General"/>
          <w:gallery w:val="placeholder"/>
        </w:category>
        <w:types>
          <w:type w:val="bbPlcHdr"/>
        </w:types>
        <w:behaviors>
          <w:behavior w:val="content"/>
        </w:behaviors>
        <w:guid w:val="{48F2EE1D-30F5-40AE-9871-1C9901A8626B}"/>
      </w:docPartPr>
      <w:docPartBody>
        <w:p w:rsidR="00000000" w:rsidRDefault="00000000">
          <w:pPr>
            <w:pStyle w:val="E4D8B9A3655549E7A934589135C37C33"/>
          </w:pPr>
          <w:r w:rsidRPr="00ED112D">
            <w:rPr>
              <w:rFonts w:ascii="Arial" w:eastAsia="Arial" w:hAnsi="Arial" w:cs="Times New Roman"/>
            </w:rPr>
            <w:t>Security Deposit(s</w:t>
          </w:r>
          <w:r>
            <w:rPr>
              <w:rFonts w:ascii="Arial" w:eastAsia="Arial" w:hAnsi="Arial" w:cs="Times New Roman"/>
            </w:rPr>
            <w:t>)</w:t>
          </w:r>
        </w:p>
      </w:docPartBody>
    </w:docPart>
    <w:docPart>
      <w:docPartPr>
        <w:name w:val="3A9CB21FB6D44D5FB4627D6FD6B5FF28"/>
        <w:category>
          <w:name w:val="General"/>
          <w:gallery w:val="placeholder"/>
        </w:category>
        <w:types>
          <w:type w:val="bbPlcHdr"/>
        </w:types>
        <w:behaviors>
          <w:behavior w:val="content"/>
        </w:behaviors>
        <w:guid w:val="{832997D4-7D47-4000-8044-E4E1F3E7C65B}"/>
      </w:docPartPr>
      <w:docPartBody>
        <w:p w:rsidR="00000000" w:rsidRDefault="00000000">
          <w:pPr>
            <w:pStyle w:val="3A9CB21FB6D44D5FB4627D6FD6B5FF28"/>
          </w:pPr>
          <w:r w:rsidRPr="00ED112D">
            <w:t>$0</w:t>
          </w:r>
        </w:p>
      </w:docPartBody>
    </w:docPart>
    <w:docPart>
      <w:docPartPr>
        <w:name w:val="1D977B1B865D49AEA9AB80C876ED7B19"/>
        <w:category>
          <w:name w:val="General"/>
          <w:gallery w:val="placeholder"/>
        </w:category>
        <w:types>
          <w:type w:val="bbPlcHdr"/>
        </w:types>
        <w:behaviors>
          <w:behavior w:val="content"/>
        </w:behaviors>
        <w:guid w:val="{0B7AE38D-7FF9-4E65-A377-B69770804CB4}"/>
      </w:docPartPr>
      <w:docPartBody>
        <w:p w:rsidR="00000000" w:rsidRDefault="00000000">
          <w:pPr>
            <w:pStyle w:val="1D977B1B865D49AEA9AB80C876ED7B19"/>
          </w:pPr>
          <w:r w:rsidRPr="00ED112D">
            <w:t>$0</w:t>
          </w:r>
        </w:p>
      </w:docPartBody>
    </w:docPart>
    <w:docPart>
      <w:docPartPr>
        <w:name w:val="F068A8AED5D24566B8FDC11DF2C414F3"/>
        <w:category>
          <w:name w:val="General"/>
          <w:gallery w:val="placeholder"/>
        </w:category>
        <w:types>
          <w:type w:val="bbPlcHdr"/>
        </w:types>
        <w:behaviors>
          <w:behavior w:val="content"/>
        </w:behaviors>
        <w:guid w:val="{228E9B97-2391-4A82-94D5-9CABF244A201}"/>
      </w:docPartPr>
      <w:docPartBody>
        <w:p w:rsidR="00000000" w:rsidRDefault="00000000">
          <w:pPr>
            <w:pStyle w:val="F068A8AED5D24566B8FDC11DF2C414F3"/>
          </w:pPr>
          <w:r w:rsidRPr="00ED112D">
            <w:t>$0</w:t>
          </w:r>
        </w:p>
      </w:docPartBody>
    </w:docPart>
    <w:docPart>
      <w:docPartPr>
        <w:name w:val="85373F71F50F49439AE8B58278A49E6D"/>
        <w:category>
          <w:name w:val="General"/>
          <w:gallery w:val="placeholder"/>
        </w:category>
        <w:types>
          <w:type w:val="bbPlcHdr"/>
        </w:types>
        <w:behaviors>
          <w:behavior w:val="content"/>
        </w:behaviors>
        <w:guid w:val="{869D630F-4769-4063-A433-461EECF8A8CD}"/>
      </w:docPartPr>
      <w:docPartBody>
        <w:p w:rsidR="00000000" w:rsidRDefault="00000000">
          <w:pPr>
            <w:pStyle w:val="85373F71F50F49439AE8B58278A49E6D"/>
          </w:pPr>
          <w:r w:rsidRPr="00ED112D">
            <w:rPr>
              <w:rFonts w:ascii="Arial" w:eastAsia="Arial" w:hAnsi="Arial" w:cs="Times New Roman"/>
            </w:rPr>
            <w:t>Business Licenses/Permits/Fees</w:t>
          </w:r>
        </w:p>
      </w:docPartBody>
    </w:docPart>
    <w:docPart>
      <w:docPartPr>
        <w:name w:val="3AF00FEF88EA4C65927E504FC84F9CA7"/>
        <w:category>
          <w:name w:val="General"/>
          <w:gallery w:val="placeholder"/>
        </w:category>
        <w:types>
          <w:type w:val="bbPlcHdr"/>
        </w:types>
        <w:behaviors>
          <w:behavior w:val="content"/>
        </w:behaviors>
        <w:guid w:val="{483FB0A2-6B63-4081-91C3-D84A59D24B5C}"/>
      </w:docPartPr>
      <w:docPartBody>
        <w:p w:rsidR="00000000" w:rsidRDefault="00000000">
          <w:pPr>
            <w:pStyle w:val="3AF00FEF88EA4C65927E504FC84F9CA7"/>
          </w:pPr>
          <w:r w:rsidRPr="00ED112D">
            <w:t>$0</w:t>
          </w:r>
        </w:p>
      </w:docPartBody>
    </w:docPart>
    <w:docPart>
      <w:docPartPr>
        <w:name w:val="512DFAE46C34426BBB622FD09FBFCA04"/>
        <w:category>
          <w:name w:val="General"/>
          <w:gallery w:val="placeholder"/>
        </w:category>
        <w:types>
          <w:type w:val="bbPlcHdr"/>
        </w:types>
        <w:behaviors>
          <w:behavior w:val="content"/>
        </w:behaviors>
        <w:guid w:val="{1D481E1F-009B-4720-B4C2-B5178EA9C8C8}"/>
      </w:docPartPr>
      <w:docPartBody>
        <w:p w:rsidR="00000000" w:rsidRDefault="00000000">
          <w:pPr>
            <w:pStyle w:val="512DFAE46C34426BBB622FD09FBFCA04"/>
          </w:pPr>
          <w:r w:rsidRPr="00ED112D">
            <w:t>$</w:t>
          </w:r>
          <w:r w:rsidRPr="00ED112D">
            <w:rPr>
              <w:rFonts w:ascii="Arial" w:eastAsia="Arial" w:hAnsi="Arial" w:cs="Times New Roman"/>
            </w:rPr>
            <w:t>5,00</w:t>
          </w:r>
          <w:r w:rsidRPr="00ED112D">
            <w:t>0</w:t>
          </w:r>
        </w:p>
      </w:docPartBody>
    </w:docPart>
    <w:docPart>
      <w:docPartPr>
        <w:name w:val="36BB9675846C43F587F2EB491247BBAF"/>
        <w:category>
          <w:name w:val="General"/>
          <w:gallery w:val="placeholder"/>
        </w:category>
        <w:types>
          <w:type w:val="bbPlcHdr"/>
        </w:types>
        <w:behaviors>
          <w:behavior w:val="content"/>
        </w:behaviors>
        <w:guid w:val="{55491E4D-6CB4-4432-BF64-483B0C7B5458}"/>
      </w:docPartPr>
      <w:docPartBody>
        <w:p w:rsidR="00000000" w:rsidRDefault="00000000">
          <w:pPr>
            <w:pStyle w:val="36BB9675846C43F587F2EB491247BBAF"/>
          </w:pPr>
          <w:r w:rsidRPr="00ED112D">
            <w:t>$</w:t>
          </w:r>
          <w:r w:rsidRPr="00ED112D">
            <w:rPr>
              <w:rFonts w:ascii="Arial" w:eastAsia="Arial" w:hAnsi="Arial" w:cs="Times New Roman"/>
            </w:rPr>
            <w:t>5,00</w:t>
          </w:r>
          <w:r w:rsidRPr="00ED112D">
            <w:t>0</w:t>
          </w:r>
        </w:p>
      </w:docPartBody>
    </w:docPart>
    <w:docPart>
      <w:docPartPr>
        <w:name w:val="653E716C08EA4CFDA9E6D1091C1D2BC9"/>
        <w:category>
          <w:name w:val="General"/>
          <w:gallery w:val="placeholder"/>
        </w:category>
        <w:types>
          <w:type w:val="bbPlcHdr"/>
        </w:types>
        <w:behaviors>
          <w:behavior w:val="content"/>
        </w:behaviors>
        <w:guid w:val="{56538ACB-E2AA-4861-B57D-C7F37FA6CA42}"/>
      </w:docPartPr>
      <w:docPartBody>
        <w:p w:rsidR="00000000" w:rsidRDefault="00000000">
          <w:pPr>
            <w:pStyle w:val="653E716C08EA4CFDA9E6D1091C1D2BC9"/>
          </w:pPr>
          <w:r w:rsidRPr="00ED112D">
            <w:rPr>
              <w:rFonts w:ascii="Arial" w:eastAsia="Arial" w:hAnsi="Arial" w:cs="Times New Roman"/>
            </w:rPr>
            <w:t>Professional Services - Legal, Accounting</w:t>
          </w:r>
        </w:p>
      </w:docPartBody>
    </w:docPart>
    <w:docPart>
      <w:docPartPr>
        <w:name w:val="3174C5F3B7C94C02BD84E3520CB438AE"/>
        <w:category>
          <w:name w:val="General"/>
          <w:gallery w:val="placeholder"/>
        </w:category>
        <w:types>
          <w:type w:val="bbPlcHdr"/>
        </w:types>
        <w:behaviors>
          <w:behavior w:val="content"/>
        </w:behaviors>
        <w:guid w:val="{28D0179A-172C-433F-B1A9-02BF39F4572D}"/>
      </w:docPartPr>
      <w:docPartBody>
        <w:p w:rsidR="00000000" w:rsidRDefault="00000000">
          <w:pPr>
            <w:pStyle w:val="3174C5F3B7C94C02BD84E3520CB438AE"/>
          </w:pPr>
          <w:r w:rsidRPr="00ED112D">
            <w:t>$0</w:t>
          </w:r>
        </w:p>
      </w:docPartBody>
    </w:docPart>
    <w:docPart>
      <w:docPartPr>
        <w:name w:val="9B129A03A47541D18E6D2086375239E3"/>
        <w:category>
          <w:name w:val="General"/>
          <w:gallery w:val="placeholder"/>
        </w:category>
        <w:types>
          <w:type w:val="bbPlcHdr"/>
        </w:types>
        <w:behaviors>
          <w:behavior w:val="content"/>
        </w:behaviors>
        <w:guid w:val="{6013515E-AA9C-46A8-A4C7-CE777DDD8FDD}"/>
      </w:docPartPr>
      <w:docPartBody>
        <w:p w:rsidR="00000000" w:rsidRDefault="00000000">
          <w:pPr>
            <w:pStyle w:val="9B129A03A47541D18E6D2086375239E3"/>
          </w:pPr>
          <w:r w:rsidRPr="00ED112D">
            <w:t>$</w:t>
          </w:r>
          <w:r w:rsidRPr="00ED112D">
            <w:rPr>
              <w:rFonts w:ascii="Arial" w:eastAsia="Arial" w:hAnsi="Arial" w:cs="Times New Roman"/>
            </w:rPr>
            <w:t>1,50</w:t>
          </w:r>
          <w:r w:rsidRPr="00ED112D">
            <w:t>0</w:t>
          </w:r>
        </w:p>
      </w:docPartBody>
    </w:docPart>
    <w:docPart>
      <w:docPartPr>
        <w:name w:val="1834ECCF956740A397C3F697A83799C6"/>
        <w:category>
          <w:name w:val="General"/>
          <w:gallery w:val="placeholder"/>
        </w:category>
        <w:types>
          <w:type w:val="bbPlcHdr"/>
        </w:types>
        <w:behaviors>
          <w:behavior w:val="content"/>
        </w:behaviors>
        <w:guid w:val="{1DEE3A0A-FF50-40F4-B7E2-77DC88E7F992}"/>
      </w:docPartPr>
      <w:docPartBody>
        <w:p w:rsidR="00000000" w:rsidRDefault="00000000">
          <w:pPr>
            <w:pStyle w:val="1834ECCF956740A397C3F697A83799C6"/>
          </w:pPr>
          <w:r w:rsidRPr="00ED112D">
            <w:t>$</w:t>
          </w:r>
          <w:r w:rsidRPr="00ED112D">
            <w:rPr>
              <w:rFonts w:ascii="Arial" w:eastAsia="Arial" w:hAnsi="Arial" w:cs="Times New Roman"/>
            </w:rPr>
            <w:t>1,50</w:t>
          </w:r>
          <w:r w:rsidRPr="00ED112D">
            <w:t>0</w:t>
          </w:r>
        </w:p>
      </w:docPartBody>
    </w:docPart>
    <w:docPart>
      <w:docPartPr>
        <w:name w:val="FA4A8A9088A147708CA3C8E2490DB8C2"/>
        <w:category>
          <w:name w:val="General"/>
          <w:gallery w:val="placeholder"/>
        </w:category>
        <w:types>
          <w:type w:val="bbPlcHdr"/>
        </w:types>
        <w:behaviors>
          <w:behavior w:val="content"/>
        </w:behaviors>
        <w:guid w:val="{4CF4CD1D-6246-462F-AE65-699455B473DD}"/>
      </w:docPartPr>
      <w:docPartBody>
        <w:p w:rsidR="00000000" w:rsidRDefault="00000000">
          <w:pPr>
            <w:pStyle w:val="FA4A8A9088A147708CA3C8E2490DB8C2"/>
          </w:pPr>
          <w:r w:rsidRPr="00ED112D">
            <w:rPr>
              <w:rFonts w:ascii="Arial" w:eastAsia="Arial" w:hAnsi="Arial" w:cs="Times New Roman"/>
            </w:rPr>
            <w:t>Consultant(s</w:t>
          </w:r>
          <w:r>
            <w:rPr>
              <w:rFonts w:ascii="Arial" w:eastAsia="Arial" w:hAnsi="Arial" w:cs="Times New Roman"/>
            </w:rPr>
            <w:t>)</w:t>
          </w:r>
        </w:p>
      </w:docPartBody>
    </w:docPart>
    <w:docPart>
      <w:docPartPr>
        <w:name w:val="A6AC4A9291BB4537BA3FF5893E3BA229"/>
        <w:category>
          <w:name w:val="General"/>
          <w:gallery w:val="placeholder"/>
        </w:category>
        <w:types>
          <w:type w:val="bbPlcHdr"/>
        </w:types>
        <w:behaviors>
          <w:behavior w:val="content"/>
        </w:behaviors>
        <w:guid w:val="{0D5CD8B8-55E6-4D13-88A0-F577EB8A31F1}"/>
      </w:docPartPr>
      <w:docPartBody>
        <w:p w:rsidR="00000000" w:rsidRDefault="00000000">
          <w:pPr>
            <w:pStyle w:val="A6AC4A9291BB4537BA3FF5893E3BA229"/>
          </w:pPr>
          <w:r w:rsidRPr="00ED112D">
            <w:t>$0</w:t>
          </w:r>
        </w:p>
      </w:docPartBody>
    </w:docPart>
    <w:docPart>
      <w:docPartPr>
        <w:name w:val="067E77ED6EA34D6389CB1FD14E89FC17"/>
        <w:category>
          <w:name w:val="General"/>
          <w:gallery w:val="placeholder"/>
        </w:category>
        <w:types>
          <w:type w:val="bbPlcHdr"/>
        </w:types>
        <w:behaviors>
          <w:behavior w:val="content"/>
        </w:behaviors>
        <w:guid w:val="{B29513D0-3877-4F1D-BB81-BF848A0216C4}"/>
      </w:docPartPr>
      <w:docPartBody>
        <w:p w:rsidR="00000000" w:rsidRDefault="00000000">
          <w:pPr>
            <w:pStyle w:val="067E77ED6EA34D6389CB1FD14E89FC17"/>
          </w:pPr>
          <w:r w:rsidRPr="00ED112D">
            <w:t>$0</w:t>
          </w:r>
        </w:p>
      </w:docPartBody>
    </w:docPart>
    <w:docPart>
      <w:docPartPr>
        <w:name w:val="10DDB636D62442AFB619F68A5BAC3C06"/>
        <w:category>
          <w:name w:val="General"/>
          <w:gallery w:val="placeholder"/>
        </w:category>
        <w:types>
          <w:type w:val="bbPlcHdr"/>
        </w:types>
        <w:behaviors>
          <w:behavior w:val="content"/>
        </w:behaviors>
        <w:guid w:val="{6EAB76E4-FECF-4802-AB1D-F387DD3E9A22}"/>
      </w:docPartPr>
      <w:docPartBody>
        <w:p w:rsidR="00000000" w:rsidRDefault="00000000">
          <w:pPr>
            <w:pStyle w:val="10DDB636D62442AFB619F68A5BAC3C06"/>
          </w:pPr>
          <w:r w:rsidRPr="00ED112D">
            <w:t>$0</w:t>
          </w:r>
        </w:p>
      </w:docPartBody>
    </w:docPart>
    <w:docPart>
      <w:docPartPr>
        <w:name w:val="82F13C1612E14F7F8307096D86A8809A"/>
        <w:category>
          <w:name w:val="General"/>
          <w:gallery w:val="placeholder"/>
        </w:category>
        <w:types>
          <w:type w:val="bbPlcHdr"/>
        </w:types>
        <w:behaviors>
          <w:behavior w:val="content"/>
        </w:behaviors>
        <w:guid w:val="{0DECD27C-83DD-4E20-99B7-50A0329C009F}"/>
      </w:docPartPr>
      <w:docPartBody>
        <w:p w:rsidR="00000000" w:rsidRDefault="00000000">
          <w:pPr>
            <w:pStyle w:val="82F13C1612E14F7F8307096D86A8809A"/>
          </w:pPr>
          <w:r w:rsidRPr="00ED112D">
            <w:rPr>
              <w:rFonts w:ascii="Arial" w:eastAsia="Arial" w:hAnsi="Arial" w:cs="Times New Roman"/>
            </w:rPr>
            <w:t>Inventory</w:t>
          </w:r>
        </w:p>
      </w:docPartBody>
    </w:docPart>
    <w:docPart>
      <w:docPartPr>
        <w:name w:val="A5ACB815A1FE4D5F9FD5FCD0DE5D2946"/>
        <w:category>
          <w:name w:val="General"/>
          <w:gallery w:val="placeholder"/>
        </w:category>
        <w:types>
          <w:type w:val="bbPlcHdr"/>
        </w:types>
        <w:behaviors>
          <w:behavior w:val="content"/>
        </w:behaviors>
        <w:guid w:val="{F1A596CC-3236-4045-8656-53D4C08A4585}"/>
      </w:docPartPr>
      <w:docPartBody>
        <w:p w:rsidR="00000000" w:rsidRDefault="00000000">
          <w:pPr>
            <w:pStyle w:val="A5ACB815A1FE4D5F9FD5FCD0DE5D2946"/>
          </w:pPr>
          <w:r w:rsidRPr="00ED112D">
            <w:t>$0</w:t>
          </w:r>
        </w:p>
      </w:docPartBody>
    </w:docPart>
    <w:docPart>
      <w:docPartPr>
        <w:name w:val="714D68DC896E4E67AB4A2BCB0BE84942"/>
        <w:category>
          <w:name w:val="General"/>
          <w:gallery w:val="placeholder"/>
        </w:category>
        <w:types>
          <w:type w:val="bbPlcHdr"/>
        </w:types>
        <w:behaviors>
          <w:behavior w:val="content"/>
        </w:behaviors>
        <w:guid w:val="{BCF2E232-F394-4F07-A2AF-FFBCE0E6CA21}"/>
      </w:docPartPr>
      <w:docPartBody>
        <w:p w:rsidR="00000000" w:rsidRDefault="00000000">
          <w:pPr>
            <w:pStyle w:val="714D68DC896E4E67AB4A2BCB0BE84942"/>
          </w:pPr>
          <w:r w:rsidRPr="00ED112D">
            <w:t>$0</w:t>
          </w:r>
        </w:p>
      </w:docPartBody>
    </w:docPart>
    <w:docPart>
      <w:docPartPr>
        <w:name w:val="783AB15054E64EFA9152AC5EA589246C"/>
        <w:category>
          <w:name w:val="General"/>
          <w:gallery w:val="placeholder"/>
        </w:category>
        <w:types>
          <w:type w:val="bbPlcHdr"/>
        </w:types>
        <w:behaviors>
          <w:behavior w:val="content"/>
        </w:behaviors>
        <w:guid w:val="{8BF3C45B-FBE9-441B-A307-8337E53B3747}"/>
      </w:docPartPr>
      <w:docPartBody>
        <w:p w:rsidR="00000000" w:rsidRDefault="00000000">
          <w:pPr>
            <w:pStyle w:val="783AB15054E64EFA9152AC5EA589246C"/>
          </w:pPr>
          <w:r w:rsidRPr="00ED112D">
            <w:t>$0</w:t>
          </w:r>
        </w:p>
      </w:docPartBody>
    </w:docPart>
    <w:docPart>
      <w:docPartPr>
        <w:name w:val="218E75A6F3BE44228E5B518B30954280"/>
        <w:category>
          <w:name w:val="General"/>
          <w:gallery w:val="placeholder"/>
        </w:category>
        <w:types>
          <w:type w:val="bbPlcHdr"/>
        </w:types>
        <w:behaviors>
          <w:behavior w:val="content"/>
        </w:behaviors>
        <w:guid w:val="{35FD0CF7-D397-43B9-B8D5-7171C97E6BEA}"/>
      </w:docPartPr>
      <w:docPartBody>
        <w:p w:rsidR="00000000" w:rsidRDefault="00000000">
          <w:pPr>
            <w:pStyle w:val="218E75A6F3BE44228E5B518B30954280"/>
          </w:pPr>
          <w:r w:rsidRPr="00ED112D">
            <w:rPr>
              <w:rFonts w:ascii="Arial" w:eastAsia="Arial" w:hAnsi="Arial" w:cs="Times New Roman"/>
            </w:rPr>
            <w:t>Cash-On-Hand (Working Capital)</w:t>
          </w:r>
        </w:p>
      </w:docPartBody>
    </w:docPart>
    <w:docPart>
      <w:docPartPr>
        <w:name w:val="7AA4845E5FF54E898F26CE3B24943D61"/>
        <w:category>
          <w:name w:val="General"/>
          <w:gallery w:val="placeholder"/>
        </w:category>
        <w:types>
          <w:type w:val="bbPlcHdr"/>
        </w:types>
        <w:behaviors>
          <w:behavior w:val="content"/>
        </w:behaviors>
        <w:guid w:val="{31D2DCA9-BB58-4427-A5CB-AC74F3657F8E}"/>
      </w:docPartPr>
      <w:docPartBody>
        <w:p w:rsidR="00000000" w:rsidRDefault="00000000">
          <w:pPr>
            <w:pStyle w:val="7AA4845E5FF54E898F26CE3B24943D61"/>
          </w:pPr>
          <w:r w:rsidRPr="00ED112D">
            <w:t>$0</w:t>
          </w:r>
        </w:p>
      </w:docPartBody>
    </w:docPart>
    <w:docPart>
      <w:docPartPr>
        <w:name w:val="1DDAFA2EB2154581922A73BD0B1AD13E"/>
        <w:category>
          <w:name w:val="General"/>
          <w:gallery w:val="placeholder"/>
        </w:category>
        <w:types>
          <w:type w:val="bbPlcHdr"/>
        </w:types>
        <w:behaviors>
          <w:behavior w:val="content"/>
        </w:behaviors>
        <w:guid w:val="{862FEC5A-0DE8-4037-BEBD-F73706109F75}"/>
      </w:docPartPr>
      <w:docPartBody>
        <w:p w:rsidR="00000000" w:rsidRDefault="00000000">
          <w:pPr>
            <w:pStyle w:val="1DDAFA2EB2154581922A73BD0B1AD13E"/>
          </w:pPr>
          <w:r w:rsidRPr="00ED112D">
            <w:t>$</w:t>
          </w:r>
          <w:r w:rsidRPr="00ED112D">
            <w:rPr>
              <w:rFonts w:ascii="Arial" w:eastAsia="Arial" w:hAnsi="Arial" w:cs="Times New Roman"/>
            </w:rPr>
            <w:t>1,00</w:t>
          </w:r>
          <w:r w:rsidRPr="00ED112D">
            <w:t>0</w:t>
          </w:r>
        </w:p>
      </w:docPartBody>
    </w:docPart>
    <w:docPart>
      <w:docPartPr>
        <w:name w:val="562C38F5D52442DAB23D6A74245162D1"/>
        <w:category>
          <w:name w:val="General"/>
          <w:gallery w:val="placeholder"/>
        </w:category>
        <w:types>
          <w:type w:val="bbPlcHdr"/>
        </w:types>
        <w:behaviors>
          <w:behavior w:val="content"/>
        </w:behaviors>
        <w:guid w:val="{214D1D0D-D8E9-4887-A89E-85953D263C11}"/>
      </w:docPartPr>
      <w:docPartBody>
        <w:p w:rsidR="00000000" w:rsidRDefault="00000000">
          <w:pPr>
            <w:pStyle w:val="562C38F5D52442DAB23D6A74245162D1"/>
          </w:pPr>
          <w:r w:rsidRPr="00ED112D">
            <w:t>$</w:t>
          </w:r>
          <w:r w:rsidRPr="00ED112D">
            <w:rPr>
              <w:rFonts w:ascii="Arial" w:eastAsia="Arial" w:hAnsi="Arial" w:cs="Times New Roman"/>
            </w:rPr>
            <w:t>1,00</w:t>
          </w:r>
          <w:r w:rsidRPr="00ED112D">
            <w:t>0</w:t>
          </w:r>
        </w:p>
      </w:docPartBody>
    </w:docPart>
    <w:docPart>
      <w:docPartPr>
        <w:name w:val="8B5B34F226D947E0BDB9A5D4DC01C2C7"/>
        <w:category>
          <w:name w:val="General"/>
          <w:gallery w:val="placeholder"/>
        </w:category>
        <w:types>
          <w:type w:val="bbPlcHdr"/>
        </w:types>
        <w:behaviors>
          <w:behavior w:val="content"/>
        </w:behaviors>
        <w:guid w:val="{413A3F8E-7CB5-4BFB-BD18-2CFCEDA2E6B7}"/>
      </w:docPartPr>
      <w:docPartBody>
        <w:p w:rsidR="00000000" w:rsidRDefault="00000000">
          <w:pPr>
            <w:pStyle w:val="8B5B34F226D947E0BDB9A5D4DC01C2C7"/>
          </w:pPr>
          <w:r w:rsidRPr="00ED112D">
            <w:rPr>
              <w:rFonts w:ascii="Arial" w:eastAsia="Arial" w:hAnsi="Arial" w:cs="Times New Roman"/>
            </w:rPr>
            <w:t>Miscellaneous</w:t>
          </w:r>
        </w:p>
      </w:docPartBody>
    </w:docPart>
    <w:docPart>
      <w:docPartPr>
        <w:name w:val="8A2848B4F46C4E3485F5979F9B4D8E37"/>
        <w:category>
          <w:name w:val="General"/>
          <w:gallery w:val="placeholder"/>
        </w:category>
        <w:types>
          <w:type w:val="bbPlcHdr"/>
        </w:types>
        <w:behaviors>
          <w:behavior w:val="content"/>
        </w:behaviors>
        <w:guid w:val="{75BD7FDF-6272-409F-9E68-AB113C9DF7BE}"/>
      </w:docPartPr>
      <w:docPartBody>
        <w:p w:rsidR="00000000" w:rsidRDefault="00000000">
          <w:pPr>
            <w:pStyle w:val="8A2848B4F46C4E3485F5979F9B4D8E37"/>
          </w:pPr>
          <w:r w:rsidRPr="00ED112D">
            <w:t>$0</w:t>
          </w:r>
        </w:p>
      </w:docPartBody>
    </w:docPart>
    <w:docPart>
      <w:docPartPr>
        <w:name w:val="FE055C514D2144018ED3BDA08B5B5802"/>
        <w:category>
          <w:name w:val="General"/>
          <w:gallery w:val="placeholder"/>
        </w:category>
        <w:types>
          <w:type w:val="bbPlcHdr"/>
        </w:types>
        <w:behaviors>
          <w:behavior w:val="content"/>
        </w:behaviors>
        <w:guid w:val="{BD091987-FB66-44B9-BA3B-600B1A0598A9}"/>
      </w:docPartPr>
      <w:docPartBody>
        <w:p w:rsidR="00000000" w:rsidRDefault="00000000">
          <w:pPr>
            <w:pStyle w:val="FE055C514D2144018ED3BDA08B5B5802"/>
          </w:pPr>
          <w:r w:rsidRPr="00ED112D">
            <w:t>$</w:t>
          </w:r>
          <w:r w:rsidRPr="00ED112D">
            <w:rPr>
              <w:rFonts w:ascii="Arial" w:eastAsia="Arial" w:hAnsi="Arial" w:cs="Times New Roman"/>
            </w:rPr>
            <w:t>2,00</w:t>
          </w:r>
          <w:r w:rsidRPr="00ED112D">
            <w:t>0</w:t>
          </w:r>
        </w:p>
      </w:docPartBody>
    </w:docPart>
    <w:docPart>
      <w:docPartPr>
        <w:name w:val="96E27C4021BE487D8B7959776FBFB84C"/>
        <w:category>
          <w:name w:val="General"/>
          <w:gallery w:val="placeholder"/>
        </w:category>
        <w:types>
          <w:type w:val="bbPlcHdr"/>
        </w:types>
        <w:behaviors>
          <w:behavior w:val="content"/>
        </w:behaviors>
        <w:guid w:val="{9BFD4B0C-AE5B-4EF4-822E-6B1A5FED1F49}"/>
      </w:docPartPr>
      <w:docPartBody>
        <w:p w:rsidR="00000000" w:rsidRDefault="00000000">
          <w:pPr>
            <w:pStyle w:val="96E27C4021BE487D8B7959776FBFB84C"/>
          </w:pPr>
          <w:r w:rsidRPr="00ED112D">
            <w:t>$</w:t>
          </w:r>
          <w:r w:rsidRPr="00ED112D">
            <w:rPr>
              <w:rFonts w:ascii="Arial" w:eastAsia="Arial" w:hAnsi="Arial" w:cs="Times New Roman"/>
            </w:rPr>
            <w:t>2,00</w:t>
          </w:r>
          <w:r w:rsidRPr="00ED112D">
            <w:t>0</w:t>
          </w:r>
        </w:p>
      </w:docPartBody>
    </w:docPart>
    <w:docPart>
      <w:docPartPr>
        <w:name w:val="8C2C59B3F1234BC59CB1E5EBAF7CBFB4"/>
        <w:category>
          <w:name w:val="General"/>
          <w:gallery w:val="placeholder"/>
        </w:category>
        <w:types>
          <w:type w:val="bbPlcHdr"/>
        </w:types>
        <w:behaviors>
          <w:behavior w:val="content"/>
        </w:behaviors>
        <w:guid w:val="{667F132A-15BA-4759-869F-32BD8E52D7B6}"/>
      </w:docPartPr>
      <w:docPartBody>
        <w:p w:rsidR="00000000" w:rsidRDefault="00000000">
          <w:pPr>
            <w:pStyle w:val="8C2C59B3F1234BC59CB1E5EBAF7CBFB4"/>
          </w:pPr>
          <w:r w:rsidRPr="004F7BFE">
            <w:t>ESTIMATED START-UP BUDGET</w:t>
          </w:r>
        </w:p>
      </w:docPartBody>
    </w:docPart>
    <w:docPart>
      <w:docPartPr>
        <w:name w:val="26077D3457564F07B67967CAA6358C70"/>
        <w:category>
          <w:name w:val="General"/>
          <w:gallery w:val="placeholder"/>
        </w:category>
        <w:types>
          <w:type w:val="bbPlcHdr"/>
        </w:types>
        <w:behaviors>
          <w:behavior w:val="content"/>
        </w:behaviors>
        <w:guid w:val="{AEFE135C-7C98-49B8-B49E-580A1AB8F1A6}"/>
      </w:docPartPr>
      <w:docPartBody>
        <w:p w:rsidR="00000000" w:rsidRDefault="00000000">
          <w:pPr>
            <w:pStyle w:val="26077D3457564F07B67967CAA6358C70"/>
          </w:pPr>
          <w:r w:rsidRPr="004F7BFE">
            <w:t>$26,472</w:t>
          </w:r>
        </w:p>
      </w:docPartBody>
    </w:docPart>
    <w:docPart>
      <w:docPartPr>
        <w:name w:val="8479E3B07C354FA6A178938763851630"/>
        <w:category>
          <w:name w:val="General"/>
          <w:gallery w:val="placeholder"/>
        </w:category>
        <w:types>
          <w:type w:val="bbPlcHdr"/>
        </w:types>
        <w:behaviors>
          <w:behavior w:val="content"/>
        </w:behaviors>
        <w:guid w:val="{8CAA3EEC-3264-43E4-8B4D-A29B2B4E1EC7}"/>
      </w:docPartPr>
      <w:docPartBody>
        <w:p w:rsidR="00000000" w:rsidRDefault="00000000">
          <w:pPr>
            <w:pStyle w:val="8479E3B07C354FA6A178938763851630"/>
          </w:pPr>
          <w:r w:rsidRPr="00ED112D">
            <w:t>*Based on part-time employees. This may change once you hit your growth benchmark.</w:t>
          </w:r>
        </w:p>
      </w:docPartBody>
    </w:docPart>
    <w:docPart>
      <w:docPartPr>
        <w:name w:val="9B3A942A90124EA5B3814F380FEC7256"/>
        <w:category>
          <w:name w:val="General"/>
          <w:gallery w:val="placeholder"/>
        </w:category>
        <w:types>
          <w:type w:val="bbPlcHdr"/>
        </w:types>
        <w:behaviors>
          <w:behavior w:val="content"/>
        </w:behaviors>
        <w:guid w:val="{85D968A5-64AE-4E04-BE4A-9ACDDF210ADB}"/>
      </w:docPartPr>
      <w:docPartBody>
        <w:p w:rsidR="00000000" w:rsidRDefault="00000000">
          <w:pPr>
            <w:pStyle w:val="9B3A942A90124EA5B3814F380FEC7256"/>
          </w:pPr>
          <w:r w:rsidRPr="00ED112D">
            <w:rPr>
              <w:rStyle w:val="Bold"/>
            </w:rPr>
            <w:t xml:space="preserve">Projected </w:t>
          </w:r>
          <w:r w:rsidRPr="00ED112D">
            <w:rPr>
              <w:rStyle w:val="Bold"/>
            </w:rPr>
            <w:t>profit and loss model:</w:t>
          </w:r>
        </w:p>
      </w:docPartBody>
    </w:docPart>
    <w:docPart>
      <w:docPartPr>
        <w:name w:val="1D120A2870624943BAB6CB82AA19FD5A"/>
        <w:category>
          <w:name w:val="General"/>
          <w:gallery w:val="placeholder"/>
        </w:category>
        <w:types>
          <w:type w:val="bbPlcHdr"/>
        </w:types>
        <w:behaviors>
          <w:behavior w:val="content"/>
        </w:behaviors>
        <w:guid w:val="{5E4448C8-2A31-4443-A8E0-3056E8960EA8}"/>
      </w:docPartPr>
      <w:docPartBody>
        <w:p w:rsidR="00000000" w:rsidRDefault="00000000">
          <w:pPr>
            <w:pStyle w:val="1D120A2870624943BAB6CB82AA19FD5A"/>
          </w:pPr>
          <w:r w:rsidRPr="00ED112D">
            <w:t>The model below shows a sample of the projections a small business is forecasting for their first 12 months of operations. The top portion of the table shows projected sales and gross profit. This is a good place to begin creating the company’s sales forecast. The next section itemizes the recurring expenses the business is projecting for the same months. These should be consistent with the estimated start-up costs completed in the prior section. At the bottom of this model, it will possible to see when the</w:t>
          </w:r>
          <w:r w:rsidRPr="00ED112D">
            <w:t xml:space="preserve"> company is becoming profitable and what expense items are the most impactful to its profitability. There is a blank table in the Appendix to complete the business’ own start-up cost projections.</w:t>
          </w:r>
        </w:p>
      </w:docPartBody>
    </w:docPart>
    <w:docPart>
      <w:docPartPr>
        <w:name w:val="3557F78630D547ED81BBCCD8323DF64E"/>
        <w:category>
          <w:name w:val="General"/>
          <w:gallery w:val="placeholder"/>
        </w:category>
        <w:types>
          <w:type w:val="bbPlcHdr"/>
        </w:types>
        <w:behaviors>
          <w:behavior w:val="content"/>
        </w:behaviors>
        <w:guid w:val="{D4B2657D-D62F-4422-89A0-EF36576D5EA4}"/>
      </w:docPartPr>
      <w:docPartBody>
        <w:p w:rsidR="00000000" w:rsidRDefault="00000000">
          <w:pPr>
            <w:pStyle w:val="3557F78630D547ED81BBCCD8323DF64E"/>
          </w:pPr>
          <w:r w:rsidRPr="000D7E53">
            <w:t>START-UP COSTS</w:t>
          </w:r>
        </w:p>
      </w:docPartBody>
    </w:docPart>
    <w:docPart>
      <w:docPartPr>
        <w:name w:val="AA5AE69F3A8143ABA277B6BC79D21E11"/>
        <w:category>
          <w:name w:val="General"/>
          <w:gallery w:val="placeholder"/>
        </w:category>
        <w:types>
          <w:type w:val="bbPlcHdr"/>
        </w:types>
        <w:behaviors>
          <w:behavior w:val="content"/>
        </w:behaviors>
        <w:guid w:val="{5D26DB09-0FC0-4443-A7F2-5BA8CB8C2443}"/>
      </w:docPartPr>
      <w:docPartBody>
        <w:p w:rsidR="00000000" w:rsidRDefault="00000000">
          <w:pPr>
            <w:pStyle w:val="AA5AE69F3A8143ABA277B6BC79D21E11"/>
          </w:pPr>
          <w:r>
            <w:t>Your Home-Based Agency</w:t>
          </w:r>
        </w:p>
      </w:docPartBody>
    </w:docPart>
    <w:docPart>
      <w:docPartPr>
        <w:name w:val="C9FD6CBF60474AA1B46139A8E6D263F0"/>
        <w:category>
          <w:name w:val="General"/>
          <w:gallery w:val="placeholder"/>
        </w:category>
        <w:types>
          <w:type w:val="bbPlcHdr"/>
        </w:types>
        <w:behaviors>
          <w:behavior w:val="content"/>
        </w:behaviors>
        <w:guid w:val="{7090D1E9-E162-46FB-A95F-F7A33FE930FB}"/>
      </w:docPartPr>
      <w:docPartBody>
        <w:p w:rsidR="00000000" w:rsidRDefault="00000000">
          <w:pPr>
            <w:pStyle w:val="C9FD6CBF60474AA1B46139A8E6D263F0"/>
          </w:pPr>
          <w:r w:rsidRPr="000D7E53">
            <w:t>January 1, 20</w:t>
          </w:r>
          <w:r>
            <w:t>XX</w:t>
          </w:r>
        </w:p>
      </w:docPartBody>
    </w:docPart>
    <w:docPart>
      <w:docPartPr>
        <w:name w:val="A8BE1309998046C0A98D39E8DE89F80D"/>
        <w:category>
          <w:name w:val="General"/>
          <w:gallery w:val="placeholder"/>
        </w:category>
        <w:types>
          <w:type w:val="bbPlcHdr"/>
        </w:types>
        <w:behaviors>
          <w:behavior w:val="content"/>
        </w:behaviors>
        <w:guid w:val="{CAF38C6B-DCAC-4364-8DCC-9587123CED47}"/>
      </w:docPartPr>
      <w:docPartBody>
        <w:p w:rsidR="00000000" w:rsidRDefault="00000000">
          <w:pPr>
            <w:pStyle w:val="A8BE1309998046C0A98D39E8DE89F80D"/>
          </w:pPr>
          <w:r w:rsidRPr="0094707B">
            <w:t>REVENUE</w:t>
          </w:r>
        </w:p>
      </w:docPartBody>
    </w:docPart>
    <w:docPart>
      <w:docPartPr>
        <w:name w:val="C06AC71049844E58A84E02A8317F30BA"/>
        <w:category>
          <w:name w:val="General"/>
          <w:gallery w:val="placeholder"/>
        </w:category>
        <w:types>
          <w:type w:val="bbPlcHdr"/>
        </w:types>
        <w:behaviors>
          <w:behavior w:val="content"/>
        </w:behaviors>
        <w:guid w:val="{238FD862-5BE0-49A3-8265-36D30A8EA4AB}"/>
      </w:docPartPr>
      <w:docPartBody>
        <w:p w:rsidR="00000000" w:rsidRDefault="00000000">
          <w:pPr>
            <w:pStyle w:val="C06AC71049844E58A84E02A8317F30BA"/>
          </w:pPr>
          <w:r w:rsidRPr="000D7E53">
            <w:t>JAN</w:t>
          </w:r>
        </w:p>
      </w:docPartBody>
    </w:docPart>
    <w:docPart>
      <w:docPartPr>
        <w:name w:val="77BCE9F35BFD482097E227A1C2185E0A"/>
        <w:category>
          <w:name w:val="General"/>
          <w:gallery w:val="placeholder"/>
        </w:category>
        <w:types>
          <w:type w:val="bbPlcHdr"/>
        </w:types>
        <w:behaviors>
          <w:behavior w:val="content"/>
        </w:behaviors>
        <w:guid w:val="{175F6792-D360-4A6C-99F8-5E591242EC3B}"/>
      </w:docPartPr>
      <w:docPartBody>
        <w:p w:rsidR="00000000" w:rsidRDefault="00000000">
          <w:pPr>
            <w:pStyle w:val="77BCE9F35BFD482097E227A1C2185E0A"/>
          </w:pPr>
          <w:r w:rsidRPr="000D7E53">
            <w:t>FEB</w:t>
          </w:r>
        </w:p>
      </w:docPartBody>
    </w:docPart>
    <w:docPart>
      <w:docPartPr>
        <w:name w:val="7097F7A25AF94624A089901D13A86211"/>
        <w:category>
          <w:name w:val="General"/>
          <w:gallery w:val="placeholder"/>
        </w:category>
        <w:types>
          <w:type w:val="bbPlcHdr"/>
        </w:types>
        <w:behaviors>
          <w:behavior w:val="content"/>
        </w:behaviors>
        <w:guid w:val="{310E50D8-0809-4AA2-99EE-7702DD6D02A4}"/>
      </w:docPartPr>
      <w:docPartBody>
        <w:p w:rsidR="00000000" w:rsidRDefault="00000000">
          <w:pPr>
            <w:pStyle w:val="7097F7A25AF94624A089901D13A86211"/>
          </w:pPr>
          <w:r w:rsidRPr="000D7E53">
            <w:t>MAR</w:t>
          </w:r>
        </w:p>
      </w:docPartBody>
    </w:docPart>
    <w:docPart>
      <w:docPartPr>
        <w:name w:val="AABA260E9DC5489D8B8F1ECBA121166C"/>
        <w:category>
          <w:name w:val="General"/>
          <w:gallery w:val="placeholder"/>
        </w:category>
        <w:types>
          <w:type w:val="bbPlcHdr"/>
        </w:types>
        <w:behaviors>
          <w:behavior w:val="content"/>
        </w:behaviors>
        <w:guid w:val="{19EF04AC-01D6-4F48-83C0-59A655BC95C6}"/>
      </w:docPartPr>
      <w:docPartBody>
        <w:p w:rsidR="00000000" w:rsidRDefault="00000000">
          <w:pPr>
            <w:pStyle w:val="AABA260E9DC5489D8B8F1ECBA121166C"/>
          </w:pPr>
          <w:r w:rsidRPr="000D7E53">
            <w:t>APR</w:t>
          </w:r>
        </w:p>
      </w:docPartBody>
    </w:docPart>
    <w:docPart>
      <w:docPartPr>
        <w:name w:val="0B9EA1AA142042C8A9FE63CEF32393FA"/>
        <w:category>
          <w:name w:val="General"/>
          <w:gallery w:val="placeholder"/>
        </w:category>
        <w:types>
          <w:type w:val="bbPlcHdr"/>
        </w:types>
        <w:behaviors>
          <w:behavior w:val="content"/>
        </w:behaviors>
        <w:guid w:val="{93CEC28D-007B-4D82-AEED-9F528CAD44DD}"/>
      </w:docPartPr>
      <w:docPartBody>
        <w:p w:rsidR="00000000" w:rsidRDefault="00000000">
          <w:pPr>
            <w:pStyle w:val="0B9EA1AA142042C8A9FE63CEF32393FA"/>
          </w:pPr>
          <w:r w:rsidRPr="000D7E53">
            <w:t>MAY</w:t>
          </w:r>
        </w:p>
      </w:docPartBody>
    </w:docPart>
    <w:docPart>
      <w:docPartPr>
        <w:name w:val="2FC495CD391E48CDA8A84BBC60716B6F"/>
        <w:category>
          <w:name w:val="General"/>
          <w:gallery w:val="placeholder"/>
        </w:category>
        <w:types>
          <w:type w:val="bbPlcHdr"/>
        </w:types>
        <w:behaviors>
          <w:behavior w:val="content"/>
        </w:behaviors>
        <w:guid w:val="{11594B54-4B00-4F04-83DB-25E0FE641B7E}"/>
      </w:docPartPr>
      <w:docPartBody>
        <w:p w:rsidR="00000000" w:rsidRDefault="00000000">
          <w:pPr>
            <w:pStyle w:val="2FC495CD391E48CDA8A84BBC60716B6F"/>
          </w:pPr>
          <w:r w:rsidRPr="000D7E53">
            <w:t>JUN</w:t>
          </w:r>
        </w:p>
      </w:docPartBody>
    </w:docPart>
    <w:docPart>
      <w:docPartPr>
        <w:name w:val="49D50721A9EF4EA3BBDA37FF5C9D8EE5"/>
        <w:category>
          <w:name w:val="General"/>
          <w:gallery w:val="placeholder"/>
        </w:category>
        <w:types>
          <w:type w:val="bbPlcHdr"/>
        </w:types>
        <w:behaviors>
          <w:behavior w:val="content"/>
        </w:behaviors>
        <w:guid w:val="{71DBF5A9-278B-4845-96FE-1B6CD58FE1E3}"/>
      </w:docPartPr>
      <w:docPartBody>
        <w:p w:rsidR="00000000" w:rsidRDefault="00000000">
          <w:pPr>
            <w:pStyle w:val="49D50721A9EF4EA3BBDA37FF5C9D8EE5"/>
          </w:pPr>
          <w:r w:rsidRPr="000D7E53">
            <w:t>JUL</w:t>
          </w:r>
        </w:p>
      </w:docPartBody>
    </w:docPart>
    <w:docPart>
      <w:docPartPr>
        <w:name w:val="5D61359D517A43109F51B738417BF9DE"/>
        <w:category>
          <w:name w:val="General"/>
          <w:gallery w:val="placeholder"/>
        </w:category>
        <w:types>
          <w:type w:val="bbPlcHdr"/>
        </w:types>
        <w:behaviors>
          <w:behavior w:val="content"/>
        </w:behaviors>
        <w:guid w:val="{8756D5FA-D192-4AC3-9C4A-E9E0BADE2549}"/>
      </w:docPartPr>
      <w:docPartBody>
        <w:p w:rsidR="00000000" w:rsidRDefault="00000000">
          <w:pPr>
            <w:pStyle w:val="5D61359D517A43109F51B738417BF9DE"/>
          </w:pPr>
          <w:r w:rsidRPr="000D7E53">
            <w:t>AUG</w:t>
          </w:r>
        </w:p>
      </w:docPartBody>
    </w:docPart>
    <w:docPart>
      <w:docPartPr>
        <w:name w:val="45E415033B904192A63C4DE2C8514D49"/>
        <w:category>
          <w:name w:val="General"/>
          <w:gallery w:val="placeholder"/>
        </w:category>
        <w:types>
          <w:type w:val="bbPlcHdr"/>
        </w:types>
        <w:behaviors>
          <w:behavior w:val="content"/>
        </w:behaviors>
        <w:guid w:val="{53529593-3F8A-4223-9B73-86C75CA325DB}"/>
      </w:docPartPr>
      <w:docPartBody>
        <w:p w:rsidR="00000000" w:rsidRDefault="00000000">
          <w:pPr>
            <w:pStyle w:val="45E415033B904192A63C4DE2C8514D49"/>
          </w:pPr>
          <w:r w:rsidRPr="000D7E53">
            <w:t>SEP</w:t>
          </w:r>
        </w:p>
      </w:docPartBody>
    </w:docPart>
    <w:docPart>
      <w:docPartPr>
        <w:name w:val="7BFAC13E7C234E0DAF17C359768F9CF3"/>
        <w:category>
          <w:name w:val="General"/>
          <w:gallery w:val="placeholder"/>
        </w:category>
        <w:types>
          <w:type w:val="bbPlcHdr"/>
        </w:types>
        <w:behaviors>
          <w:behavior w:val="content"/>
        </w:behaviors>
        <w:guid w:val="{9F49649C-C04B-4CCE-BA73-B05D02CFEBF9}"/>
      </w:docPartPr>
      <w:docPartBody>
        <w:p w:rsidR="00000000" w:rsidRDefault="00000000">
          <w:pPr>
            <w:pStyle w:val="7BFAC13E7C234E0DAF17C359768F9CF3"/>
          </w:pPr>
          <w:r w:rsidRPr="000D7E53">
            <w:t>OCT</w:t>
          </w:r>
        </w:p>
      </w:docPartBody>
    </w:docPart>
    <w:docPart>
      <w:docPartPr>
        <w:name w:val="F6D90585DCA64C36ADADE945BF25C9A3"/>
        <w:category>
          <w:name w:val="General"/>
          <w:gallery w:val="placeholder"/>
        </w:category>
        <w:types>
          <w:type w:val="bbPlcHdr"/>
        </w:types>
        <w:behaviors>
          <w:behavior w:val="content"/>
        </w:behaviors>
        <w:guid w:val="{926FA060-13A5-40E5-9B7D-B9192A0675EB}"/>
      </w:docPartPr>
      <w:docPartBody>
        <w:p w:rsidR="00000000" w:rsidRDefault="00000000">
          <w:pPr>
            <w:pStyle w:val="F6D90585DCA64C36ADADE945BF25C9A3"/>
          </w:pPr>
          <w:r w:rsidRPr="000D7E53">
            <w:t>NOV</w:t>
          </w:r>
        </w:p>
      </w:docPartBody>
    </w:docPart>
    <w:docPart>
      <w:docPartPr>
        <w:name w:val="85CB41E608AB4886815F3407D31F5E38"/>
        <w:category>
          <w:name w:val="General"/>
          <w:gallery w:val="placeholder"/>
        </w:category>
        <w:types>
          <w:type w:val="bbPlcHdr"/>
        </w:types>
        <w:behaviors>
          <w:behavior w:val="content"/>
        </w:behaviors>
        <w:guid w:val="{8EAC4FE8-9A9B-48C0-92E2-E0E5D20BC824}"/>
      </w:docPartPr>
      <w:docPartBody>
        <w:p w:rsidR="00000000" w:rsidRDefault="00000000">
          <w:pPr>
            <w:pStyle w:val="85CB41E608AB4886815F3407D31F5E38"/>
          </w:pPr>
          <w:r w:rsidRPr="000D7E53">
            <w:t>DEC</w:t>
          </w:r>
        </w:p>
      </w:docPartBody>
    </w:docPart>
    <w:docPart>
      <w:docPartPr>
        <w:name w:val="3EBD72E577E146C797C6684647A457E6"/>
        <w:category>
          <w:name w:val="General"/>
          <w:gallery w:val="placeholder"/>
        </w:category>
        <w:types>
          <w:type w:val="bbPlcHdr"/>
        </w:types>
        <w:behaviors>
          <w:behavior w:val="content"/>
        </w:behaviors>
        <w:guid w:val="{08D81434-882F-4C6B-AF7F-68610D225D6B}"/>
      </w:docPartPr>
      <w:docPartBody>
        <w:p w:rsidR="00000000" w:rsidRDefault="00000000">
          <w:pPr>
            <w:pStyle w:val="3EBD72E577E146C797C6684647A457E6"/>
          </w:pPr>
          <w:r w:rsidRPr="000D7E53">
            <w:t>YTD</w:t>
          </w:r>
        </w:p>
      </w:docPartBody>
    </w:docPart>
    <w:docPart>
      <w:docPartPr>
        <w:name w:val="BF20349F9D6C4C1B9213ADD8FB141880"/>
        <w:category>
          <w:name w:val="General"/>
          <w:gallery w:val="placeholder"/>
        </w:category>
        <w:types>
          <w:type w:val="bbPlcHdr"/>
        </w:types>
        <w:behaviors>
          <w:behavior w:val="content"/>
        </w:behaviors>
        <w:guid w:val="{3F09AFF5-AEA8-45AD-8A47-F51C65946304}"/>
      </w:docPartPr>
      <w:docPartBody>
        <w:p w:rsidR="00000000" w:rsidRDefault="00000000">
          <w:pPr>
            <w:pStyle w:val="BF20349F9D6C4C1B9213ADD8FB141880"/>
          </w:pPr>
          <w:r w:rsidRPr="000D7E53">
            <w:t>Estimated Sales</w:t>
          </w:r>
        </w:p>
      </w:docPartBody>
    </w:docPart>
    <w:docPart>
      <w:docPartPr>
        <w:name w:val="33ECE686917446F08A58535E463DE5FA"/>
        <w:category>
          <w:name w:val="General"/>
          <w:gallery w:val="placeholder"/>
        </w:category>
        <w:types>
          <w:type w:val="bbPlcHdr"/>
        </w:types>
        <w:behaviors>
          <w:behavior w:val="content"/>
        </w:behaviors>
        <w:guid w:val="{81821F86-ACFE-4EC5-AAC9-479DB50D042C}"/>
      </w:docPartPr>
      <w:docPartBody>
        <w:p w:rsidR="00000000" w:rsidRDefault="00000000">
          <w:pPr>
            <w:pStyle w:val="33ECE686917446F08A58535E463DE5FA"/>
          </w:pPr>
          <w:r w:rsidRPr="000D7E53">
            <w:t>$5,000</w:t>
          </w:r>
        </w:p>
      </w:docPartBody>
    </w:docPart>
    <w:docPart>
      <w:docPartPr>
        <w:name w:val="773933FFA2FC473BBDEA3220D50A64A0"/>
        <w:category>
          <w:name w:val="General"/>
          <w:gallery w:val="placeholder"/>
        </w:category>
        <w:types>
          <w:type w:val="bbPlcHdr"/>
        </w:types>
        <w:behaviors>
          <w:behavior w:val="content"/>
        </w:behaviors>
        <w:guid w:val="{BE8E02EE-4A81-4716-B5B4-6E3BAAA94ECA}"/>
      </w:docPartPr>
      <w:docPartBody>
        <w:p w:rsidR="00000000" w:rsidRDefault="00000000">
          <w:pPr>
            <w:pStyle w:val="773933FFA2FC473BBDEA3220D50A64A0"/>
          </w:pPr>
          <w:r w:rsidRPr="000D7E53">
            <w:t>$</w:t>
          </w:r>
          <w:r>
            <w:t>13</w:t>
          </w:r>
          <w:r w:rsidRPr="000D7E53">
            <w:t>,000</w:t>
          </w:r>
        </w:p>
      </w:docPartBody>
    </w:docPart>
    <w:docPart>
      <w:docPartPr>
        <w:name w:val="7E470D524E014F6DB68CC70D2F7192DA"/>
        <w:category>
          <w:name w:val="General"/>
          <w:gallery w:val="placeholder"/>
        </w:category>
        <w:types>
          <w:type w:val="bbPlcHdr"/>
        </w:types>
        <w:behaviors>
          <w:behavior w:val="content"/>
        </w:behaviors>
        <w:guid w:val="{28DF7806-B7AF-4465-A81B-E53D8A3DD293}"/>
      </w:docPartPr>
      <w:docPartBody>
        <w:p w:rsidR="00000000" w:rsidRDefault="00000000">
          <w:pPr>
            <w:pStyle w:val="7E470D524E014F6DB68CC70D2F7192DA"/>
          </w:pPr>
          <w:r w:rsidRPr="000D7E53">
            <w:t>$</w:t>
          </w:r>
          <w:r>
            <w:t>16</w:t>
          </w:r>
          <w:r w:rsidRPr="000D7E53">
            <w:t>,000</w:t>
          </w:r>
        </w:p>
      </w:docPartBody>
    </w:docPart>
    <w:docPart>
      <w:docPartPr>
        <w:name w:val="89DE98E3002746249A6C08E1A54828C7"/>
        <w:category>
          <w:name w:val="General"/>
          <w:gallery w:val="placeholder"/>
        </w:category>
        <w:types>
          <w:type w:val="bbPlcHdr"/>
        </w:types>
        <w:behaviors>
          <w:behavior w:val="content"/>
        </w:behaviors>
        <w:guid w:val="{97407C8F-1D7D-4A5A-9AF2-F5B35E4E5A7E}"/>
      </w:docPartPr>
      <w:docPartBody>
        <w:p w:rsidR="00000000" w:rsidRDefault="00000000">
          <w:pPr>
            <w:pStyle w:val="89DE98E3002746249A6C08E1A54828C7"/>
          </w:pPr>
          <w:r w:rsidRPr="000D7E53">
            <w:t>$</w:t>
          </w:r>
          <w:r>
            <w:t>7</w:t>
          </w:r>
          <w:r w:rsidRPr="000D7E53">
            <w:t>,000</w:t>
          </w:r>
        </w:p>
      </w:docPartBody>
    </w:docPart>
    <w:docPart>
      <w:docPartPr>
        <w:name w:val="47E04138A0894A5AA3F3EA431A4DF52A"/>
        <w:category>
          <w:name w:val="General"/>
          <w:gallery w:val="placeholder"/>
        </w:category>
        <w:types>
          <w:type w:val="bbPlcHdr"/>
        </w:types>
        <w:behaviors>
          <w:behavior w:val="content"/>
        </w:behaviors>
        <w:guid w:val="{4483D02D-3323-4335-A63B-37450973DF8F}"/>
      </w:docPartPr>
      <w:docPartBody>
        <w:p w:rsidR="00000000" w:rsidRDefault="00000000">
          <w:pPr>
            <w:pStyle w:val="47E04138A0894A5AA3F3EA431A4DF52A"/>
          </w:pPr>
          <w:r w:rsidRPr="000D7E53">
            <w:t>$14,500</w:t>
          </w:r>
        </w:p>
      </w:docPartBody>
    </w:docPart>
    <w:docPart>
      <w:docPartPr>
        <w:name w:val="48D8FBA2D061404A92BA753802E97B50"/>
        <w:category>
          <w:name w:val="General"/>
          <w:gallery w:val="placeholder"/>
        </w:category>
        <w:types>
          <w:type w:val="bbPlcHdr"/>
        </w:types>
        <w:behaviors>
          <w:behavior w:val="content"/>
        </w:behaviors>
        <w:guid w:val="{7D97DB11-4369-4478-A409-0DB06F894E68}"/>
      </w:docPartPr>
      <w:docPartBody>
        <w:p w:rsidR="00000000" w:rsidRDefault="00000000">
          <w:pPr>
            <w:pStyle w:val="48D8FBA2D061404A92BA753802E97B50"/>
          </w:pPr>
          <w:r w:rsidRPr="000D7E53">
            <w:t>$16,400</w:t>
          </w:r>
        </w:p>
      </w:docPartBody>
    </w:docPart>
    <w:docPart>
      <w:docPartPr>
        <w:name w:val="3C77D4F09B64458F9B82DD37924BF5B8"/>
        <w:category>
          <w:name w:val="General"/>
          <w:gallery w:val="placeholder"/>
        </w:category>
        <w:types>
          <w:type w:val="bbPlcHdr"/>
        </w:types>
        <w:behaviors>
          <w:behavior w:val="content"/>
        </w:behaviors>
        <w:guid w:val="{DDEF1A30-C5D7-409A-A525-C6D393589FAB}"/>
      </w:docPartPr>
      <w:docPartBody>
        <w:p w:rsidR="00000000" w:rsidRDefault="00000000">
          <w:pPr>
            <w:pStyle w:val="3C77D4F09B64458F9B82DD37924BF5B8"/>
          </w:pPr>
          <w:r w:rsidRPr="000D7E53">
            <w:t>$22,50</w:t>
          </w:r>
          <w:r>
            <w:t>0</w:t>
          </w:r>
        </w:p>
      </w:docPartBody>
    </w:docPart>
    <w:docPart>
      <w:docPartPr>
        <w:name w:val="A66EE2009F874D9C9C9983A54DEB8948"/>
        <w:category>
          <w:name w:val="General"/>
          <w:gallery w:val="placeholder"/>
        </w:category>
        <w:types>
          <w:type w:val="bbPlcHdr"/>
        </w:types>
        <w:behaviors>
          <w:behavior w:val="content"/>
        </w:behaviors>
        <w:guid w:val="{EAE9BB25-72A5-4578-A26F-052E75AA5083}"/>
      </w:docPartPr>
      <w:docPartBody>
        <w:p w:rsidR="00000000" w:rsidRDefault="00000000">
          <w:pPr>
            <w:pStyle w:val="A66EE2009F874D9C9C9983A54DEB8948"/>
          </w:pPr>
          <w:r w:rsidRPr="000D7E53">
            <w:t>$23,125</w:t>
          </w:r>
        </w:p>
      </w:docPartBody>
    </w:docPart>
    <w:docPart>
      <w:docPartPr>
        <w:name w:val="B1F558AE87304DBB9F822F3CE9704A7A"/>
        <w:category>
          <w:name w:val="General"/>
          <w:gallery w:val="placeholder"/>
        </w:category>
        <w:types>
          <w:type w:val="bbPlcHdr"/>
        </w:types>
        <w:behaviors>
          <w:behavior w:val="content"/>
        </w:behaviors>
        <w:guid w:val="{4050B980-77D3-4D75-879E-1630507B23CA}"/>
      </w:docPartPr>
      <w:docPartBody>
        <w:p w:rsidR="00000000" w:rsidRDefault="00000000">
          <w:pPr>
            <w:pStyle w:val="B1F558AE87304DBB9F822F3CE9704A7A"/>
          </w:pPr>
          <w:r w:rsidRPr="000D7E53">
            <w:t>$24,549</w:t>
          </w:r>
        </w:p>
      </w:docPartBody>
    </w:docPart>
    <w:docPart>
      <w:docPartPr>
        <w:name w:val="9E69BBF300AC4ED1AB9F4A9839C79FE8"/>
        <w:category>
          <w:name w:val="General"/>
          <w:gallery w:val="placeholder"/>
        </w:category>
        <w:types>
          <w:type w:val="bbPlcHdr"/>
        </w:types>
        <w:behaviors>
          <w:behavior w:val="content"/>
        </w:behaviors>
        <w:guid w:val="{80B01585-388C-4EFE-8406-0173E380536C}"/>
      </w:docPartPr>
      <w:docPartBody>
        <w:p w:rsidR="00000000" w:rsidRDefault="00000000">
          <w:pPr>
            <w:pStyle w:val="9E69BBF300AC4ED1AB9F4A9839C79FE8"/>
          </w:pPr>
          <w:r w:rsidRPr="000D7E53">
            <w:t>$</w:t>
          </w:r>
          <w:r>
            <w:t>22</w:t>
          </w:r>
          <w:r w:rsidRPr="000D7E53">
            <w:t>,000</w:t>
          </w:r>
        </w:p>
      </w:docPartBody>
    </w:docPart>
    <w:docPart>
      <w:docPartPr>
        <w:name w:val="8B3BCBB33E874CF1874433FB5DDDE8EB"/>
        <w:category>
          <w:name w:val="General"/>
          <w:gallery w:val="placeholder"/>
        </w:category>
        <w:types>
          <w:type w:val="bbPlcHdr"/>
        </w:types>
        <w:behaviors>
          <w:behavior w:val="content"/>
        </w:behaviors>
        <w:guid w:val="{AB6DD29D-C6A1-46A3-BC79-E003D244CE90}"/>
      </w:docPartPr>
      <w:docPartBody>
        <w:p w:rsidR="00000000" w:rsidRDefault="00000000">
          <w:pPr>
            <w:pStyle w:val="8B3BCBB33E874CF1874433FB5DDDE8EB"/>
          </w:pPr>
          <w:r w:rsidRPr="000D7E53">
            <w:t>$</w:t>
          </w:r>
          <w:r>
            <w:t>2</w:t>
          </w:r>
          <w:r w:rsidRPr="000D7E53">
            <w:t>5,000</w:t>
          </w:r>
        </w:p>
      </w:docPartBody>
    </w:docPart>
    <w:docPart>
      <w:docPartPr>
        <w:name w:val="E485283DFD474EC29669DAB0CEC5A9A9"/>
        <w:category>
          <w:name w:val="General"/>
          <w:gallery w:val="placeholder"/>
        </w:category>
        <w:types>
          <w:type w:val="bbPlcHdr"/>
        </w:types>
        <w:behaviors>
          <w:behavior w:val="content"/>
        </w:behaviors>
        <w:guid w:val="{09AB35CD-0638-4035-B6D8-D368E28C6D20}"/>
      </w:docPartPr>
      <w:docPartBody>
        <w:p w:rsidR="00000000" w:rsidRDefault="00000000">
          <w:pPr>
            <w:pStyle w:val="E485283DFD474EC29669DAB0CEC5A9A9"/>
          </w:pPr>
          <w:r w:rsidRPr="000D7E53">
            <w:t>$27,349</w:t>
          </w:r>
        </w:p>
      </w:docPartBody>
    </w:docPart>
    <w:docPart>
      <w:docPartPr>
        <w:name w:val="951266C9BA804C7393D1F026FEA20BB8"/>
        <w:category>
          <w:name w:val="General"/>
          <w:gallery w:val="placeholder"/>
        </w:category>
        <w:types>
          <w:type w:val="bbPlcHdr"/>
        </w:types>
        <w:behaviors>
          <w:behavior w:val="content"/>
        </w:behaviors>
        <w:guid w:val="{72B69AEE-076A-461A-AC9A-7DF0821DCA09}"/>
      </w:docPartPr>
      <w:docPartBody>
        <w:p w:rsidR="00000000" w:rsidRDefault="00000000">
          <w:pPr>
            <w:pStyle w:val="951266C9BA804C7393D1F026FEA20BB8"/>
          </w:pPr>
          <w:r w:rsidRPr="000D7E53">
            <w:t>$216,423</w:t>
          </w:r>
        </w:p>
      </w:docPartBody>
    </w:docPart>
    <w:docPart>
      <w:docPartPr>
        <w:name w:val="95F4C22671184A4389225898F2CB902B"/>
        <w:category>
          <w:name w:val="General"/>
          <w:gallery w:val="placeholder"/>
        </w:category>
        <w:types>
          <w:type w:val="bbPlcHdr"/>
        </w:types>
        <w:behaviors>
          <w:behavior w:val="content"/>
        </w:behaviors>
        <w:guid w:val="{C78BDF16-0A73-4058-BCD4-FA3FBF6EBE42}"/>
      </w:docPartPr>
      <w:docPartBody>
        <w:p w:rsidR="00000000" w:rsidRDefault="00000000">
          <w:pPr>
            <w:pStyle w:val="95F4C22671184A4389225898F2CB902B"/>
          </w:pPr>
          <w:r w:rsidRPr="000D7E53">
            <w:t>Less Sales Returns &amp; Discounts</w:t>
          </w:r>
        </w:p>
      </w:docPartBody>
    </w:docPart>
    <w:docPart>
      <w:docPartPr>
        <w:name w:val="56EF48B69ACD4658A6B604E7E98EBDE5"/>
        <w:category>
          <w:name w:val="General"/>
          <w:gallery w:val="placeholder"/>
        </w:category>
        <w:types>
          <w:type w:val="bbPlcHdr"/>
        </w:types>
        <w:behaviors>
          <w:behavior w:val="content"/>
        </w:behaviors>
        <w:guid w:val="{24ABA00A-827A-4A20-A807-15475D61307B}"/>
      </w:docPartPr>
      <w:docPartBody>
        <w:p w:rsidR="00000000" w:rsidRDefault="00000000">
          <w:pPr>
            <w:pStyle w:val="56EF48B69ACD4658A6B604E7E98EBDE5"/>
          </w:pPr>
          <w:r w:rsidRPr="000D7E53">
            <w:t>$0</w:t>
          </w:r>
        </w:p>
      </w:docPartBody>
    </w:docPart>
    <w:docPart>
      <w:docPartPr>
        <w:name w:val="C23614BB4B3F47E3870B370835637CA1"/>
        <w:category>
          <w:name w:val="General"/>
          <w:gallery w:val="placeholder"/>
        </w:category>
        <w:types>
          <w:type w:val="bbPlcHdr"/>
        </w:types>
        <w:behaviors>
          <w:behavior w:val="content"/>
        </w:behaviors>
        <w:guid w:val="{47FA8235-A6EA-4839-AB33-CE4CEBCAB75F}"/>
      </w:docPartPr>
      <w:docPartBody>
        <w:p w:rsidR="00000000" w:rsidRDefault="00000000">
          <w:pPr>
            <w:pStyle w:val="C23614BB4B3F47E3870B370835637CA1"/>
          </w:pPr>
          <w:r>
            <w:t>(</w:t>
          </w:r>
          <w:r w:rsidRPr="000D7E53">
            <w:t>$</w:t>
          </w:r>
          <w:r>
            <w:t>350)</w:t>
          </w:r>
        </w:p>
      </w:docPartBody>
    </w:docPart>
    <w:docPart>
      <w:docPartPr>
        <w:name w:val="649FFCBEB89945719A968D1B303D8866"/>
        <w:category>
          <w:name w:val="General"/>
          <w:gallery w:val="placeholder"/>
        </w:category>
        <w:types>
          <w:type w:val="bbPlcHdr"/>
        </w:types>
        <w:behaviors>
          <w:behavior w:val="content"/>
        </w:behaviors>
        <w:guid w:val="{48798E21-B262-4B60-9E70-43BF67FC75AD}"/>
      </w:docPartPr>
      <w:docPartBody>
        <w:p w:rsidR="00000000" w:rsidRDefault="00000000">
          <w:pPr>
            <w:pStyle w:val="649FFCBEB89945719A968D1B303D8866"/>
          </w:pPr>
          <w:r w:rsidRPr="000D7E53">
            <w:t>$0</w:t>
          </w:r>
        </w:p>
      </w:docPartBody>
    </w:docPart>
    <w:docPart>
      <w:docPartPr>
        <w:name w:val="0E4C1B8425274CB0961B52E028A2E07C"/>
        <w:category>
          <w:name w:val="General"/>
          <w:gallery w:val="placeholder"/>
        </w:category>
        <w:types>
          <w:type w:val="bbPlcHdr"/>
        </w:types>
        <w:behaviors>
          <w:behavior w:val="content"/>
        </w:behaviors>
        <w:guid w:val="{BA3D766E-222F-4185-9357-38EFE899783D}"/>
      </w:docPartPr>
      <w:docPartBody>
        <w:p w:rsidR="00000000" w:rsidRDefault="00000000">
          <w:pPr>
            <w:pStyle w:val="0E4C1B8425274CB0961B52E028A2E07C"/>
          </w:pPr>
          <w:r w:rsidRPr="000D7E53">
            <w:t>($206)</w:t>
          </w:r>
        </w:p>
      </w:docPartBody>
    </w:docPart>
    <w:docPart>
      <w:docPartPr>
        <w:name w:val="DCDDB632C83F4BBB975A6114F1894601"/>
        <w:category>
          <w:name w:val="General"/>
          <w:gallery w:val="placeholder"/>
        </w:category>
        <w:types>
          <w:type w:val="bbPlcHdr"/>
        </w:types>
        <w:behaviors>
          <w:behavior w:val="content"/>
        </w:behaviors>
        <w:guid w:val="{B3C3DB10-03B2-44AB-8130-4C9190371BAD}"/>
      </w:docPartPr>
      <w:docPartBody>
        <w:p w:rsidR="00000000" w:rsidRDefault="00000000">
          <w:pPr>
            <w:pStyle w:val="DCDDB632C83F4BBB975A6114F1894601"/>
          </w:pPr>
          <w:r w:rsidRPr="000D7E53">
            <w:t>($234)</w:t>
          </w:r>
        </w:p>
      </w:docPartBody>
    </w:docPart>
    <w:docPart>
      <w:docPartPr>
        <w:name w:val="75B1F9C0E33F47DFABA8B1E5A9215BFE"/>
        <w:category>
          <w:name w:val="General"/>
          <w:gallery w:val="placeholder"/>
        </w:category>
        <w:types>
          <w:type w:val="bbPlcHdr"/>
        </w:types>
        <w:behaviors>
          <w:behavior w:val="content"/>
        </w:behaviors>
        <w:guid w:val="{D0F9847F-C91F-452B-9527-39FB78C00F86}"/>
      </w:docPartPr>
      <w:docPartBody>
        <w:p w:rsidR="00000000" w:rsidRDefault="00000000">
          <w:pPr>
            <w:pStyle w:val="75B1F9C0E33F47DFABA8B1E5A9215BFE"/>
          </w:pPr>
          <w:r w:rsidRPr="000D7E53">
            <w:t>$0</w:t>
          </w:r>
        </w:p>
      </w:docPartBody>
    </w:docPart>
    <w:docPart>
      <w:docPartPr>
        <w:name w:val="1650DFFBA52946B98481BC71DBB57906"/>
        <w:category>
          <w:name w:val="General"/>
          <w:gallery w:val="placeholder"/>
        </w:category>
        <w:types>
          <w:type w:val="bbPlcHdr"/>
        </w:types>
        <w:behaviors>
          <w:behavior w:val="content"/>
        </w:behaviors>
        <w:guid w:val="{57E8FD99-70FF-4C1E-B9BD-913818B198DE}"/>
      </w:docPartPr>
      <w:docPartBody>
        <w:p w:rsidR="00000000" w:rsidRDefault="00000000">
          <w:pPr>
            <w:pStyle w:val="1650DFFBA52946B98481BC71DBB57906"/>
          </w:pPr>
          <w:r w:rsidRPr="000D7E53">
            <w:t>$0</w:t>
          </w:r>
        </w:p>
      </w:docPartBody>
    </w:docPart>
    <w:docPart>
      <w:docPartPr>
        <w:name w:val="84536621E666405FB49EAF1D71727907"/>
        <w:category>
          <w:name w:val="General"/>
          <w:gallery w:val="placeholder"/>
        </w:category>
        <w:types>
          <w:type w:val="bbPlcHdr"/>
        </w:types>
        <w:behaviors>
          <w:behavior w:val="content"/>
        </w:behaviors>
        <w:guid w:val="{9819F7C1-8881-416E-820C-6274DA1D0A1D}"/>
      </w:docPartPr>
      <w:docPartBody>
        <w:p w:rsidR="00000000" w:rsidRDefault="00000000">
          <w:pPr>
            <w:pStyle w:val="84536621E666405FB49EAF1D71727907"/>
          </w:pPr>
          <w:r w:rsidRPr="000D7E53">
            <w:t>($280)</w:t>
          </w:r>
        </w:p>
      </w:docPartBody>
    </w:docPart>
    <w:docPart>
      <w:docPartPr>
        <w:name w:val="D3C7B25E1A67496EB2BD0FE38F2C5CBF"/>
        <w:category>
          <w:name w:val="General"/>
          <w:gallery w:val="placeholder"/>
        </w:category>
        <w:types>
          <w:type w:val="bbPlcHdr"/>
        </w:types>
        <w:behaviors>
          <w:behavior w:val="content"/>
        </w:behaviors>
        <w:guid w:val="{43B9FD47-D952-49A7-8324-6F4E06A43915}"/>
      </w:docPartPr>
      <w:docPartBody>
        <w:p w:rsidR="00000000" w:rsidRDefault="00000000">
          <w:pPr>
            <w:pStyle w:val="D3C7B25E1A67496EB2BD0FE38F2C5CBF"/>
          </w:pPr>
          <w:r w:rsidRPr="000D7E53">
            <w:t>($1,200)</w:t>
          </w:r>
        </w:p>
      </w:docPartBody>
    </w:docPart>
    <w:docPart>
      <w:docPartPr>
        <w:name w:val="9C4215BF3AE943129740D3A023E3CEB8"/>
        <w:category>
          <w:name w:val="General"/>
          <w:gallery w:val="placeholder"/>
        </w:category>
        <w:types>
          <w:type w:val="bbPlcHdr"/>
        </w:types>
        <w:behaviors>
          <w:behavior w:val="content"/>
        </w:behaviors>
        <w:guid w:val="{B2C450F9-9CC6-4CF4-B9EB-1633FFEA4216}"/>
      </w:docPartPr>
      <w:docPartBody>
        <w:p w:rsidR="00000000" w:rsidRDefault="00000000">
          <w:pPr>
            <w:pStyle w:val="9C4215BF3AE943129740D3A023E3CEB8"/>
          </w:pPr>
          <w:r>
            <w:t>(</w:t>
          </w:r>
          <w:r w:rsidRPr="000D7E53">
            <w:t>$1,600</w:t>
          </w:r>
          <w:r>
            <w:t>)</w:t>
          </w:r>
        </w:p>
      </w:docPartBody>
    </w:docPart>
    <w:docPart>
      <w:docPartPr>
        <w:name w:val="F23806010CC141EAADA5B034AD1B55E4"/>
        <w:category>
          <w:name w:val="General"/>
          <w:gallery w:val="placeholder"/>
        </w:category>
        <w:types>
          <w:type w:val="bbPlcHdr"/>
        </w:types>
        <w:behaviors>
          <w:behavior w:val="content"/>
        </w:behaviors>
        <w:guid w:val="{4E79050F-391A-4B99-9D28-23B8A26B2C63}"/>
      </w:docPartPr>
      <w:docPartBody>
        <w:p w:rsidR="00000000" w:rsidRDefault="00000000">
          <w:pPr>
            <w:pStyle w:val="F23806010CC141EAADA5B034AD1B55E4"/>
          </w:pPr>
          <w:r w:rsidRPr="000D7E53">
            <w:t>$0</w:t>
          </w:r>
        </w:p>
      </w:docPartBody>
    </w:docPart>
    <w:docPart>
      <w:docPartPr>
        <w:name w:val="900EC1B41B67430CA80958ACCF76D156"/>
        <w:category>
          <w:name w:val="General"/>
          <w:gallery w:val="placeholder"/>
        </w:category>
        <w:types>
          <w:type w:val="bbPlcHdr"/>
        </w:types>
        <w:behaviors>
          <w:behavior w:val="content"/>
        </w:behaviors>
        <w:guid w:val="{FC5E6F7A-E31D-446A-8695-EC028A11A00B}"/>
      </w:docPartPr>
      <w:docPartBody>
        <w:p w:rsidR="00000000" w:rsidRDefault="00000000">
          <w:pPr>
            <w:pStyle w:val="900EC1B41B67430CA80958ACCF76D156"/>
          </w:pPr>
          <w:r w:rsidRPr="000D7E53">
            <w:t>($2,400)</w:t>
          </w:r>
        </w:p>
      </w:docPartBody>
    </w:docPart>
    <w:docPart>
      <w:docPartPr>
        <w:name w:val="131502CC341546048EC726B34B277897"/>
        <w:category>
          <w:name w:val="General"/>
          <w:gallery w:val="placeholder"/>
        </w:category>
        <w:types>
          <w:type w:val="bbPlcHdr"/>
        </w:types>
        <w:behaviors>
          <w:behavior w:val="content"/>
        </w:behaviors>
        <w:guid w:val="{84E5727B-CF7B-453B-9530-97D92D7EDE38}"/>
      </w:docPartPr>
      <w:docPartBody>
        <w:p w:rsidR="00000000" w:rsidRDefault="00000000">
          <w:pPr>
            <w:pStyle w:val="131502CC341546048EC726B34B277897"/>
          </w:pPr>
          <w:r w:rsidRPr="000D7E53">
            <w:t>($6,270)</w:t>
          </w:r>
        </w:p>
      </w:docPartBody>
    </w:docPart>
    <w:docPart>
      <w:docPartPr>
        <w:name w:val="B158BA54F6A441C1A964171E18FFE682"/>
        <w:category>
          <w:name w:val="General"/>
          <w:gallery w:val="placeholder"/>
        </w:category>
        <w:types>
          <w:type w:val="bbPlcHdr"/>
        </w:types>
        <w:behaviors>
          <w:behavior w:val="content"/>
        </w:behaviors>
        <w:guid w:val="{10429727-B6A4-48B9-858B-51372A10C3CA}"/>
      </w:docPartPr>
      <w:docPartBody>
        <w:p w:rsidR="00000000" w:rsidRDefault="00000000">
          <w:pPr>
            <w:pStyle w:val="B158BA54F6A441C1A964171E18FFE682"/>
          </w:pPr>
          <w:r w:rsidRPr="000D7E53">
            <w:t>Service Revenue</w:t>
          </w:r>
        </w:p>
      </w:docPartBody>
    </w:docPart>
    <w:docPart>
      <w:docPartPr>
        <w:name w:val="2EE83EF23EDD47AA85F0C2975C370B49"/>
        <w:category>
          <w:name w:val="General"/>
          <w:gallery w:val="placeholder"/>
        </w:category>
        <w:types>
          <w:type w:val="bbPlcHdr"/>
        </w:types>
        <w:behaviors>
          <w:behavior w:val="content"/>
        </w:behaviors>
        <w:guid w:val="{3CA96F50-E9DE-4E89-B62C-E6C91DFA7C65}"/>
      </w:docPartPr>
      <w:docPartBody>
        <w:p w:rsidR="00000000" w:rsidRDefault="00000000">
          <w:pPr>
            <w:pStyle w:val="2EE83EF23EDD47AA85F0C2975C370B49"/>
          </w:pPr>
          <w:r w:rsidRPr="000D7E53">
            <w:t>$0</w:t>
          </w:r>
        </w:p>
      </w:docPartBody>
    </w:docPart>
    <w:docPart>
      <w:docPartPr>
        <w:name w:val="8676F34A9F5C4F1B936104D94DEF958D"/>
        <w:category>
          <w:name w:val="General"/>
          <w:gallery w:val="placeholder"/>
        </w:category>
        <w:types>
          <w:type w:val="bbPlcHdr"/>
        </w:types>
        <w:behaviors>
          <w:behavior w:val="content"/>
        </w:behaviors>
        <w:guid w:val="{3FD21E3D-9495-4427-B64D-09A84055888A}"/>
      </w:docPartPr>
      <w:docPartBody>
        <w:p w:rsidR="00000000" w:rsidRDefault="00000000">
          <w:pPr>
            <w:pStyle w:val="8676F34A9F5C4F1B936104D94DEF958D"/>
          </w:pPr>
          <w:r w:rsidRPr="000D7E53">
            <w:t>$0</w:t>
          </w:r>
        </w:p>
      </w:docPartBody>
    </w:docPart>
    <w:docPart>
      <w:docPartPr>
        <w:name w:val="6DA459DDFCCC4C9EA6845436D781C06C"/>
        <w:category>
          <w:name w:val="General"/>
          <w:gallery w:val="placeholder"/>
        </w:category>
        <w:types>
          <w:type w:val="bbPlcHdr"/>
        </w:types>
        <w:behaviors>
          <w:behavior w:val="content"/>
        </w:behaviors>
        <w:guid w:val="{34E363C9-F953-419F-AAAA-B126E6E0BA28}"/>
      </w:docPartPr>
      <w:docPartBody>
        <w:p w:rsidR="00000000" w:rsidRDefault="00000000">
          <w:pPr>
            <w:pStyle w:val="6DA459DDFCCC4C9EA6845436D781C06C"/>
          </w:pPr>
          <w:r w:rsidRPr="000D7E53">
            <w:t>$0</w:t>
          </w:r>
        </w:p>
      </w:docPartBody>
    </w:docPart>
    <w:docPart>
      <w:docPartPr>
        <w:name w:val="3AE7A73E625E45F69DF0F9006902BEA3"/>
        <w:category>
          <w:name w:val="General"/>
          <w:gallery w:val="placeholder"/>
        </w:category>
        <w:types>
          <w:type w:val="bbPlcHdr"/>
        </w:types>
        <w:behaviors>
          <w:behavior w:val="content"/>
        </w:behaviors>
        <w:guid w:val="{02A81502-0AC7-4A90-89E3-FACCABFA19B4}"/>
      </w:docPartPr>
      <w:docPartBody>
        <w:p w:rsidR="00000000" w:rsidRDefault="00000000">
          <w:pPr>
            <w:pStyle w:val="3AE7A73E625E45F69DF0F9006902BEA3"/>
          </w:pPr>
          <w:r w:rsidRPr="000D7E53">
            <w:t>$0</w:t>
          </w:r>
        </w:p>
      </w:docPartBody>
    </w:docPart>
    <w:docPart>
      <w:docPartPr>
        <w:name w:val="E8C60CBB292348B9B88FFA7E30232BB0"/>
        <w:category>
          <w:name w:val="General"/>
          <w:gallery w:val="placeholder"/>
        </w:category>
        <w:types>
          <w:type w:val="bbPlcHdr"/>
        </w:types>
        <w:behaviors>
          <w:behavior w:val="content"/>
        </w:behaviors>
        <w:guid w:val="{6070459C-A48B-4569-A691-0D21B2BC1059}"/>
      </w:docPartPr>
      <w:docPartBody>
        <w:p w:rsidR="00000000" w:rsidRDefault="00000000">
          <w:pPr>
            <w:pStyle w:val="E8C60CBB292348B9B88FFA7E30232BB0"/>
          </w:pPr>
          <w:r w:rsidRPr="000D7E53">
            <w:t>$0</w:t>
          </w:r>
        </w:p>
      </w:docPartBody>
    </w:docPart>
    <w:docPart>
      <w:docPartPr>
        <w:name w:val="0DE384DEB2D342A8AE35E31C2854EEAD"/>
        <w:category>
          <w:name w:val="General"/>
          <w:gallery w:val="placeholder"/>
        </w:category>
        <w:types>
          <w:type w:val="bbPlcHdr"/>
        </w:types>
        <w:behaviors>
          <w:behavior w:val="content"/>
        </w:behaviors>
        <w:guid w:val="{39702FAA-404A-4C35-8A46-D2424D230447}"/>
      </w:docPartPr>
      <w:docPartBody>
        <w:p w:rsidR="00000000" w:rsidRDefault="00000000">
          <w:pPr>
            <w:pStyle w:val="0DE384DEB2D342A8AE35E31C2854EEAD"/>
          </w:pPr>
          <w:r w:rsidRPr="000D7E53">
            <w:t>$250</w:t>
          </w:r>
        </w:p>
      </w:docPartBody>
    </w:docPart>
    <w:docPart>
      <w:docPartPr>
        <w:name w:val="27567027C4FE4F9A82792EDD94E810E4"/>
        <w:category>
          <w:name w:val="General"/>
          <w:gallery w:val="placeholder"/>
        </w:category>
        <w:types>
          <w:type w:val="bbPlcHdr"/>
        </w:types>
        <w:behaviors>
          <w:behavior w:val="content"/>
        </w:behaviors>
        <w:guid w:val="{45CE3AC7-2835-4992-8D2F-6D1199CD18EE}"/>
      </w:docPartPr>
      <w:docPartBody>
        <w:p w:rsidR="00000000" w:rsidRDefault="00000000">
          <w:pPr>
            <w:pStyle w:val="27567027C4FE4F9A82792EDD94E810E4"/>
          </w:pPr>
          <w:r w:rsidRPr="000D7E53">
            <w:t>$350</w:t>
          </w:r>
        </w:p>
      </w:docPartBody>
    </w:docPart>
    <w:docPart>
      <w:docPartPr>
        <w:name w:val="4F781DEF0EE949349EF9E3794089000B"/>
        <w:category>
          <w:name w:val="General"/>
          <w:gallery w:val="placeholder"/>
        </w:category>
        <w:types>
          <w:type w:val="bbPlcHdr"/>
        </w:types>
        <w:behaviors>
          <w:behavior w:val="content"/>
        </w:behaviors>
        <w:guid w:val="{7CEC5D7B-D1AC-4512-A4CB-E429C3ADDFA7}"/>
      </w:docPartPr>
      <w:docPartBody>
        <w:p w:rsidR="00000000" w:rsidRDefault="00000000">
          <w:pPr>
            <w:pStyle w:val="4F781DEF0EE949349EF9E3794089000B"/>
          </w:pPr>
          <w:r w:rsidRPr="000D7E53">
            <w:t>$</w:t>
          </w:r>
          <w:r>
            <w:t>1</w:t>
          </w:r>
          <w:r w:rsidRPr="000D7E53">
            <w:t>00</w:t>
          </w:r>
        </w:p>
      </w:docPartBody>
    </w:docPart>
    <w:docPart>
      <w:docPartPr>
        <w:name w:val="46D94F95F40846698FB1EBF51BFF1DBA"/>
        <w:category>
          <w:name w:val="General"/>
          <w:gallery w:val="placeholder"/>
        </w:category>
        <w:types>
          <w:type w:val="bbPlcHdr"/>
        </w:types>
        <w:behaviors>
          <w:behavior w:val="content"/>
        </w:behaviors>
        <w:guid w:val="{4DE2A7A1-B544-4353-8BA3-094CD04C47CD}"/>
      </w:docPartPr>
      <w:docPartBody>
        <w:p w:rsidR="00000000" w:rsidRDefault="00000000">
          <w:pPr>
            <w:pStyle w:val="46D94F95F40846698FB1EBF51BFF1DBA"/>
          </w:pPr>
          <w:r w:rsidRPr="000D7E53">
            <w:t>$0</w:t>
          </w:r>
        </w:p>
      </w:docPartBody>
    </w:docPart>
    <w:docPart>
      <w:docPartPr>
        <w:name w:val="E07831BD801F4D24B379E577B6F35458"/>
        <w:category>
          <w:name w:val="General"/>
          <w:gallery w:val="placeholder"/>
        </w:category>
        <w:types>
          <w:type w:val="bbPlcHdr"/>
        </w:types>
        <w:behaviors>
          <w:behavior w:val="content"/>
        </w:behaviors>
        <w:guid w:val="{8B74BAC3-A5C8-44BE-AD10-4568F0C7FCA1}"/>
      </w:docPartPr>
      <w:docPartBody>
        <w:p w:rsidR="00000000" w:rsidRDefault="00000000">
          <w:pPr>
            <w:pStyle w:val="E07831BD801F4D24B379E577B6F35458"/>
          </w:pPr>
          <w:r w:rsidRPr="000D7E53">
            <w:t>$0</w:t>
          </w:r>
        </w:p>
      </w:docPartBody>
    </w:docPart>
    <w:docPart>
      <w:docPartPr>
        <w:name w:val="04DFC2A24C4A408EAF7DA5F57F4F49C4"/>
        <w:category>
          <w:name w:val="General"/>
          <w:gallery w:val="placeholder"/>
        </w:category>
        <w:types>
          <w:type w:val="bbPlcHdr"/>
        </w:types>
        <w:behaviors>
          <w:behavior w:val="content"/>
        </w:behaviors>
        <w:guid w:val="{321EA35B-BF50-43CB-BE98-44C69945CE4B}"/>
      </w:docPartPr>
      <w:docPartBody>
        <w:p w:rsidR="00000000" w:rsidRDefault="00000000">
          <w:pPr>
            <w:pStyle w:val="04DFC2A24C4A408EAF7DA5F57F4F49C4"/>
          </w:pPr>
          <w:r w:rsidRPr="000D7E53">
            <w:t>$1,245</w:t>
          </w:r>
        </w:p>
      </w:docPartBody>
    </w:docPart>
    <w:docPart>
      <w:docPartPr>
        <w:name w:val="4BCAF26CF34842C69868A93CA2B79EBA"/>
        <w:category>
          <w:name w:val="General"/>
          <w:gallery w:val="placeholder"/>
        </w:category>
        <w:types>
          <w:type w:val="bbPlcHdr"/>
        </w:types>
        <w:behaviors>
          <w:behavior w:val="content"/>
        </w:behaviors>
        <w:guid w:val="{76E8C3C9-61B3-45B5-A8C3-662695666138}"/>
      </w:docPartPr>
      <w:docPartBody>
        <w:p w:rsidR="00000000" w:rsidRDefault="00000000">
          <w:pPr>
            <w:pStyle w:val="4BCAF26CF34842C69868A93CA2B79EBA"/>
          </w:pPr>
          <w:r w:rsidRPr="000D7E53">
            <w:t>$1,360</w:t>
          </w:r>
        </w:p>
      </w:docPartBody>
    </w:docPart>
    <w:docPart>
      <w:docPartPr>
        <w:name w:val="C1FE2C12A13D4E5386758DE6AA82493B"/>
        <w:category>
          <w:name w:val="General"/>
          <w:gallery w:val="placeholder"/>
        </w:category>
        <w:types>
          <w:type w:val="bbPlcHdr"/>
        </w:types>
        <w:behaviors>
          <w:behavior w:val="content"/>
        </w:behaviors>
        <w:guid w:val="{D02025F4-D4F5-43FB-B59B-B2F356D71C87}"/>
      </w:docPartPr>
      <w:docPartBody>
        <w:p w:rsidR="00000000" w:rsidRDefault="00000000">
          <w:pPr>
            <w:pStyle w:val="C1FE2C12A13D4E5386758DE6AA82493B"/>
          </w:pPr>
          <w:r w:rsidRPr="000D7E53">
            <w:t>$3,305</w:t>
          </w:r>
        </w:p>
      </w:docPartBody>
    </w:docPart>
    <w:docPart>
      <w:docPartPr>
        <w:name w:val="07BBD3D3B6B44AF39FB7EFE3E7D73DF6"/>
        <w:category>
          <w:name w:val="General"/>
          <w:gallery w:val="placeholder"/>
        </w:category>
        <w:types>
          <w:type w:val="bbPlcHdr"/>
        </w:types>
        <w:behaviors>
          <w:behavior w:val="content"/>
        </w:behaviors>
        <w:guid w:val="{DCD9BF50-CEDC-418C-8D53-463C7ACDDA02}"/>
      </w:docPartPr>
      <w:docPartBody>
        <w:p w:rsidR="00000000" w:rsidRDefault="00000000">
          <w:pPr>
            <w:pStyle w:val="07BBD3D3B6B44AF39FB7EFE3E7D73DF6"/>
          </w:pPr>
          <w:r w:rsidRPr="000D7E53">
            <w:t>Other Revenue</w:t>
          </w:r>
        </w:p>
      </w:docPartBody>
    </w:docPart>
    <w:docPart>
      <w:docPartPr>
        <w:name w:val="F32242ECF760486982FB17CE3E64F333"/>
        <w:category>
          <w:name w:val="General"/>
          <w:gallery w:val="placeholder"/>
        </w:category>
        <w:types>
          <w:type w:val="bbPlcHdr"/>
        </w:types>
        <w:behaviors>
          <w:behavior w:val="content"/>
        </w:behaviors>
        <w:guid w:val="{7418B393-21BF-45CA-8B75-3FB6742F32BB}"/>
      </w:docPartPr>
      <w:docPartBody>
        <w:p w:rsidR="00000000" w:rsidRDefault="00000000">
          <w:pPr>
            <w:pStyle w:val="F32242ECF760486982FB17CE3E64F333"/>
          </w:pPr>
          <w:r w:rsidRPr="000D7E53">
            <w:t>$0</w:t>
          </w:r>
        </w:p>
      </w:docPartBody>
    </w:docPart>
    <w:docPart>
      <w:docPartPr>
        <w:name w:val="C09AFABFD050496AB020BD62531B98F8"/>
        <w:category>
          <w:name w:val="General"/>
          <w:gallery w:val="placeholder"/>
        </w:category>
        <w:types>
          <w:type w:val="bbPlcHdr"/>
        </w:types>
        <w:behaviors>
          <w:behavior w:val="content"/>
        </w:behaviors>
        <w:guid w:val="{BE71D2C5-88B0-4624-B7E5-5851EE464390}"/>
      </w:docPartPr>
      <w:docPartBody>
        <w:p w:rsidR="00000000" w:rsidRDefault="00000000">
          <w:pPr>
            <w:pStyle w:val="C09AFABFD050496AB020BD62531B98F8"/>
          </w:pPr>
          <w:r w:rsidRPr="000D7E53">
            <w:t>$0</w:t>
          </w:r>
        </w:p>
      </w:docPartBody>
    </w:docPart>
    <w:docPart>
      <w:docPartPr>
        <w:name w:val="3538654CA901436A8E66A8B83B4BCCC6"/>
        <w:category>
          <w:name w:val="General"/>
          <w:gallery w:val="placeholder"/>
        </w:category>
        <w:types>
          <w:type w:val="bbPlcHdr"/>
        </w:types>
        <w:behaviors>
          <w:behavior w:val="content"/>
        </w:behaviors>
        <w:guid w:val="{BD0DB33F-391D-4456-8259-6EBED99A7B2F}"/>
      </w:docPartPr>
      <w:docPartBody>
        <w:p w:rsidR="00000000" w:rsidRDefault="00000000">
          <w:pPr>
            <w:pStyle w:val="3538654CA901436A8E66A8B83B4BCCC6"/>
          </w:pPr>
          <w:r w:rsidRPr="000D7E53">
            <w:t>$0</w:t>
          </w:r>
        </w:p>
      </w:docPartBody>
    </w:docPart>
    <w:docPart>
      <w:docPartPr>
        <w:name w:val="866DBC720BDD48BF8597CB7BF8AB57E7"/>
        <w:category>
          <w:name w:val="General"/>
          <w:gallery w:val="placeholder"/>
        </w:category>
        <w:types>
          <w:type w:val="bbPlcHdr"/>
        </w:types>
        <w:behaviors>
          <w:behavior w:val="content"/>
        </w:behaviors>
        <w:guid w:val="{E451329E-C398-493E-AE00-6F24A5B98C9A}"/>
      </w:docPartPr>
      <w:docPartBody>
        <w:p w:rsidR="00000000" w:rsidRDefault="00000000">
          <w:pPr>
            <w:pStyle w:val="866DBC720BDD48BF8597CB7BF8AB57E7"/>
          </w:pPr>
          <w:r w:rsidRPr="000D7E53">
            <w:t>$0</w:t>
          </w:r>
        </w:p>
      </w:docPartBody>
    </w:docPart>
    <w:docPart>
      <w:docPartPr>
        <w:name w:val="2959C8B7ABF04C7FB9D443B8C2047730"/>
        <w:category>
          <w:name w:val="General"/>
          <w:gallery w:val="placeholder"/>
        </w:category>
        <w:types>
          <w:type w:val="bbPlcHdr"/>
        </w:types>
        <w:behaviors>
          <w:behavior w:val="content"/>
        </w:behaviors>
        <w:guid w:val="{8C3EB885-58A7-4413-9993-81A27B280859}"/>
      </w:docPartPr>
      <w:docPartBody>
        <w:p w:rsidR="00000000" w:rsidRDefault="00000000">
          <w:pPr>
            <w:pStyle w:val="2959C8B7ABF04C7FB9D443B8C2047730"/>
          </w:pPr>
          <w:r w:rsidRPr="000D7E53">
            <w:t>$0</w:t>
          </w:r>
        </w:p>
      </w:docPartBody>
    </w:docPart>
    <w:docPart>
      <w:docPartPr>
        <w:name w:val="B1A85CA22F55475D87980731B2F3FD44"/>
        <w:category>
          <w:name w:val="General"/>
          <w:gallery w:val="placeholder"/>
        </w:category>
        <w:types>
          <w:type w:val="bbPlcHdr"/>
        </w:types>
        <w:behaviors>
          <w:behavior w:val="content"/>
        </w:behaviors>
        <w:guid w:val="{372A7DBB-459F-43D7-9E0E-BCDE831AB4B3}"/>
      </w:docPartPr>
      <w:docPartBody>
        <w:p w:rsidR="00000000" w:rsidRDefault="00000000">
          <w:pPr>
            <w:pStyle w:val="B1A85CA22F55475D87980731B2F3FD44"/>
          </w:pPr>
          <w:r w:rsidRPr="000D7E53">
            <w:t>$0</w:t>
          </w:r>
        </w:p>
      </w:docPartBody>
    </w:docPart>
    <w:docPart>
      <w:docPartPr>
        <w:name w:val="34481AFD842F487A925E8102845693B3"/>
        <w:category>
          <w:name w:val="General"/>
          <w:gallery w:val="placeholder"/>
        </w:category>
        <w:types>
          <w:type w:val="bbPlcHdr"/>
        </w:types>
        <w:behaviors>
          <w:behavior w:val="content"/>
        </w:behaviors>
        <w:guid w:val="{1A9239E0-86B6-42AD-A01C-5D707DAC5004}"/>
      </w:docPartPr>
      <w:docPartBody>
        <w:p w:rsidR="00000000" w:rsidRDefault="00000000">
          <w:pPr>
            <w:pStyle w:val="34481AFD842F487A925E8102845693B3"/>
          </w:pPr>
          <w:r w:rsidRPr="000D7E53">
            <w:t>$0</w:t>
          </w:r>
        </w:p>
      </w:docPartBody>
    </w:docPart>
    <w:docPart>
      <w:docPartPr>
        <w:name w:val="1895E966DE2346089A19F4A7FA1899DE"/>
        <w:category>
          <w:name w:val="General"/>
          <w:gallery w:val="placeholder"/>
        </w:category>
        <w:types>
          <w:type w:val="bbPlcHdr"/>
        </w:types>
        <w:behaviors>
          <w:behavior w:val="content"/>
        </w:behaviors>
        <w:guid w:val="{A591249B-513E-48A9-AF2B-4B735E928859}"/>
      </w:docPartPr>
      <w:docPartBody>
        <w:p w:rsidR="00000000" w:rsidRDefault="00000000">
          <w:pPr>
            <w:pStyle w:val="1895E966DE2346089A19F4A7FA1899DE"/>
          </w:pPr>
          <w:r w:rsidRPr="000D7E53">
            <w:t>$1,500</w:t>
          </w:r>
        </w:p>
      </w:docPartBody>
    </w:docPart>
    <w:docPart>
      <w:docPartPr>
        <w:name w:val="3AD35CD4AC374E29A5FEAC2C859860CC"/>
        <w:category>
          <w:name w:val="General"/>
          <w:gallery w:val="placeholder"/>
        </w:category>
        <w:types>
          <w:type w:val="bbPlcHdr"/>
        </w:types>
        <w:behaviors>
          <w:behavior w:val="content"/>
        </w:behaviors>
        <w:guid w:val="{9F489781-D264-4E80-8104-3A08FBA6D3CE}"/>
      </w:docPartPr>
      <w:docPartBody>
        <w:p w:rsidR="00000000" w:rsidRDefault="00000000">
          <w:pPr>
            <w:pStyle w:val="3AD35CD4AC374E29A5FEAC2C859860CC"/>
          </w:pPr>
          <w:r w:rsidRPr="000D7E53">
            <w:t>$0</w:t>
          </w:r>
        </w:p>
      </w:docPartBody>
    </w:docPart>
    <w:docPart>
      <w:docPartPr>
        <w:name w:val="07E9AB49EA62497EB7115DE7DB2136E4"/>
        <w:category>
          <w:name w:val="General"/>
          <w:gallery w:val="placeholder"/>
        </w:category>
        <w:types>
          <w:type w:val="bbPlcHdr"/>
        </w:types>
        <w:behaviors>
          <w:behavior w:val="content"/>
        </w:behaviors>
        <w:guid w:val="{5BE0773D-9944-43BC-9A62-18C00CFFE4D6}"/>
      </w:docPartPr>
      <w:docPartBody>
        <w:p w:rsidR="00000000" w:rsidRDefault="00000000">
          <w:pPr>
            <w:pStyle w:val="07E9AB49EA62497EB7115DE7DB2136E4"/>
          </w:pPr>
          <w:r w:rsidRPr="000D7E53">
            <w:t>$0</w:t>
          </w:r>
        </w:p>
      </w:docPartBody>
    </w:docPart>
    <w:docPart>
      <w:docPartPr>
        <w:name w:val="B832185E68D941C3AC530A5642B30E2D"/>
        <w:category>
          <w:name w:val="General"/>
          <w:gallery w:val="placeholder"/>
        </w:category>
        <w:types>
          <w:type w:val="bbPlcHdr"/>
        </w:types>
        <w:behaviors>
          <w:behavior w:val="content"/>
        </w:behaviors>
        <w:guid w:val="{B2D91D22-436D-45C7-941A-B2FDE060A3D8}"/>
      </w:docPartPr>
      <w:docPartBody>
        <w:p w:rsidR="00000000" w:rsidRDefault="00000000">
          <w:pPr>
            <w:pStyle w:val="B832185E68D941C3AC530A5642B30E2D"/>
          </w:pPr>
          <w:r w:rsidRPr="000D7E53">
            <w:t>$0</w:t>
          </w:r>
        </w:p>
      </w:docPartBody>
    </w:docPart>
    <w:docPart>
      <w:docPartPr>
        <w:name w:val="C100B67CC98E48BFADCB60A49B58D071"/>
        <w:category>
          <w:name w:val="General"/>
          <w:gallery w:val="placeholder"/>
        </w:category>
        <w:types>
          <w:type w:val="bbPlcHdr"/>
        </w:types>
        <w:behaviors>
          <w:behavior w:val="content"/>
        </w:behaviors>
        <w:guid w:val="{4B9FC59A-EA8B-4FDC-8AB8-7E768DFF3854}"/>
      </w:docPartPr>
      <w:docPartBody>
        <w:p w:rsidR="00000000" w:rsidRDefault="00000000">
          <w:pPr>
            <w:pStyle w:val="C100B67CC98E48BFADCB60A49B58D071"/>
          </w:pPr>
          <w:r w:rsidRPr="000D7E53">
            <w:t>$0</w:t>
          </w:r>
        </w:p>
      </w:docPartBody>
    </w:docPart>
    <w:docPart>
      <w:docPartPr>
        <w:name w:val="48A89B9A28444EADBE9E19D7CC4F7DBA"/>
        <w:category>
          <w:name w:val="General"/>
          <w:gallery w:val="placeholder"/>
        </w:category>
        <w:types>
          <w:type w:val="bbPlcHdr"/>
        </w:types>
        <w:behaviors>
          <w:behavior w:val="content"/>
        </w:behaviors>
        <w:guid w:val="{41C9A4FC-C3B4-46EE-952A-B294436AB3B7}"/>
      </w:docPartPr>
      <w:docPartBody>
        <w:p w:rsidR="00000000" w:rsidRDefault="00000000">
          <w:pPr>
            <w:pStyle w:val="48A89B9A28444EADBE9E19D7CC4F7DBA"/>
          </w:pPr>
          <w:r w:rsidRPr="000D7E53">
            <w:t>$1,500</w:t>
          </w:r>
        </w:p>
      </w:docPartBody>
    </w:docPart>
    <w:docPart>
      <w:docPartPr>
        <w:name w:val="43BA52324231427397FB3E200A409D17"/>
        <w:category>
          <w:name w:val="General"/>
          <w:gallery w:val="placeholder"/>
        </w:category>
        <w:types>
          <w:type w:val="bbPlcHdr"/>
        </w:types>
        <w:behaviors>
          <w:behavior w:val="content"/>
        </w:behaviors>
        <w:guid w:val="{DBE21864-2D01-438B-BCE9-FD6A875F21BB}"/>
      </w:docPartPr>
      <w:docPartBody>
        <w:p w:rsidR="00000000" w:rsidRDefault="00000000">
          <w:pPr>
            <w:pStyle w:val="43BA52324231427397FB3E200A409D17"/>
          </w:pPr>
          <w:r w:rsidRPr="000D7E53">
            <w:t>Net Sales</w:t>
          </w:r>
        </w:p>
      </w:docPartBody>
    </w:docPart>
    <w:docPart>
      <w:docPartPr>
        <w:name w:val="731FBEB075E942ADB3BA720AB2DB30C9"/>
        <w:category>
          <w:name w:val="General"/>
          <w:gallery w:val="placeholder"/>
        </w:category>
        <w:types>
          <w:type w:val="bbPlcHdr"/>
        </w:types>
        <w:behaviors>
          <w:behavior w:val="content"/>
        </w:behaviors>
        <w:guid w:val="{02047C28-1B5A-446C-A469-81E601919E53}"/>
      </w:docPartPr>
      <w:docPartBody>
        <w:p w:rsidR="00000000" w:rsidRDefault="00000000">
          <w:pPr>
            <w:pStyle w:val="731FBEB075E942ADB3BA720AB2DB30C9"/>
          </w:pPr>
          <w:r w:rsidRPr="000D7E53">
            <w:t>$5,000</w:t>
          </w:r>
        </w:p>
      </w:docPartBody>
    </w:docPart>
    <w:docPart>
      <w:docPartPr>
        <w:name w:val="66B2FA57149C49E38E1C79ED8570B9DF"/>
        <w:category>
          <w:name w:val="General"/>
          <w:gallery w:val="placeholder"/>
        </w:category>
        <w:types>
          <w:type w:val="bbPlcHdr"/>
        </w:types>
        <w:behaviors>
          <w:behavior w:val="content"/>
        </w:behaviors>
        <w:guid w:val="{EF163A45-3303-4538-836C-E5BCABF53823}"/>
      </w:docPartPr>
      <w:docPartBody>
        <w:p w:rsidR="00000000" w:rsidRDefault="00000000">
          <w:pPr>
            <w:pStyle w:val="66B2FA57149C49E38E1C79ED8570B9DF"/>
          </w:pPr>
          <w:r w:rsidRPr="000D7E53">
            <w:t>$</w:t>
          </w:r>
          <w:r>
            <w:t>12,65</w:t>
          </w:r>
          <w:r w:rsidRPr="000D7E53">
            <w:t>0</w:t>
          </w:r>
        </w:p>
      </w:docPartBody>
    </w:docPart>
    <w:docPart>
      <w:docPartPr>
        <w:name w:val="01D2D0C3CB1A494CBA246E5CA60129DF"/>
        <w:category>
          <w:name w:val="General"/>
          <w:gallery w:val="placeholder"/>
        </w:category>
        <w:types>
          <w:type w:val="bbPlcHdr"/>
        </w:types>
        <w:behaviors>
          <w:behavior w:val="content"/>
        </w:behaviors>
        <w:guid w:val="{7B9FEE04-A049-4D92-A766-C2EADBF2F440}"/>
      </w:docPartPr>
      <w:docPartBody>
        <w:p w:rsidR="00000000" w:rsidRDefault="00000000">
          <w:pPr>
            <w:pStyle w:val="01D2D0C3CB1A494CBA246E5CA60129DF"/>
          </w:pPr>
          <w:r w:rsidRPr="000D7E53">
            <w:t>$</w:t>
          </w:r>
          <w:r>
            <w:t>16</w:t>
          </w:r>
          <w:r w:rsidRPr="000D7E53">
            <w:t>,000</w:t>
          </w:r>
        </w:p>
      </w:docPartBody>
    </w:docPart>
    <w:docPart>
      <w:docPartPr>
        <w:name w:val="3610BD4EAE6544B7A577DE396BC07B10"/>
        <w:category>
          <w:name w:val="General"/>
          <w:gallery w:val="placeholder"/>
        </w:category>
        <w:types>
          <w:type w:val="bbPlcHdr"/>
        </w:types>
        <w:behaviors>
          <w:behavior w:val="content"/>
        </w:behaviors>
        <w:guid w:val="{E9647F5B-C130-481D-AD72-EA79D9627A4E}"/>
      </w:docPartPr>
      <w:docPartBody>
        <w:p w:rsidR="00000000" w:rsidRDefault="00000000">
          <w:pPr>
            <w:pStyle w:val="3610BD4EAE6544B7A577DE396BC07B10"/>
          </w:pPr>
          <w:r w:rsidRPr="000D7E53">
            <w:t>$6,794</w:t>
          </w:r>
        </w:p>
      </w:docPartBody>
    </w:docPart>
    <w:docPart>
      <w:docPartPr>
        <w:name w:val="75F73ED8292A4F56AC472871C58EEEFF"/>
        <w:category>
          <w:name w:val="General"/>
          <w:gallery w:val="placeholder"/>
        </w:category>
        <w:types>
          <w:type w:val="bbPlcHdr"/>
        </w:types>
        <w:behaviors>
          <w:behavior w:val="content"/>
        </w:behaviors>
        <w:guid w:val="{05E6D316-69C7-4DCF-85ED-A7CC0BA28217}"/>
      </w:docPartPr>
      <w:docPartBody>
        <w:p w:rsidR="00000000" w:rsidRDefault="00000000">
          <w:pPr>
            <w:pStyle w:val="75F73ED8292A4F56AC472871C58EEEFF"/>
          </w:pPr>
          <w:r w:rsidRPr="000D7E53">
            <w:t>$14,266</w:t>
          </w:r>
        </w:p>
      </w:docPartBody>
    </w:docPart>
    <w:docPart>
      <w:docPartPr>
        <w:name w:val="64E35615CAC7452A9CDF4AA8551C8716"/>
        <w:category>
          <w:name w:val="General"/>
          <w:gallery w:val="placeholder"/>
        </w:category>
        <w:types>
          <w:type w:val="bbPlcHdr"/>
        </w:types>
        <w:behaviors>
          <w:behavior w:val="content"/>
        </w:behaviors>
        <w:guid w:val="{66350201-8559-485A-9064-530BC5A83008}"/>
      </w:docPartPr>
      <w:docPartBody>
        <w:p w:rsidR="00000000" w:rsidRDefault="00000000">
          <w:pPr>
            <w:pStyle w:val="64E35615CAC7452A9CDF4AA8551C8716"/>
          </w:pPr>
          <w:r w:rsidRPr="000D7E53">
            <w:t>$16,650</w:t>
          </w:r>
        </w:p>
      </w:docPartBody>
    </w:docPart>
    <w:docPart>
      <w:docPartPr>
        <w:name w:val="D17377485D744188AE9CF5C3F9EB7592"/>
        <w:category>
          <w:name w:val="General"/>
          <w:gallery w:val="placeholder"/>
        </w:category>
        <w:types>
          <w:type w:val="bbPlcHdr"/>
        </w:types>
        <w:behaviors>
          <w:behavior w:val="content"/>
        </w:behaviors>
        <w:guid w:val="{135BD7DC-8DAB-4285-BB52-C95ADE1FFB37}"/>
      </w:docPartPr>
      <w:docPartBody>
        <w:p w:rsidR="00000000" w:rsidRDefault="00000000">
          <w:pPr>
            <w:pStyle w:val="D17377485D744188AE9CF5C3F9EB7592"/>
          </w:pPr>
          <w:r w:rsidRPr="000D7E53">
            <w:t>$22,850</w:t>
          </w:r>
        </w:p>
      </w:docPartBody>
    </w:docPart>
    <w:docPart>
      <w:docPartPr>
        <w:name w:val="B63CA44BC22949149BC3083FAFDB6AE8"/>
        <w:category>
          <w:name w:val="General"/>
          <w:gallery w:val="placeholder"/>
        </w:category>
        <w:types>
          <w:type w:val="bbPlcHdr"/>
        </w:types>
        <w:behaviors>
          <w:behavior w:val="content"/>
        </w:behaviors>
        <w:guid w:val="{16E08F0F-F8B8-4339-957B-720EC156A969}"/>
      </w:docPartPr>
      <w:docPartBody>
        <w:p w:rsidR="00000000" w:rsidRDefault="00000000">
          <w:pPr>
            <w:pStyle w:val="B63CA44BC22949149BC3083FAFDB6AE8"/>
          </w:pPr>
          <w:r w:rsidRPr="000D7E53">
            <w:t>$24,445</w:t>
          </w:r>
        </w:p>
      </w:docPartBody>
    </w:docPart>
    <w:docPart>
      <w:docPartPr>
        <w:name w:val="4ED2811E21F140C0B486E6FB01D1E7FF"/>
        <w:category>
          <w:name w:val="General"/>
          <w:gallery w:val="placeholder"/>
        </w:category>
        <w:types>
          <w:type w:val="bbPlcHdr"/>
        </w:types>
        <w:behaviors>
          <w:behavior w:val="content"/>
        </w:behaviors>
        <w:guid w:val="{7AB410C0-F931-4B71-9F7E-008119D31A36}"/>
      </w:docPartPr>
      <w:docPartBody>
        <w:p w:rsidR="00000000" w:rsidRDefault="00000000">
          <w:pPr>
            <w:pStyle w:val="4ED2811E21F140C0B486E6FB01D1E7FF"/>
          </w:pPr>
          <w:r w:rsidRPr="000D7E53">
            <w:t>$23,349</w:t>
          </w:r>
        </w:p>
      </w:docPartBody>
    </w:docPart>
    <w:docPart>
      <w:docPartPr>
        <w:name w:val="B0B4AFF35C8142EB896D18C5FEC1668A"/>
        <w:category>
          <w:name w:val="General"/>
          <w:gallery w:val="placeholder"/>
        </w:category>
        <w:types>
          <w:type w:val="bbPlcHdr"/>
        </w:types>
        <w:behaviors>
          <w:behavior w:val="content"/>
        </w:behaviors>
        <w:guid w:val="{C690BCE3-580D-42E0-A938-11A28E89D39B}"/>
      </w:docPartPr>
      <w:docPartBody>
        <w:p w:rsidR="00000000" w:rsidRDefault="00000000">
          <w:pPr>
            <w:pStyle w:val="B0B4AFF35C8142EB896D18C5FEC1668A"/>
          </w:pPr>
          <w:r w:rsidRPr="000D7E53">
            <w:t>$20,4</w:t>
          </w:r>
          <w:r>
            <w:t>0</w:t>
          </w:r>
          <w:r w:rsidRPr="000D7E53">
            <w:t>0</w:t>
          </w:r>
        </w:p>
      </w:docPartBody>
    </w:docPart>
    <w:docPart>
      <w:docPartPr>
        <w:name w:val="F1436CEF09B442BFB112046471724C8D"/>
        <w:category>
          <w:name w:val="General"/>
          <w:gallery w:val="placeholder"/>
        </w:category>
        <w:types>
          <w:type w:val="bbPlcHdr"/>
        </w:types>
        <w:behaviors>
          <w:behavior w:val="content"/>
        </w:behaviors>
        <w:guid w:val="{135F0530-BD34-4369-8E26-528C027C22F3}"/>
      </w:docPartPr>
      <w:docPartBody>
        <w:p w:rsidR="00000000" w:rsidRDefault="00000000">
          <w:pPr>
            <w:pStyle w:val="F1436CEF09B442BFB112046471724C8D"/>
          </w:pPr>
          <w:r w:rsidRPr="000D7E53">
            <w:t>$26,245</w:t>
          </w:r>
        </w:p>
      </w:docPartBody>
    </w:docPart>
    <w:docPart>
      <w:docPartPr>
        <w:name w:val="331F081E9A6F4C9F8CF7B46C1638E44B"/>
        <w:category>
          <w:name w:val="General"/>
          <w:gallery w:val="placeholder"/>
        </w:category>
        <w:types>
          <w:type w:val="bbPlcHdr"/>
        </w:types>
        <w:behaviors>
          <w:behavior w:val="content"/>
        </w:behaviors>
        <w:guid w:val="{A7075EA3-239F-49B9-9848-18536540DA08}"/>
      </w:docPartPr>
      <w:docPartBody>
        <w:p w:rsidR="00000000" w:rsidRDefault="00000000">
          <w:pPr>
            <w:pStyle w:val="331F081E9A6F4C9F8CF7B46C1638E44B"/>
          </w:pPr>
          <w:r w:rsidRPr="000D7E53">
            <w:t>$26,309</w:t>
          </w:r>
        </w:p>
      </w:docPartBody>
    </w:docPart>
    <w:docPart>
      <w:docPartPr>
        <w:name w:val="C1F48F2AFF534FFDA6CA5A22024B0D4F"/>
        <w:category>
          <w:name w:val="General"/>
          <w:gallery w:val="placeholder"/>
        </w:category>
        <w:types>
          <w:type w:val="bbPlcHdr"/>
        </w:types>
        <w:behaviors>
          <w:behavior w:val="content"/>
        </w:behaviors>
        <w:guid w:val="{22DCA178-7E6D-440C-B250-8791BCADA7F5}"/>
      </w:docPartPr>
      <w:docPartBody>
        <w:p w:rsidR="00000000" w:rsidRDefault="00000000">
          <w:pPr>
            <w:pStyle w:val="C1F48F2AFF534FFDA6CA5A22024B0D4F"/>
          </w:pPr>
          <w:r w:rsidRPr="000D7E53">
            <w:t>$214,958</w:t>
          </w:r>
        </w:p>
      </w:docPartBody>
    </w:docPart>
    <w:docPart>
      <w:docPartPr>
        <w:name w:val="3D29B22FB34842D782911A36AAABA5BE"/>
        <w:category>
          <w:name w:val="General"/>
          <w:gallery w:val="placeholder"/>
        </w:category>
        <w:types>
          <w:type w:val="bbPlcHdr"/>
        </w:types>
        <w:behaviors>
          <w:behavior w:val="content"/>
        </w:behaviors>
        <w:guid w:val="{53CAB5FF-1791-4BDF-817F-C3734F957E73}"/>
      </w:docPartPr>
      <w:docPartBody>
        <w:p w:rsidR="00000000" w:rsidRDefault="00000000">
          <w:pPr>
            <w:pStyle w:val="3D29B22FB34842D782911A36AAABA5BE"/>
          </w:pPr>
          <w:r w:rsidRPr="000D7E53">
            <w:t>Cost of Goods Sold*</w:t>
          </w:r>
        </w:p>
      </w:docPartBody>
    </w:docPart>
    <w:docPart>
      <w:docPartPr>
        <w:name w:val="6CC0734278DC435C9E9D6C116EB73298"/>
        <w:category>
          <w:name w:val="General"/>
          <w:gallery w:val="placeholder"/>
        </w:category>
        <w:types>
          <w:type w:val="bbPlcHdr"/>
        </w:types>
        <w:behaviors>
          <w:behavior w:val="content"/>
        </w:behaviors>
        <w:guid w:val="{76AD0C51-5B62-4215-9D36-3540B015356C}"/>
      </w:docPartPr>
      <w:docPartBody>
        <w:p w:rsidR="00000000" w:rsidRDefault="00000000">
          <w:pPr>
            <w:pStyle w:val="6CC0734278DC435C9E9D6C116EB73298"/>
          </w:pPr>
          <w:r w:rsidRPr="000D7E53">
            <w:t>$</w:t>
          </w:r>
          <w:r>
            <w:t>2</w:t>
          </w:r>
          <w:r w:rsidRPr="000D7E53">
            <w:t>,000</w:t>
          </w:r>
        </w:p>
      </w:docPartBody>
    </w:docPart>
    <w:docPart>
      <w:docPartPr>
        <w:name w:val="587F341331A74D849876D436E223F938"/>
        <w:category>
          <w:name w:val="General"/>
          <w:gallery w:val="placeholder"/>
        </w:category>
        <w:types>
          <w:type w:val="bbPlcHdr"/>
        </w:types>
        <w:behaviors>
          <w:behavior w:val="content"/>
        </w:behaviors>
        <w:guid w:val="{17C1AAB9-EAC9-411D-BEB5-3224366B9FDC}"/>
      </w:docPartPr>
      <w:docPartBody>
        <w:p w:rsidR="00000000" w:rsidRDefault="00000000">
          <w:pPr>
            <w:pStyle w:val="587F341331A74D849876D436E223F938"/>
          </w:pPr>
          <w:r w:rsidRPr="000D7E53">
            <w:t>$5,</w:t>
          </w:r>
          <w:r>
            <w:t>2</w:t>
          </w:r>
          <w:r w:rsidRPr="000D7E53">
            <w:t>00</w:t>
          </w:r>
        </w:p>
      </w:docPartBody>
    </w:docPart>
    <w:docPart>
      <w:docPartPr>
        <w:name w:val="F06C27B137D549C4861AFBBD645C8940"/>
        <w:category>
          <w:name w:val="General"/>
          <w:gallery w:val="placeholder"/>
        </w:category>
        <w:types>
          <w:type w:val="bbPlcHdr"/>
        </w:types>
        <w:behaviors>
          <w:behavior w:val="content"/>
        </w:behaviors>
        <w:guid w:val="{0A13B628-39DA-4B07-A511-3EAC1E791D22}"/>
      </w:docPartPr>
      <w:docPartBody>
        <w:p w:rsidR="00000000" w:rsidRDefault="00000000">
          <w:pPr>
            <w:pStyle w:val="F06C27B137D549C4861AFBBD645C8940"/>
          </w:pPr>
          <w:r w:rsidRPr="000D7E53">
            <w:t>$6,400</w:t>
          </w:r>
        </w:p>
      </w:docPartBody>
    </w:docPart>
    <w:docPart>
      <w:docPartPr>
        <w:name w:val="E8077FDD46E34F2AB37CBD105D896391"/>
        <w:category>
          <w:name w:val="General"/>
          <w:gallery w:val="placeholder"/>
        </w:category>
        <w:types>
          <w:type w:val="bbPlcHdr"/>
        </w:types>
        <w:behaviors>
          <w:behavior w:val="content"/>
        </w:behaviors>
        <w:guid w:val="{E7678269-266A-4581-B82C-60F18862513E}"/>
      </w:docPartPr>
      <w:docPartBody>
        <w:p w:rsidR="00000000" w:rsidRDefault="00000000">
          <w:pPr>
            <w:pStyle w:val="E8077FDD46E34F2AB37CBD105D896391"/>
          </w:pPr>
          <w:r w:rsidRPr="000D7E53">
            <w:t>$2,800</w:t>
          </w:r>
        </w:p>
      </w:docPartBody>
    </w:docPart>
    <w:docPart>
      <w:docPartPr>
        <w:name w:val="C85E057CBDC94A85AFA106DCE198D6F9"/>
        <w:category>
          <w:name w:val="General"/>
          <w:gallery w:val="placeholder"/>
        </w:category>
        <w:types>
          <w:type w:val="bbPlcHdr"/>
        </w:types>
        <w:behaviors>
          <w:behavior w:val="content"/>
        </w:behaviors>
        <w:guid w:val="{4BF62CAE-57AE-4997-A0B4-DAA702317512}"/>
      </w:docPartPr>
      <w:docPartBody>
        <w:p w:rsidR="00000000" w:rsidRDefault="00000000">
          <w:pPr>
            <w:pStyle w:val="C85E057CBDC94A85AFA106DCE198D6F9"/>
          </w:pPr>
          <w:r w:rsidRPr="000D7E53">
            <w:t>$5,8</w:t>
          </w:r>
          <w:r>
            <w:t>00</w:t>
          </w:r>
        </w:p>
      </w:docPartBody>
    </w:docPart>
    <w:docPart>
      <w:docPartPr>
        <w:name w:val="5B2EB0E02DF94812BDB864BE768D8DC7"/>
        <w:category>
          <w:name w:val="General"/>
          <w:gallery w:val="placeholder"/>
        </w:category>
        <w:types>
          <w:type w:val="bbPlcHdr"/>
        </w:types>
        <w:behaviors>
          <w:behavior w:val="content"/>
        </w:behaviors>
        <w:guid w:val="{9E783845-BFE0-4D4E-A415-1D6709770A44}"/>
      </w:docPartPr>
      <w:docPartBody>
        <w:p w:rsidR="00000000" w:rsidRDefault="00000000">
          <w:pPr>
            <w:pStyle w:val="5B2EB0E02DF94812BDB864BE768D8DC7"/>
          </w:pPr>
          <w:r w:rsidRPr="000D7E53">
            <w:t>$6,560</w:t>
          </w:r>
        </w:p>
      </w:docPartBody>
    </w:docPart>
    <w:docPart>
      <w:docPartPr>
        <w:name w:val="BBCC004E0C6B4FF0B5C4DB0BE87777AD"/>
        <w:category>
          <w:name w:val="General"/>
          <w:gallery w:val="placeholder"/>
        </w:category>
        <w:types>
          <w:type w:val="bbPlcHdr"/>
        </w:types>
        <w:behaviors>
          <w:behavior w:val="content"/>
        </w:behaviors>
        <w:guid w:val="{E2F2D2AE-37D3-4779-9132-E611BCF8107F}"/>
      </w:docPartPr>
      <w:docPartBody>
        <w:p w:rsidR="00000000" w:rsidRDefault="00000000">
          <w:pPr>
            <w:pStyle w:val="BBCC004E0C6B4FF0B5C4DB0BE87777AD"/>
          </w:pPr>
          <w:r w:rsidRPr="000D7E53">
            <w:t>$</w:t>
          </w:r>
          <w:r>
            <w:t>9</w:t>
          </w:r>
          <w:r w:rsidRPr="000D7E53">
            <w:t>,000</w:t>
          </w:r>
        </w:p>
      </w:docPartBody>
    </w:docPart>
    <w:docPart>
      <w:docPartPr>
        <w:name w:val="D86822C134444DEB9215C1F7749C2C0F"/>
        <w:category>
          <w:name w:val="General"/>
          <w:gallery w:val="placeholder"/>
        </w:category>
        <w:types>
          <w:type w:val="bbPlcHdr"/>
        </w:types>
        <w:behaviors>
          <w:behavior w:val="content"/>
        </w:behaviors>
        <w:guid w:val="{87E766F5-BB46-43FD-BFE7-47F7FE9A6ABF}"/>
      </w:docPartPr>
      <w:docPartBody>
        <w:p w:rsidR="00000000" w:rsidRDefault="00000000">
          <w:pPr>
            <w:pStyle w:val="D86822C134444DEB9215C1F7749C2C0F"/>
          </w:pPr>
          <w:r w:rsidRPr="000D7E53">
            <w:t>$9,250</w:t>
          </w:r>
        </w:p>
      </w:docPartBody>
    </w:docPart>
    <w:docPart>
      <w:docPartPr>
        <w:name w:val="472A732C5FC94ABC9E61DBE1A6A851E9"/>
        <w:category>
          <w:name w:val="General"/>
          <w:gallery w:val="placeholder"/>
        </w:category>
        <w:types>
          <w:type w:val="bbPlcHdr"/>
        </w:types>
        <w:behaviors>
          <w:behavior w:val="content"/>
        </w:behaviors>
        <w:guid w:val="{34D1DD6A-B77D-4361-82F9-8C4E0D80F500}"/>
      </w:docPartPr>
      <w:docPartBody>
        <w:p w:rsidR="00000000" w:rsidRDefault="00000000">
          <w:pPr>
            <w:pStyle w:val="472A732C5FC94ABC9E61DBE1A6A851E9"/>
          </w:pPr>
          <w:r w:rsidRPr="000D7E53">
            <w:t>$9,820</w:t>
          </w:r>
        </w:p>
      </w:docPartBody>
    </w:docPart>
    <w:docPart>
      <w:docPartPr>
        <w:name w:val="B829535A01BD4105B67028FF50B96C7B"/>
        <w:category>
          <w:name w:val="General"/>
          <w:gallery w:val="placeholder"/>
        </w:category>
        <w:types>
          <w:type w:val="bbPlcHdr"/>
        </w:types>
        <w:behaviors>
          <w:behavior w:val="content"/>
        </w:behaviors>
        <w:guid w:val="{15F01930-B2BB-4BAE-ABEE-EF531AD2FB95}"/>
      </w:docPartPr>
      <w:docPartBody>
        <w:p w:rsidR="00000000" w:rsidRDefault="00000000">
          <w:pPr>
            <w:pStyle w:val="B829535A01BD4105B67028FF50B96C7B"/>
          </w:pPr>
          <w:r w:rsidRPr="000D7E53">
            <w:t>$8,800</w:t>
          </w:r>
        </w:p>
      </w:docPartBody>
    </w:docPart>
    <w:docPart>
      <w:docPartPr>
        <w:name w:val="69C0B4CC363648B19034C5F7F12DA3B8"/>
        <w:category>
          <w:name w:val="General"/>
          <w:gallery w:val="placeholder"/>
        </w:category>
        <w:types>
          <w:type w:val="bbPlcHdr"/>
        </w:types>
        <w:behaviors>
          <w:behavior w:val="content"/>
        </w:behaviors>
        <w:guid w:val="{25568B43-C957-4D83-A546-F487C8F5BF56}"/>
      </w:docPartPr>
      <w:docPartBody>
        <w:p w:rsidR="00000000" w:rsidRDefault="00000000">
          <w:pPr>
            <w:pStyle w:val="69C0B4CC363648B19034C5F7F12DA3B8"/>
          </w:pPr>
          <w:r w:rsidRPr="000D7E53">
            <w:t>$</w:t>
          </w:r>
          <w:r>
            <w:t>10</w:t>
          </w:r>
          <w:r w:rsidRPr="000D7E53">
            <w:t>,000</w:t>
          </w:r>
        </w:p>
      </w:docPartBody>
    </w:docPart>
    <w:docPart>
      <w:docPartPr>
        <w:name w:val="B2B27E3B2A6B4E68903A23867435F98D"/>
        <w:category>
          <w:name w:val="General"/>
          <w:gallery w:val="placeholder"/>
        </w:category>
        <w:types>
          <w:type w:val="bbPlcHdr"/>
        </w:types>
        <w:behaviors>
          <w:behavior w:val="content"/>
        </w:behaviors>
        <w:guid w:val="{689F228E-00A2-4DE6-B516-F78C19E25C98}"/>
      </w:docPartPr>
      <w:docPartBody>
        <w:p w:rsidR="00000000" w:rsidRDefault="00000000">
          <w:pPr>
            <w:pStyle w:val="B2B27E3B2A6B4E68903A23867435F98D"/>
          </w:pPr>
          <w:r w:rsidRPr="000D7E53">
            <w:t>$10,940</w:t>
          </w:r>
        </w:p>
      </w:docPartBody>
    </w:docPart>
    <w:docPart>
      <w:docPartPr>
        <w:name w:val="14E3849D311943E3A05877B70D974D2A"/>
        <w:category>
          <w:name w:val="General"/>
          <w:gallery w:val="placeholder"/>
        </w:category>
        <w:types>
          <w:type w:val="bbPlcHdr"/>
        </w:types>
        <w:behaviors>
          <w:behavior w:val="content"/>
        </w:behaviors>
        <w:guid w:val="{C5D7245C-87F6-4041-BE13-46B107717A0D}"/>
      </w:docPartPr>
      <w:docPartBody>
        <w:p w:rsidR="00000000" w:rsidRDefault="00000000">
          <w:pPr>
            <w:pStyle w:val="14E3849D311943E3A05877B70D974D2A"/>
          </w:pPr>
          <w:r w:rsidRPr="000D7E53">
            <w:t>$86,569</w:t>
          </w:r>
        </w:p>
      </w:docPartBody>
    </w:docPart>
    <w:docPart>
      <w:docPartPr>
        <w:name w:val="573CE21F9A154249A193898B01D603D9"/>
        <w:category>
          <w:name w:val="General"/>
          <w:gallery w:val="placeholder"/>
        </w:category>
        <w:types>
          <w:type w:val="bbPlcHdr"/>
        </w:types>
        <w:behaviors>
          <w:behavior w:val="content"/>
        </w:behaviors>
        <w:guid w:val="{02716A01-9F08-41C0-B358-3679D449160C}"/>
      </w:docPartPr>
      <w:docPartBody>
        <w:p w:rsidR="00000000" w:rsidRDefault="00000000">
          <w:pPr>
            <w:pStyle w:val="573CE21F9A154249A193898B01D603D9"/>
          </w:pPr>
          <w:r w:rsidRPr="000D7E53">
            <w:t>Gross Profit</w:t>
          </w:r>
        </w:p>
      </w:docPartBody>
    </w:docPart>
    <w:docPart>
      <w:docPartPr>
        <w:name w:val="405C3A14B1824CCCB3DA6220F915F3B2"/>
        <w:category>
          <w:name w:val="General"/>
          <w:gallery w:val="placeholder"/>
        </w:category>
        <w:types>
          <w:type w:val="bbPlcHdr"/>
        </w:types>
        <w:behaviors>
          <w:behavior w:val="content"/>
        </w:behaviors>
        <w:guid w:val="{921CEA7A-266B-4388-BBE3-07A669DE9AF5}"/>
      </w:docPartPr>
      <w:docPartBody>
        <w:p w:rsidR="00000000" w:rsidRDefault="00000000">
          <w:pPr>
            <w:pStyle w:val="405C3A14B1824CCCB3DA6220F915F3B2"/>
          </w:pPr>
          <w:r w:rsidRPr="000D7E53">
            <w:t>$</w:t>
          </w:r>
          <w:r>
            <w:t>3</w:t>
          </w:r>
          <w:r w:rsidRPr="000D7E53">
            <w:t>,000</w:t>
          </w:r>
        </w:p>
      </w:docPartBody>
    </w:docPart>
    <w:docPart>
      <w:docPartPr>
        <w:name w:val="0BC238075B1243AE88E1844013014B46"/>
        <w:category>
          <w:name w:val="General"/>
          <w:gallery w:val="placeholder"/>
        </w:category>
        <w:types>
          <w:type w:val="bbPlcHdr"/>
        </w:types>
        <w:behaviors>
          <w:behavior w:val="content"/>
        </w:behaviors>
        <w:guid w:val="{7090271D-AEC5-4797-BC7E-1D0BEDCCAD97}"/>
      </w:docPartPr>
      <w:docPartBody>
        <w:p w:rsidR="00000000" w:rsidRDefault="00000000">
          <w:pPr>
            <w:pStyle w:val="0BC238075B1243AE88E1844013014B46"/>
          </w:pPr>
          <w:r w:rsidRPr="000D7E53">
            <w:t>$7,450</w:t>
          </w:r>
        </w:p>
      </w:docPartBody>
    </w:docPart>
    <w:docPart>
      <w:docPartPr>
        <w:name w:val="9E58F293C43B442F97DF25B6459B1EC7"/>
        <w:category>
          <w:name w:val="General"/>
          <w:gallery w:val="placeholder"/>
        </w:category>
        <w:types>
          <w:type w:val="bbPlcHdr"/>
        </w:types>
        <w:behaviors>
          <w:behavior w:val="content"/>
        </w:behaviors>
        <w:guid w:val="{D6821A04-8EF7-4DC5-8F66-8E5FC0ADD8B7}"/>
      </w:docPartPr>
      <w:docPartBody>
        <w:p w:rsidR="00000000" w:rsidRDefault="00000000">
          <w:pPr>
            <w:pStyle w:val="9E58F293C43B442F97DF25B6459B1EC7"/>
          </w:pPr>
          <w:r w:rsidRPr="000D7E53">
            <w:t>$9,600</w:t>
          </w:r>
        </w:p>
      </w:docPartBody>
    </w:docPart>
    <w:docPart>
      <w:docPartPr>
        <w:name w:val="70A54EEACCE840269DB7AFE38CF86FF8"/>
        <w:category>
          <w:name w:val="General"/>
          <w:gallery w:val="placeholder"/>
        </w:category>
        <w:types>
          <w:type w:val="bbPlcHdr"/>
        </w:types>
        <w:behaviors>
          <w:behavior w:val="content"/>
        </w:behaviors>
        <w:guid w:val="{D25F214D-4154-429A-9740-851D024B0678}"/>
      </w:docPartPr>
      <w:docPartBody>
        <w:p w:rsidR="00000000" w:rsidRDefault="00000000">
          <w:pPr>
            <w:pStyle w:val="70A54EEACCE840269DB7AFE38CF86FF8"/>
          </w:pPr>
          <w:r w:rsidRPr="000D7E53">
            <w:t>$3,994</w:t>
          </w:r>
        </w:p>
      </w:docPartBody>
    </w:docPart>
    <w:docPart>
      <w:docPartPr>
        <w:name w:val="C354EF052DAA4892BA4B94691B5E8C4C"/>
        <w:category>
          <w:name w:val="General"/>
          <w:gallery w:val="placeholder"/>
        </w:category>
        <w:types>
          <w:type w:val="bbPlcHdr"/>
        </w:types>
        <w:behaviors>
          <w:behavior w:val="content"/>
        </w:behaviors>
        <w:guid w:val="{9C00A4FE-94FC-40D2-A2BE-22D39B2E53E2}"/>
      </w:docPartPr>
      <w:docPartBody>
        <w:p w:rsidR="00000000" w:rsidRDefault="00000000">
          <w:pPr>
            <w:pStyle w:val="C354EF052DAA4892BA4B94691B5E8C4C"/>
          </w:pPr>
          <w:r w:rsidRPr="000D7E53">
            <w:t>$8,466</w:t>
          </w:r>
        </w:p>
      </w:docPartBody>
    </w:docPart>
    <w:docPart>
      <w:docPartPr>
        <w:name w:val="171D6A5FC74A4872BDE121F9F9C64EDF"/>
        <w:category>
          <w:name w:val="General"/>
          <w:gallery w:val="placeholder"/>
        </w:category>
        <w:types>
          <w:type w:val="bbPlcHdr"/>
        </w:types>
        <w:behaviors>
          <w:behavior w:val="content"/>
        </w:behaviors>
        <w:guid w:val="{040FB271-D357-4CCC-9C49-5EC7FB694F89}"/>
      </w:docPartPr>
      <w:docPartBody>
        <w:p w:rsidR="00000000" w:rsidRDefault="00000000">
          <w:pPr>
            <w:pStyle w:val="171D6A5FC74A4872BDE121F9F9C64EDF"/>
          </w:pPr>
          <w:r w:rsidRPr="000D7E53">
            <w:t>$10,090</w:t>
          </w:r>
        </w:p>
      </w:docPartBody>
    </w:docPart>
    <w:docPart>
      <w:docPartPr>
        <w:name w:val="E6612DD5BEEA45C6A2F8F9164F876A1C"/>
        <w:category>
          <w:name w:val="General"/>
          <w:gallery w:val="placeholder"/>
        </w:category>
        <w:types>
          <w:type w:val="bbPlcHdr"/>
        </w:types>
        <w:behaviors>
          <w:behavior w:val="content"/>
        </w:behaviors>
        <w:guid w:val="{C5719394-3E37-4702-BF23-A80E24E4FF12}"/>
      </w:docPartPr>
      <w:docPartBody>
        <w:p w:rsidR="00000000" w:rsidRDefault="00000000">
          <w:pPr>
            <w:pStyle w:val="E6612DD5BEEA45C6A2F8F9164F876A1C"/>
          </w:pPr>
          <w:r w:rsidRPr="000D7E53">
            <w:t>$13,850</w:t>
          </w:r>
        </w:p>
      </w:docPartBody>
    </w:docPart>
    <w:docPart>
      <w:docPartPr>
        <w:name w:val="39497A7B12714CFF9DB101B1C7212D14"/>
        <w:category>
          <w:name w:val="General"/>
          <w:gallery w:val="placeholder"/>
        </w:category>
        <w:types>
          <w:type w:val="bbPlcHdr"/>
        </w:types>
        <w:behaviors>
          <w:behavior w:val="content"/>
        </w:behaviors>
        <w:guid w:val="{BE88B84E-7906-4EAB-A14C-89533E777334}"/>
      </w:docPartPr>
      <w:docPartBody>
        <w:p w:rsidR="00000000" w:rsidRDefault="00000000">
          <w:pPr>
            <w:pStyle w:val="39497A7B12714CFF9DB101B1C7212D14"/>
          </w:pPr>
          <w:r w:rsidRPr="000D7E53">
            <w:t>$15,195</w:t>
          </w:r>
        </w:p>
      </w:docPartBody>
    </w:docPart>
    <w:docPart>
      <w:docPartPr>
        <w:name w:val="CF3D9BD389DE48D7902314B02F8BE921"/>
        <w:category>
          <w:name w:val="General"/>
          <w:gallery w:val="placeholder"/>
        </w:category>
        <w:types>
          <w:type w:val="bbPlcHdr"/>
        </w:types>
        <w:behaviors>
          <w:behavior w:val="content"/>
        </w:behaviors>
        <w:guid w:val="{7B153A5E-1EF8-4B94-9665-32191259AA79}"/>
      </w:docPartPr>
      <w:docPartBody>
        <w:p w:rsidR="00000000" w:rsidRDefault="00000000">
          <w:pPr>
            <w:pStyle w:val="CF3D9BD389DE48D7902314B02F8BE921"/>
          </w:pPr>
          <w:r w:rsidRPr="000D7E53">
            <w:t>$13,529</w:t>
          </w:r>
        </w:p>
      </w:docPartBody>
    </w:docPart>
    <w:docPart>
      <w:docPartPr>
        <w:name w:val="80A4A5B1B55444E083001925D6166B1C"/>
        <w:category>
          <w:name w:val="General"/>
          <w:gallery w:val="placeholder"/>
        </w:category>
        <w:types>
          <w:type w:val="bbPlcHdr"/>
        </w:types>
        <w:behaviors>
          <w:behavior w:val="content"/>
        </w:behaviors>
        <w:guid w:val="{4CA6A060-F65F-4A95-9332-8BF727A87E5D}"/>
      </w:docPartPr>
      <w:docPartBody>
        <w:p w:rsidR="00000000" w:rsidRDefault="00000000">
          <w:pPr>
            <w:pStyle w:val="80A4A5B1B55444E083001925D6166B1C"/>
          </w:pPr>
          <w:r w:rsidRPr="000D7E53">
            <w:t>$11,600</w:t>
          </w:r>
        </w:p>
      </w:docPartBody>
    </w:docPart>
    <w:docPart>
      <w:docPartPr>
        <w:name w:val="DCD170284B46406E951DE8BFAAE42D91"/>
        <w:category>
          <w:name w:val="General"/>
          <w:gallery w:val="placeholder"/>
        </w:category>
        <w:types>
          <w:type w:val="bbPlcHdr"/>
        </w:types>
        <w:behaviors>
          <w:behavior w:val="content"/>
        </w:behaviors>
        <w:guid w:val="{F35F6817-FA4D-4C31-BFD6-B837812634B9}"/>
      </w:docPartPr>
      <w:docPartBody>
        <w:p w:rsidR="00000000" w:rsidRDefault="00000000">
          <w:pPr>
            <w:pStyle w:val="DCD170284B46406E951DE8BFAAE42D91"/>
          </w:pPr>
          <w:r w:rsidRPr="000D7E53">
            <w:t>$16,245</w:t>
          </w:r>
        </w:p>
      </w:docPartBody>
    </w:docPart>
    <w:docPart>
      <w:docPartPr>
        <w:name w:val="C68431EF4FEE49FF976302423A4C0EAA"/>
        <w:category>
          <w:name w:val="General"/>
          <w:gallery w:val="placeholder"/>
        </w:category>
        <w:types>
          <w:type w:val="bbPlcHdr"/>
        </w:types>
        <w:behaviors>
          <w:behavior w:val="content"/>
        </w:behaviors>
        <w:guid w:val="{0E2607A5-82A3-4898-95DE-1E72320DDE5B}"/>
      </w:docPartPr>
      <w:docPartBody>
        <w:p w:rsidR="00000000" w:rsidRDefault="00000000">
          <w:pPr>
            <w:pStyle w:val="C68431EF4FEE49FF976302423A4C0EAA"/>
          </w:pPr>
          <w:r w:rsidRPr="000D7E53">
            <w:t>$15,369</w:t>
          </w:r>
        </w:p>
      </w:docPartBody>
    </w:docPart>
    <w:docPart>
      <w:docPartPr>
        <w:name w:val="84DE1C589E1B44E9BDF556E68BC9819E"/>
        <w:category>
          <w:name w:val="General"/>
          <w:gallery w:val="placeholder"/>
        </w:category>
        <w:types>
          <w:type w:val="bbPlcHdr"/>
        </w:types>
        <w:behaviors>
          <w:behavior w:val="content"/>
        </w:behaviors>
        <w:guid w:val="{9CFF6683-92D2-42ED-82F0-1A8D41ADC41E}"/>
      </w:docPartPr>
      <w:docPartBody>
        <w:p w:rsidR="00000000" w:rsidRDefault="00000000">
          <w:pPr>
            <w:pStyle w:val="84DE1C589E1B44E9BDF556E68BC9819E"/>
          </w:pPr>
          <w:r w:rsidRPr="000D7E53">
            <w:t>$128,389</w:t>
          </w:r>
        </w:p>
      </w:docPartBody>
    </w:docPart>
    <w:docPart>
      <w:docPartPr>
        <w:name w:val="E1EA42FDD40549418A1F2D5C75226A5B"/>
        <w:category>
          <w:name w:val="General"/>
          <w:gallery w:val="placeholder"/>
        </w:category>
        <w:types>
          <w:type w:val="bbPlcHdr"/>
        </w:types>
        <w:behaviors>
          <w:behavior w:val="content"/>
        </w:behaviors>
        <w:guid w:val="{3FA3208F-0DB3-463F-B227-A60DFD109697}"/>
      </w:docPartPr>
      <w:docPartBody>
        <w:p w:rsidR="00000000" w:rsidRDefault="00000000">
          <w:pPr>
            <w:pStyle w:val="E1EA42FDD40549418A1F2D5C75226A5B"/>
          </w:pPr>
          <w:r>
            <w:t>Expenses</w:t>
          </w:r>
        </w:p>
      </w:docPartBody>
    </w:docPart>
    <w:docPart>
      <w:docPartPr>
        <w:name w:val="A59F0F29C50F4C18B6AB95901CCDFD47"/>
        <w:category>
          <w:name w:val="General"/>
          <w:gallery w:val="placeholder"/>
        </w:category>
        <w:types>
          <w:type w:val="bbPlcHdr"/>
        </w:types>
        <w:behaviors>
          <w:behavior w:val="content"/>
        </w:behaviors>
        <w:guid w:val="{A6275B8E-494A-45D4-80FF-DBB6DE49665D}"/>
      </w:docPartPr>
      <w:docPartBody>
        <w:p w:rsidR="00000000" w:rsidRDefault="00000000">
          <w:pPr>
            <w:pStyle w:val="A59F0F29C50F4C18B6AB95901CCDFD47"/>
          </w:pPr>
          <w:r w:rsidRPr="000D7E53">
            <w:t>JAN</w:t>
          </w:r>
        </w:p>
      </w:docPartBody>
    </w:docPart>
    <w:docPart>
      <w:docPartPr>
        <w:name w:val="2F83C06A6E3A495D97E706C757995EB4"/>
        <w:category>
          <w:name w:val="General"/>
          <w:gallery w:val="placeholder"/>
        </w:category>
        <w:types>
          <w:type w:val="bbPlcHdr"/>
        </w:types>
        <w:behaviors>
          <w:behavior w:val="content"/>
        </w:behaviors>
        <w:guid w:val="{6637D201-4E66-4492-A287-599F58E96245}"/>
      </w:docPartPr>
      <w:docPartBody>
        <w:p w:rsidR="00000000" w:rsidRDefault="00000000">
          <w:pPr>
            <w:pStyle w:val="2F83C06A6E3A495D97E706C757995EB4"/>
          </w:pPr>
          <w:r w:rsidRPr="000D7E53">
            <w:t>FEB</w:t>
          </w:r>
        </w:p>
      </w:docPartBody>
    </w:docPart>
    <w:docPart>
      <w:docPartPr>
        <w:name w:val="1E30DD8135C345BCA57B1DEDA5166220"/>
        <w:category>
          <w:name w:val="General"/>
          <w:gallery w:val="placeholder"/>
        </w:category>
        <w:types>
          <w:type w:val="bbPlcHdr"/>
        </w:types>
        <w:behaviors>
          <w:behavior w:val="content"/>
        </w:behaviors>
        <w:guid w:val="{E28FE61B-85AA-4C7E-A605-CD42F7BD9CF9}"/>
      </w:docPartPr>
      <w:docPartBody>
        <w:p w:rsidR="00000000" w:rsidRDefault="00000000">
          <w:pPr>
            <w:pStyle w:val="1E30DD8135C345BCA57B1DEDA5166220"/>
          </w:pPr>
          <w:r w:rsidRPr="000D7E53">
            <w:t>MAR</w:t>
          </w:r>
        </w:p>
      </w:docPartBody>
    </w:docPart>
    <w:docPart>
      <w:docPartPr>
        <w:name w:val="494B2903D2B545E4A2847D8C0DE6922C"/>
        <w:category>
          <w:name w:val="General"/>
          <w:gallery w:val="placeholder"/>
        </w:category>
        <w:types>
          <w:type w:val="bbPlcHdr"/>
        </w:types>
        <w:behaviors>
          <w:behavior w:val="content"/>
        </w:behaviors>
        <w:guid w:val="{A667BC30-BC5E-40F9-BDA6-28A0610AF5C4}"/>
      </w:docPartPr>
      <w:docPartBody>
        <w:p w:rsidR="00000000" w:rsidRDefault="00000000">
          <w:pPr>
            <w:pStyle w:val="494B2903D2B545E4A2847D8C0DE6922C"/>
          </w:pPr>
          <w:r w:rsidRPr="000D7E53">
            <w:t>APR</w:t>
          </w:r>
        </w:p>
      </w:docPartBody>
    </w:docPart>
    <w:docPart>
      <w:docPartPr>
        <w:name w:val="02A9DD843579458791EF8F104842D7F2"/>
        <w:category>
          <w:name w:val="General"/>
          <w:gallery w:val="placeholder"/>
        </w:category>
        <w:types>
          <w:type w:val="bbPlcHdr"/>
        </w:types>
        <w:behaviors>
          <w:behavior w:val="content"/>
        </w:behaviors>
        <w:guid w:val="{18630C8B-B203-4292-A921-4CFB67F7EE4E}"/>
      </w:docPartPr>
      <w:docPartBody>
        <w:p w:rsidR="00000000" w:rsidRDefault="00000000">
          <w:pPr>
            <w:pStyle w:val="02A9DD843579458791EF8F104842D7F2"/>
          </w:pPr>
          <w:r w:rsidRPr="000D7E53">
            <w:t>MAY</w:t>
          </w:r>
        </w:p>
      </w:docPartBody>
    </w:docPart>
    <w:docPart>
      <w:docPartPr>
        <w:name w:val="3BE3A5340A304A91A2FFB8E917499F78"/>
        <w:category>
          <w:name w:val="General"/>
          <w:gallery w:val="placeholder"/>
        </w:category>
        <w:types>
          <w:type w:val="bbPlcHdr"/>
        </w:types>
        <w:behaviors>
          <w:behavior w:val="content"/>
        </w:behaviors>
        <w:guid w:val="{9D292463-D878-47C1-B64B-81F3FE07C015}"/>
      </w:docPartPr>
      <w:docPartBody>
        <w:p w:rsidR="00000000" w:rsidRDefault="00000000">
          <w:pPr>
            <w:pStyle w:val="3BE3A5340A304A91A2FFB8E917499F78"/>
          </w:pPr>
          <w:r w:rsidRPr="000D7E53">
            <w:t>JUN</w:t>
          </w:r>
        </w:p>
      </w:docPartBody>
    </w:docPart>
    <w:docPart>
      <w:docPartPr>
        <w:name w:val="398C798009DC42F29A9D600703E2F140"/>
        <w:category>
          <w:name w:val="General"/>
          <w:gallery w:val="placeholder"/>
        </w:category>
        <w:types>
          <w:type w:val="bbPlcHdr"/>
        </w:types>
        <w:behaviors>
          <w:behavior w:val="content"/>
        </w:behaviors>
        <w:guid w:val="{D69B16BF-8273-4BBD-9209-D717BA5EBDD2}"/>
      </w:docPartPr>
      <w:docPartBody>
        <w:p w:rsidR="00000000" w:rsidRDefault="00000000">
          <w:pPr>
            <w:pStyle w:val="398C798009DC42F29A9D600703E2F140"/>
          </w:pPr>
          <w:r w:rsidRPr="000D7E53">
            <w:t>JUL</w:t>
          </w:r>
        </w:p>
      </w:docPartBody>
    </w:docPart>
    <w:docPart>
      <w:docPartPr>
        <w:name w:val="E8ECD7D3EF7448F8809D991C842A01ED"/>
        <w:category>
          <w:name w:val="General"/>
          <w:gallery w:val="placeholder"/>
        </w:category>
        <w:types>
          <w:type w:val="bbPlcHdr"/>
        </w:types>
        <w:behaviors>
          <w:behavior w:val="content"/>
        </w:behaviors>
        <w:guid w:val="{7BF2AA06-B128-46FE-936F-7D4D2FDBAD46}"/>
      </w:docPartPr>
      <w:docPartBody>
        <w:p w:rsidR="00000000" w:rsidRDefault="00000000">
          <w:pPr>
            <w:pStyle w:val="E8ECD7D3EF7448F8809D991C842A01ED"/>
          </w:pPr>
          <w:r w:rsidRPr="000D7E53">
            <w:t>AUG</w:t>
          </w:r>
        </w:p>
      </w:docPartBody>
    </w:docPart>
    <w:docPart>
      <w:docPartPr>
        <w:name w:val="A2D6F53A6574430B93E8571211896D9E"/>
        <w:category>
          <w:name w:val="General"/>
          <w:gallery w:val="placeholder"/>
        </w:category>
        <w:types>
          <w:type w:val="bbPlcHdr"/>
        </w:types>
        <w:behaviors>
          <w:behavior w:val="content"/>
        </w:behaviors>
        <w:guid w:val="{6E91B2E9-9929-47DA-B1D0-04B02EA1257F}"/>
      </w:docPartPr>
      <w:docPartBody>
        <w:p w:rsidR="00000000" w:rsidRDefault="00000000">
          <w:pPr>
            <w:pStyle w:val="A2D6F53A6574430B93E8571211896D9E"/>
          </w:pPr>
          <w:r w:rsidRPr="000D7E53">
            <w:t>SEP</w:t>
          </w:r>
        </w:p>
      </w:docPartBody>
    </w:docPart>
    <w:docPart>
      <w:docPartPr>
        <w:name w:val="51C3DA15D9814AFB8309ED986A274F79"/>
        <w:category>
          <w:name w:val="General"/>
          <w:gallery w:val="placeholder"/>
        </w:category>
        <w:types>
          <w:type w:val="bbPlcHdr"/>
        </w:types>
        <w:behaviors>
          <w:behavior w:val="content"/>
        </w:behaviors>
        <w:guid w:val="{29DAA583-DDCD-48FA-8B56-905DBA12AD43}"/>
      </w:docPartPr>
      <w:docPartBody>
        <w:p w:rsidR="00000000" w:rsidRDefault="00000000">
          <w:pPr>
            <w:pStyle w:val="51C3DA15D9814AFB8309ED986A274F79"/>
          </w:pPr>
          <w:r w:rsidRPr="000D7E53">
            <w:t>OCT</w:t>
          </w:r>
        </w:p>
      </w:docPartBody>
    </w:docPart>
    <w:docPart>
      <w:docPartPr>
        <w:name w:val="ECC2A990A8A24439AD8F42AF4A65E875"/>
        <w:category>
          <w:name w:val="General"/>
          <w:gallery w:val="placeholder"/>
        </w:category>
        <w:types>
          <w:type w:val="bbPlcHdr"/>
        </w:types>
        <w:behaviors>
          <w:behavior w:val="content"/>
        </w:behaviors>
        <w:guid w:val="{556F3A33-C741-4B68-B95E-68781E2BB254}"/>
      </w:docPartPr>
      <w:docPartBody>
        <w:p w:rsidR="00000000" w:rsidRDefault="00000000">
          <w:pPr>
            <w:pStyle w:val="ECC2A990A8A24439AD8F42AF4A65E875"/>
          </w:pPr>
          <w:r w:rsidRPr="000D7E53">
            <w:t>NOV</w:t>
          </w:r>
        </w:p>
      </w:docPartBody>
    </w:docPart>
    <w:docPart>
      <w:docPartPr>
        <w:name w:val="8578A043BFA542EE815E388585BD6BC1"/>
        <w:category>
          <w:name w:val="General"/>
          <w:gallery w:val="placeholder"/>
        </w:category>
        <w:types>
          <w:type w:val="bbPlcHdr"/>
        </w:types>
        <w:behaviors>
          <w:behavior w:val="content"/>
        </w:behaviors>
        <w:guid w:val="{50F93FC9-B0F0-436C-9639-E66EE3F09798}"/>
      </w:docPartPr>
      <w:docPartBody>
        <w:p w:rsidR="00000000" w:rsidRDefault="00000000">
          <w:pPr>
            <w:pStyle w:val="8578A043BFA542EE815E388585BD6BC1"/>
          </w:pPr>
          <w:r w:rsidRPr="000D7E53">
            <w:t>DEC</w:t>
          </w:r>
        </w:p>
      </w:docPartBody>
    </w:docPart>
    <w:docPart>
      <w:docPartPr>
        <w:name w:val="6C69F21EDDF04E688BF12D1CB42E7169"/>
        <w:category>
          <w:name w:val="General"/>
          <w:gallery w:val="placeholder"/>
        </w:category>
        <w:types>
          <w:type w:val="bbPlcHdr"/>
        </w:types>
        <w:behaviors>
          <w:behavior w:val="content"/>
        </w:behaviors>
        <w:guid w:val="{FA0173E3-DF3F-42AD-832B-943923167D26}"/>
      </w:docPartPr>
      <w:docPartBody>
        <w:p w:rsidR="00000000" w:rsidRDefault="00000000">
          <w:pPr>
            <w:pStyle w:val="6C69F21EDDF04E688BF12D1CB42E7169"/>
          </w:pPr>
          <w:r w:rsidRPr="000D7E53">
            <w:t>YTD</w:t>
          </w:r>
        </w:p>
      </w:docPartBody>
    </w:docPart>
    <w:docPart>
      <w:docPartPr>
        <w:name w:val="2C8F85C482E54B73BD3F3F92B4F3B905"/>
        <w:category>
          <w:name w:val="General"/>
          <w:gallery w:val="placeholder"/>
        </w:category>
        <w:types>
          <w:type w:val="bbPlcHdr"/>
        </w:types>
        <w:behaviors>
          <w:behavior w:val="content"/>
        </w:behaviors>
        <w:guid w:val="{4A2FBED1-174B-424D-9C84-267375CCA134}"/>
      </w:docPartPr>
      <w:docPartBody>
        <w:p w:rsidR="00000000" w:rsidRDefault="00000000">
          <w:pPr>
            <w:pStyle w:val="2C8F85C482E54B73BD3F3F92B4F3B905"/>
          </w:pPr>
          <w:r w:rsidRPr="0094707B">
            <w:t>Salaries &amp; Wages</w:t>
          </w:r>
        </w:p>
      </w:docPartBody>
    </w:docPart>
    <w:docPart>
      <w:docPartPr>
        <w:name w:val="1ECE4540C02E4B3A84965FBC0BF06EBE"/>
        <w:category>
          <w:name w:val="General"/>
          <w:gallery w:val="placeholder"/>
        </w:category>
        <w:types>
          <w:type w:val="bbPlcHdr"/>
        </w:types>
        <w:behaviors>
          <w:behavior w:val="content"/>
        </w:behaviors>
        <w:guid w:val="{6C824C87-9916-4388-9E24-DED36B34F51D}"/>
      </w:docPartPr>
      <w:docPartBody>
        <w:p w:rsidR="00000000" w:rsidRDefault="00000000">
          <w:pPr>
            <w:pStyle w:val="1ECE4540C02E4B3A84965FBC0BF06EBE"/>
          </w:pPr>
          <w:r w:rsidRPr="0094707B">
            <w:t>$2,500</w:t>
          </w:r>
        </w:p>
      </w:docPartBody>
    </w:docPart>
    <w:docPart>
      <w:docPartPr>
        <w:name w:val="7F3E12F5D1EC48F494E9EBDA109EF3EF"/>
        <w:category>
          <w:name w:val="General"/>
          <w:gallery w:val="placeholder"/>
        </w:category>
        <w:types>
          <w:type w:val="bbPlcHdr"/>
        </w:types>
        <w:behaviors>
          <w:behavior w:val="content"/>
        </w:behaviors>
        <w:guid w:val="{73CC4F45-4C76-4F48-96BB-6FE603C4B6C1}"/>
      </w:docPartPr>
      <w:docPartBody>
        <w:p w:rsidR="00000000" w:rsidRDefault="00000000">
          <w:pPr>
            <w:pStyle w:val="7F3E12F5D1EC48F494E9EBDA109EF3EF"/>
          </w:pPr>
          <w:r w:rsidRPr="0094707B">
            <w:t>$2,500</w:t>
          </w:r>
        </w:p>
      </w:docPartBody>
    </w:docPart>
    <w:docPart>
      <w:docPartPr>
        <w:name w:val="468C7A65D1064954A82ADBAA61033235"/>
        <w:category>
          <w:name w:val="General"/>
          <w:gallery w:val="placeholder"/>
        </w:category>
        <w:types>
          <w:type w:val="bbPlcHdr"/>
        </w:types>
        <w:behaviors>
          <w:behavior w:val="content"/>
        </w:behaviors>
        <w:guid w:val="{867B4C71-DAA9-4CB3-BD87-39CC24D2DD4A}"/>
      </w:docPartPr>
      <w:docPartBody>
        <w:p w:rsidR="00000000" w:rsidRDefault="00000000">
          <w:pPr>
            <w:pStyle w:val="468C7A65D1064954A82ADBAA61033235"/>
          </w:pPr>
          <w:r w:rsidRPr="0094707B">
            <w:t>$3,500</w:t>
          </w:r>
        </w:p>
      </w:docPartBody>
    </w:docPart>
    <w:docPart>
      <w:docPartPr>
        <w:name w:val="087A0C52BC124EB9A44F4888A1746FD2"/>
        <w:category>
          <w:name w:val="General"/>
          <w:gallery w:val="placeholder"/>
        </w:category>
        <w:types>
          <w:type w:val="bbPlcHdr"/>
        </w:types>
        <w:behaviors>
          <w:behavior w:val="content"/>
        </w:behaviors>
        <w:guid w:val="{820CB2D5-C12D-4A90-938A-3C4C54EA73FB}"/>
      </w:docPartPr>
      <w:docPartBody>
        <w:p w:rsidR="00000000" w:rsidRDefault="00000000">
          <w:pPr>
            <w:pStyle w:val="087A0C52BC124EB9A44F4888A1746FD2"/>
          </w:pPr>
          <w:r w:rsidRPr="0094707B">
            <w:t>$5,000</w:t>
          </w:r>
        </w:p>
      </w:docPartBody>
    </w:docPart>
    <w:docPart>
      <w:docPartPr>
        <w:name w:val="2D7DAA34780B4B2A8F6B5687F93D6273"/>
        <w:category>
          <w:name w:val="General"/>
          <w:gallery w:val="placeholder"/>
        </w:category>
        <w:types>
          <w:type w:val="bbPlcHdr"/>
        </w:types>
        <w:behaviors>
          <w:behavior w:val="content"/>
        </w:behaviors>
        <w:guid w:val="{F58BDDF6-10D4-4689-92C6-DEFD13580446}"/>
      </w:docPartPr>
      <w:docPartBody>
        <w:p w:rsidR="00000000" w:rsidRDefault="00000000">
          <w:pPr>
            <w:pStyle w:val="2D7DAA34780B4B2A8F6B5687F93D6273"/>
          </w:pPr>
          <w:r w:rsidRPr="0094707B">
            <w:t>$5,000</w:t>
          </w:r>
        </w:p>
      </w:docPartBody>
    </w:docPart>
    <w:docPart>
      <w:docPartPr>
        <w:name w:val="7281F94EB27A45FFBC7F0C35E893894F"/>
        <w:category>
          <w:name w:val="General"/>
          <w:gallery w:val="placeholder"/>
        </w:category>
        <w:types>
          <w:type w:val="bbPlcHdr"/>
        </w:types>
        <w:behaviors>
          <w:behavior w:val="content"/>
        </w:behaviors>
        <w:guid w:val="{AD15D1B7-DBF0-417C-8F74-9CCEC955D585}"/>
      </w:docPartPr>
      <w:docPartBody>
        <w:p w:rsidR="00000000" w:rsidRDefault="00000000">
          <w:pPr>
            <w:pStyle w:val="7281F94EB27A45FFBC7F0C35E893894F"/>
          </w:pPr>
          <w:r w:rsidRPr="0094707B">
            <w:t>$5,000</w:t>
          </w:r>
        </w:p>
      </w:docPartBody>
    </w:docPart>
    <w:docPart>
      <w:docPartPr>
        <w:name w:val="F3B31BC5FCA44C66B7B0247AABA448EA"/>
        <w:category>
          <w:name w:val="General"/>
          <w:gallery w:val="placeholder"/>
        </w:category>
        <w:types>
          <w:type w:val="bbPlcHdr"/>
        </w:types>
        <w:behaviors>
          <w:behavior w:val="content"/>
        </w:behaviors>
        <w:guid w:val="{7CF8D15D-630D-444E-A6EF-23D4FABC21F0}"/>
      </w:docPartPr>
      <w:docPartBody>
        <w:p w:rsidR="00000000" w:rsidRDefault="00000000">
          <w:pPr>
            <w:pStyle w:val="F3B31BC5FCA44C66B7B0247AABA448EA"/>
          </w:pPr>
          <w:r w:rsidRPr="0094707B">
            <w:t>$8,000</w:t>
          </w:r>
        </w:p>
      </w:docPartBody>
    </w:docPart>
    <w:docPart>
      <w:docPartPr>
        <w:name w:val="BDCC816F35C641EFB755DC02FFCDA94D"/>
        <w:category>
          <w:name w:val="General"/>
          <w:gallery w:val="placeholder"/>
        </w:category>
        <w:types>
          <w:type w:val="bbPlcHdr"/>
        </w:types>
        <w:behaviors>
          <w:behavior w:val="content"/>
        </w:behaviors>
        <w:guid w:val="{37F64C0A-C497-44B0-B72C-5FA6A5DB5FB4}"/>
      </w:docPartPr>
      <w:docPartBody>
        <w:p w:rsidR="00000000" w:rsidRDefault="00000000">
          <w:pPr>
            <w:pStyle w:val="BDCC816F35C641EFB755DC02FFCDA94D"/>
          </w:pPr>
          <w:r w:rsidRPr="0094707B">
            <w:t>$9,000</w:t>
          </w:r>
        </w:p>
      </w:docPartBody>
    </w:docPart>
    <w:docPart>
      <w:docPartPr>
        <w:name w:val="BC01FCDF3E914D08AB942346D6C52860"/>
        <w:category>
          <w:name w:val="General"/>
          <w:gallery w:val="placeholder"/>
        </w:category>
        <w:types>
          <w:type w:val="bbPlcHdr"/>
        </w:types>
        <w:behaviors>
          <w:behavior w:val="content"/>
        </w:behaviors>
        <w:guid w:val="{74F85F62-5A36-486A-A5D0-9818861C08C5}"/>
      </w:docPartPr>
      <w:docPartBody>
        <w:p w:rsidR="00000000" w:rsidRDefault="00000000">
          <w:pPr>
            <w:pStyle w:val="BC01FCDF3E914D08AB942346D6C52860"/>
          </w:pPr>
          <w:r w:rsidRPr="0094707B">
            <w:t>$9,000</w:t>
          </w:r>
        </w:p>
      </w:docPartBody>
    </w:docPart>
    <w:docPart>
      <w:docPartPr>
        <w:name w:val="73883FE906D946BAAC654BEE065D8A5E"/>
        <w:category>
          <w:name w:val="General"/>
          <w:gallery w:val="placeholder"/>
        </w:category>
        <w:types>
          <w:type w:val="bbPlcHdr"/>
        </w:types>
        <w:behaviors>
          <w:behavior w:val="content"/>
        </w:behaviors>
        <w:guid w:val="{0FA3F098-36CC-41AD-97D7-C8BB84587BFE}"/>
      </w:docPartPr>
      <w:docPartBody>
        <w:p w:rsidR="00000000" w:rsidRDefault="00000000">
          <w:pPr>
            <w:pStyle w:val="73883FE906D946BAAC654BEE065D8A5E"/>
          </w:pPr>
          <w:r w:rsidRPr="0094707B">
            <w:t>$9,000</w:t>
          </w:r>
        </w:p>
      </w:docPartBody>
    </w:docPart>
    <w:docPart>
      <w:docPartPr>
        <w:name w:val="152D695D73F449CFBEF6E3F5FCCEB081"/>
        <w:category>
          <w:name w:val="General"/>
          <w:gallery w:val="placeholder"/>
        </w:category>
        <w:types>
          <w:type w:val="bbPlcHdr"/>
        </w:types>
        <w:behaviors>
          <w:behavior w:val="content"/>
        </w:behaviors>
        <w:guid w:val="{2F7275B5-4F17-41D4-82DB-F4B63667EBD4}"/>
      </w:docPartPr>
      <w:docPartBody>
        <w:p w:rsidR="00000000" w:rsidRDefault="00000000">
          <w:pPr>
            <w:pStyle w:val="152D695D73F449CFBEF6E3F5FCCEB081"/>
          </w:pPr>
          <w:r w:rsidRPr="0094707B">
            <w:t>$9,000</w:t>
          </w:r>
        </w:p>
      </w:docPartBody>
    </w:docPart>
    <w:docPart>
      <w:docPartPr>
        <w:name w:val="37B435C2123749BE81CCA1F9C013C40C"/>
        <w:category>
          <w:name w:val="General"/>
          <w:gallery w:val="placeholder"/>
        </w:category>
        <w:types>
          <w:type w:val="bbPlcHdr"/>
        </w:types>
        <w:behaviors>
          <w:behavior w:val="content"/>
        </w:behaviors>
        <w:guid w:val="{90F6DA66-7DF1-4516-979B-A7ABE6858494}"/>
      </w:docPartPr>
      <w:docPartBody>
        <w:p w:rsidR="00000000" w:rsidRDefault="00000000">
          <w:pPr>
            <w:pStyle w:val="37B435C2123749BE81CCA1F9C013C40C"/>
          </w:pPr>
          <w:r w:rsidRPr="0094707B">
            <w:t>$9,000</w:t>
          </w:r>
        </w:p>
      </w:docPartBody>
    </w:docPart>
    <w:docPart>
      <w:docPartPr>
        <w:name w:val="BAE59F1871CD4558B3A5D06F29DE84D1"/>
        <w:category>
          <w:name w:val="General"/>
          <w:gallery w:val="placeholder"/>
        </w:category>
        <w:types>
          <w:type w:val="bbPlcHdr"/>
        </w:types>
        <w:behaviors>
          <w:behavior w:val="content"/>
        </w:behaviors>
        <w:guid w:val="{B2AB1739-3CFF-4BBE-ABF7-EB9FE832BD06}"/>
      </w:docPartPr>
      <w:docPartBody>
        <w:p w:rsidR="00000000" w:rsidRDefault="00000000">
          <w:pPr>
            <w:pStyle w:val="BAE59F1871CD4558B3A5D06F29DE84D1"/>
          </w:pPr>
          <w:r w:rsidRPr="0094707B">
            <w:t>$76,500</w:t>
          </w:r>
        </w:p>
      </w:docPartBody>
    </w:docPart>
    <w:docPart>
      <w:docPartPr>
        <w:name w:val="D1039AE989354710B9071A57672F760D"/>
        <w:category>
          <w:name w:val="General"/>
          <w:gallery w:val="placeholder"/>
        </w:category>
        <w:types>
          <w:type w:val="bbPlcHdr"/>
        </w:types>
        <w:behaviors>
          <w:behavior w:val="content"/>
        </w:behaviors>
        <w:guid w:val="{1EB97E6D-319D-4F92-8F7C-AE4539A412DB}"/>
      </w:docPartPr>
      <w:docPartBody>
        <w:p w:rsidR="00000000" w:rsidRDefault="00000000">
          <w:pPr>
            <w:pStyle w:val="D1039AE989354710B9071A57672F760D"/>
          </w:pPr>
          <w:r w:rsidRPr="0094707B">
            <w:t>Marketing/Advertising</w:t>
          </w:r>
        </w:p>
      </w:docPartBody>
    </w:docPart>
    <w:docPart>
      <w:docPartPr>
        <w:name w:val="19A955B9FBF540C8992914FD3EF6298D"/>
        <w:category>
          <w:name w:val="General"/>
          <w:gallery w:val="placeholder"/>
        </w:category>
        <w:types>
          <w:type w:val="bbPlcHdr"/>
        </w:types>
        <w:behaviors>
          <w:behavior w:val="content"/>
        </w:behaviors>
        <w:guid w:val="{4184FE37-7669-4E72-88DD-BD7AA587D68F}"/>
      </w:docPartPr>
      <w:docPartBody>
        <w:p w:rsidR="00000000" w:rsidRDefault="00000000">
          <w:pPr>
            <w:pStyle w:val="19A955B9FBF540C8992914FD3EF6298D"/>
          </w:pPr>
          <w:r w:rsidRPr="0094707B">
            <w:t>$400</w:t>
          </w:r>
        </w:p>
      </w:docPartBody>
    </w:docPart>
    <w:docPart>
      <w:docPartPr>
        <w:name w:val="68D68DDC93EF4EA19A8475663330A312"/>
        <w:category>
          <w:name w:val="General"/>
          <w:gallery w:val="placeholder"/>
        </w:category>
        <w:types>
          <w:type w:val="bbPlcHdr"/>
        </w:types>
        <w:behaviors>
          <w:behavior w:val="content"/>
        </w:behaviors>
        <w:guid w:val="{B0C9BBA0-3553-4592-8D91-66A8F423BA68}"/>
      </w:docPartPr>
      <w:docPartBody>
        <w:p w:rsidR="00000000" w:rsidRDefault="00000000">
          <w:pPr>
            <w:pStyle w:val="68D68DDC93EF4EA19A8475663330A312"/>
          </w:pPr>
          <w:r w:rsidRPr="0094707B">
            <w:t>$450</w:t>
          </w:r>
        </w:p>
      </w:docPartBody>
    </w:docPart>
    <w:docPart>
      <w:docPartPr>
        <w:name w:val="431F9DE559394D23BF39B9F3C1B0BC35"/>
        <w:category>
          <w:name w:val="General"/>
          <w:gallery w:val="placeholder"/>
        </w:category>
        <w:types>
          <w:type w:val="bbPlcHdr"/>
        </w:types>
        <w:behaviors>
          <w:behavior w:val="content"/>
        </w:behaviors>
        <w:guid w:val="{59C99B1A-A409-4BBA-98D6-3011D0498AF1}"/>
      </w:docPartPr>
      <w:docPartBody>
        <w:p w:rsidR="00000000" w:rsidRDefault="00000000">
          <w:pPr>
            <w:pStyle w:val="431F9DE559394D23BF39B9F3C1B0BC35"/>
          </w:pPr>
          <w:r w:rsidRPr="0094707B">
            <w:t>$450</w:t>
          </w:r>
        </w:p>
      </w:docPartBody>
    </w:docPart>
    <w:docPart>
      <w:docPartPr>
        <w:name w:val="B77DBD6F214A45579554F0A8484C2A79"/>
        <w:category>
          <w:name w:val="General"/>
          <w:gallery w:val="placeholder"/>
        </w:category>
        <w:types>
          <w:type w:val="bbPlcHdr"/>
        </w:types>
        <w:behaviors>
          <w:behavior w:val="content"/>
        </w:behaviors>
        <w:guid w:val="{43F486BB-5C45-42CF-813B-A6B393C06E3A}"/>
      </w:docPartPr>
      <w:docPartBody>
        <w:p w:rsidR="00000000" w:rsidRDefault="00000000">
          <w:pPr>
            <w:pStyle w:val="B77DBD6F214A45579554F0A8484C2A79"/>
          </w:pPr>
          <w:r w:rsidRPr="0094707B">
            <w:t>$450</w:t>
          </w:r>
        </w:p>
      </w:docPartBody>
    </w:docPart>
    <w:docPart>
      <w:docPartPr>
        <w:name w:val="BF643F70F75F4EECA924645D056231BE"/>
        <w:category>
          <w:name w:val="General"/>
          <w:gallery w:val="placeholder"/>
        </w:category>
        <w:types>
          <w:type w:val="bbPlcHdr"/>
        </w:types>
        <w:behaviors>
          <w:behavior w:val="content"/>
        </w:behaviors>
        <w:guid w:val="{86C9B981-21B5-4F29-87B5-D0579531FE87}"/>
      </w:docPartPr>
      <w:docPartBody>
        <w:p w:rsidR="00000000" w:rsidRDefault="00000000">
          <w:pPr>
            <w:pStyle w:val="BF643F70F75F4EECA924645D056231BE"/>
          </w:pPr>
          <w:r w:rsidRPr="0094707B">
            <w:t>$900</w:t>
          </w:r>
        </w:p>
      </w:docPartBody>
    </w:docPart>
    <w:docPart>
      <w:docPartPr>
        <w:name w:val="C33A0B40A1BC4448958BF91098B4ED53"/>
        <w:category>
          <w:name w:val="General"/>
          <w:gallery w:val="placeholder"/>
        </w:category>
        <w:types>
          <w:type w:val="bbPlcHdr"/>
        </w:types>
        <w:behaviors>
          <w:behavior w:val="content"/>
        </w:behaviors>
        <w:guid w:val="{FB2CDE19-68DC-4768-92E2-7BACD1DB30A3}"/>
      </w:docPartPr>
      <w:docPartBody>
        <w:p w:rsidR="00000000" w:rsidRDefault="00000000">
          <w:pPr>
            <w:pStyle w:val="C33A0B40A1BC4448958BF91098B4ED53"/>
          </w:pPr>
          <w:r w:rsidRPr="0094707B">
            <w:t>$900</w:t>
          </w:r>
        </w:p>
      </w:docPartBody>
    </w:docPart>
    <w:docPart>
      <w:docPartPr>
        <w:name w:val="89649B10F7604512A3D53174DB21244A"/>
        <w:category>
          <w:name w:val="General"/>
          <w:gallery w:val="placeholder"/>
        </w:category>
        <w:types>
          <w:type w:val="bbPlcHdr"/>
        </w:types>
        <w:behaviors>
          <w:behavior w:val="content"/>
        </w:behaviors>
        <w:guid w:val="{246450ED-1B04-47F6-8EE3-C9D57FFA2F0D}"/>
      </w:docPartPr>
      <w:docPartBody>
        <w:p w:rsidR="00000000" w:rsidRDefault="00000000">
          <w:pPr>
            <w:pStyle w:val="89649B10F7604512A3D53174DB21244A"/>
          </w:pPr>
          <w:r w:rsidRPr="0094707B">
            <w:t>$900</w:t>
          </w:r>
        </w:p>
      </w:docPartBody>
    </w:docPart>
    <w:docPart>
      <w:docPartPr>
        <w:name w:val="D25690E115A549EA9F3E0DF761DD7DFC"/>
        <w:category>
          <w:name w:val="General"/>
          <w:gallery w:val="placeholder"/>
        </w:category>
        <w:types>
          <w:type w:val="bbPlcHdr"/>
        </w:types>
        <w:behaviors>
          <w:behavior w:val="content"/>
        </w:behaviors>
        <w:guid w:val="{A9C70F83-E0AA-4BBB-8F53-5566E86F42BD}"/>
      </w:docPartPr>
      <w:docPartBody>
        <w:p w:rsidR="00000000" w:rsidRDefault="00000000">
          <w:pPr>
            <w:pStyle w:val="D25690E115A549EA9F3E0DF761DD7DFC"/>
          </w:pPr>
          <w:r w:rsidRPr="0094707B">
            <w:t>$900</w:t>
          </w:r>
        </w:p>
      </w:docPartBody>
    </w:docPart>
    <w:docPart>
      <w:docPartPr>
        <w:name w:val="8CBEB764E3EA4ADE8831CA58CD98BD40"/>
        <w:category>
          <w:name w:val="General"/>
          <w:gallery w:val="placeholder"/>
        </w:category>
        <w:types>
          <w:type w:val="bbPlcHdr"/>
        </w:types>
        <w:behaviors>
          <w:behavior w:val="content"/>
        </w:behaviors>
        <w:guid w:val="{ED61510F-C74B-4DF3-AC1F-FA717B4AFE2D}"/>
      </w:docPartPr>
      <w:docPartBody>
        <w:p w:rsidR="00000000" w:rsidRDefault="00000000">
          <w:pPr>
            <w:pStyle w:val="8CBEB764E3EA4ADE8831CA58CD98BD40"/>
          </w:pPr>
          <w:r w:rsidRPr="0094707B">
            <w:t>$900</w:t>
          </w:r>
        </w:p>
      </w:docPartBody>
    </w:docPart>
    <w:docPart>
      <w:docPartPr>
        <w:name w:val="A87E590139CF458EAE2261830E6DD2E8"/>
        <w:category>
          <w:name w:val="General"/>
          <w:gallery w:val="placeholder"/>
        </w:category>
        <w:types>
          <w:type w:val="bbPlcHdr"/>
        </w:types>
        <w:behaviors>
          <w:behavior w:val="content"/>
        </w:behaviors>
        <w:guid w:val="{A2074632-661E-44A6-A1F0-55B31D6DB262}"/>
      </w:docPartPr>
      <w:docPartBody>
        <w:p w:rsidR="00000000" w:rsidRDefault="00000000">
          <w:pPr>
            <w:pStyle w:val="A87E590139CF458EAE2261830E6DD2E8"/>
          </w:pPr>
          <w:r w:rsidRPr="0094707B">
            <w:t>$900</w:t>
          </w:r>
        </w:p>
      </w:docPartBody>
    </w:docPart>
    <w:docPart>
      <w:docPartPr>
        <w:name w:val="028E69CCB15F405D86C2192D3F084803"/>
        <w:category>
          <w:name w:val="General"/>
          <w:gallery w:val="placeholder"/>
        </w:category>
        <w:types>
          <w:type w:val="bbPlcHdr"/>
        </w:types>
        <w:behaviors>
          <w:behavior w:val="content"/>
        </w:behaviors>
        <w:guid w:val="{77F77C2C-4B8D-48D7-8365-7E40080B1793}"/>
      </w:docPartPr>
      <w:docPartBody>
        <w:p w:rsidR="00000000" w:rsidRDefault="00000000">
          <w:pPr>
            <w:pStyle w:val="028E69CCB15F405D86C2192D3F084803"/>
          </w:pPr>
          <w:r w:rsidRPr="0094707B">
            <w:t>$1,200</w:t>
          </w:r>
        </w:p>
      </w:docPartBody>
    </w:docPart>
    <w:docPart>
      <w:docPartPr>
        <w:name w:val="1E2E3A7E8E784F739F62F641EE47B4F8"/>
        <w:category>
          <w:name w:val="General"/>
          <w:gallery w:val="placeholder"/>
        </w:category>
        <w:types>
          <w:type w:val="bbPlcHdr"/>
        </w:types>
        <w:behaviors>
          <w:behavior w:val="content"/>
        </w:behaviors>
        <w:guid w:val="{E3A201A3-C746-4E05-A06A-7632B77DCC98}"/>
      </w:docPartPr>
      <w:docPartBody>
        <w:p w:rsidR="00000000" w:rsidRDefault="00000000">
          <w:pPr>
            <w:pStyle w:val="1E2E3A7E8E784F739F62F641EE47B4F8"/>
          </w:pPr>
          <w:r w:rsidRPr="0094707B">
            <w:t>$1,200</w:t>
          </w:r>
        </w:p>
      </w:docPartBody>
    </w:docPart>
    <w:docPart>
      <w:docPartPr>
        <w:name w:val="EE2923D56AC4407E95574AFC0B27A9AB"/>
        <w:category>
          <w:name w:val="General"/>
          <w:gallery w:val="placeholder"/>
        </w:category>
        <w:types>
          <w:type w:val="bbPlcHdr"/>
        </w:types>
        <w:behaviors>
          <w:behavior w:val="content"/>
        </w:behaviors>
        <w:guid w:val="{E33BB614-1DFA-4910-9536-A1A3D7F78956}"/>
      </w:docPartPr>
      <w:docPartBody>
        <w:p w:rsidR="00000000" w:rsidRDefault="00000000">
          <w:pPr>
            <w:pStyle w:val="EE2923D56AC4407E95574AFC0B27A9AB"/>
          </w:pPr>
          <w:r w:rsidRPr="0094707B">
            <w:t>$9,550</w:t>
          </w:r>
        </w:p>
      </w:docPartBody>
    </w:docPart>
    <w:docPart>
      <w:docPartPr>
        <w:name w:val="BD0599EAF8CA4AFBB3BBB614A079B7B3"/>
        <w:category>
          <w:name w:val="General"/>
          <w:gallery w:val="placeholder"/>
        </w:category>
        <w:types>
          <w:type w:val="bbPlcHdr"/>
        </w:types>
        <w:behaviors>
          <w:behavior w:val="content"/>
        </w:behaviors>
        <w:guid w:val="{D127A3E1-FAA6-4691-9117-7B6A598EB8F7}"/>
      </w:docPartPr>
      <w:docPartBody>
        <w:p w:rsidR="00000000" w:rsidRDefault="00000000">
          <w:pPr>
            <w:pStyle w:val="BD0599EAF8CA4AFBB3BBB614A079B7B3"/>
          </w:pPr>
          <w:r w:rsidRPr="0094707B">
            <w:t>Sales Commissions</w:t>
          </w:r>
        </w:p>
      </w:docPartBody>
    </w:docPart>
    <w:docPart>
      <w:docPartPr>
        <w:name w:val="79D708712418479B84C3269C345A7983"/>
        <w:category>
          <w:name w:val="General"/>
          <w:gallery w:val="placeholder"/>
        </w:category>
        <w:types>
          <w:type w:val="bbPlcHdr"/>
        </w:types>
        <w:behaviors>
          <w:behavior w:val="content"/>
        </w:behaviors>
        <w:guid w:val="{2B533916-0CBC-4F46-AF71-70289304D42E}"/>
      </w:docPartPr>
      <w:docPartBody>
        <w:p w:rsidR="00000000" w:rsidRDefault="00000000">
          <w:pPr>
            <w:pStyle w:val="79D708712418479B84C3269C345A7983"/>
          </w:pPr>
          <w:r w:rsidRPr="0094707B">
            <w:t>$250</w:t>
          </w:r>
        </w:p>
      </w:docPartBody>
    </w:docPart>
    <w:docPart>
      <w:docPartPr>
        <w:name w:val="AF21A092A722457F93D272C3290C52D0"/>
        <w:category>
          <w:name w:val="General"/>
          <w:gallery w:val="placeholder"/>
        </w:category>
        <w:types>
          <w:type w:val="bbPlcHdr"/>
        </w:types>
        <w:behaviors>
          <w:behavior w:val="content"/>
        </w:behaviors>
        <w:guid w:val="{2D753631-4B3A-4BD4-A300-D3943DB8D2A7}"/>
      </w:docPartPr>
      <w:docPartBody>
        <w:p w:rsidR="00000000" w:rsidRDefault="00000000">
          <w:pPr>
            <w:pStyle w:val="AF21A092A722457F93D272C3290C52D0"/>
          </w:pPr>
          <w:r w:rsidRPr="0094707B">
            <w:t>$650</w:t>
          </w:r>
        </w:p>
      </w:docPartBody>
    </w:docPart>
    <w:docPart>
      <w:docPartPr>
        <w:name w:val="2A5082842CB141AC8B20DCAA726DF4A1"/>
        <w:category>
          <w:name w:val="General"/>
          <w:gallery w:val="placeholder"/>
        </w:category>
        <w:types>
          <w:type w:val="bbPlcHdr"/>
        </w:types>
        <w:behaviors>
          <w:behavior w:val="content"/>
        </w:behaviors>
        <w:guid w:val="{F361DFD9-2E67-4B9A-853B-6AF25FFB160E}"/>
      </w:docPartPr>
      <w:docPartBody>
        <w:p w:rsidR="00000000" w:rsidRDefault="00000000">
          <w:pPr>
            <w:pStyle w:val="2A5082842CB141AC8B20DCAA726DF4A1"/>
          </w:pPr>
          <w:r w:rsidRPr="0094707B">
            <w:t>$800</w:t>
          </w:r>
        </w:p>
      </w:docPartBody>
    </w:docPart>
    <w:docPart>
      <w:docPartPr>
        <w:name w:val="9300F80F14BE4EFCB9A71CFB41DD4507"/>
        <w:category>
          <w:name w:val="General"/>
          <w:gallery w:val="placeholder"/>
        </w:category>
        <w:types>
          <w:type w:val="bbPlcHdr"/>
        </w:types>
        <w:behaviors>
          <w:behavior w:val="content"/>
        </w:behaviors>
        <w:guid w:val="{C471CAE9-7F5D-4E12-9B59-59F533827133}"/>
      </w:docPartPr>
      <w:docPartBody>
        <w:p w:rsidR="00000000" w:rsidRDefault="00000000">
          <w:pPr>
            <w:pStyle w:val="9300F80F14BE4EFCB9A71CFB41DD4507"/>
          </w:pPr>
          <w:r w:rsidRPr="0094707B">
            <w:t>$350</w:t>
          </w:r>
        </w:p>
      </w:docPartBody>
    </w:docPart>
    <w:docPart>
      <w:docPartPr>
        <w:name w:val="BC035EC477B647698A1ED035BB73D064"/>
        <w:category>
          <w:name w:val="General"/>
          <w:gallery w:val="placeholder"/>
        </w:category>
        <w:types>
          <w:type w:val="bbPlcHdr"/>
        </w:types>
        <w:behaviors>
          <w:behavior w:val="content"/>
        </w:behaviors>
        <w:guid w:val="{F47698E0-600B-45A0-8C1E-53F68ED6F90F}"/>
      </w:docPartPr>
      <w:docPartBody>
        <w:p w:rsidR="00000000" w:rsidRDefault="00000000">
          <w:pPr>
            <w:pStyle w:val="BC035EC477B647698A1ED035BB73D064"/>
          </w:pPr>
          <w:r w:rsidRPr="0094707B">
            <w:t>$725</w:t>
          </w:r>
        </w:p>
      </w:docPartBody>
    </w:docPart>
    <w:docPart>
      <w:docPartPr>
        <w:name w:val="D586783A3F274ADEA8815D6297407104"/>
        <w:category>
          <w:name w:val="General"/>
          <w:gallery w:val="placeholder"/>
        </w:category>
        <w:types>
          <w:type w:val="bbPlcHdr"/>
        </w:types>
        <w:behaviors>
          <w:behavior w:val="content"/>
        </w:behaviors>
        <w:guid w:val="{3F4CF9F2-A3B8-4AE5-B55B-7EF79BD64B9C}"/>
      </w:docPartPr>
      <w:docPartBody>
        <w:p w:rsidR="00000000" w:rsidRDefault="00000000">
          <w:pPr>
            <w:pStyle w:val="D586783A3F274ADEA8815D6297407104"/>
          </w:pPr>
          <w:r w:rsidRPr="0094707B">
            <w:t>$820</w:t>
          </w:r>
        </w:p>
      </w:docPartBody>
    </w:docPart>
    <w:docPart>
      <w:docPartPr>
        <w:name w:val="33441851F9CB48D69D9007640DDD3E14"/>
        <w:category>
          <w:name w:val="General"/>
          <w:gallery w:val="placeholder"/>
        </w:category>
        <w:types>
          <w:type w:val="bbPlcHdr"/>
        </w:types>
        <w:behaviors>
          <w:behavior w:val="content"/>
        </w:behaviors>
        <w:guid w:val="{82A75500-CBA3-43BE-BAE7-04410796BB2F}"/>
      </w:docPartPr>
      <w:docPartBody>
        <w:p w:rsidR="00000000" w:rsidRDefault="00000000">
          <w:pPr>
            <w:pStyle w:val="33441851F9CB48D69D9007640DDD3E14"/>
          </w:pPr>
          <w:r w:rsidRPr="0094707B">
            <w:t>$1,125</w:t>
          </w:r>
        </w:p>
      </w:docPartBody>
    </w:docPart>
    <w:docPart>
      <w:docPartPr>
        <w:name w:val="BBE81729BE7C41FF8EB0FAE78207E7AE"/>
        <w:category>
          <w:name w:val="General"/>
          <w:gallery w:val="placeholder"/>
        </w:category>
        <w:types>
          <w:type w:val="bbPlcHdr"/>
        </w:types>
        <w:behaviors>
          <w:behavior w:val="content"/>
        </w:behaviors>
        <w:guid w:val="{EC0E868A-B961-4406-AFD5-426015305F1D}"/>
      </w:docPartPr>
      <w:docPartBody>
        <w:p w:rsidR="00000000" w:rsidRDefault="00000000">
          <w:pPr>
            <w:pStyle w:val="BBE81729BE7C41FF8EB0FAE78207E7AE"/>
          </w:pPr>
          <w:r w:rsidRPr="0094707B">
            <w:t>$1,156</w:t>
          </w:r>
        </w:p>
      </w:docPartBody>
    </w:docPart>
    <w:docPart>
      <w:docPartPr>
        <w:name w:val="5CF1DAF8FCC84B27A593CB83965769A4"/>
        <w:category>
          <w:name w:val="General"/>
          <w:gallery w:val="placeholder"/>
        </w:category>
        <w:types>
          <w:type w:val="bbPlcHdr"/>
        </w:types>
        <w:behaviors>
          <w:behavior w:val="content"/>
        </w:behaviors>
        <w:guid w:val="{564D419A-C566-4081-92CE-39E36E9079F8}"/>
      </w:docPartPr>
      <w:docPartBody>
        <w:p w:rsidR="00000000" w:rsidRDefault="00000000">
          <w:pPr>
            <w:pStyle w:val="5CF1DAF8FCC84B27A593CB83965769A4"/>
          </w:pPr>
          <w:r w:rsidRPr="0094707B">
            <w:t>$1,227</w:t>
          </w:r>
        </w:p>
      </w:docPartBody>
    </w:docPart>
    <w:docPart>
      <w:docPartPr>
        <w:name w:val="A1345E3AA8064733BB3DD9518E494D11"/>
        <w:category>
          <w:name w:val="General"/>
          <w:gallery w:val="placeholder"/>
        </w:category>
        <w:types>
          <w:type w:val="bbPlcHdr"/>
        </w:types>
        <w:behaviors>
          <w:behavior w:val="content"/>
        </w:behaviors>
        <w:guid w:val="{B340C413-206B-4C34-AB1A-0B6C7184ABF9}"/>
      </w:docPartPr>
      <w:docPartBody>
        <w:p w:rsidR="00000000" w:rsidRDefault="00000000">
          <w:pPr>
            <w:pStyle w:val="A1345E3AA8064733BB3DD9518E494D11"/>
          </w:pPr>
          <w:r w:rsidRPr="0094707B">
            <w:t>$1,100</w:t>
          </w:r>
        </w:p>
      </w:docPartBody>
    </w:docPart>
    <w:docPart>
      <w:docPartPr>
        <w:name w:val="1A1C756038A14B049A41932E04D94F21"/>
        <w:category>
          <w:name w:val="General"/>
          <w:gallery w:val="placeholder"/>
        </w:category>
        <w:types>
          <w:type w:val="bbPlcHdr"/>
        </w:types>
        <w:behaviors>
          <w:behavior w:val="content"/>
        </w:behaviors>
        <w:guid w:val="{46F9461B-1C17-4E8B-A7FB-9CBCB4C86B01}"/>
      </w:docPartPr>
      <w:docPartBody>
        <w:p w:rsidR="00000000" w:rsidRDefault="00000000">
          <w:pPr>
            <w:pStyle w:val="1A1C756038A14B049A41932E04D94F21"/>
          </w:pPr>
          <w:r w:rsidRPr="0094707B">
            <w:t>$1,250</w:t>
          </w:r>
        </w:p>
      </w:docPartBody>
    </w:docPart>
    <w:docPart>
      <w:docPartPr>
        <w:name w:val="393CE4D44EF14E73956BF3C50C47E153"/>
        <w:category>
          <w:name w:val="General"/>
          <w:gallery w:val="placeholder"/>
        </w:category>
        <w:types>
          <w:type w:val="bbPlcHdr"/>
        </w:types>
        <w:behaviors>
          <w:behavior w:val="content"/>
        </w:behaviors>
        <w:guid w:val="{4A49448A-B921-474B-B52B-83F54C760DB8}"/>
      </w:docPartPr>
      <w:docPartBody>
        <w:p w:rsidR="00000000" w:rsidRDefault="00000000">
          <w:pPr>
            <w:pStyle w:val="393CE4D44EF14E73956BF3C50C47E153"/>
          </w:pPr>
          <w:r w:rsidRPr="0094707B">
            <w:t>$1,367</w:t>
          </w:r>
        </w:p>
      </w:docPartBody>
    </w:docPart>
    <w:docPart>
      <w:docPartPr>
        <w:name w:val="23A78164097140D0A1082395A6E094EB"/>
        <w:category>
          <w:name w:val="General"/>
          <w:gallery w:val="placeholder"/>
        </w:category>
        <w:types>
          <w:type w:val="bbPlcHdr"/>
        </w:types>
        <w:behaviors>
          <w:behavior w:val="content"/>
        </w:behaviors>
        <w:guid w:val="{94EFC77A-BFCF-4801-80EC-7A37F3B3DBD0}"/>
      </w:docPartPr>
      <w:docPartBody>
        <w:p w:rsidR="00000000" w:rsidRDefault="00000000">
          <w:pPr>
            <w:pStyle w:val="23A78164097140D0A1082395A6E094EB"/>
          </w:pPr>
          <w:r w:rsidRPr="0094707B">
            <w:t>$10,821</w:t>
          </w:r>
        </w:p>
      </w:docPartBody>
    </w:docPart>
    <w:docPart>
      <w:docPartPr>
        <w:name w:val="D1199CB16F934540B28F32D2676600F4"/>
        <w:category>
          <w:name w:val="General"/>
          <w:gallery w:val="placeholder"/>
        </w:category>
        <w:types>
          <w:type w:val="bbPlcHdr"/>
        </w:types>
        <w:behaviors>
          <w:behavior w:val="content"/>
        </w:behaviors>
        <w:guid w:val="{E8467F33-433E-4D52-9BA7-7D049C8FEC2E}"/>
      </w:docPartPr>
      <w:docPartBody>
        <w:p w:rsidR="00000000" w:rsidRDefault="00000000">
          <w:pPr>
            <w:pStyle w:val="D1199CB16F934540B28F32D2676600F4"/>
          </w:pPr>
          <w:r w:rsidRPr="0094707B">
            <w:t>Rent</w:t>
          </w:r>
        </w:p>
      </w:docPartBody>
    </w:docPart>
    <w:docPart>
      <w:docPartPr>
        <w:name w:val="34755EEED72F410A8BF1ECDCFFD1D559"/>
        <w:category>
          <w:name w:val="General"/>
          <w:gallery w:val="placeholder"/>
        </w:category>
        <w:types>
          <w:type w:val="bbPlcHdr"/>
        </w:types>
        <w:behaviors>
          <w:behavior w:val="content"/>
        </w:behaviors>
        <w:guid w:val="{4BAB7B59-EF15-4EF5-82F9-C5005804B107}"/>
      </w:docPartPr>
      <w:docPartBody>
        <w:p w:rsidR="00000000" w:rsidRDefault="00000000">
          <w:pPr>
            <w:pStyle w:val="34755EEED72F410A8BF1ECDCFFD1D559"/>
          </w:pPr>
          <w:r w:rsidRPr="0094707B">
            <w:t>$</w:t>
          </w:r>
          <w:r>
            <w:t>1,25</w:t>
          </w:r>
          <w:r w:rsidRPr="0094707B">
            <w:t>0</w:t>
          </w:r>
        </w:p>
      </w:docPartBody>
    </w:docPart>
    <w:docPart>
      <w:docPartPr>
        <w:name w:val="C35CFE842EED4D3982F4F3BE7B0DDD59"/>
        <w:category>
          <w:name w:val="General"/>
          <w:gallery w:val="placeholder"/>
        </w:category>
        <w:types>
          <w:type w:val="bbPlcHdr"/>
        </w:types>
        <w:behaviors>
          <w:behavior w:val="content"/>
        </w:behaviors>
        <w:guid w:val="{8B1E0B64-47C7-426B-A408-D84A2F24F82B}"/>
      </w:docPartPr>
      <w:docPartBody>
        <w:p w:rsidR="00000000" w:rsidRDefault="00000000">
          <w:pPr>
            <w:pStyle w:val="C35CFE842EED4D3982F4F3BE7B0DDD59"/>
          </w:pPr>
          <w:r w:rsidRPr="0094707B">
            <w:t>$1,250</w:t>
          </w:r>
        </w:p>
      </w:docPartBody>
    </w:docPart>
    <w:docPart>
      <w:docPartPr>
        <w:name w:val="01048444D70840DB924DC1856F378ED8"/>
        <w:category>
          <w:name w:val="General"/>
          <w:gallery w:val="placeholder"/>
        </w:category>
        <w:types>
          <w:type w:val="bbPlcHdr"/>
        </w:types>
        <w:behaviors>
          <w:behavior w:val="content"/>
        </w:behaviors>
        <w:guid w:val="{0AFF8C07-3C39-4673-B4F5-8FB53AB39BE2}"/>
      </w:docPartPr>
      <w:docPartBody>
        <w:p w:rsidR="00000000" w:rsidRDefault="00000000">
          <w:pPr>
            <w:pStyle w:val="01048444D70840DB924DC1856F378ED8"/>
          </w:pPr>
          <w:r w:rsidRPr="0094707B">
            <w:t>$1,250</w:t>
          </w:r>
        </w:p>
      </w:docPartBody>
    </w:docPart>
    <w:docPart>
      <w:docPartPr>
        <w:name w:val="BEA4F60FC83D46DBB059B272AC92DA42"/>
        <w:category>
          <w:name w:val="General"/>
          <w:gallery w:val="placeholder"/>
        </w:category>
        <w:types>
          <w:type w:val="bbPlcHdr"/>
        </w:types>
        <w:behaviors>
          <w:behavior w:val="content"/>
        </w:behaviors>
        <w:guid w:val="{184FA378-A752-42B1-B386-5889185B5745}"/>
      </w:docPartPr>
      <w:docPartBody>
        <w:p w:rsidR="00000000" w:rsidRDefault="00000000">
          <w:pPr>
            <w:pStyle w:val="BEA4F60FC83D46DBB059B272AC92DA42"/>
          </w:pPr>
          <w:r w:rsidRPr="0094707B">
            <w:t>$1,250</w:t>
          </w:r>
        </w:p>
      </w:docPartBody>
    </w:docPart>
    <w:docPart>
      <w:docPartPr>
        <w:name w:val="00BF330C6CD642DBB6B8F89F9C3F2C62"/>
        <w:category>
          <w:name w:val="General"/>
          <w:gallery w:val="placeholder"/>
        </w:category>
        <w:types>
          <w:type w:val="bbPlcHdr"/>
        </w:types>
        <w:behaviors>
          <w:behavior w:val="content"/>
        </w:behaviors>
        <w:guid w:val="{4653C978-E31E-43D8-BAA5-AA1FD17161B4}"/>
      </w:docPartPr>
      <w:docPartBody>
        <w:p w:rsidR="00000000" w:rsidRDefault="00000000">
          <w:pPr>
            <w:pStyle w:val="00BF330C6CD642DBB6B8F89F9C3F2C62"/>
          </w:pPr>
          <w:r w:rsidRPr="0094707B">
            <w:t>$1,250</w:t>
          </w:r>
        </w:p>
      </w:docPartBody>
    </w:docPart>
    <w:docPart>
      <w:docPartPr>
        <w:name w:val="44609AAD7362437A91F7195B966AEB42"/>
        <w:category>
          <w:name w:val="General"/>
          <w:gallery w:val="placeholder"/>
        </w:category>
        <w:types>
          <w:type w:val="bbPlcHdr"/>
        </w:types>
        <w:behaviors>
          <w:behavior w:val="content"/>
        </w:behaviors>
        <w:guid w:val="{632928E1-EDE0-4C96-AF2C-109117494796}"/>
      </w:docPartPr>
      <w:docPartBody>
        <w:p w:rsidR="00000000" w:rsidRDefault="00000000">
          <w:pPr>
            <w:pStyle w:val="44609AAD7362437A91F7195B966AEB42"/>
          </w:pPr>
          <w:r w:rsidRPr="0094707B">
            <w:t>$1,250</w:t>
          </w:r>
        </w:p>
      </w:docPartBody>
    </w:docPart>
    <w:docPart>
      <w:docPartPr>
        <w:name w:val="EA6972CF460144E8867104123F8CE579"/>
        <w:category>
          <w:name w:val="General"/>
          <w:gallery w:val="placeholder"/>
        </w:category>
        <w:types>
          <w:type w:val="bbPlcHdr"/>
        </w:types>
        <w:behaviors>
          <w:behavior w:val="content"/>
        </w:behaviors>
        <w:guid w:val="{2655A542-8AEA-4897-BF97-FD6ECF3F7C53}"/>
      </w:docPartPr>
      <w:docPartBody>
        <w:p w:rsidR="00000000" w:rsidRDefault="00000000">
          <w:pPr>
            <w:pStyle w:val="EA6972CF460144E8867104123F8CE579"/>
          </w:pPr>
          <w:r w:rsidRPr="0094707B">
            <w:t>$1,125</w:t>
          </w:r>
        </w:p>
      </w:docPartBody>
    </w:docPart>
    <w:docPart>
      <w:docPartPr>
        <w:name w:val="D20AF80C6D7F4BE9923E26D421EC64AB"/>
        <w:category>
          <w:name w:val="General"/>
          <w:gallery w:val="placeholder"/>
        </w:category>
        <w:types>
          <w:type w:val="bbPlcHdr"/>
        </w:types>
        <w:behaviors>
          <w:behavior w:val="content"/>
        </w:behaviors>
        <w:guid w:val="{FB489138-F492-4AE0-A8D1-EEAD0C4B6FCF}"/>
      </w:docPartPr>
      <w:docPartBody>
        <w:p w:rsidR="00000000" w:rsidRDefault="00000000">
          <w:pPr>
            <w:pStyle w:val="D20AF80C6D7F4BE9923E26D421EC64AB"/>
          </w:pPr>
          <w:r w:rsidRPr="0094707B">
            <w:t>$1,125</w:t>
          </w:r>
        </w:p>
      </w:docPartBody>
    </w:docPart>
    <w:docPart>
      <w:docPartPr>
        <w:name w:val="47B0DEE702294E309BA4BDE5040FD701"/>
        <w:category>
          <w:name w:val="General"/>
          <w:gallery w:val="placeholder"/>
        </w:category>
        <w:types>
          <w:type w:val="bbPlcHdr"/>
        </w:types>
        <w:behaviors>
          <w:behavior w:val="content"/>
        </w:behaviors>
        <w:guid w:val="{917CA225-C6BE-48A1-8C0B-A7261AD5D520}"/>
      </w:docPartPr>
      <w:docPartBody>
        <w:p w:rsidR="00000000" w:rsidRDefault="00000000">
          <w:pPr>
            <w:pStyle w:val="47B0DEE702294E309BA4BDE5040FD701"/>
          </w:pPr>
          <w:r w:rsidRPr="0094707B">
            <w:t>$1,125</w:t>
          </w:r>
        </w:p>
      </w:docPartBody>
    </w:docPart>
    <w:docPart>
      <w:docPartPr>
        <w:name w:val="7E3F9E3982F240EEA80278D8C9EC82BA"/>
        <w:category>
          <w:name w:val="General"/>
          <w:gallery w:val="placeholder"/>
        </w:category>
        <w:types>
          <w:type w:val="bbPlcHdr"/>
        </w:types>
        <w:behaviors>
          <w:behavior w:val="content"/>
        </w:behaviors>
        <w:guid w:val="{29C2A2DD-F914-49B4-82CD-E0743C12F9E0}"/>
      </w:docPartPr>
      <w:docPartBody>
        <w:p w:rsidR="00000000" w:rsidRDefault="00000000">
          <w:pPr>
            <w:pStyle w:val="7E3F9E3982F240EEA80278D8C9EC82BA"/>
          </w:pPr>
          <w:r w:rsidRPr="0094707B">
            <w:t>$1,125</w:t>
          </w:r>
        </w:p>
      </w:docPartBody>
    </w:docPart>
    <w:docPart>
      <w:docPartPr>
        <w:name w:val="8B02B7B8A6274BC39A128CCE8B852852"/>
        <w:category>
          <w:name w:val="General"/>
          <w:gallery w:val="placeholder"/>
        </w:category>
        <w:types>
          <w:type w:val="bbPlcHdr"/>
        </w:types>
        <w:behaviors>
          <w:behavior w:val="content"/>
        </w:behaviors>
        <w:guid w:val="{4192C263-0919-4213-A2B3-C19270B37F3B}"/>
      </w:docPartPr>
      <w:docPartBody>
        <w:p w:rsidR="00000000" w:rsidRDefault="00000000">
          <w:pPr>
            <w:pStyle w:val="8B02B7B8A6274BC39A128CCE8B852852"/>
          </w:pPr>
          <w:r w:rsidRPr="0094707B">
            <w:t>$1,125</w:t>
          </w:r>
        </w:p>
      </w:docPartBody>
    </w:docPart>
    <w:docPart>
      <w:docPartPr>
        <w:name w:val="513BB7CEFA544E859949A7A1C937BE51"/>
        <w:category>
          <w:name w:val="General"/>
          <w:gallery w:val="placeholder"/>
        </w:category>
        <w:types>
          <w:type w:val="bbPlcHdr"/>
        </w:types>
        <w:behaviors>
          <w:behavior w:val="content"/>
        </w:behaviors>
        <w:guid w:val="{6D94E75F-AA30-492C-95A7-B3DCE0A0C2F9}"/>
      </w:docPartPr>
      <w:docPartBody>
        <w:p w:rsidR="00000000" w:rsidRDefault="00000000">
          <w:pPr>
            <w:pStyle w:val="513BB7CEFA544E859949A7A1C937BE51"/>
          </w:pPr>
          <w:r w:rsidRPr="0094707B">
            <w:t>$1,125</w:t>
          </w:r>
        </w:p>
      </w:docPartBody>
    </w:docPart>
    <w:docPart>
      <w:docPartPr>
        <w:name w:val="E83331B6EEBF4B5DBD72BC52E157C373"/>
        <w:category>
          <w:name w:val="General"/>
          <w:gallery w:val="placeholder"/>
        </w:category>
        <w:types>
          <w:type w:val="bbPlcHdr"/>
        </w:types>
        <w:behaviors>
          <w:behavior w:val="content"/>
        </w:behaviors>
        <w:guid w:val="{CBD28ADD-FDA8-42A4-B73C-BB3A4116009F}"/>
      </w:docPartPr>
      <w:docPartBody>
        <w:p w:rsidR="00000000" w:rsidRDefault="00000000">
          <w:pPr>
            <w:pStyle w:val="E83331B6EEBF4B5DBD72BC52E157C373"/>
          </w:pPr>
          <w:r w:rsidRPr="0094707B">
            <w:t>$15,000</w:t>
          </w:r>
        </w:p>
      </w:docPartBody>
    </w:docPart>
    <w:docPart>
      <w:docPartPr>
        <w:name w:val="998E9A9245834C53A7971AE73B63011D"/>
        <w:category>
          <w:name w:val="General"/>
          <w:gallery w:val="placeholder"/>
        </w:category>
        <w:types>
          <w:type w:val="bbPlcHdr"/>
        </w:types>
        <w:behaviors>
          <w:behavior w:val="content"/>
        </w:behaviors>
        <w:guid w:val="{F7D810A7-902B-44BC-A4BB-39B2373BBBF4}"/>
      </w:docPartPr>
      <w:docPartBody>
        <w:p w:rsidR="00000000" w:rsidRDefault="00000000">
          <w:pPr>
            <w:pStyle w:val="998E9A9245834C53A7971AE73B63011D"/>
          </w:pPr>
          <w:r w:rsidRPr="0094707B">
            <w:t>Utilities</w:t>
          </w:r>
        </w:p>
      </w:docPartBody>
    </w:docPart>
    <w:docPart>
      <w:docPartPr>
        <w:name w:val="0EE5F0C5DAE04A02845868C976719D07"/>
        <w:category>
          <w:name w:val="General"/>
          <w:gallery w:val="placeholder"/>
        </w:category>
        <w:types>
          <w:type w:val="bbPlcHdr"/>
        </w:types>
        <w:behaviors>
          <w:behavior w:val="content"/>
        </w:behaviors>
        <w:guid w:val="{5FE509EA-FD65-4936-9205-6FF7C9FFBDF1}"/>
      </w:docPartPr>
      <w:docPartBody>
        <w:p w:rsidR="00000000" w:rsidRDefault="00000000">
          <w:pPr>
            <w:pStyle w:val="0EE5F0C5DAE04A02845868C976719D07"/>
          </w:pPr>
          <w:r w:rsidRPr="0094707B">
            <w:t>$250</w:t>
          </w:r>
        </w:p>
      </w:docPartBody>
    </w:docPart>
    <w:docPart>
      <w:docPartPr>
        <w:name w:val="F38462BDBB6D489FA2C864542C3EC4C9"/>
        <w:category>
          <w:name w:val="General"/>
          <w:gallery w:val="placeholder"/>
        </w:category>
        <w:types>
          <w:type w:val="bbPlcHdr"/>
        </w:types>
        <w:behaviors>
          <w:behavior w:val="content"/>
        </w:behaviors>
        <w:guid w:val="{BE17ECD9-9CC4-4293-AD96-5AC8C06AE8B8}"/>
      </w:docPartPr>
      <w:docPartBody>
        <w:p w:rsidR="00000000" w:rsidRDefault="00000000">
          <w:pPr>
            <w:pStyle w:val="F38462BDBB6D489FA2C864542C3EC4C9"/>
          </w:pPr>
          <w:r w:rsidRPr="0094707B">
            <w:t>$150</w:t>
          </w:r>
        </w:p>
      </w:docPartBody>
    </w:docPart>
    <w:docPart>
      <w:docPartPr>
        <w:name w:val="87481E8F762248D29559ED4E40D43EE9"/>
        <w:category>
          <w:name w:val="General"/>
          <w:gallery w:val="placeholder"/>
        </w:category>
        <w:types>
          <w:type w:val="bbPlcHdr"/>
        </w:types>
        <w:behaviors>
          <w:behavior w:val="content"/>
        </w:behaviors>
        <w:guid w:val="{97FC3A03-D944-470B-89EA-22FA46138FE7}"/>
      </w:docPartPr>
      <w:docPartBody>
        <w:p w:rsidR="00000000" w:rsidRDefault="00000000">
          <w:pPr>
            <w:pStyle w:val="87481E8F762248D29559ED4E40D43EE9"/>
          </w:pPr>
          <w:r w:rsidRPr="0094707B">
            <w:t>$200</w:t>
          </w:r>
        </w:p>
      </w:docPartBody>
    </w:docPart>
    <w:docPart>
      <w:docPartPr>
        <w:name w:val="3BF816FA08F54D489690FD6BC15DED1E"/>
        <w:category>
          <w:name w:val="General"/>
          <w:gallery w:val="placeholder"/>
        </w:category>
        <w:types>
          <w:type w:val="bbPlcHdr"/>
        </w:types>
        <w:behaviors>
          <w:behavior w:val="content"/>
        </w:behaviors>
        <w:guid w:val="{7FC55BBC-0A2D-4EA4-8B83-FC3F785ABC1C}"/>
      </w:docPartPr>
      <w:docPartBody>
        <w:p w:rsidR="00000000" w:rsidRDefault="00000000">
          <w:pPr>
            <w:pStyle w:val="3BF816FA08F54D489690FD6BC15DED1E"/>
          </w:pPr>
          <w:r w:rsidRPr="0094707B">
            <w:t>$200</w:t>
          </w:r>
        </w:p>
      </w:docPartBody>
    </w:docPart>
    <w:docPart>
      <w:docPartPr>
        <w:name w:val="0A6F0B1ECDBA4212B50360AE04334550"/>
        <w:category>
          <w:name w:val="General"/>
          <w:gallery w:val="placeholder"/>
        </w:category>
        <w:types>
          <w:type w:val="bbPlcHdr"/>
        </w:types>
        <w:behaviors>
          <w:behavior w:val="content"/>
        </w:behaviors>
        <w:guid w:val="{2A9EC22F-3B71-44AC-9152-03B31F3D91EF}"/>
      </w:docPartPr>
      <w:docPartBody>
        <w:p w:rsidR="00000000" w:rsidRDefault="00000000">
          <w:pPr>
            <w:pStyle w:val="0A6F0B1ECDBA4212B50360AE04334550"/>
          </w:pPr>
          <w:r w:rsidRPr="0094707B">
            <w:t>$200</w:t>
          </w:r>
        </w:p>
      </w:docPartBody>
    </w:docPart>
    <w:docPart>
      <w:docPartPr>
        <w:name w:val="5A0EC4BF44484A6FB5DAA372F2D71D93"/>
        <w:category>
          <w:name w:val="General"/>
          <w:gallery w:val="placeholder"/>
        </w:category>
        <w:types>
          <w:type w:val="bbPlcHdr"/>
        </w:types>
        <w:behaviors>
          <w:behavior w:val="content"/>
        </w:behaviors>
        <w:guid w:val="{A560A827-10BE-4B64-983D-93DF72B86D20}"/>
      </w:docPartPr>
      <w:docPartBody>
        <w:p w:rsidR="00000000" w:rsidRDefault="00000000">
          <w:pPr>
            <w:pStyle w:val="5A0EC4BF44484A6FB5DAA372F2D71D93"/>
          </w:pPr>
          <w:r w:rsidRPr="0094707B">
            <w:t>$250</w:t>
          </w:r>
        </w:p>
      </w:docPartBody>
    </w:docPart>
    <w:docPart>
      <w:docPartPr>
        <w:name w:val="1FCCA73E6C394F51AAF5E8567E4FE7C6"/>
        <w:category>
          <w:name w:val="General"/>
          <w:gallery w:val="placeholder"/>
        </w:category>
        <w:types>
          <w:type w:val="bbPlcHdr"/>
        </w:types>
        <w:behaviors>
          <w:behavior w:val="content"/>
        </w:behaviors>
        <w:guid w:val="{771C3753-A1D5-4A6E-94EA-202B80A5C263}"/>
      </w:docPartPr>
      <w:docPartBody>
        <w:p w:rsidR="00000000" w:rsidRDefault="00000000">
          <w:pPr>
            <w:pStyle w:val="1FCCA73E6C394F51AAF5E8567E4FE7C6"/>
          </w:pPr>
          <w:r w:rsidRPr="0094707B">
            <w:t>$250</w:t>
          </w:r>
        </w:p>
      </w:docPartBody>
    </w:docPart>
    <w:docPart>
      <w:docPartPr>
        <w:name w:val="9DFD746D9B354B7AA1F1CE52CBCAC4B9"/>
        <w:category>
          <w:name w:val="General"/>
          <w:gallery w:val="placeholder"/>
        </w:category>
        <w:types>
          <w:type w:val="bbPlcHdr"/>
        </w:types>
        <w:behaviors>
          <w:behavior w:val="content"/>
        </w:behaviors>
        <w:guid w:val="{9A1B16E0-64AF-4C50-A6A5-E9B7059982D3}"/>
      </w:docPartPr>
      <w:docPartBody>
        <w:p w:rsidR="00000000" w:rsidRDefault="00000000">
          <w:pPr>
            <w:pStyle w:val="9DFD746D9B354B7AA1F1CE52CBCAC4B9"/>
          </w:pPr>
          <w:r w:rsidRPr="0094707B">
            <w:t>$250</w:t>
          </w:r>
        </w:p>
      </w:docPartBody>
    </w:docPart>
    <w:docPart>
      <w:docPartPr>
        <w:name w:val="B9B629B7E0CA4C59AA5F1B077446460B"/>
        <w:category>
          <w:name w:val="General"/>
          <w:gallery w:val="placeholder"/>
        </w:category>
        <w:types>
          <w:type w:val="bbPlcHdr"/>
        </w:types>
        <w:behaviors>
          <w:behavior w:val="content"/>
        </w:behaviors>
        <w:guid w:val="{DC7D8A1D-2F67-4240-ADEF-9A7ABE4DD206}"/>
      </w:docPartPr>
      <w:docPartBody>
        <w:p w:rsidR="00000000" w:rsidRDefault="00000000">
          <w:pPr>
            <w:pStyle w:val="B9B629B7E0CA4C59AA5F1B077446460B"/>
          </w:pPr>
          <w:r w:rsidRPr="0094707B">
            <w:t>$200</w:t>
          </w:r>
        </w:p>
      </w:docPartBody>
    </w:docPart>
    <w:docPart>
      <w:docPartPr>
        <w:name w:val="43A9E8C4CC954EBA99F9FA1687B289A7"/>
        <w:category>
          <w:name w:val="General"/>
          <w:gallery w:val="placeholder"/>
        </w:category>
        <w:types>
          <w:type w:val="bbPlcHdr"/>
        </w:types>
        <w:behaviors>
          <w:behavior w:val="content"/>
        </w:behaviors>
        <w:guid w:val="{1953C82E-A36E-4739-B6C4-9362BA8E9313}"/>
      </w:docPartPr>
      <w:docPartBody>
        <w:p w:rsidR="00000000" w:rsidRDefault="00000000">
          <w:pPr>
            <w:pStyle w:val="43A9E8C4CC954EBA99F9FA1687B289A7"/>
          </w:pPr>
          <w:r w:rsidRPr="0094707B">
            <w:t>$200</w:t>
          </w:r>
        </w:p>
      </w:docPartBody>
    </w:docPart>
    <w:docPart>
      <w:docPartPr>
        <w:name w:val="46F177DC857841619BE2F2BABA9F035F"/>
        <w:category>
          <w:name w:val="General"/>
          <w:gallery w:val="placeholder"/>
        </w:category>
        <w:types>
          <w:type w:val="bbPlcHdr"/>
        </w:types>
        <w:behaviors>
          <w:behavior w:val="content"/>
        </w:behaviors>
        <w:guid w:val="{6638CFA3-2E43-426C-929B-8C8954D83873}"/>
      </w:docPartPr>
      <w:docPartBody>
        <w:p w:rsidR="00000000" w:rsidRDefault="00000000">
          <w:pPr>
            <w:pStyle w:val="46F177DC857841619BE2F2BABA9F035F"/>
          </w:pPr>
          <w:r w:rsidRPr="0094707B">
            <w:t>$250</w:t>
          </w:r>
        </w:p>
      </w:docPartBody>
    </w:docPart>
    <w:docPart>
      <w:docPartPr>
        <w:name w:val="F55D7894ACBC4933895631F1D2669E6A"/>
        <w:category>
          <w:name w:val="General"/>
          <w:gallery w:val="placeholder"/>
        </w:category>
        <w:types>
          <w:type w:val="bbPlcHdr"/>
        </w:types>
        <w:behaviors>
          <w:behavior w:val="content"/>
        </w:behaviors>
        <w:guid w:val="{4FA3F727-4EA5-45D5-98B2-B7625FB5BA47}"/>
      </w:docPartPr>
      <w:docPartBody>
        <w:p w:rsidR="00000000" w:rsidRDefault="00000000">
          <w:pPr>
            <w:pStyle w:val="F55D7894ACBC4933895631F1D2669E6A"/>
          </w:pPr>
          <w:r w:rsidRPr="0094707B">
            <w:t>$250</w:t>
          </w:r>
        </w:p>
      </w:docPartBody>
    </w:docPart>
    <w:docPart>
      <w:docPartPr>
        <w:name w:val="0AA1929217C047B1AC7602484C4A5D15"/>
        <w:category>
          <w:name w:val="General"/>
          <w:gallery w:val="placeholder"/>
        </w:category>
        <w:types>
          <w:type w:val="bbPlcHdr"/>
        </w:types>
        <w:behaviors>
          <w:behavior w:val="content"/>
        </w:behaviors>
        <w:guid w:val="{E79CE6DC-172A-4112-8882-8D84DCCCE22E}"/>
      </w:docPartPr>
      <w:docPartBody>
        <w:p w:rsidR="00000000" w:rsidRDefault="00000000">
          <w:pPr>
            <w:pStyle w:val="0AA1929217C047B1AC7602484C4A5D15"/>
          </w:pPr>
          <w:r w:rsidRPr="0094707B">
            <w:t>$2,650</w:t>
          </w:r>
        </w:p>
      </w:docPartBody>
    </w:docPart>
    <w:docPart>
      <w:docPartPr>
        <w:name w:val="C0A4C349B1564732BB6F7F046C37910B"/>
        <w:category>
          <w:name w:val="General"/>
          <w:gallery w:val="placeholder"/>
        </w:category>
        <w:types>
          <w:type w:val="bbPlcHdr"/>
        </w:types>
        <w:behaviors>
          <w:behavior w:val="content"/>
        </w:behaviors>
        <w:guid w:val="{D4530682-F3E1-4513-950A-45D6B2157C11}"/>
      </w:docPartPr>
      <w:docPartBody>
        <w:p w:rsidR="00000000" w:rsidRDefault="00000000">
          <w:pPr>
            <w:pStyle w:val="C0A4C349B1564732BB6F7F046C37910B"/>
          </w:pPr>
          <w:r w:rsidRPr="0094707B">
            <w:t>Website Expenses</w:t>
          </w:r>
        </w:p>
      </w:docPartBody>
    </w:docPart>
    <w:docPart>
      <w:docPartPr>
        <w:name w:val="FDC829276A484710A91B225C59EE0E5E"/>
        <w:category>
          <w:name w:val="General"/>
          <w:gallery w:val="placeholder"/>
        </w:category>
        <w:types>
          <w:type w:val="bbPlcHdr"/>
        </w:types>
        <w:behaviors>
          <w:behavior w:val="content"/>
        </w:behaviors>
        <w:guid w:val="{E6183EE7-F858-4422-AA62-63920FC9A548}"/>
      </w:docPartPr>
      <w:docPartBody>
        <w:p w:rsidR="00000000" w:rsidRDefault="00000000">
          <w:pPr>
            <w:pStyle w:val="FDC829276A484710A91B225C59EE0E5E"/>
          </w:pPr>
          <w:r w:rsidRPr="0094707B">
            <w:t>$175</w:t>
          </w:r>
        </w:p>
      </w:docPartBody>
    </w:docPart>
    <w:docPart>
      <w:docPartPr>
        <w:name w:val="455F735B3A814CA0BD76F6893A7FAFD6"/>
        <w:category>
          <w:name w:val="General"/>
          <w:gallery w:val="placeholder"/>
        </w:category>
        <w:types>
          <w:type w:val="bbPlcHdr"/>
        </w:types>
        <w:behaviors>
          <w:behavior w:val="content"/>
        </w:behaviors>
        <w:guid w:val="{666132F9-3AE0-44E9-9412-DB33361291F5}"/>
      </w:docPartPr>
      <w:docPartBody>
        <w:p w:rsidR="00000000" w:rsidRDefault="00000000">
          <w:pPr>
            <w:pStyle w:val="455F735B3A814CA0BD76F6893A7FAFD6"/>
          </w:pPr>
          <w:r w:rsidRPr="0094707B">
            <w:t>$175</w:t>
          </w:r>
        </w:p>
      </w:docPartBody>
    </w:docPart>
    <w:docPart>
      <w:docPartPr>
        <w:name w:val="4202696EBACB404EB1F88E44FC5919A3"/>
        <w:category>
          <w:name w:val="General"/>
          <w:gallery w:val="placeholder"/>
        </w:category>
        <w:types>
          <w:type w:val="bbPlcHdr"/>
        </w:types>
        <w:behaviors>
          <w:behavior w:val="content"/>
        </w:behaviors>
        <w:guid w:val="{B11DFF87-433B-4ACE-841D-9205D83B495B}"/>
      </w:docPartPr>
      <w:docPartBody>
        <w:p w:rsidR="00000000" w:rsidRDefault="00000000">
          <w:pPr>
            <w:pStyle w:val="4202696EBACB404EB1F88E44FC5919A3"/>
          </w:pPr>
          <w:r w:rsidRPr="0094707B">
            <w:t>$175</w:t>
          </w:r>
        </w:p>
      </w:docPartBody>
    </w:docPart>
    <w:docPart>
      <w:docPartPr>
        <w:name w:val="22F3DA5F0508406DA138AF0DE92654FA"/>
        <w:category>
          <w:name w:val="General"/>
          <w:gallery w:val="placeholder"/>
        </w:category>
        <w:types>
          <w:type w:val="bbPlcHdr"/>
        </w:types>
        <w:behaviors>
          <w:behavior w:val="content"/>
        </w:behaviors>
        <w:guid w:val="{9C5A3C0E-2111-4E9D-AC76-535B0AB74431}"/>
      </w:docPartPr>
      <w:docPartBody>
        <w:p w:rsidR="00000000" w:rsidRDefault="00000000">
          <w:pPr>
            <w:pStyle w:val="22F3DA5F0508406DA138AF0DE92654FA"/>
          </w:pPr>
          <w:r w:rsidRPr="0094707B">
            <w:t>$175</w:t>
          </w:r>
        </w:p>
      </w:docPartBody>
    </w:docPart>
    <w:docPart>
      <w:docPartPr>
        <w:name w:val="05C385C0861E4368BCD4F37E6E4B3556"/>
        <w:category>
          <w:name w:val="General"/>
          <w:gallery w:val="placeholder"/>
        </w:category>
        <w:types>
          <w:type w:val="bbPlcHdr"/>
        </w:types>
        <w:behaviors>
          <w:behavior w:val="content"/>
        </w:behaviors>
        <w:guid w:val="{3E093F4B-5024-49C9-8906-864D415BFF67}"/>
      </w:docPartPr>
      <w:docPartBody>
        <w:p w:rsidR="00000000" w:rsidRDefault="00000000">
          <w:pPr>
            <w:pStyle w:val="05C385C0861E4368BCD4F37E6E4B3556"/>
          </w:pPr>
          <w:r w:rsidRPr="0094707B">
            <w:t>$175</w:t>
          </w:r>
        </w:p>
      </w:docPartBody>
    </w:docPart>
    <w:docPart>
      <w:docPartPr>
        <w:name w:val="AE4A52658F2E49FB83C8E9AD4468E205"/>
        <w:category>
          <w:name w:val="General"/>
          <w:gallery w:val="placeholder"/>
        </w:category>
        <w:types>
          <w:type w:val="bbPlcHdr"/>
        </w:types>
        <w:behaviors>
          <w:behavior w:val="content"/>
        </w:behaviors>
        <w:guid w:val="{B3EB416D-F5A9-4359-9C33-F678F17EEC9B}"/>
      </w:docPartPr>
      <w:docPartBody>
        <w:p w:rsidR="00000000" w:rsidRDefault="00000000">
          <w:pPr>
            <w:pStyle w:val="AE4A52658F2E49FB83C8E9AD4468E205"/>
          </w:pPr>
          <w:r w:rsidRPr="0094707B">
            <w:t>$175</w:t>
          </w:r>
        </w:p>
      </w:docPartBody>
    </w:docPart>
    <w:docPart>
      <w:docPartPr>
        <w:name w:val="7524A161C3AB488C9CBB34C7F84ED734"/>
        <w:category>
          <w:name w:val="General"/>
          <w:gallery w:val="placeholder"/>
        </w:category>
        <w:types>
          <w:type w:val="bbPlcHdr"/>
        </w:types>
        <w:behaviors>
          <w:behavior w:val="content"/>
        </w:behaviors>
        <w:guid w:val="{6B6D8FA8-7626-457D-B800-2B80DC805FF3}"/>
      </w:docPartPr>
      <w:docPartBody>
        <w:p w:rsidR="00000000" w:rsidRDefault="00000000">
          <w:pPr>
            <w:pStyle w:val="7524A161C3AB488C9CBB34C7F84ED734"/>
          </w:pPr>
          <w:r w:rsidRPr="0094707B">
            <w:t>$175</w:t>
          </w:r>
        </w:p>
      </w:docPartBody>
    </w:docPart>
    <w:docPart>
      <w:docPartPr>
        <w:name w:val="034585E6285A4A14BA30538932FD5F48"/>
        <w:category>
          <w:name w:val="General"/>
          <w:gallery w:val="placeholder"/>
        </w:category>
        <w:types>
          <w:type w:val="bbPlcHdr"/>
        </w:types>
        <w:behaviors>
          <w:behavior w:val="content"/>
        </w:behaviors>
        <w:guid w:val="{69A7E6D0-6879-4596-BED1-B9F49AE4DBAA}"/>
      </w:docPartPr>
      <w:docPartBody>
        <w:p w:rsidR="00000000" w:rsidRDefault="00000000">
          <w:pPr>
            <w:pStyle w:val="034585E6285A4A14BA30538932FD5F48"/>
          </w:pPr>
          <w:r w:rsidRPr="0094707B">
            <w:t>$175</w:t>
          </w:r>
        </w:p>
      </w:docPartBody>
    </w:docPart>
    <w:docPart>
      <w:docPartPr>
        <w:name w:val="AC05E9E744E743E1855C498F866E43A3"/>
        <w:category>
          <w:name w:val="General"/>
          <w:gallery w:val="placeholder"/>
        </w:category>
        <w:types>
          <w:type w:val="bbPlcHdr"/>
        </w:types>
        <w:behaviors>
          <w:behavior w:val="content"/>
        </w:behaviors>
        <w:guid w:val="{049B3E98-1516-4C18-88BE-AFE0F532DF67}"/>
      </w:docPartPr>
      <w:docPartBody>
        <w:p w:rsidR="00000000" w:rsidRDefault="00000000">
          <w:pPr>
            <w:pStyle w:val="AC05E9E744E743E1855C498F866E43A3"/>
          </w:pPr>
          <w:r w:rsidRPr="0094707B">
            <w:t>$175</w:t>
          </w:r>
        </w:p>
      </w:docPartBody>
    </w:docPart>
    <w:docPart>
      <w:docPartPr>
        <w:name w:val="D4A118ED72514D19A87C94D442E1AD08"/>
        <w:category>
          <w:name w:val="General"/>
          <w:gallery w:val="placeholder"/>
        </w:category>
        <w:types>
          <w:type w:val="bbPlcHdr"/>
        </w:types>
        <w:behaviors>
          <w:behavior w:val="content"/>
        </w:behaviors>
        <w:guid w:val="{4ACBFC11-014D-4AF4-9EAC-D220F229B0D3}"/>
      </w:docPartPr>
      <w:docPartBody>
        <w:p w:rsidR="00000000" w:rsidRDefault="00000000">
          <w:pPr>
            <w:pStyle w:val="D4A118ED72514D19A87C94D442E1AD08"/>
          </w:pPr>
          <w:r w:rsidRPr="0094707B">
            <w:t>$175</w:t>
          </w:r>
        </w:p>
      </w:docPartBody>
    </w:docPart>
    <w:docPart>
      <w:docPartPr>
        <w:name w:val="32F544476771481EA7DA4E32BECC63BD"/>
        <w:category>
          <w:name w:val="General"/>
          <w:gallery w:val="placeholder"/>
        </w:category>
        <w:types>
          <w:type w:val="bbPlcHdr"/>
        </w:types>
        <w:behaviors>
          <w:behavior w:val="content"/>
        </w:behaviors>
        <w:guid w:val="{EAB99665-5607-4570-9751-61BD0E1461BE}"/>
      </w:docPartPr>
      <w:docPartBody>
        <w:p w:rsidR="00000000" w:rsidRDefault="00000000">
          <w:pPr>
            <w:pStyle w:val="32F544476771481EA7DA4E32BECC63BD"/>
          </w:pPr>
          <w:r w:rsidRPr="0094707B">
            <w:t>$225</w:t>
          </w:r>
        </w:p>
      </w:docPartBody>
    </w:docPart>
    <w:docPart>
      <w:docPartPr>
        <w:name w:val="158821B4DF2F446BA6915E909DB52671"/>
        <w:category>
          <w:name w:val="General"/>
          <w:gallery w:val="placeholder"/>
        </w:category>
        <w:types>
          <w:type w:val="bbPlcHdr"/>
        </w:types>
        <w:behaviors>
          <w:behavior w:val="content"/>
        </w:behaviors>
        <w:guid w:val="{7126ED35-7F46-4C35-9B2B-6E92F3F5F2ED}"/>
      </w:docPartPr>
      <w:docPartBody>
        <w:p w:rsidR="00000000" w:rsidRDefault="00000000">
          <w:pPr>
            <w:pStyle w:val="158821B4DF2F446BA6915E909DB52671"/>
          </w:pPr>
          <w:r w:rsidRPr="0094707B">
            <w:t>$225</w:t>
          </w:r>
        </w:p>
      </w:docPartBody>
    </w:docPart>
    <w:docPart>
      <w:docPartPr>
        <w:name w:val="16946CBEAD1D4D92A949E4592A3CACBB"/>
        <w:category>
          <w:name w:val="General"/>
          <w:gallery w:val="placeholder"/>
        </w:category>
        <w:types>
          <w:type w:val="bbPlcHdr"/>
        </w:types>
        <w:behaviors>
          <w:behavior w:val="content"/>
        </w:behaviors>
        <w:guid w:val="{9621C375-50E1-4F47-B1CC-911412C01482}"/>
      </w:docPartPr>
      <w:docPartBody>
        <w:p w:rsidR="00000000" w:rsidRDefault="00000000">
          <w:pPr>
            <w:pStyle w:val="16946CBEAD1D4D92A949E4592A3CACBB"/>
          </w:pPr>
          <w:r w:rsidRPr="0094707B">
            <w:t>$2,200</w:t>
          </w:r>
        </w:p>
      </w:docPartBody>
    </w:docPart>
    <w:docPart>
      <w:docPartPr>
        <w:name w:val="6946F9F6737143D1B967AECFDF696611"/>
        <w:category>
          <w:name w:val="General"/>
          <w:gallery w:val="placeholder"/>
        </w:category>
        <w:types>
          <w:type w:val="bbPlcHdr"/>
        </w:types>
        <w:behaviors>
          <w:behavior w:val="content"/>
        </w:behaviors>
        <w:guid w:val="{6D3F3B5F-760B-42F1-85D6-DF5B3835B134}"/>
      </w:docPartPr>
      <w:docPartBody>
        <w:p w:rsidR="00000000" w:rsidRDefault="00000000">
          <w:pPr>
            <w:pStyle w:val="6946F9F6737143D1B967AECFDF696611"/>
          </w:pPr>
          <w:r w:rsidRPr="0094707B">
            <w:t>Internet/Phone</w:t>
          </w:r>
        </w:p>
      </w:docPartBody>
    </w:docPart>
    <w:docPart>
      <w:docPartPr>
        <w:name w:val="FB46238DDDAF43B99D479A0C26EB93B5"/>
        <w:category>
          <w:name w:val="General"/>
          <w:gallery w:val="placeholder"/>
        </w:category>
        <w:types>
          <w:type w:val="bbPlcHdr"/>
        </w:types>
        <w:behaviors>
          <w:behavior w:val="content"/>
        </w:behaviors>
        <w:guid w:val="{246B924E-629A-4671-B81F-B07D5E4A892C}"/>
      </w:docPartPr>
      <w:docPartBody>
        <w:p w:rsidR="00000000" w:rsidRDefault="00000000">
          <w:pPr>
            <w:pStyle w:val="FB46238DDDAF43B99D479A0C26EB93B5"/>
          </w:pPr>
          <w:r w:rsidRPr="0094707B">
            <w:t>$110</w:t>
          </w:r>
        </w:p>
      </w:docPartBody>
    </w:docPart>
    <w:docPart>
      <w:docPartPr>
        <w:name w:val="CC4E1E643D974ABD8A0880266FB5D87E"/>
        <w:category>
          <w:name w:val="General"/>
          <w:gallery w:val="placeholder"/>
        </w:category>
        <w:types>
          <w:type w:val="bbPlcHdr"/>
        </w:types>
        <w:behaviors>
          <w:behavior w:val="content"/>
        </w:behaviors>
        <w:guid w:val="{2C7546EC-9DE0-43A6-BF8A-7F20951EE9F8}"/>
      </w:docPartPr>
      <w:docPartBody>
        <w:p w:rsidR="00000000" w:rsidRDefault="00000000">
          <w:pPr>
            <w:pStyle w:val="CC4E1E643D974ABD8A0880266FB5D87E"/>
          </w:pPr>
          <w:r w:rsidRPr="0094707B">
            <w:t>$110</w:t>
          </w:r>
        </w:p>
      </w:docPartBody>
    </w:docPart>
    <w:docPart>
      <w:docPartPr>
        <w:name w:val="59A9E552AD04450CB58BD2829A778A19"/>
        <w:category>
          <w:name w:val="General"/>
          <w:gallery w:val="placeholder"/>
        </w:category>
        <w:types>
          <w:type w:val="bbPlcHdr"/>
        </w:types>
        <w:behaviors>
          <w:behavior w:val="content"/>
        </w:behaviors>
        <w:guid w:val="{7684526B-73BA-4ADE-9784-E87D3C2E3BD4}"/>
      </w:docPartPr>
      <w:docPartBody>
        <w:p w:rsidR="00000000" w:rsidRDefault="00000000">
          <w:pPr>
            <w:pStyle w:val="59A9E552AD04450CB58BD2829A778A19"/>
          </w:pPr>
          <w:r w:rsidRPr="0094707B">
            <w:t>$110</w:t>
          </w:r>
        </w:p>
      </w:docPartBody>
    </w:docPart>
    <w:docPart>
      <w:docPartPr>
        <w:name w:val="A2F5CE21A9734E52852EEE3446F04A1E"/>
        <w:category>
          <w:name w:val="General"/>
          <w:gallery w:val="placeholder"/>
        </w:category>
        <w:types>
          <w:type w:val="bbPlcHdr"/>
        </w:types>
        <w:behaviors>
          <w:behavior w:val="content"/>
        </w:behaviors>
        <w:guid w:val="{7DE18626-084F-4B82-9D5F-D2B46895497C}"/>
      </w:docPartPr>
      <w:docPartBody>
        <w:p w:rsidR="00000000" w:rsidRDefault="00000000">
          <w:pPr>
            <w:pStyle w:val="A2F5CE21A9734E52852EEE3446F04A1E"/>
          </w:pPr>
          <w:r w:rsidRPr="0094707B">
            <w:t>$110</w:t>
          </w:r>
        </w:p>
      </w:docPartBody>
    </w:docPart>
    <w:docPart>
      <w:docPartPr>
        <w:name w:val="9BAA06BCB7CC44A0A718D8685D0995BA"/>
        <w:category>
          <w:name w:val="General"/>
          <w:gallery w:val="placeholder"/>
        </w:category>
        <w:types>
          <w:type w:val="bbPlcHdr"/>
        </w:types>
        <w:behaviors>
          <w:behavior w:val="content"/>
        </w:behaviors>
        <w:guid w:val="{96E9CBD4-0D2B-467F-B1E2-71295416141C}"/>
      </w:docPartPr>
      <w:docPartBody>
        <w:p w:rsidR="00000000" w:rsidRDefault="00000000">
          <w:pPr>
            <w:pStyle w:val="9BAA06BCB7CC44A0A718D8685D0995BA"/>
          </w:pPr>
          <w:r w:rsidRPr="0094707B">
            <w:t>$110</w:t>
          </w:r>
        </w:p>
      </w:docPartBody>
    </w:docPart>
    <w:docPart>
      <w:docPartPr>
        <w:name w:val="9F22AC9586934B27B48700B041115BB2"/>
        <w:category>
          <w:name w:val="General"/>
          <w:gallery w:val="placeholder"/>
        </w:category>
        <w:types>
          <w:type w:val="bbPlcHdr"/>
        </w:types>
        <w:behaviors>
          <w:behavior w:val="content"/>
        </w:behaviors>
        <w:guid w:val="{4D03AE14-32A2-4982-9611-ED8486A2F139}"/>
      </w:docPartPr>
      <w:docPartBody>
        <w:p w:rsidR="00000000" w:rsidRDefault="00000000">
          <w:pPr>
            <w:pStyle w:val="9F22AC9586934B27B48700B041115BB2"/>
          </w:pPr>
          <w:r w:rsidRPr="0094707B">
            <w:t>$110</w:t>
          </w:r>
        </w:p>
      </w:docPartBody>
    </w:docPart>
    <w:docPart>
      <w:docPartPr>
        <w:name w:val="887B3FBE07704459B71E8C3523C9B909"/>
        <w:category>
          <w:name w:val="General"/>
          <w:gallery w:val="placeholder"/>
        </w:category>
        <w:types>
          <w:type w:val="bbPlcHdr"/>
        </w:types>
        <w:behaviors>
          <w:behavior w:val="content"/>
        </w:behaviors>
        <w:guid w:val="{7685B6F9-8084-445C-8D3F-35C1CE822926}"/>
      </w:docPartPr>
      <w:docPartBody>
        <w:p w:rsidR="00000000" w:rsidRDefault="00000000">
          <w:pPr>
            <w:pStyle w:val="887B3FBE07704459B71E8C3523C9B909"/>
          </w:pPr>
          <w:r w:rsidRPr="0094707B">
            <w:t>$110</w:t>
          </w:r>
        </w:p>
      </w:docPartBody>
    </w:docPart>
    <w:docPart>
      <w:docPartPr>
        <w:name w:val="D99A3FA0393848AE99DF44667378DE7F"/>
        <w:category>
          <w:name w:val="General"/>
          <w:gallery w:val="placeholder"/>
        </w:category>
        <w:types>
          <w:type w:val="bbPlcHdr"/>
        </w:types>
        <w:behaviors>
          <w:behavior w:val="content"/>
        </w:behaviors>
        <w:guid w:val="{DB70B8C9-1DBA-4CC9-A516-B274A5F071C6}"/>
      </w:docPartPr>
      <w:docPartBody>
        <w:p w:rsidR="00000000" w:rsidRDefault="00000000">
          <w:pPr>
            <w:pStyle w:val="D99A3FA0393848AE99DF44667378DE7F"/>
          </w:pPr>
          <w:r w:rsidRPr="0094707B">
            <w:t>$110</w:t>
          </w:r>
        </w:p>
      </w:docPartBody>
    </w:docPart>
    <w:docPart>
      <w:docPartPr>
        <w:name w:val="F63FAB32AB014961AA3197F7856D888C"/>
        <w:category>
          <w:name w:val="General"/>
          <w:gallery w:val="placeholder"/>
        </w:category>
        <w:types>
          <w:type w:val="bbPlcHdr"/>
        </w:types>
        <w:behaviors>
          <w:behavior w:val="content"/>
        </w:behaviors>
        <w:guid w:val="{09253828-8311-4493-BE7D-6AAA7E15FD36}"/>
      </w:docPartPr>
      <w:docPartBody>
        <w:p w:rsidR="00000000" w:rsidRDefault="00000000">
          <w:pPr>
            <w:pStyle w:val="F63FAB32AB014961AA3197F7856D888C"/>
          </w:pPr>
          <w:r w:rsidRPr="0094707B">
            <w:t>$110</w:t>
          </w:r>
        </w:p>
      </w:docPartBody>
    </w:docPart>
    <w:docPart>
      <w:docPartPr>
        <w:name w:val="F69818E1A5764CE98CA9CE3ED8F44E6D"/>
        <w:category>
          <w:name w:val="General"/>
          <w:gallery w:val="placeholder"/>
        </w:category>
        <w:types>
          <w:type w:val="bbPlcHdr"/>
        </w:types>
        <w:behaviors>
          <w:behavior w:val="content"/>
        </w:behaviors>
        <w:guid w:val="{1962DB58-7711-4253-8D8D-D8DFAA25E820}"/>
      </w:docPartPr>
      <w:docPartBody>
        <w:p w:rsidR="00000000" w:rsidRDefault="00000000">
          <w:pPr>
            <w:pStyle w:val="F69818E1A5764CE98CA9CE3ED8F44E6D"/>
          </w:pPr>
          <w:r w:rsidRPr="0094707B">
            <w:t>$110</w:t>
          </w:r>
        </w:p>
      </w:docPartBody>
    </w:docPart>
    <w:docPart>
      <w:docPartPr>
        <w:name w:val="36982955BE974691BEFA70A8968E6226"/>
        <w:category>
          <w:name w:val="General"/>
          <w:gallery w:val="placeholder"/>
        </w:category>
        <w:types>
          <w:type w:val="bbPlcHdr"/>
        </w:types>
        <w:behaviors>
          <w:behavior w:val="content"/>
        </w:behaviors>
        <w:guid w:val="{6A1D8888-D6DB-4082-9EA2-0555FB77769A}"/>
      </w:docPartPr>
      <w:docPartBody>
        <w:p w:rsidR="00000000" w:rsidRDefault="00000000">
          <w:pPr>
            <w:pStyle w:val="36982955BE974691BEFA70A8968E6226"/>
          </w:pPr>
          <w:r w:rsidRPr="0094707B">
            <w:t>$110</w:t>
          </w:r>
        </w:p>
      </w:docPartBody>
    </w:docPart>
    <w:docPart>
      <w:docPartPr>
        <w:name w:val="2377B5A6F2CA4E9E81D47DA6F3633E01"/>
        <w:category>
          <w:name w:val="General"/>
          <w:gallery w:val="placeholder"/>
        </w:category>
        <w:types>
          <w:type w:val="bbPlcHdr"/>
        </w:types>
        <w:behaviors>
          <w:behavior w:val="content"/>
        </w:behaviors>
        <w:guid w:val="{577B304F-A34E-40B1-A653-40E4348CD4AB}"/>
      </w:docPartPr>
      <w:docPartBody>
        <w:p w:rsidR="00000000" w:rsidRDefault="00000000">
          <w:pPr>
            <w:pStyle w:val="2377B5A6F2CA4E9E81D47DA6F3633E01"/>
          </w:pPr>
          <w:r w:rsidRPr="0094707B">
            <w:t>$110</w:t>
          </w:r>
        </w:p>
      </w:docPartBody>
    </w:docPart>
    <w:docPart>
      <w:docPartPr>
        <w:name w:val="68D60F6037EB47B2B88C5AE8BD18915A"/>
        <w:category>
          <w:name w:val="General"/>
          <w:gallery w:val="placeholder"/>
        </w:category>
        <w:types>
          <w:type w:val="bbPlcHdr"/>
        </w:types>
        <w:behaviors>
          <w:behavior w:val="content"/>
        </w:behaviors>
        <w:guid w:val="{602827E2-8865-4F70-8C9B-12D65AD0BD12}"/>
      </w:docPartPr>
      <w:docPartBody>
        <w:p w:rsidR="00000000" w:rsidRDefault="00000000">
          <w:pPr>
            <w:pStyle w:val="68D60F6037EB47B2B88C5AE8BD18915A"/>
          </w:pPr>
          <w:r w:rsidRPr="0094707B">
            <w:t>$1,320</w:t>
          </w:r>
        </w:p>
      </w:docPartBody>
    </w:docPart>
    <w:docPart>
      <w:docPartPr>
        <w:name w:val="A8F0487ACC6C41C7B5CBF32DE1931CE7"/>
        <w:category>
          <w:name w:val="General"/>
          <w:gallery w:val="placeholder"/>
        </w:category>
        <w:types>
          <w:type w:val="bbPlcHdr"/>
        </w:types>
        <w:behaviors>
          <w:behavior w:val="content"/>
        </w:behaviors>
        <w:guid w:val="{256B632D-C1A3-4C5E-ACD1-55D69C4E074F}"/>
      </w:docPartPr>
      <w:docPartBody>
        <w:p w:rsidR="00000000" w:rsidRDefault="00000000">
          <w:pPr>
            <w:pStyle w:val="A8F0487ACC6C41C7B5CBF32DE1931CE7"/>
          </w:pPr>
          <w:r w:rsidRPr="0094707B">
            <w:t>Insurance</w:t>
          </w:r>
        </w:p>
      </w:docPartBody>
    </w:docPart>
    <w:docPart>
      <w:docPartPr>
        <w:name w:val="5B446577F8124E738007CD6B68C3FF6A"/>
        <w:category>
          <w:name w:val="General"/>
          <w:gallery w:val="placeholder"/>
        </w:category>
        <w:types>
          <w:type w:val="bbPlcHdr"/>
        </w:types>
        <w:behaviors>
          <w:behavior w:val="content"/>
        </w:behaviors>
        <w:guid w:val="{AB01C7B9-0839-49BA-9740-83E2B0A37BCB}"/>
      </w:docPartPr>
      <w:docPartBody>
        <w:p w:rsidR="00000000" w:rsidRDefault="00000000">
          <w:pPr>
            <w:pStyle w:val="5B446577F8124E738007CD6B68C3FF6A"/>
          </w:pPr>
          <w:r w:rsidRPr="0094707B">
            <w:t>$165</w:t>
          </w:r>
        </w:p>
      </w:docPartBody>
    </w:docPart>
    <w:docPart>
      <w:docPartPr>
        <w:name w:val="393598D43B5E496AAE463BF7584573B8"/>
        <w:category>
          <w:name w:val="General"/>
          <w:gallery w:val="placeholder"/>
        </w:category>
        <w:types>
          <w:type w:val="bbPlcHdr"/>
        </w:types>
        <w:behaviors>
          <w:behavior w:val="content"/>
        </w:behaviors>
        <w:guid w:val="{B7C24234-963B-4E6A-859C-468AE0EFB5C3}"/>
      </w:docPartPr>
      <w:docPartBody>
        <w:p w:rsidR="00000000" w:rsidRDefault="00000000">
          <w:pPr>
            <w:pStyle w:val="393598D43B5E496AAE463BF7584573B8"/>
          </w:pPr>
          <w:r w:rsidRPr="0094707B">
            <w:t>$165</w:t>
          </w:r>
        </w:p>
      </w:docPartBody>
    </w:docPart>
    <w:docPart>
      <w:docPartPr>
        <w:name w:val="77BEA1061F904E37834F796E9CDC8B7F"/>
        <w:category>
          <w:name w:val="General"/>
          <w:gallery w:val="placeholder"/>
        </w:category>
        <w:types>
          <w:type w:val="bbPlcHdr"/>
        </w:types>
        <w:behaviors>
          <w:behavior w:val="content"/>
        </w:behaviors>
        <w:guid w:val="{F66FE422-080E-49FB-8189-CD4F40094C44}"/>
      </w:docPartPr>
      <w:docPartBody>
        <w:p w:rsidR="00000000" w:rsidRDefault="00000000">
          <w:pPr>
            <w:pStyle w:val="77BEA1061F904E37834F796E9CDC8B7F"/>
          </w:pPr>
          <w:r w:rsidRPr="0094707B">
            <w:t>$165</w:t>
          </w:r>
        </w:p>
      </w:docPartBody>
    </w:docPart>
    <w:docPart>
      <w:docPartPr>
        <w:name w:val="C0B437C77DA249ED81C3A398F30B3117"/>
        <w:category>
          <w:name w:val="General"/>
          <w:gallery w:val="placeholder"/>
        </w:category>
        <w:types>
          <w:type w:val="bbPlcHdr"/>
        </w:types>
        <w:behaviors>
          <w:behavior w:val="content"/>
        </w:behaviors>
        <w:guid w:val="{56A56DA2-2B07-4D39-99B1-BAD620475AD0}"/>
      </w:docPartPr>
      <w:docPartBody>
        <w:p w:rsidR="00000000" w:rsidRDefault="00000000">
          <w:pPr>
            <w:pStyle w:val="C0B437C77DA249ED81C3A398F30B3117"/>
          </w:pPr>
          <w:r w:rsidRPr="0094707B">
            <w:t>$165</w:t>
          </w:r>
        </w:p>
      </w:docPartBody>
    </w:docPart>
    <w:docPart>
      <w:docPartPr>
        <w:name w:val="0879F349E1914C4DB8BA1CDA15A8C7DC"/>
        <w:category>
          <w:name w:val="General"/>
          <w:gallery w:val="placeholder"/>
        </w:category>
        <w:types>
          <w:type w:val="bbPlcHdr"/>
        </w:types>
        <w:behaviors>
          <w:behavior w:val="content"/>
        </w:behaviors>
        <w:guid w:val="{28B556FD-324B-4618-9575-50D399FCCAC7}"/>
      </w:docPartPr>
      <w:docPartBody>
        <w:p w:rsidR="00000000" w:rsidRDefault="00000000">
          <w:pPr>
            <w:pStyle w:val="0879F349E1914C4DB8BA1CDA15A8C7DC"/>
          </w:pPr>
          <w:r w:rsidRPr="0094707B">
            <w:t>$165</w:t>
          </w:r>
        </w:p>
      </w:docPartBody>
    </w:docPart>
    <w:docPart>
      <w:docPartPr>
        <w:name w:val="2A4529E1249E412680BB66C33022EBB3"/>
        <w:category>
          <w:name w:val="General"/>
          <w:gallery w:val="placeholder"/>
        </w:category>
        <w:types>
          <w:type w:val="bbPlcHdr"/>
        </w:types>
        <w:behaviors>
          <w:behavior w:val="content"/>
        </w:behaviors>
        <w:guid w:val="{C2BE2DF2-EF5D-41E1-8E49-8A34806893E8}"/>
      </w:docPartPr>
      <w:docPartBody>
        <w:p w:rsidR="00000000" w:rsidRDefault="00000000">
          <w:pPr>
            <w:pStyle w:val="2A4529E1249E412680BB66C33022EBB3"/>
          </w:pPr>
          <w:r w:rsidRPr="0094707B">
            <w:t>$165</w:t>
          </w:r>
        </w:p>
      </w:docPartBody>
    </w:docPart>
    <w:docPart>
      <w:docPartPr>
        <w:name w:val="C9E4EE6AC95A403A9757B7143D3690DF"/>
        <w:category>
          <w:name w:val="General"/>
          <w:gallery w:val="placeholder"/>
        </w:category>
        <w:types>
          <w:type w:val="bbPlcHdr"/>
        </w:types>
        <w:behaviors>
          <w:behavior w:val="content"/>
        </w:behaviors>
        <w:guid w:val="{CE49AAD3-4253-4FE9-8169-EDC0F7A641DE}"/>
      </w:docPartPr>
      <w:docPartBody>
        <w:p w:rsidR="00000000" w:rsidRDefault="00000000">
          <w:pPr>
            <w:pStyle w:val="C9E4EE6AC95A403A9757B7143D3690DF"/>
          </w:pPr>
          <w:r w:rsidRPr="0094707B">
            <w:t>$165</w:t>
          </w:r>
        </w:p>
      </w:docPartBody>
    </w:docPart>
    <w:docPart>
      <w:docPartPr>
        <w:name w:val="56DA809548E54FA0BC33B042731005E0"/>
        <w:category>
          <w:name w:val="General"/>
          <w:gallery w:val="placeholder"/>
        </w:category>
        <w:types>
          <w:type w:val="bbPlcHdr"/>
        </w:types>
        <w:behaviors>
          <w:behavior w:val="content"/>
        </w:behaviors>
        <w:guid w:val="{F106FB03-CAB9-4579-BF9D-D6AFF203A7F1}"/>
      </w:docPartPr>
      <w:docPartBody>
        <w:p w:rsidR="00000000" w:rsidRDefault="00000000">
          <w:pPr>
            <w:pStyle w:val="56DA809548E54FA0BC33B042731005E0"/>
          </w:pPr>
          <w:r w:rsidRPr="0094707B">
            <w:t>$165</w:t>
          </w:r>
        </w:p>
      </w:docPartBody>
    </w:docPart>
    <w:docPart>
      <w:docPartPr>
        <w:name w:val="B995090EF15A4272904D88536856DEF5"/>
        <w:category>
          <w:name w:val="General"/>
          <w:gallery w:val="placeholder"/>
        </w:category>
        <w:types>
          <w:type w:val="bbPlcHdr"/>
        </w:types>
        <w:behaviors>
          <w:behavior w:val="content"/>
        </w:behaviors>
        <w:guid w:val="{E2453935-3945-42C0-8E54-9714621BC349}"/>
      </w:docPartPr>
      <w:docPartBody>
        <w:p w:rsidR="00000000" w:rsidRDefault="00000000">
          <w:pPr>
            <w:pStyle w:val="B995090EF15A4272904D88536856DEF5"/>
          </w:pPr>
          <w:r w:rsidRPr="0094707B">
            <w:t>$165</w:t>
          </w:r>
        </w:p>
      </w:docPartBody>
    </w:docPart>
    <w:docPart>
      <w:docPartPr>
        <w:name w:val="7ED8556860DC4CEC80F15483EAA87FCF"/>
        <w:category>
          <w:name w:val="General"/>
          <w:gallery w:val="placeholder"/>
        </w:category>
        <w:types>
          <w:type w:val="bbPlcHdr"/>
        </w:types>
        <w:behaviors>
          <w:behavior w:val="content"/>
        </w:behaviors>
        <w:guid w:val="{031652A5-B310-4E76-8D30-5C26CAB91627}"/>
      </w:docPartPr>
      <w:docPartBody>
        <w:p w:rsidR="00000000" w:rsidRDefault="00000000">
          <w:pPr>
            <w:pStyle w:val="7ED8556860DC4CEC80F15483EAA87FCF"/>
          </w:pPr>
          <w:r w:rsidRPr="0094707B">
            <w:t>$165</w:t>
          </w:r>
        </w:p>
      </w:docPartBody>
    </w:docPart>
    <w:docPart>
      <w:docPartPr>
        <w:name w:val="BE266E04ACC845E4B1E7EFADA63221A4"/>
        <w:category>
          <w:name w:val="General"/>
          <w:gallery w:val="placeholder"/>
        </w:category>
        <w:types>
          <w:type w:val="bbPlcHdr"/>
        </w:types>
        <w:behaviors>
          <w:behavior w:val="content"/>
        </w:behaviors>
        <w:guid w:val="{CAB520B1-767C-4EA3-82FA-D3E975DDF01A}"/>
      </w:docPartPr>
      <w:docPartBody>
        <w:p w:rsidR="00000000" w:rsidRDefault="00000000">
          <w:pPr>
            <w:pStyle w:val="BE266E04ACC845E4B1E7EFADA63221A4"/>
          </w:pPr>
          <w:r w:rsidRPr="0094707B">
            <w:t>$165</w:t>
          </w:r>
        </w:p>
      </w:docPartBody>
    </w:docPart>
    <w:docPart>
      <w:docPartPr>
        <w:name w:val="89DB4532EC394F36B69763FEFA256FBB"/>
        <w:category>
          <w:name w:val="General"/>
          <w:gallery w:val="placeholder"/>
        </w:category>
        <w:types>
          <w:type w:val="bbPlcHdr"/>
        </w:types>
        <w:behaviors>
          <w:behavior w:val="content"/>
        </w:behaviors>
        <w:guid w:val="{C62783AE-D1E5-4452-A1A2-72C58B13C4CE}"/>
      </w:docPartPr>
      <w:docPartBody>
        <w:p w:rsidR="00000000" w:rsidRDefault="00000000">
          <w:pPr>
            <w:pStyle w:val="89DB4532EC394F36B69763FEFA256FBB"/>
          </w:pPr>
          <w:r w:rsidRPr="0094707B">
            <w:t>$165</w:t>
          </w:r>
        </w:p>
      </w:docPartBody>
    </w:docPart>
    <w:docPart>
      <w:docPartPr>
        <w:name w:val="143C0C8653A9481A8A66721F2C45BB9B"/>
        <w:category>
          <w:name w:val="General"/>
          <w:gallery w:val="placeholder"/>
        </w:category>
        <w:types>
          <w:type w:val="bbPlcHdr"/>
        </w:types>
        <w:behaviors>
          <w:behavior w:val="content"/>
        </w:behaviors>
        <w:guid w:val="{8C30FC61-6FA2-4BCC-AED6-D3FDB6AC1D1C}"/>
      </w:docPartPr>
      <w:docPartBody>
        <w:p w:rsidR="00000000" w:rsidRDefault="00000000">
          <w:pPr>
            <w:pStyle w:val="143C0C8653A9481A8A66721F2C45BB9B"/>
          </w:pPr>
          <w:r w:rsidRPr="0094707B">
            <w:t>$1,980</w:t>
          </w:r>
        </w:p>
      </w:docPartBody>
    </w:docPart>
    <w:docPart>
      <w:docPartPr>
        <w:name w:val="88223D00F3C84A1CB60337909B6055FF"/>
        <w:category>
          <w:name w:val="General"/>
          <w:gallery w:val="placeholder"/>
        </w:category>
        <w:types>
          <w:type w:val="bbPlcHdr"/>
        </w:types>
        <w:behaviors>
          <w:behavior w:val="content"/>
        </w:behaviors>
        <w:guid w:val="{D5E7B3E7-670A-4B05-803F-CA62CB6C635C}"/>
      </w:docPartPr>
      <w:docPartBody>
        <w:p w:rsidR="00000000" w:rsidRDefault="00000000">
          <w:pPr>
            <w:pStyle w:val="88223D00F3C84A1CB60337909B6055FF"/>
          </w:pPr>
          <w:r w:rsidRPr="0094707B">
            <w:t>Travel</w:t>
          </w:r>
        </w:p>
      </w:docPartBody>
    </w:docPart>
    <w:docPart>
      <w:docPartPr>
        <w:name w:val="EAAA96257F5A43B0857C57DD6FBCB098"/>
        <w:category>
          <w:name w:val="General"/>
          <w:gallery w:val="placeholder"/>
        </w:category>
        <w:types>
          <w:type w:val="bbPlcHdr"/>
        </w:types>
        <w:behaviors>
          <w:behavior w:val="content"/>
        </w:behaviors>
        <w:guid w:val="{9390B700-20E2-459E-9E89-FC72FA486E38}"/>
      </w:docPartPr>
      <w:docPartBody>
        <w:p w:rsidR="00000000" w:rsidRDefault="00000000">
          <w:pPr>
            <w:pStyle w:val="EAAA96257F5A43B0857C57DD6FBCB098"/>
          </w:pPr>
          <w:r w:rsidRPr="0094707B">
            <w:t>$</w:t>
          </w:r>
          <w:r>
            <w:t>1</w:t>
          </w:r>
          <w:r w:rsidRPr="0094707B">
            <w:t>00</w:t>
          </w:r>
        </w:p>
      </w:docPartBody>
    </w:docPart>
    <w:docPart>
      <w:docPartPr>
        <w:name w:val="D53D73B791AC4DADAB1C2E29CAE7204D"/>
        <w:category>
          <w:name w:val="General"/>
          <w:gallery w:val="placeholder"/>
        </w:category>
        <w:types>
          <w:type w:val="bbPlcHdr"/>
        </w:types>
        <w:behaviors>
          <w:behavior w:val="content"/>
        </w:behaviors>
        <w:guid w:val="{284ED52D-A130-43CA-8D06-98E9DE3BE4EF}"/>
      </w:docPartPr>
      <w:docPartBody>
        <w:p w:rsidR="00000000" w:rsidRDefault="00000000">
          <w:pPr>
            <w:pStyle w:val="D53D73B791AC4DADAB1C2E29CAE7204D"/>
          </w:pPr>
          <w:r w:rsidRPr="0094707B">
            <w:t>$</w:t>
          </w:r>
          <w:r>
            <w:t>0</w:t>
          </w:r>
        </w:p>
      </w:docPartBody>
    </w:docPart>
    <w:docPart>
      <w:docPartPr>
        <w:name w:val="71B719F30E7A4ED8A119DD96DFC1969C"/>
        <w:category>
          <w:name w:val="General"/>
          <w:gallery w:val="placeholder"/>
        </w:category>
        <w:types>
          <w:type w:val="bbPlcHdr"/>
        </w:types>
        <w:behaviors>
          <w:behavior w:val="content"/>
        </w:behaviors>
        <w:guid w:val="{945EF373-8DCF-479B-9FA9-F3FD29837417}"/>
      </w:docPartPr>
      <w:docPartBody>
        <w:p w:rsidR="00000000" w:rsidRDefault="00000000">
          <w:pPr>
            <w:pStyle w:val="71B719F30E7A4ED8A119DD96DFC1969C"/>
          </w:pPr>
          <w:r w:rsidRPr="0094707B">
            <w:t>$</w:t>
          </w:r>
          <w:r>
            <w:t>0</w:t>
          </w:r>
        </w:p>
      </w:docPartBody>
    </w:docPart>
    <w:docPart>
      <w:docPartPr>
        <w:name w:val="F9E23C70A04C493EAC8DDF8C759176D5"/>
        <w:category>
          <w:name w:val="General"/>
          <w:gallery w:val="placeholder"/>
        </w:category>
        <w:types>
          <w:type w:val="bbPlcHdr"/>
        </w:types>
        <w:behaviors>
          <w:behavior w:val="content"/>
        </w:behaviors>
        <w:guid w:val="{9CFCDAC7-5C7D-4DCF-8D78-D3F392F465BA}"/>
      </w:docPartPr>
      <w:docPartBody>
        <w:p w:rsidR="00000000" w:rsidRDefault="00000000">
          <w:pPr>
            <w:pStyle w:val="F9E23C70A04C493EAC8DDF8C759176D5"/>
          </w:pPr>
          <w:r w:rsidRPr="0094707B">
            <w:t>$250</w:t>
          </w:r>
        </w:p>
      </w:docPartBody>
    </w:docPart>
    <w:docPart>
      <w:docPartPr>
        <w:name w:val="719FEB41E2B149469F7C3B29063F41A2"/>
        <w:category>
          <w:name w:val="General"/>
          <w:gallery w:val="placeholder"/>
        </w:category>
        <w:types>
          <w:type w:val="bbPlcHdr"/>
        </w:types>
        <w:behaviors>
          <w:behavior w:val="content"/>
        </w:behaviors>
        <w:guid w:val="{5361CAD2-9554-4EE4-88C1-E70CB712A038}"/>
      </w:docPartPr>
      <w:docPartBody>
        <w:p w:rsidR="00000000" w:rsidRDefault="00000000">
          <w:pPr>
            <w:pStyle w:val="719FEB41E2B149469F7C3B29063F41A2"/>
          </w:pPr>
          <w:r w:rsidRPr="0094707B">
            <w:t>$</w:t>
          </w:r>
          <w:r>
            <w:t>0</w:t>
          </w:r>
        </w:p>
      </w:docPartBody>
    </w:docPart>
    <w:docPart>
      <w:docPartPr>
        <w:name w:val="F1D6B5E4B7D74BA29DFA2342CD69307B"/>
        <w:category>
          <w:name w:val="General"/>
          <w:gallery w:val="placeholder"/>
        </w:category>
        <w:types>
          <w:type w:val="bbPlcHdr"/>
        </w:types>
        <w:behaviors>
          <w:behavior w:val="content"/>
        </w:behaviors>
        <w:guid w:val="{336C2029-57B5-44B0-80DF-C2DCB3E5D70C}"/>
      </w:docPartPr>
      <w:docPartBody>
        <w:p w:rsidR="00000000" w:rsidRDefault="00000000">
          <w:pPr>
            <w:pStyle w:val="F1D6B5E4B7D74BA29DFA2342CD69307B"/>
          </w:pPr>
          <w:r w:rsidRPr="0094707B">
            <w:t>$</w:t>
          </w:r>
          <w:r>
            <w:t>0</w:t>
          </w:r>
        </w:p>
      </w:docPartBody>
    </w:docPart>
    <w:docPart>
      <w:docPartPr>
        <w:name w:val="71EF0FCD92E44ECFB154CEB5104FFFA4"/>
        <w:category>
          <w:name w:val="General"/>
          <w:gallery w:val="placeholder"/>
        </w:category>
        <w:types>
          <w:type w:val="bbPlcHdr"/>
        </w:types>
        <w:behaviors>
          <w:behavior w:val="content"/>
        </w:behaviors>
        <w:guid w:val="{5E497761-BF07-4C50-8A24-6EDA1087BE15}"/>
      </w:docPartPr>
      <w:docPartBody>
        <w:p w:rsidR="00000000" w:rsidRDefault="00000000">
          <w:pPr>
            <w:pStyle w:val="71EF0FCD92E44ECFB154CEB5104FFFA4"/>
          </w:pPr>
          <w:r w:rsidRPr="0094707B">
            <w:t>$</w:t>
          </w:r>
          <w:r>
            <w:t>0</w:t>
          </w:r>
        </w:p>
      </w:docPartBody>
    </w:docPart>
    <w:docPart>
      <w:docPartPr>
        <w:name w:val="BDF1C66D9682464E81DE208637BE4983"/>
        <w:category>
          <w:name w:val="General"/>
          <w:gallery w:val="placeholder"/>
        </w:category>
        <w:types>
          <w:type w:val="bbPlcHdr"/>
        </w:types>
        <w:behaviors>
          <w:behavior w:val="content"/>
        </w:behaviors>
        <w:guid w:val="{19EBBD82-8B1E-4BD5-8C5F-1EA608277DEB}"/>
      </w:docPartPr>
      <w:docPartBody>
        <w:p w:rsidR="00000000" w:rsidRDefault="00000000">
          <w:pPr>
            <w:pStyle w:val="BDF1C66D9682464E81DE208637BE4983"/>
          </w:pPr>
          <w:r w:rsidRPr="0094707B">
            <w:t>$</w:t>
          </w:r>
          <w:r>
            <w:t>0</w:t>
          </w:r>
        </w:p>
      </w:docPartBody>
    </w:docPart>
    <w:docPart>
      <w:docPartPr>
        <w:name w:val="2A0FDD6A66A44EE696E85EC1EA4CA0C4"/>
        <w:category>
          <w:name w:val="General"/>
          <w:gallery w:val="placeholder"/>
        </w:category>
        <w:types>
          <w:type w:val="bbPlcHdr"/>
        </w:types>
        <w:behaviors>
          <w:behavior w:val="content"/>
        </w:behaviors>
        <w:guid w:val="{FE3526A1-0425-4322-9718-CF0199BF1E64}"/>
      </w:docPartPr>
      <w:docPartBody>
        <w:p w:rsidR="00000000" w:rsidRDefault="00000000">
          <w:pPr>
            <w:pStyle w:val="2A0FDD6A66A44EE696E85EC1EA4CA0C4"/>
          </w:pPr>
          <w:r w:rsidRPr="0094707B">
            <w:t>$675</w:t>
          </w:r>
        </w:p>
      </w:docPartBody>
    </w:docPart>
    <w:docPart>
      <w:docPartPr>
        <w:name w:val="DBE2C0154B7E4EED8B3BDCB44CC65C48"/>
        <w:category>
          <w:name w:val="General"/>
          <w:gallery w:val="placeholder"/>
        </w:category>
        <w:types>
          <w:type w:val="bbPlcHdr"/>
        </w:types>
        <w:behaviors>
          <w:behavior w:val="content"/>
        </w:behaviors>
        <w:guid w:val="{91F71B82-5A84-4966-8F64-910A0961CA28}"/>
      </w:docPartPr>
      <w:docPartBody>
        <w:p w:rsidR="00000000" w:rsidRDefault="00000000">
          <w:pPr>
            <w:pStyle w:val="DBE2C0154B7E4EED8B3BDCB44CC65C48"/>
          </w:pPr>
          <w:r w:rsidRPr="0094707B">
            <w:t>$800</w:t>
          </w:r>
        </w:p>
      </w:docPartBody>
    </w:docPart>
    <w:docPart>
      <w:docPartPr>
        <w:name w:val="FBFA7B2069C34BCC95C20C30BA23830E"/>
        <w:category>
          <w:name w:val="General"/>
          <w:gallery w:val="placeholder"/>
        </w:category>
        <w:types>
          <w:type w:val="bbPlcHdr"/>
        </w:types>
        <w:behaviors>
          <w:behavior w:val="content"/>
        </w:behaviors>
        <w:guid w:val="{F109435E-1671-4D65-AAA2-3CD9867C5135}"/>
      </w:docPartPr>
      <w:docPartBody>
        <w:p w:rsidR="00000000" w:rsidRDefault="00000000">
          <w:pPr>
            <w:pStyle w:val="FBFA7B2069C34BCC95C20C30BA23830E"/>
          </w:pPr>
          <w:r w:rsidRPr="0094707B">
            <w:t>$</w:t>
          </w:r>
          <w:r>
            <w:t>0</w:t>
          </w:r>
        </w:p>
      </w:docPartBody>
    </w:docPart>
    <w:docPart>
      <w:docPartPr>
        <w:name w:val="70C2D0AD83D3482FB11C60A58D4B7FC4"/>
        <w:category>
          <w:name w:val="General"/>
          <w:gallery w:val="placeholder"/>
        </w:category>
        <w:types>
          <w:type w:val="bbPlcHdr"/>
        </w:types>
        <w:behaviors>
          <w:behavior w:val="content"/>
        </w:behaviors>
        <w:guid w:val="{EC649661-4D81-47E0-B31B-FB0CE6A6EEC1}"/>
      </w:docPartPr>
      <w:docPartBody>
        <w:p w:rsidR="00000000" w:rsidRDefault="00000000">
          <w:pPr>
            <w:pStyle w:val="70C2D0AD83D3482FB11C60A58D4B7FC4"/>
          </w:pPr>
          <w:r w:rsidRPr="0094707B">
            <w:t>$</w:t>
          </w:r>
          <w:r>
            <w:t>0</w:t>
          </w:r>
        </w:p>
      </w:docPartBody>
    </w:docPart>
    <w:docPart>
      <w:docPartPr>
        <w:name w:val="360912E1C37D45D4ADEB880095CEC178"/>
        <w:category>
          <w:name w:val="General"/>
          <w:gallery w:val="placeholder"/>
        </w:category>
        <w:types>
          <w:type w:val="bbPlcHdr"/>
        </w:types>
        <w:behaviors>
          <w:behavior w:val="content"/>
        </w:behaviors>
        <w:guid w:val="{16BBAA8A-5BF3-45A4-A677-32AF263CBB01}"/>
      </w:docPartPr>
      <w:docPartBody>
        <w:p w:rsidR="00000000" w:rsidRDefault="00000000">
          <w:pPr>
            <w:pStyle w:val="360912E1C37D45D4ADEB880095CEC178"/>
          </w:pPr>
          <w:r w:rsidRPr="0094707B">
            <w:t>$1,825</w:t>
          </w:r>
        </w:p>
      </w:docPartBody>
    </w:docPart>
    <w:docPart>
      <w:docPartPr>
        <w:name w:val="5E30FDB7BFD34B09B7AE5569A80D2B02"/>
        <w:category>
          <w:name w:val="General"/>
          <w:gallery w:val="placeholder"/>
        </w:category>
        <w:types>
          <w:type w:val="bbPlcHdr"/>
        </w:types>
        <w:behaviors>
          <w:behavior w:val="content"/>
        </w:behaviors>
        <w:guid w:val="{4C625598-C96E-40AF-9470-DB9A8E7B30DF}"/>
      </w:docPartPr>
      <w:docPartBody>
        <w:p w:rsidR="00000000" w:rsidRDefault="00000000">
          <w:pPr>
            <w:pStyle w:val="5E30FDB7BFD34B09B7AE5569A80D2B02"/>
          </w:pPr>
          <w:r w:rsidRPr="0094707B">
            <w:t>Legal/Accounting</w:t>
          </w:r>
        </w:p>
      </w:docPartBody>
    </w:docPart>
    <w:docPart>
      <w:docPartPr>
        <w:name w:val="8B508DC021A54CB3AFF06EA7A23DC6F8"/>
        <w:category>
          <w:name w:val="General"/>
          <w:gallery w:val="placeholder"/>
        </w:category>
        <w:types>
          <w:type w:val="bbPlcHdr"/>
        </w:types>
        <w:behaviors>
          <w:behavior w:val="content"/>
        </w:behaviors>
        <w:guid w:val="{2D1C5D6B-F920-4D6B-9568-1E9609A16394}"/>
      </w:docPartPr>
      <w:docPartBody>
        <w:p w:rsidR="00000000" w:rsidRDefault="00000000">
          <w:pPr>
            <w:pStyle w:val="8B508DC021A54CB3AFF06EA7A23DC6F8"/>
          </w:pPr>
          <w:r w:rsidRPr="0094707B">
            <w:t>$1,200</w:t>
          </w:r>
        </w:p>
      </w:docPartBody>
    </w:docPart>
    <w:docPart>
      <w:docPartPr>
        <w:name w:val="ED3E7A86CE6C407AB361BA8E4C7EA6AC"/>
        <w:category>
          <w:name w:val="General"/>
          <w:gallery w:val="placeholder"/>
        </w:category>
        <w:types>
          <w:type w:val="bbPlcHdr"/>
        </w:types>
        <w:behaviors>
          <w:behavior w:val="content"/>
        </w:behaviors>
        <w:guid w:val="{914CD7EC-312D-44F7-AF48-CEE203E40C11}"/>
      </w:docPartPr>
      <w:docPartBody>
        <w:p w:rsidR="00000000" w:rsidRDefault="00000000">
          <w:pPr>
            <w:pStyle w:val="ED3E7A86CE6C407AB361BA8E4C7EA6AC"/>
          </w:pPr>
          <w:r w:rsidRPr="0094707B">
            <w:t>$</w:t>
          </w:r>
          <w:r>
            <w:t>0</w:t>
          </w:r>
        </w:p>
      </w:docPartBody>
    </w:docPart>
    <w:docPart>
      <w:docPartPr>
        <w:name w:val="46999C6E074E453FAF36BFA534769A0B"/>
        <w:category>
          <w:name w:val="General"/>
          <w:gallery w:val="placeholder"/>
        </w:category>
        <w:types>
          <w:type w:val="bbPlcHdr"/>
        </w:types>
        <w:behaviors>
          <w:behavior w:val="content"/>
        </w:behaviors>
        <w:guid w:val="{0B807D7F-A638-48EC-9753-6C9A95FDEEE0}"/>
      </w:docPartPr>
      <w:docPartBody>
        <w:p w:rsidR="00000000" w:rsidRDefault="00000000">
          <w:pPr>
            <w:pStyle w:val="46999C6E074E453FAF36BFA534769A0B"/>
          </w:pPr>
          <w:r w:rsidRPr="0094707B">
            <w:t>$</w:t>
          </w:r>
          <w:r>
            <w:t>0</w:t>
          </w:r>
        </w:p>
      </w:docPartBody>
    </w:docPart>
    <w:docPart>
      <w:docPartPr>
        <w:name w:val="5B0E9A384CFB44DEB10652BAF83A76AD"/>
        <w:category>
          <w:name w:val="General"/>
          <w:gallery w:val="placeholder"/>
        </w:category>
        <w:types>
          <w:type w:val="bbPlcHdr"/>
        </w:types>
        <w:behaviors>
          <w:behavior w:val="content"/>
        </w:behaviors>
        <w:guid w:val="{B90A7875-449C-43D2-BE7E-CC55F73754C6}"/>
      </w:docPartPr>
      <w:docPartBody>
        <w:p w:rsidR="00000000" w:rsidRDefault="00000000">
          <w:pPr>
            <w:pStyle w:val="5B0E9A384CFB44DEB10652BAF83A76AD"/>
          </w:pPr>
          <w:r w:rsidRPr="0094707B">
            <w:t>$450</w:t>
          </w:r>
        </w:p>
      </w:docPartBody>
    </w:docPart>
    <w:docPart>
      <w:docPartPr>
        <w:name w:val="190061DBEDE0414CB8ABFDDDE2F58DB6"/>
        <w:category>
          <w:name w:val="General"/>
          <w:gallery w:val="placeholder"/>
        </w:category>
        <w:types>
          <w:type w:val="bbPlcHdr"/>
        </w:types>
        <w:behaviors>
          <w:behavior w:val="content"/>
        </w:behaviors>
        <w:guid w:val="{2A877318-FF9E-40B7-8F3C-7FEAA658A7E8}"/>
      </w:docPartPr>
      <w:docPartBody>
        <w:p w:rsidR="00000000" w:rsidRDefault="00000000">
          <w:pPr>
            <w:pStyle w:val="190061DBEDE0414CB8ABFDDDE2F58DB6"/>
          </w:pPr>
          <w:r w:rsidRPr="0094707B">
            <w:t>$</w:t>
          </w:r>
          <w:r>
            <w:t>0</w:t>
          </w:r>
        </w:p>
      </w:docPartBody>
    </w:docPart>
    <w:docPart>
      <w:docPartPr>
        <w:name w:val="31156D5181CB4AAC9988888A4B55B52B"/>
        <w:category>
          <w:name w:val="General"/>
          <w:gallery w:val="placeholder"/>
        </w:category>
        <w:types>
          <w:type w:val="bbPlcHdr"/>
        </w:types>
        <w:behaviors>
          <w:behavior w:val="content"/>
        </w:behaviors>
        <w:guid w:val="{DEF50BC0-0A7F-4316-AE60-4C361344F8A9}"/>
      </w:docPartPr>
      <w:docPartBody>
        <w:p w:rsidR="00000000" w:rsidRDefault="00000000">
          <w:pPr>
            <w:pStyle w:val="31156D5181CB4AAC9988888A4B55B52B"/>
          </w:pPr>
          <w:r w:rsidRPr="0094707B">
            <w:t>$500</w:t>
          </w:r>
        </w:p>
      </w:docPartBody>
    </w:docPart>
    <w:docPart>
      <w:docPartPr>
        <w:name w:val="EF9D02C7AA7B4067A98872D63EFBE673"/>
        <w:category>
          <w:name w:val="General"/>
          <w:gallery w:val="placeholder"/>
        </w:category>
        <w:types>
          <w:type w:val="bbPlcHdr"/>
        </w:types>
        <w:behaviors>
          <w:behavior w:val="content"/>
        </w:behaviors>
        <w:guid w:val="{8BBA124B-B477-4607-8E62-AEC69D85AFE1}"/>
      </w:docPartPr>
      <w:docPartBody>
        <w:p w:rsidR="00000000" w:rsidRDefault="00000000">
          <w:pPr>
            <w:pStyle w:val="EF9D02C7AA7B4067A98872D63EFBE673"/>
          </w:pPr>
          <w:r w:rsidRPr="0094707B">
            <w:t>$</w:t>
          </w:r>
          <w:r>
            <w:t>0</w:t>
          </w:r>
        </w:p>
      </w:docPartBody>
    </w:docPart>
    <w:docPart>
      <w:docPartPr>
        <w:name w:val="B3AB314F04294446AC6F78F01A4929CE"/>
        <w:category>
          <w:name w:val="General"/>
          <w:gallery w:val="placeholder"/>
        </w:category>
        <w:types>
          <w:type w:val="bbPlcHdr"/>
        </w:types>
        <w:behaviors>
          <w:behavior w:val="content"/>
        </w:behaviors>
        <w:guid w:val="{9F6EC7F1-E701-4CE2-A441-FD6B4EF31D48}"/>
      </w:docPartPr>
      <w:docPartBody>
        <w:p w:rsidR="00000000" w:rsidRDefault="00000000">
          <w:pPr>
            <w:pStyle w:val="B3AB314F04294446AC6F78F01A4929CE"/>
          </w:pPr>
          <w:r w:rsidRPr="0094707B">
            <w:t>$</w:t>
          </w:r>
          <w:r>
            <w:t>0</w:t>
          </w:r>
        </w:p>
      </w:docPartBody>
    </w:docPart>
    <w:docPart>
      <w:docPartPr>
        <w:name w:val="A026D6C57C1E4465A919EDA6048D6570"/>
        <w:category>
          <w:name w:val="General"/>
          <w:gallery w:val="placeholder"/>
        </w:category>
        <w:types>
          <w:type w:val="bbPlcHdr"/>
        </w:types>
        <w:behaviors>
          <w:behavior w:val="content"/>
        </w:behaviors>
        <w:guid w:val="{9158E4F5-9FEA-4975-8BF9-CF8D10CEA008}"/>
      </w:docPartPr>
      <w:docPartBody>
        <w:p w:rsidR="00000000" w:rsidRDefault="00000000">
          <w:pPr>
            <w:pStyle w:val="A026D6C57C1E4465A919EDA6048D6570"/>
          </w:pPr>
          <w:r w:rsidRPr="0094707B">
            <w:t>$</w:t>
          </w:r>
          <w:r>
            <w:t>0</w:t>
          </w:r>
        </w:p>
      </w:docPartBody>
    </w:docPart>
    <w:docPart>
      <w:docPartPr>
        <w:name w:val="AEE11D82D6A146CEB7F730D7634171AC"/>
        <w:category>
          <w:name w:val="General"/>
          <w:gallery w:val="placeholder"/>
        </w:category>
        <w:types>
          <w:type w:val="bbPlcHdr"/>
        </w:types>
        <w:behaviors>
          <w:behavior w:val="content"/>
        </w:behaviors>
        <w:guid w:val="{05740EA2-7F6D-477A-BC70-D719BBCB1ADC}"/>
      </w:docPartPr>
      <w:docPartBody>
        <w:p w:rsidR="00000000" w:rsidRDefault="00000000">
          <w:pPr>
            <w:pStyle w:val="AEE11D82D6A146CEB7F730D7634171AC"/>
          </w:pPr>
          <w:r w:rsidRPr="0094707B">
            <w:t>$</w:t>
          </w:r>
          <w:r>
            <w:t>0</w:t>
          </w:r>
        </w:p>
      </w:docPartBody>
    </w:docPart>
    <w:docPart>
      <w:docPartPr>
        <w:name w:val="F15C50FE7C25473FBE50CACC3422B3D8"/>
        <w:category>
          <w:name w:val="General"/>
          <w:gallery w:val="placeholder"/>
        </w:category>
        <w:types>
          <w:type w:val="bbPlcHdr"/>
        </w:types>
        <w:behaviors>
          <w:behavior w:val="content"/>
        </w:behaviors>
        <w:guid w:val="{E978B630-6D56-4794-83C5-B7B806B28DFF}"/>
      </w:docPartPr>
      <w:docPartBody>
        <w:p w:rsidR="00000000" w:rsidRDefault="00000000">
          <w:pPr>
            <w:pStyle w:val="F15C50FE7C25473FBE50CACC3422B3D8"/>
          </w:pPr>
          <w:r w:rsidRPr="0094707B">
            <w:t>$</w:t>
          </w:r>
          <w:r>
            <w:t>0</w:t>
          </w:r>
        </w:p>
      </w:docPartBody>
    </w:docPart>
    <w:docPart>
      <w:docPartPr>
        <w:name w:val="4FFB3E8D9E8F4DB5BAC1B25BF336670A"/>
        <w:category>
          <w:name w:val="General"/>
          <w:gallery w:val="placeholder"/>
        </w:category>
        <w:types>
          <w:type w:val="bbPlcHdr"/>
        </w:types>
        <w:behaviors>
          <w:behavior w:val="content"/>
        </w:behaviors>
        <w:guid w:val="{23B04884-326C-4DFD-9145-A2B435E56112}"/>
      </w:docPartPr>
      <w:docPartBody>
        <w:p w:rsidR="00000000" w:rsidRDefault="00000000">
          <w:pPr>
            <w:pStyle w:val="4FFB3E8D9E8F4DB5BAC1B25BF336670A"/>
          </w:pPr>
          <w:r w:rsidRPr="0094707B">
            <w:t>$250</w:t>
          </w:r>
        </w:p>
      </w:docPartBody>
    </w:docPart>
    <w:docPart>
      <w:docPartPr>
        <w:name w:val="8DB3C335BA1548EDB983057ECFA10D0D"/>
        <w:category>
          <w:name w:val="General"/>
          <w:gallery w:val="placeholder"/>
        </w:category>
        <w:types>
          <w:type w:val="bbPlcHdr"/>
        </w:types>
        <w:behaviors>
          <w:behavior w:val="content"/>
        </w:behaviors>
        <w:guid w:val="{41C976E4-9E77-4ECC-BEC3-35F5E82ECEBC}"/>
      </w:docPartPr>
      <w:docPartBody>
        <w:p w:rsidR="00000000" w:rsidRDefault="00000000">
          <w:pPr>
            <w:pStyle w:val="8DB3C335BA1548EDB983057ECFA10D0D"/>
          </w:pPr>
          <w:r w:rsidRPr="0094707B">
            <w:t>$2,400</w:t>
          </w:r>
        </w:p>
      </w:docPartBody>
    </w:docPart>
    <w:docPart>
      <w:docPartPr>
        <w:name w:val="1B8BEF9C58024FB2AC3139803C4A50F4"/>
        <w:category>
          <w:name w:val="General"/>
          <w:gallery w:val="placeholder"/>
        </w:category>
        <w:types>
          <w:type w:val="bbPlcHdr"/>
        </w:types>
        <w:behaviors>
          <w:behavior w:val="content"/>
        </w:behaviors>
        <w:guid w:val="{029019FF-CFD5-4128-8700-DF907E4CACD0}"/>
      </w:docPartPr>
      <w:docPartBody>
        <w:p w:rsidR="00000000" w:rsidRDefault="00000000">
          <w:pPr>
            <w:pStyle w:val="1B8BEF9C58024FB2AC3139803C4A50F4"/>
          </w:pPr>
          <w:r w:rsidRPr="0094707B">
            <w:t>Office Supplies</w:t>
          </w:r>
        </w:p>
      </w:docPartBody>
    </w:docPart>
    <w:docPart>
      <w:docPartPr>
        <w:name w:val="5BC3B9C2483F4D4A88253F7031B11177"/>
        <w:category>
          <w:name w:val="General"/>
          <w:gallery w:val="placeholder"/>
        </w:category>
        <w:types>
          <w:type w:val="bbPlcHdr"/>
        </w:types>
        <w:behaviors>
          <w:behavior w:val="content"/>
        </w:behaviors>
        <w:guid w:val="{D0B423EA-F588-4602-8A6D-59968173AB3D}"/>
      </w:docPartPr>
      <w:docPartBody>
        <w:p w:rsidR="00000000" w:rsidRDefault="00000000">
          <w:pPr>
            <w:pStyle w:val="5BC3B9C2483F4D4A88253F7031B11177"/>
          </w:pPr>
          <w:r w:rsidRPr="0094707B">
            <w:t>$125</w:t>
          </w:r>
        </w:p>
      </w:docPartBody>
    </w:docPart>
    <w:docPart>
      <w:docPartPr>
        <w:name w:val="C1E527B7AB0A4832BEF8533114D9B3AF"/>
        <w:category>
          <w:name w:val="General"/>
          <w:gallery w:val="placeholder"/>
        </w:category>
        <w:types>
          <w:type w:val="bbPlcHdr"/>
        </w:types>
        <w:behaviors>
          <w:behavior w:val="content"/>
        </w:behaviors>
        <w:guid w:val="{15ABE10E-0840-482A-81ED-40BD05A5C200}"/>
      </w:docPartPr>
      <w:docPartBody>
        <w:p w:rsidR="00000000" w:rsidRDefault="00000000">
          <w:pPr>
            <w:pStyle w:val="C1E527B7AB0A4832BEF8533114D9B3AF"/>
          </w:pPr>
          <w:r w:rsidRPr="0094707B">
            <w:t>$125</w:t>
          </w:r>
        </w:p>
      </w:docPartBody>
    </w:docPart>
    <w:docPart>
      <w:docPartPr>
        <w:name w:val="4EBFDB447A1245F9B473E51BB985D0AF"/>
        <w:category>
          <w:name w:val="General"/>
          <w:gallery w:val="placeholder"/>
        </w:category>
        <w:types>
          <w:type w:val="bbPlcHdr"/>
        </w:types>
        <w:behaviors>
          <w:behavior w:val="content"/>
        </w:behaviors>
        <w:guid w:val="{6C1DD7EF-8BF2-4799-B38E-883AD380A734}"/>
      </w:docPartPr>
      <w:docPartBody>
        <w:p w:rsidR="00000000" w:rsidRDefault="00000000">
          <w:pPr>
            <w:pStyle w:val="4EBFDB447A1245F9B473E51BB985D0AF"/>
          </w:pPr>
          <w:r w:rsidRPr="0094707B">
            <w:t>$125</w:t>
          </w:r>
        </w:p>
      </w:docPartBody>
    </w:docPart>
    <w:docPart>
      <w:docPartPr>
        <w:name w:val="7440C7C9EECC4163A07DD8B95F9EA20E"/>
        <w:category>
          <w:name w:val="General"/>
          <w:gallery w:val="placeholder"/>
        </w:category>
        <w:types>
          <w:type w:val="bbPlcHdr"/>
        </w:types>
        <w:behaviors>
          <w:behavior w:val="content"/>
        </w:behaviors>
        <w:guid w:val="{8A20EA51-60FA-4280-A00A-6E005C3DCA9B}"/>
      </w:docPartPr>
      <w:docPartBody>
        <w:p w:rsidR="00000000" w:rsidRDefault="00000000">
          <w:pPr>
            <w:pStyle w:val="7440C7C9EECC4163A07DD8B95F9EA20E"/>
          </w:pPr>
          <w:r w:rsidRPr="0094707B">
            <w:t>$125</w:t>
          </w:r>
        </w:p>
      </w:docPartBody>
    </w:docPart>
    <w:docPart>
      <w:docPartPr>
        <w:name w:val="350E13DC2826463098B5D79A5124F50D"/>
        <w:category>
          <w:name w:val="General"/>
          <w:gallery w:val="placeholder"/>
        </w:category>
        <w:types>
          <w:type w:val="bbPlcHdr"/>
        </w:types>
        <w:behaviors>
          <w:behavior w:val="content"/>
        </w:behaviors>
        <w:guid w:val="{ED032F11-4D53-472B-BEDA-F6168CAB11DF}"/>
      </w:docPartPr>
      <w:docPartBody>
        <w:p w:rsidR="00000000" w:rsidRDefault="00000000">
          <w:pPr>
            <w:pStyle w:val="350E13DC2826463098B5D79A5124F50D"/>
          </w:pPr>
          <w:r w:rsidRPr="0094707B">
            <w:t>$125</w:t>
          </w:r>
        </w:p>
      </w:docPartBody>
    </w:docPart>
    <w:docPart>
      <w:docPartPr>
        <w:name w:val="31881DF94D874175A222DC878D2CA240"/>
        <w:category>
          <w:name w:val="General"/>
          <w:gallery w:val="placeholder"/>
        </w:category>
        <w:types>
          <w:type w:val="bbPlcHdr"/>
        </w:types>
        <w:behaviors>
          <w:behavior w:val="content"/>
        </w:behaviors>
        <w:guid w:val="{A1965FE7-30A6-45E2-A9E4-EA8EEA1AF377}"/>
      </w:docPartPr>
      <w:docPartBody>
        <w:p w:rsidR="00000000" w:rsidRDefault="00000000">
          <w:pPr>
            <w:pStyle w:val="31881DF94D874175A222DC878D2CA240"/>
          </w:pPr>
          <w:r w:rsidRPr="0094707B">
            <w:t>$125</w:t>
          </w:r>
        </w:p>
      </w:docPartBody>
    </w:docPart>
    <w:docPart>
      <w:docPartPr>
        <w:name w:val="C8F863FF87EF434099DBBDDA8DFB662E"/>
        <w:category>
          <w:name w:val="General"/>
          <w:gallery w:val="placeholder"/>
        </w:category>
        <w:types>
          <w:type w:val="bbPlcHdr"/>
        </w:types>
        <w:behaviors>
          <w:behavior w:val="content"/>
        </w:behaviors>
        <w:guid w:val="{B059338C-54BE-4323-A5F1-13B7DA26B004}"/>
      </w:docPartPr>
      <w:docPartBody>
        <w:p w:rsidR="00000000" w:rsidRDefault="00000000">
          <w:pPr>
            <w:pStyle w:val="C8F863FF87EF434099DBBDDA8DFB662E"/>
          </w:pPr>
          <w:r w:rsidRPr="0094707B">
            <w:t>$125</w:t>
          </w:r>
        </w:p>
      </w:docPartBody>
    </w:docPart>
    <w:docPart>
      <w:docPartPr>
        <w:name w:val="37A3CEC1193D4F24A91DA80F5B416926"/>
        <w:category>
          <w:name w:val="General"/>
          <w:gallery w:val="placeholder"/>
        </w:category>
        <w:types>
          <w:type w:val="bbPlcHdr"/>
        </w:types>
        <w:behaviors>
          <w:behavior w:val="content"/>
        </w:behaviors>
        <w:guid w:val="{4FB81A63-1EE6-485A-8A25-DC2C49B370BA}"/>
      </w:docPartPr>
      <w:docPartBody>
        <w:p w:rsidR="00000000" w:rsidRDefault="00000000">
          <w:pPr>
            <w:pStyle w:val="37A3CEC1193D4F24A91DA80F5B416926"/>
          </w:pPr>
          <w:r w:rsidRPr="0094707B">
            <w:t>$125</w:t>
          </w:r>
        </w:p>
      </w:docPartBody>
    </w:docPart>
    <w:docPart>
      <w:docPartPr>
        <w:name w:val="BF725FE94DF24CFE8CBA83129BD103D0"/>
        <w:category>
          <w:name w:val="General"/>
          <w:gallery w:val="placeholder"/>
        </w:category>
        <w:types>
          <w:type w:val="bbPlcHdr"/>
        </w:types>
        <w:behaviors>
          <w:behavior w:val="content"/>
        </w:behaviors>
        <w:guid w:val="{68E91EF3-73BA-4C5B-9025-A54EBE3866EE}"/>
      </w:docPartPr>
      <w:docPartBody>
        <w:p w:rsidR="00000000" w:rsidRDefault="00000000">
          <w:pPr>
            <w:pStyle w:val="BF725FE94DF24CFE8CBA83129BD103D0"/>
          </w:pPr>
          <w:r w:rsidRPr="0094707B">
            <w:t>$125</w:t>
          </w:r>
        </w:p>
      </w:docPartBody>
    </w:docPart>
    <w:docPart>
      <w:docPartPr>
        <w:name w:val="535CF1E3C6E14E40BC4669BCC3883C88"/>
        <w:category>
          <w:name w:val="General"/>
          <w:gallery w:val="placeholder"/>
        </w:category>
        <w:types>
          <w:type w:val="bbPlcHdr"/>
        </w:types>
        <w:behaviors>
          <w:behavior w:val="content"/>
        </w:behaviors>
        <w:guid w:val="{1AC230A8-45BA-48A3-ACBD-EB7D6FD59CF7}"/>
      </w:docPartPr>
      <w:docPartBody>
        <w:p w:rsidR="00000000" w:rsidRDefault="00000000">
          <w:pPr>
            <w:pStyle w:val="535CF1E3C6E14E40BC4669BCC3883C88"/>
          </w:pPr>
          <w:r w:rsidRPr="0094707B">
            <w:t>$125</w:t>
          </w:r>
        </w:p>
      </w:docPartBody>
    </w:docPart>
    <w:docPart>
      <w:docPartPr>
        <w:name w:val="0045DC88FEE04FAE8983F7B280273908"/>
        <w:category>
          <w:name w:val="General"/>
          <w:gallery w:val="placeholder"/>
        </w:category>
        <w:types>
          <w:type w:val="bbPlcHdr"/>
        </w:types>
        <w:behaviors>
          <w:behavior w:val="content"/>
        </w:behaviors>
        <w:guid w:val="{737DD4F6-AA34-4AE6-9D12-C2A518D5C672}"/>
      </w:docPartPr>
      <w:docPartBody>
        <w:p w:rsidR="00000000" w:rsidRDefault="00000000">
          <w:pPr>
            <w:pStyle w:val="0045DC88FEE04FAE8983F7B280273908"/>
          </w:pPr>
          <w:r w:rsidRPr="0094707B">
            <w:t>$125</w:t>
          </w:r>
        </w:p>
      </w:docPartBody>
    </w:docPart>
    <w:docPart>
      <w:docPartPr>
        <w:name w:val="A215D9491CFC4B358A3F1EAE5D53E836"/>
        <w:category>
          <w:name w:val="General"/>
          <w:gallery w:val="placeholder"/>
        </w:category>
        <w:types>
          <w:type w:val="bbPlcHdr"/>
        </w:types>
        <w:behaviors>
          <w:behavior w:val="content"/>
        </w:behaviors>
        <w:guid w:val="{6EA460A1-DA2D-48E1-8A71-E3C56A0279C7}"/>
      </w:docPartPr>
      <w:docPartBody>
        <w:p w:rsidR="00000000" w:rsidRDefault="00000000">
          <w:pPr>
            <w:pStyle w:val="A215D9491CFC4B358A3F1EAE5D53E836"/>
          </w:pPr>
          <w:r w:rsidRPr="0094707B">
            <w:t>$125</w:t>
          </w:r>
        </w:p>
      </w:docPartBody>
    </w:docPart>
    <w:docPart>
      <w:docPartPr>
        <w:name w:val="72109705BDF24CB2B951559D9DA802CC"/>
        <w:category>
          <w:name w:val="General"/>
          <w:gallery w:val="placeholder"/>
        </w:category>
        <w:types>
          <w:type w:val="bbPlcHdr"/>
        </w:types>
        <w:behaviors>
          <w:behavior w:val="content"/>
        </w:behaviors>
        <w:guid w:val="{E8CF51D8-FAE5-4004-B8A9-2A921C3E5457}"/>
      </w:docPartPr>
      <w:docPartBody>
        <w:p w:rsidR="00000000" w:rsidRDefault="00000000">
          <w:pPr>
            <w:pStyle w:val="72109705BDF24CB2B951559D9DA802CC"/>
          </w:pPr>
          <w:r w:rsidRPr="0094707B">
            <w:t>$1,500</w:t>
          </w:r>
        </w:p>
      </w:docPartBody>
    </w:docPart>
    <w:docPart>
      <w:docPartPr>
        <w:name w:val="9362BDE1B9FF4D60878AF66AE0E19507"/>
        <w:category>
          <w:name w:val="General"/>
          <w:gallery w:val="placeholder"/>
        </w:category>
        <w:types>
          <w:type w:val="bbPlcHdr"/>
        </w:types>
        <w:behaviors>
          <w:behavior w:val="content"/>
        </w:behaviors>
        <w:guid w:val="{274A767E-356D-4DC6-94B3-5116F51C75FA}"/>
      </w:docPartPr>
      <w:docPartBody>
        <w:p w:rsidR="00000000" w:rsidRDefault="00000000">
          <w:pPr>
            <w:pStyle w:val="9362BDE1B9FF4D60878AF66AE0E19507"/>
          </w:pPr>
          <w:r w:rsidRPr="0094707B">
            <w:t>Interest Expense</w:t>
          </w:r>
        </w:p>
      </w:docPartBody>
    </w:docPart>
    <w:docPart>
      <w:docPartPr>
        <w:name w:val="C5E4856F0CDA49828692688335C355E8"/>
        <w:category>
          <w:name w:val="General"/>
          <w:gallery w:val="placeholder"/>
        </w:category>
        <w:types>
          <w:type w:val="bbPlcHdr"/>
        </w:types>
        <w:behaviors>
          <w:behavior w:val="content"/>
        </w:behaviors>
        <w:guid w:val="{8CE2352B-8633-4CB8-92CC-E6F9E4D14D69}"/>
      </w:docPartPr>
      <w:docPartBody>
        <w:p w:rsidR="00000000" w:rsidRDefault="00000000">
          <w:pPr>
            <w:pStyle w:val="C5E4856F0CDA49828692688335C355E8"/>
          </w:pPr>
          <w:r w:rsidRPr="0094707B">
            <w:t>$</w:t>
          </w:r>
          <w:r>
            <w:t>0</w:t>
          </w:r>
        </w:p>
      </w:docPartBody>
    </w:docPart>
    <w:docPart>
      <w:docPartPr>
        <w:name w:val="D133C12F866F4595B72A561BC9F42EAB"/>
        <w:category>
          <w:name w:val="General"/>
          <w:gallery w:val="placeholder"/>
        </w:category>
        <w:types>
          <w:type w:val="bbPlcHdr"/>
        </w:types>
        <w:behaviors>
          <w:behavior w:val="content"/>
        </w:behaviors>
        <w:guid w:val="{B5F239E5-17EE-49D8-BC2F-B39FC71FF220}"/>
      </w:docPartPr>
      <w:docPartBody>
        <w:p w:rsidR="00000000" w:rsidRDefault="00000000">
          <w:pPr>
            <w:pStyle w:val="D133C12F866F4595B72A561BC9F42EAB"/>
          </w:pPr>
          <w:r w:rsidRPr="0094707B">
            <w:t>$</w:t>
          </w:r>
          <w:r>
            <w:t>0</w:t>
          </w:r>
        </w:p>
      </w:docPartBody>
    </w:docPart>
    <w:docPart>
      <w:docPartPr>
        <w:name w:val="515DA1508D434316ABE2B55D1C06B68B"/>
        <w:category>
          <w:name w:val="General"/>
          <w:gallery w:val="placeholder"/>
        </w:category>
        <w:types>
          <w:type w:val="bbPlcHdr"/>
        </w:types>
        <w:behaviors>
          <w:behavior w:val="content"/>
        </w:behaviors>
        <w:guid w:val="{32EBE0BD-7EA1-45E9-8942-12D51960297E}"/>
      </w:docPartPr>
      <w:docPartBody>
        <w:p w:rsidR="00000000" w:rsidRDefault="00000000">
          <w:pPr>
            <w:pStyle w:val="515DA1508D434316ABE2B55D1C06B68B"/>
          </w:pPr>
          <w:r w:rsidRPr="0094707B">
            <w:t>$</w:t>
          </w:r>
          <w:r>
            <w:t>0</w:t>
          </w:r>
        </w:p>
      </w:docPartBody>
    </w:docPart>
    <w:docPart>
      <w:docPartPr>
        <w:name w:val="A43D6ACC715D41F5956354221FFF9675"/>
        <w:category>
          <w:name w:val="General"/>
          <w:gallery w:val="placeholder"/>
        </w:category>
        <w:types>
          <w:type w:val="bbPlcHdr"/>
        </w:types>
        <w:behaviors>
          <w:behavior w:val="content"/>
        </w:behaviors>
        <w:guid w:val="{1BEE2D41-1BAB-4D67-9D48-BB26DBF3E846}"/>
      </w:docPartPr>
      <w:docPartBody>
        <w:p w:rsidR="00000000" w:rsidRDefault="00000000">
          <w:pPr>
            <w:pStyle w:val="A43D6ACC715D41F5956354221FFF9675"/>
          </w:pPr>
          <w:r w:rsidRPr="0094707B">
            <w:t>$</w:t>
          </w:r>
          <w:r>
            <w:t>0</w:t>
          </w:r>
        </w:p>
      </w:docPartBody>
    </w:docPart>
    <w:docPart>
      <w:docPartPr>
        <w:name w:val="B1EBD249F1A948A0988C0E9FA734199E"/>
        <w:category>
          <w:name w:val="General"/>
          <w:gallery w:val="placeholder"/>
        </w:category>
        <w:types>
          <w:type w:val="bbPlcHdr"/>
        </w:types>
        <w:behaviors>
          <w:behavior w:val="content"/>
        </w:behaviors>
        <w:guid w:val="{3FBAF7BD-DF1F-457B-9CB3-4D9482405AC8}"/>
      </w:docPartPr>
      <w:docPartBody>
        <w:p w:rsidR="00000000" w:rsidRDefault="00000000">
          <w:pPr>
            <w:pStyle w:val="B1EBD249F1A948A0988C0E9FA734199E"/>
          </w:pPr>
          <w:r w:rsidRPr="0094707B">
            <w:t>$</w:t>
          </w:r>
          <w:r>
            <w:t>0</w:t>
          </w:r>
        </w:p>
      </w:docPartBody>
    </w:docPart>
    <w:docPart>
      <w:docPartPr>
        <w:name w:val="FD7F23BDDADF466E8155D381E8811E11"/>
        <w:category>
          <w:name w:val="General"/>
          <w:gallery w:val="placeholder"/>
        </w:category>
        <w:types>
          <w:type w:val="bbPlcHdr"/>
        </w:types>
        <w:behaviors>
          <w:behavior w:val="content"/>
        </w:behaviors>
        <w:guid w:val="{81B1AB6D-B5AF-472A-9BD5-849D432FD010}"/>
      </w:docPartPr>
      <w:docPartBody>
        <w:p w:rsidR="00000000" w:rsidRDefault="00000000">
          <w:pPr>
            <w:pStyle w:val="FD7F23BDDADF466E8155D381E8811E11"/>
          </w:pPr>
          <w:r w:rsidRPr="0094707B">
            <w:t>$</w:t>
          </w:r>
          <w:r>
            <w:t>0</w:t>
          </w:r>
        </w:p>
      </w:docPartBody>
    </w:docPart>
    <w:docPart>
      <w:docPartPr>
        <w:name w:val="F74BB59B2C994058945D9DF9D77AA172"/>
        <w:category>
          <w:name w:val="General"/>
          <w:gallery w:val="placeholder"/>
        </w:category>
        <w:types>
          <w:type w:val="bbPlcHdr"/>
        </w:types>
        <w:behaviors>
          <w:behavior w:val="content"/>
        </w:behaviors>
        <w:guid w:val="{83DE5D7A-409C-40DB-8578-36D3012BCE92}"/>
      </w:docPartPr>
      <w:docPartBody>
        <w:p w:rsidR="00000000" w:rsidRDefault="00000000">
          <w:pPr>
            <w:pStyle w:val="F74BB59B2C994058945D9DF9D77AA172"/>
          </w:pPr>
          <w:r w:rsidRPr="0094707B">
            <w:t>$</w:t>
          </w:r>
          <w:r>
            <w:t>0</w:t>
          </w:r>
        </w:p>
      </w:docPartBody>
    </w:docPart>
    <w:docPart>
      <w:docPartPr>
        <w:name w:val="39EC20B2E64B46ECB5E411D757B53622"/>
        <w:category>
          <w:name w:val="General"/>
          <w:gallery w:val="placeholder"/>
        </w:category>
        <w:types>
          <w:type w:val="bbPlcHdr"/>
        </w:types>
        <w:behaviors>
          <w:behavior w:val="content"/>
        </w:behaviors>
        <w:guid w:val="{28196A40-0FE2-4BDD-9219-D122A078FD7F}"/>
      </w:docPartPr>
      <w:docPartBody>
        <w:p w:rsidR="00000000" w:rsidRDefault="00000000">
          <w:pPr>
            <w:pStyle w:val="39EC20B2E64B46ECB5E411D757B53622"/>
          </w:pPr>
          <w:r w:rsidRPr="0094707B">
            <w:t>$</w:t>
          </w:r>
          <w:r>
            <w:t>0</w:t>
          </w:r>
        </w:p>
      </w:docPartBody>
    </w:docPart>
    <w:docPart>
      <w:docPartPr>
        <w:name w:val="F74C4812F0294A8E88968CF13EE30B6D"/>
        <w:category>
          <w:name w:val="General"/>
          <w:gallery w:val="placeholder"/>
        </w:category>
        <w:types>
          <w:type w:val="bbPlcHdr"/>
        </w:types>
        <w:behaviors>
          <w:behavior w:val="content"/>
        </w:behaviors>
        <w:guid w:val="{4E199C68-2C6E-472A-8B4C-9DED276FB55D}"/>
      </w:docPartPr>
      <w:docPartBody>
        <w:p w:rsidR="00000000" w:rsidRDefault="00000000">
          <w:pPr>
            <w:pStyle w:val="F74C4812F0294A8E88968CF13EE30B6D"/>
          </w:pPr>
          <w:r w:rsidRPr="0094707B">
            <w:t>$</w:t>
          </w:r>
          <w:r>
            <w:t>0</w:t>
          </w:r>
        </w:p>
      </w:docPartBody>
    </w:docPart>
    <w:docPart>
      <w:docPartPr>
        <w:name w:val="FDD6900DF6F744A4A82BA983E4E027BB"/>
        <w:category>
          <w:name w:val="General"/>
          <w:gallery w:val="placeholder"/>
        </w:category>
        <w:types>
          <w:type w:val="bbPlcHdr"/>
        </w:types>
        <w:behaviors>
          <w:behavior w:val="content"/>
        </w:behaviors>
        <w:guid w:val="{72FBCD40-D64A-47A0-A2FA-86F177C40F43}"/>
      </w:docPartPr>
      <w:docPartBody>
        <w:p w:rsidR="00000000" w:rsidRDefault="00000000">
          <w:pPr>
            <w:pStyle w:val="FDD6900DF6F744A4A82BA983E4E027BB"/>
          </w:pPr>
          <w:r w:rsidRPr="0094707B">
            <w:t>$</w:t>
          </w:r>
          <w:r>
            <w:t>0</w:t>
          </w:r>
        </w:p>
      </w:docPartBody>
    </w:docPart>
    <w:docPart>
      <w:docPartPr>
        <w:name w:val="45431E53F9874B40BA2BEBFCDB20DFE5"/>
        <w:category>
          <w:name w:val="General"/>
          <w:gallery w:val="placeholder"/>
        </w:category>
        <w:types>
          <w:type w:val="bbPlcHdr"/>
        </w:types>
        <w:behaviors>
          <w:behavior w:val="content"/>
        </w:behaviors>
        <w:guid w:val="{81CB3A6B-09EA-4235-995B-EE0000C2E40B}"/>
      </w:docPartPr>
      <w:docPartBody>
        <w:p w:rsidR="00000000" w:rsidRDefault="00000000">
          <w:pPr>
            <w:pStyle w:val="45431E53F9874B40BA2BEBFCDB20DFE5"/>
          </w:pPr>
          <w:r w:rsidRPr="0094707B">
            <w:t>$</w:t>
          </w:r>
          <w:r>
            <w:t>0</w:t>
          </w:r>
        </w:p>
      </w:docPartBody>
    </w:docPart>
    <w:docPart>
      <w:docPartPr>
        <w:name w:val="90A7A73ACE4F4A59B0684D31AC89C6AA"/>
        <w:category>
          <w:name w:val="General"/>
          <w:gallery w:val="placeholder"/>
        </w:category>
        <w:types>
          <w:type w:val="bbPlcHdr"/>
        </w:types>
        <w:behaviors>
          <w:behavior w:val="content"/>
        </w:behaviors>
        <w:guid w:val="{DBF3B466-616F-4B38-9E9B-922739A5DFA8}"/>
      </w:docPartPr>
      <w:docPartBody>
        <w:p w:rsidR="00000000" w:rsidRDefault="00000000">
          <w:pPr>
            <w:pStyle w:val="90A7A73ACE4F4A59B0684D31AC89C6AA"/>
          </w:pPr>
          <w:r w:rsidRPr="0094707B">
            <w:t>$</w:t>
          </w:r>
          <w:r>
            <w:t>0</w:t>
          </w:r>
        </w:p>
      </w:docPartBody>
    </w:docPart>
    <w:docPart>
      <w:docPartPr>
        <w:name w:val="82FD41BA2D974E8E9B690C5533619702"/>
        <w:category>
          <w:name w:val="General"/>
          <w:gallery w:val="placeholder"/>
        </w:category>
        <w:types>
          <w:type w:val="bbPlcHdr"/>
        </w:types>
        <w:behaviors>
          <w:behavior w:val="content"/>
        </w:behaviors>
        <w:guid w:val="{5F381974-2AA8-4103-B9EB-CFCE6E3157FC}"/>
      </w:docPartPr>
      <w:docPartBody>
        <w:p w:rsidR="00000000" w:rsidRDefault="00000000">
          <w:pPr>
            <w:pStyle w:val="82FD41BA2D974E8E9B690C5533619702"/>
          </w:pPr>
          <w:r w:rsidRPr="0094707B">
            <w:t>$</w:t>
          </w:r>
          <w:r>
            <w:t>0</w:t>
          </w:r>
        </w:p>
      </w:docPartBody>
    </w:docPart>
    <w:docPart>
      <w:docPartPr>
        <w:name w:val="95FB3EEF9D7F4C0BA0A843481243749E"/>
        <w:category>
          <w:name w:val="General"/>
          <w:gallery w:val="placeholder"/>
        </w:category>
        <w:types>
          <w:type w:val="bbPlcHdr"/>
        </w:types>
        <w:behaviors>
          <w:behavior w:val="content"/>
        </w:behaviors>
        <w:guid w:val="{BCED4F2D-4741-46FD-ABCF-05440F11468D}"/>
      </w:docPartPr>
      <w:docPartBody>
        <w:p w:rsidR="00000000" w:rsidRDefault="00000000">
          <w:pPr>
            <w:pStyle w:val="95FB3EEF9D7F4C0BA0A843481243749E"/>
          </w:pPr>
          <w:r w:rsidRPr="0094707B">
            <w:t>Total Expenses</w:t>
          </w:r>
        </w:p>
      </w:docPartBody>
    </w:docPart>
    <w:docPart>
      <w:docPartPr>
        <w:name w:val="A6AC78875BFE48C78B0207939A049E7E"/>
        <w:category>
          <w:name w:val="General"/>
          <w:gallery w:val="placeholder"/>
        </w:category>
        <w:types>
          <w:type w:val="bbPlcHdr"/>
        </w:types>
        <w:behaviors>
          <w:behavior w:val="content"/>
        </w:behaviors>
        <w:guid w:val="{EDC1CAE8-3AFC-4813-AFB7-DACADAB3750B}"/>
      </w:docPartPr>
      <w:docPartBody>
        <w:p w:rsidR="00000000" w:rsidRDefault="00000000">
          <w:pPr>
            <w:pStyle w:val="A6AC78875BFE48C78B0207939A049E7E"/>
          </w:pPr>
          <w:r w:rsidRPr="0094707B">
            <w:t>$6,525</w:t>
          </w:r>
        </w:p>
      </w:docPartBody>
    </w:docPart>
    <w:docPart>
      <w:docPartPr>
        <w:name w:val="4C4DEC817F33498CA54ACD29D29E75B0"/>
        <w:category>
          <w:name w:val="General"/>
          <w:gallery w:val="placeholder"/>
        </w:category>
        <w:types>
          <w:type w:val="bbPlcHdr"/>
        </w:types>
        <w:behaviors>
          <w:behavior w:val="content"/>
        </w:behaviors>
        <w:guid w:val="{D35F1C8A-C767-4141-8013-74282DC8EC6D}"/>
      </w:docPartPr>
      <w:docPartBody>
        <w:p w:rsidR="00000000" w:rsidRDefault="00000000">
          <w:pPr>
            <w:pStyle w:val="4C4DEC817F33498CA54ACD29D29E75B0"/>
          </w:pPr>
          <w:r w:rsidRPr="0094707B">
            <w:t>$5,575</w:t>
          </w:r>
        </w:p>
      </w:docPartBody>
    </w:docPart>
    <w:docPart>
      <w:docPartPr>
        <w:name w:val="954CCC103B764209816D563FEBCE610C"/>
        <w:category>
          <w:name w:val="General"/>
          <w:gallery w:val="placeholder"/>
        </w:category>
        <w:types>
          <w:type w:val="bbPlcHdr"/>
        </w:types>
        <w:behaviors>
          <w:behavior w:val="content"/>
        </w:behaviors>
        <w:guid w:val="{EE16FDB0-B2F0-4EE0-9B7E-88CC471D2299}"/>
      </w:docPartPr>
      <w:docPartBody>
        <w:p w:rsidR="00000000" w:rsidRDefault="00000000">
          <w:pPr>
            <w:pStyle w:val="954CCC103B764209816D563FEBCE610C"/>
          </w:pPr>
          <w:r w:rsidRPr="0094707B">
            <w:t>$6,775</w:t>
          </w:r>
        </w:p>
      </w:docPartBody>
    </w:docPart>
    <w:docPart>
      <w:docPartPr>
        <w:name w:val="86F49EF393D0452EA531AAA5D4643729"/>
        <w:category>
          <w:name w:val="General"/>
          <w:gallery w:val="placeholder"/>
        </w:category>
        <w:types>
          <w:type w:val="bbPlcHdr"/>
        </w:types>
        <w:behaviors>
          <w:behavior w:val="content"/>
        </w:behaviors>
        <w:guid w:val="{8E06FC40-CBFA-470D-9752-3722AC6E546A}"/>
      </w:docPartPr>
      <w:docPartBody>
        <w:p w:rsidR="00000000" w:rsidRDefault="00000000">
          <w:pPr>
            <w:pStyle w:val="86F49EF393D0452EA531AAA5D4643729"/>
          </w:pPr>
          <w:r w:rsidRPr="0094707B">
            <w:t>$8,525</w:t>
          </w:r>
        </w:p>
      </w:docPartBody>
    </w:docPart>
    <w:docPart>
      <w:docPartPr>
        <w:name w:val="6F57814ED02349538EADAE092B1E1D83"/>
        <w:category>
          <w:name w:val="General"/>
          <w:gallery w:val="placeholder"/>
        </w:category>
        <w:types>
          <w:type w:val="bbPlcHdr"/>
        </w:types>
        <w:behaviors>
          <w:behavior w:val="content"/>
        </w:behaviors>
        <w:guid w:val="{27D71824-F5FD-4BCD-AFD8-B59F480BA9DC}"/>
      </w:docPartPr>
      <w:docPartBody>
        <w:p w:rsidR="00000000" w:rsidRDefault="00000000">
          <w:pPr>
            <w:pStyle w:val="6F57814ED02349538EADAE092B1E1D83"/>
          </w:pPr>
          <w:r w:rsidRPr="0094707B">
            <w:t>$8,650</w:t>
          </w:r>
        </w:p>
      </w:docPartBody>
    </w:docPart>
    <w:docPart>
      <w:docPartPr>
        <w:name w:val="5FE961F32D4E46A88061AB95E7A62087"/>
        <w:category>
          <w:name w:val="General"/>
          <w:gallery w:val="placeholder"/>
        </w:category>
        <w:types>
          <w:type w:val="bbPlcHdr"/>
        </w:types>
        <w:behaviors>
          <w:behavior w:val="content"/>
        </w:behaviors>
        <w:guid w:val="{E6888CF2-E309-4289-A947-0EDD9AA76411}"/>
      </w:docPartPr>
      <w:docPartBody>
        <w:p w:rsidR="00000000" w:rsidRDefault="00000000">
          <w:pPr>
            <w:pStyle w:val="5FE961F32D4E46A88061AB95E7A62087"/>
          </w:pPr>
          <w:r w:rsidRPr="0094707B">
            <w:t>$9,295</w:t>
          </w:r>
        </w:p>
      </w:docPartBody>
    </w:docPart>
    <w:docPart>
      <w:docPartPr>
        <w:name w:val="58026CB74CF64E25A9EAA869274DE179"/>
        <w:category>
          <w:name w:val="General"/>
          <w:gallery w:val="placeholder"/>
        </w:category>
        <w:types>
          <w:type w:val="bbPlcHdr"/>
        </w:types>
        <w:behaviors>
          <w:behavior w:val="content"/>
        </w:behaviors>
        <w:guid w:val="{02F15540-B848-4FE0-BD77-34640C161B0A}"/>
      </w:docPartPr>
      <w:docPartBody>
        <w:p w:rsidR="00000000" w:rsidRDefault="00000000">
          <w:pPr>
            <w:pStyle w:val="58026CB74CF64E25A9EAA869274DE179"/>
          </w:pPr>
          <w:r w:rsidRPr="0094707B">
            <w:t>$12,100</w:t>
          </w:r>
        </w:p>
      </w:docPartBody>
    </w:docPart>
    <w:docPart>
      <w:docPartPr>
        <w:name w:val="16410A4B45074B4BAA2856BF1FDBEA51"/>
        <w:category>
          <w:name w:val="General"/>
          <w:gallery w:val="placeholder"/>
        </w:category>
        <w:types>
          <w:type w:val="bbPlcHdr"/>
        </w:types>
        <w:behaviors>
          <w:behavior w:val="content"/>
        </w:behaviors>
        <w:guid w:val="{378FFC8D-F4C7-4B86-BBC3-28AF75360F13}"/>
      </w:docPartPr>
      <w:docPartBody>
        <w:p w:rsidR="00000000" w:rsidRDefault="00000000">
          <w:pPr>
            <w:pStyle w:val="16410A4B45074B4BAA2856BF1FDBEA51"/>
          </w:pPr>
          <w:r w:rsidRPr="0094707B">
            <w:t>$13,131</w:t>
          </w:r>
        </w:p>
      </w:docPartBody>
    </w:docPart>
    <w:docPart>
      <w:docPartPr>
        <w:name w:val="AD08AB7766A84EFA9BF66CFBAD234C1F"/>
        <w:category>
          <w:name w:val="General"/>
          <w:gallery w:val="placeholder"/>
        </w:category>
        <w:types>
          <w:type w:val="bbPlcHdr"/>
        </w:types>
        <w:behaviors>
          <w:behavior w:val="content"/>
        </w:behaviors>
        <w:guid w:val="{BEEFC857-66C8-4533-A7FF-55393ACA4E39}"/>
      </w:docPartPr>
      <w:docPartBody>
        <w:p w:rsidR="00000000" w:rsidRDefault="00000000">
          <w:pPr>
            <w:pStyle w:val="AD08AB7766A84EFA9BF66CFBAD234C1F"/>
          </w:pPr>
          <w:r w:rsidRPr="0094707B">
            <w:t>$13,827</w:t>
          </w:r>
        </w:p>
      </w:docPartBody>
    </w:docPart>
    <w:docPart>
      <w:docPartPr>
        <w:name w:val="CE944CBB82D04DA697AC74D6E6DDCBCF"/>
        <w:category>
          <w:name w:val="General"/>
          <w:gallery w:val="placeholder"/>
        </w:category>
        <w:types>
          <w:type w:val="bbPlcHdr"/>
        </w:types>
        <w:behaviors>
          <w:behavior w:val="content"/>
        </w:behaviors>
        <w:guid w:val="{5C9AB492-6A33-4CFF-811B-9832A8C93539}"/>
      </w:docPartPr>
      <w:docPartBody>
        <w:p w:rsidR="00000000" w:rsidRDefault="00000000">
          <w:pPr>
            <w:pStyle w:val="CE944CBB82D04DA697AC74D6E6DDCBCF"/>
          </w:pPr>
          <w:r w:rsidRPr="0094707B">
            <w:t>$13,825</w:t>
          </w:r>
        </w:p>
      </w:docPartBody>
    </w:docPart>
    <w:docPart>
      <w:docPartPr>
        <w:name w:val="8A33708997A84664A2F19F45DC56EA4C"/>
        <w:category>
          <w:name w:val="General"/>
          <w:gallery w:val="placeholder"/>
        </w:category>
        <w:types>
          <w:type w:val="bbPlcHdr"/>
        </w:types>
        <w:behaviors>
          <w:behavior w:val="content"/>
        </w:behaviors>
        <w:guid w:val="{52FA7E8B-638B-45E8-BA6C-8D2A235D304F}"/>
      </w:docPartPr>
      <w:docPartBody>
        <w:p w:rsidR="00000000" w:rsidRDefault="00000000">
          <w:pPr>
            <w:pStyle w:val="8A33708997A84664A2F19F45DC56EA4C"/>
          </w:pPr>
          <w:r w:rsidRPr="0094707B">
            <w:t>$13,575</w:t>
          </w:r>
        </w:p>
      </w:docPartBody>
    </w:docPart>
    <w:docPart>
      <w:docPartPr>
        <w:name w:val="925EF6A72FC34992BEEC7472DED166B3"/>
        <w:category>
          <w:name w:val="General"/>
          <w:gallery w:val="placeholder"/>
        </w:category>
        <w:types>
          <w:type w:val="bbPlcHdr"/>
        </w:types>
        <w:behaviors>
          <w:behavior w:val="content"/>
        </w:behaviors>
        <w:guid w:val="{C3F0AF6A-CBF1-4BD7-A3F2-EA82CFBF4B42}"/>
      </w:docPartPr>
      <w:docPartBody>
        <w:p w:rsidR="00000000" w:rsidRDefault="00000000">
          <w:pPr>
            <w:pStyle w:val="925EF6A72FC34992BEEC7472DED166B3"/>
          </w:pPr>
          <w:r w:rsidRPr="0094707B">
            <w:t>$13,942</w:t>
          </w:r>
        </w:p>
      </w:docPartBody>
    </w:docPart>
    <w:docPart>
      <w:docPartPr>
        <w:name w:val="65898B9AAC8D42238D80A0564B34BB7C"/>
        <w:category>
          <w:name w:val="General"/>
          <w:gallery w:val="placeholder"/>
        </w:category>
        <w:types>
          <w:type w:val="bbPlcHdr"/>
        </w:types>
        <w:behaviors>
          <w:behavior w:val="content"/>
        </w:behaviors>
        <w:guid w:val="{7BED3402-D87D-40BC-8067-8E086EE698FD}"/>
      </w:docPartPr>
      <w:docPartBody>
        <w:p w:rsidR="00000000" w:rsidRDefault="00000000">
          <w:pPr>
            <w:pStyle w:val="65898B9AAC8D42238D80A0564B34BB7C"/>
          </w:pPr>
          <w:r w:rsidRPr="0094707B">
            <w:t>$125,746</w:t>
          </w:r>
        </w:p>
      </w:docPartBody>
    </w:docPart>
    <w:docPart>
      <w:docPartPr>
        <w:name w:val="436533C45D5A4B3FAFFC336A9D27E8D5"/>
        <w:category>
          <w:name w:val="General"/>
          <w:gallery w:val="placeholder"/>
        </w:category>
        <w:types>
          <w:type w:val="bbPlcHdr"/>
        </w:types>
        <w:behaviors>
          <w:behavior w:val="content"/>
        </w:behaviors>
        <w:guid w:val="{0EDA99DF-081B-4CEB-B1F9-8CBA7705B8A3}"/>
      </w:docPartPr>
      <w:docPartBody>
        <w:p w:rsidR="00000000" w:rsidRDefault="00000000">
          <w:pPr>
            <w:pStyle w:val="436533C45D5A4B3FAFFC336A9D27E8D5"/>
          </w:pPr>
          <w:r w:rsidRPr="0094707B">
            <w:t>Income Before Taxes</w:t>
          </w:r>
        </w:p>
      </w:docPartBody>
    </w:docPart>
    <w:docPart>
      <w:docPartPr>
        <w:name w:val="2A55E09A50834C888A6BBD8D1411F891"/>
        <w:category>
          <w:name w:val="General"/>
          <w:gallery w:val="placeholder"/>
        </w:category>
        <w:types>
          <w:type w:val="bbPlcHdr"/>
        </w:types>
        <w:behaviors>
          <w:behavior w:val="content"/>
        </w:behaviors>
        <w:guid w:val="{D9EAE426-354A-4C07-A787-CDF8E6CF1327}"/>
      </w:docPartPr>
      <w:docPartBody>
        <w:p w:rsidR="00000000" w:rsidRDefault="00000000">
          <w:pPr>
            <w:pStyle w:val="2A55E09A50834C888A6BBD8D1411F891"/>
          </w:pPr>
          <w:r w:rsidRPr="0094707B">
            <w:t>($3,525)</w:t>
          </w:r>
        </w:p>
      </w:docPartBody>
    </w:docPart>
    <w:docPart>
      <w:docPartPr>
        <w:name w:val="D86B9A3DBF1648FD84395B02A8D833E4"/>
        <w:category>
          <w:name w:val="General"/>
          <w:gallery w:val="placeholder"/>
        </w:category>
        <w:types>
          <w:type w:val="bbPlcHdr"/>
        </w:types>
        <w:behaviors>
          <w:behavior w:val="content"/>
        </w:behaviors>
        <w:guid w:val="{C3D8DAF6-EAF0-43AF-AF46-26A8F6871AB3}"/>
      </w:docPartPr>
      <w:docPartBody>
        <w:p w:rsidR="00000000" w:rsidRDefault="00000000">
          <w:pPr>
            <w:pStyle w:val="D86B9A3DBF1648FD84395B02A8D833E4"/>
          </w:pPr>
          <w:r w:rsidRPr="0094707B">
            <w:t>$1,875</w:t>
          </w:r>
        </w:p>
      </w:docPartBody>
    </w:docPart>
    <w:docPart>
      <w:docPartPr>
        <w:name w:val="3B768D1FF1C54DBE8B5FD3D6B2EEC113"/>
        <w:category>
          <w:name w:val="General"/>
          <w:gallery w:val="placeholder"/>
        </w:category>
        <w:types>
          <w:type w:val="bbPlcHdr"/>
        </w:types>
        <w:behaviors>
          <w:behavior w:val="content"/>
        </w:behaviors>
        <w:guid w:val="{03AEE2A1-73C7-43C9-956F-8D4AE140247D}"/>
      </w:docPartPr>
      <w:docPartBody>
        <w:p w:rsidR="00000000" w:rsidRDefault="00000000">
          <w:pPr>
            <w:pStyle w:val="3B768D1FF1C54DBE8B5FD3D6B2EEC113"/>
          </w:pPr>
          <w:r w:rsidRPr="0094707B">
            <w:t>$2,825</w:t>
          </w:r>
        </w:p>
      </w:docPartBody>
    </w:docPart>
    <w:docPart>
      <w:docPartPr>
        <w:name w:val="E7EA41B20109478AB7E2A14EF705E3FE"/>
        <w:category>
          <w:name w:val="General"/>
          <w:gallery w:val="placeholder"/>
        </w:category>
        <w:types>
          <w:type w:val="bbPlcHdr"/>
        </w:types>
        <w:behaviors>
          <w:behavior w:val="content"/>
        </w:behaviors>
        <w:guid w:val="{F3521B6F-1784-48CD-9E1A-DF5CD9F5EB62}"/>
      </w:docPartPr>
      <w:docPartBody>
        <w:p w:rsidR="00000000" w:rsidRDefault="00000000">
          <w:pPr>
            <w:pStyle w:val="E7EA41B20109478AB7E2A14EF705E3FE"/>
          </w:pPr>
          <w:r w:rsidRPr="0094707B">
            <w:t>($4,531)</w:t>
          </w:r>
        </w:p>
      </w:docPartBody>
    </w:docPart>
    <w:docPart>
      <w:docPartPr>
        <w:name w:val="45269FD228884EF0BCC2112204D4E006"/>
        <w:category>
          <w:name w:val="General"/>
          <w:gallery w:val="placeholder"/>
        </w:category>
        <w:types>
          <w:type w:val="bbPlcHdr"/>
        </w:types>
        <w:behaviors>
          <w:behavior w:val="content"/>
        </w:behaviors>
        <w:guid w:val="{B027E9C8-AE26-463D-B8FB-98FB5C2828D2}"/>
      </w:docPartPr>
      <w:docPartBody>
        <w:p w:rsidR="00000000" w:rsidRDefault="00000000">
          <w:pPr>
            <w:pStyle w:val="45269FD228884EF0BCC2112204D4E006"/>
          </w:pPr>
          <w:r w:rsidRPr="0094707B">
            <w:t>($184)</w:t>
          </w:r>
        </w:p>
      </w:docPartBody>
    </w:docPart>
    <w:docPart>
      <w:docPartPr>
        <w:name w:val="EE2A931E64B2409B8ADCBD749AD70141"/>
        <w:category>
          <w:name w:val="General"/>
          <w:gallery w:val="placeholder"/>
        </w:category>
        <w:types>
          <w:type w:val="bbPlcHdr"/>
        </w:types>
        <w:behaviors>
          <w:behavior w:val="content"/>
        </w:behaviors>
        <w:guid w:val="{3CBA8E16-3DF9-4584-9735-A5CD9366AF41}"/>
      </w:docPartPr>
      <w:docPartBody>
        <w:p w:rsidR="00000000" w:rsidRDefault="00000000">
          <w:pPr>
            <w:pStyle w:val="EE2A931E64B2409B8ADCBD749AD70141"/>
          </w:pPr>
          <w:r w:rsidRPr="0094707B">
            <w:t>$795</w:t>
          </w:r>
        </w:p>
      </w:docPartBody>
    </w:docPart>
    <w:docPart>
      <w:docPartPr>
        <w:name w:val="8B66F4BEFA764EA09A55CD9845935DDD"/>
        <w:category>
          <w:name w:val="General"/>
          <w:gallery w:val="placeholder"/>
        </w:category>
        <w:types>
          <w:type w:val="bbPlcHdr"/>
        </w:types>
        <w:behaviors>
          <w:behavior w:val="content"/>
        </w:behaviors>
        <w:guid w:val="{CD88AFB0-7AB5-413F-8A19-4D24A13BA189}"/>
      </w:docPartPr>
      <w:docPartBody>
        <w:p w:rsidR="00000000" w:rsidRDefault="00000000">
          <w:pPr>
            <w:pStyle w:val="8B66F4BEFA764EA09A55CD9845935DDD"/>
          </w:pPr>
          <w:r w:rsidRPr="0094707B">
            <w:t>$1,750</w:t>
          </w:r>
        </w:p>
      </w:docPartBody>
    </w:docPart>
    <w:docPart>
      <w:docPartPr>
        <w:name w:val="ED06E330FA1B4BE7AC765C9071514522"/>
        <w:category>
          <w:name w:val="General"/>
          <w:gallery w:val="placeholder"/>
        </w:category>
        <w:types>
          <w:type w:val="bbPlcHdr"/>
        </w:types>
        <w:behaviors>
          <w:behavior w:val="content"/>
        </w:behaviors>
        <w:guid w:val="{5B6A7764-73CC-46AE-989B-3A2B02E50A95}"/>
      </w:docPartPr>
      <w:docPartBody>
        <w:p w:rsidR="00000000" w:rsidRDefault="00000000">
          <w:pPr>
            <w:pStyle w:val="ED06E330FA1B4BE7AC765C9071514522"/>
          </w:pPr>
          <w:r w:rsidRPr="0094707B">
            <w:t>$2,064</w:t>
          </w:r>
        </w:p>
      </w:docPartBody>
    </w:docPart>
    <w:docPart>
      <w:docPartPr>
        <w:name w:val="8675F85D344E42E3A135DAB53B947DCB"/>
        <w:category>
          <w:name w:val="General"/>
          <w:gallery w:val="placeholder"/>
        </w:category>
        <w:types>
          <w:type w:val="bbPlcHdr"/>
        </w:types>
        <w:behaviors>
          <w:behavior w:val="content"/>
        </w:behaviors>
        <w:guid w:val="{F2A0CC71-14C9-41F5-BFC9-80691F209060}"/>
      </w:docPartPr>
      <w:docPartBody>
        <w:p w:rsidR="00000000" w:rsidRDefault="00000000">
          <w:pPr>
            <w:pStyle w:val="8675F85D344E42E3A135DAB53B947DCB"/>
          </w:pPr>
          <w:r w:rsidRPr="0094707B">
            <w:t>($298)</w:t>
          </w:r>
        </w:p>
      </w:docPartBody>
    </w:docPart>
    <w:docPart>
      <w:docPartPr>
        <w:name w:val="A02D124B18F447EE9A8AC3C43338CD2C"/>
        <w:category>
          <w:name w:val="General"/>
          <w:gallery w:val="placeholder"/>
        </w:category>
        <w:types>
          <w:type w:val="bbPlcHdr"/>
        </w:types>
        <w:behaviors>
          <w:behavior w:val="content"/>
        </w:behaviors>
        <w:guid w:val="{C58EC3B7-3814-4C76-A457-6AA8DF903909}"/>
      </w:docPartPr>
      <w:docPartBody>
        <w:p w:rsidR="00000000" w:rsidRDefault="00000000">
          <w:pPr>
            <w:pStyle w:val="A02D124B18F447EE9A8AC3C43338CD2C"/>
          </w:pPr>
          <w:r w:rsidRPr="0094707B">
            <w:t>($2,225)</w:t>
          </w:r>
        </w:p>
      </w:docPartBody>
    </w:docPart>
    <w:docPart>
      <w:docPartPr>
        <w:name w:val="34A6D2198EB04CF2A4114FE49F3DE21F"/>
        <w:category>
          <w:name w:val="General"/>
          <w:gallery w:val="placeholder"/>
        </w:category>
        <w:types>
          <w:type w:val="bbPlcHdr"/>
        </w:types>
        <w:behaviors>
          <w:behavior w:val="content"/>
        </w:behaviors>
        <w:guid w:val="{495BD4A7-80DC-459C-870E-F58FA278704F}"/>
      </w:docPartPr>
      <w:docPartBody>
        <w:p w:rsidR="00000000" w:rsidRDefault="00000000">
          <w:pPr>
            <w:pStyle w:val="34A6D2198EB04CF2A4114FE49F3DE21F"/>
          </w:pPr>
          <w:r w:rsidRPr="0094707B">
            <w:t>$2,670</w:t>
          </w:r>
        </w:p>
      </w:docPartBody>
    </w:docPart>
    <w:docPart>
      <w:docPartPr>
        <w:name w:val="68A2FA14B7B7474D9BDCC77A6A550A98"/>
        <w:category>
          <w:name w:val="General"/>
          <w:gallery w:val="placeholder"/>
        </w:category>
        <w:types>
          <w:type w:val="bbPlcHdr"/>
        </w:types>
        <w:behaviors>
          <w:behavior w:val="content"/>
        </w:behaviors>
        <w:guid w:val="{3404D5B3-4E9C-4FEE-83C5-35E3883450C1}"/>
      </w:docPartPr>
      <w:docPartBody>
        <w:p w:rsidR="00000000" w:rsidRDefault="00000000">
          <w:pPr>
            <w:pStyle w:val="68A2FA14B7B7474D9BDCC77A6A550A98"/>
          </w:pPr>
          <w:r w:rsidRPr="0094707B">
            <w:t>$1,427</w:t>
          </w:r>
        </w:p>
      </w:docPartBody>
    </w:docPart>
    <w:docPart>
      <w:docPartPr>
        <w:name w:val="FCB4649FF82C469BA6022BD6B2C3C003"/>
        <w:category>
          <w:name w:val="General"/>
          <w:gallery w:val="placeholder"/>
        </w:category>
        <w:types>
          <w:type w:val="bbPlcHdr"/>
        </w:types>
        <w:behaviors>
          <w:behavior w:val="content"/>
        </w:behaviors>
        <w:guid w:val="{B0CCAE53-70AA-4F1F-8259-4D21C54AEF74}"/>
      </w:docPartPr>
      <w:docPartBody>
        <w:p w:rsidR="00000000" w:rsidRDefault="00000000">
          <w:pPr>
            <w:pStyle w:val="FCB4649FF82C469BA6022BD6B2C3C003"/>
          </w:pPr>
          <w:r w:rsidRPr="0094707B">
            <w:t>$2,643</w:t>
          </w:r>
        </w:p>
      </w:docPartBody>
    </w:docPart>
    <w:docPart>
      <w:docPartPr>
        <w:name w:val="567043DF6ECA40889BD2256EA7F318EF"/>
        <w:category>
          <w:name w:val="General"/>
          <w:gallery w:val="placeholder"/>
        </w:category>
        <w:types>
          <w:type w:val="bbPlcHdr"/>
        </w:types>
        <w:behaviors>
          <w:behavior w:val="content"/>
        </w:behaviors>
        <w:guid w:val="{D13D0312-681A-40A2-BE6C-56678EE5D6D9}"/>
      </w:docPartPr>
      <w:docPartBody>
        <w:p w:rsidR="00000000" w:rsidRDefault="00000000">
          <w:pPr>
            <w:pStyle w:val="567043DF6ECA40889BD2256EA7F318EF"/>
          </w:pPr>
          <w:r w:rsidRPr="0094707B">
            <w:t>Income Tax Expense</w:t>
          </w:r>
        </w:p>
      </w:docPartBody>
    </w:docPart>
    <w:docPart>
      <w:docPartPr>
        <w:name w:val="34A9C64F93A5436B9CD0F5AB62212FCE"/>
        <w:category>
          <w:name w:val="General"/>
          <w:gallery w:val="placeholder"/>
        </w:category>
        <w:types>
          <w:type w:val="bbPlcHdr"/>
        </w:types>
        <w:behaviors>
          <w:behavior w:val="content"/>
        </w:behaviors>
        <w:guid w:val="{943F7880-03C2-46A5-A3DE-A4FA72B5E307}"/>
      </w:docPartPr>
      <w:docPartBody>
        <w:p w:rsidR="00000000" w:rsidRDefault="00000000">
          <w:pPr>
            <w:pStyle w:val="34A9C64F93A5436B9CD0F5AB62212FCE"/>
          </w:pPr>
          <w:r w:rsidRPr="0094707B">
            <w:t>($529)</w:t>
          </w:r>
        </w:p>
      </w:docPartBody>
    </w:docPart>
    <w:docPart>
      <w:docPartPr>
        <w:name w:val="756047F9C76F4E27A73C729C417C9D70"/>
        <w:category>
          <w:name w:val="General"/>
          <w:gallery w:val="placeholder"/>
        </w:category>
        <w:types>
          <w:type w:val="bbPlcHdr"/>
        </w:types>
        <w:behaviors>
          <w:behavior w:val="content"/>
        </w:behaviors>
        <w:guid w:val="{8BDC530E-0F34-4695-B60A-F0C5194AC8DD}"/>
      </w:docPartPr>
      <w:docPartBody>
        <w:p w:rsidR="00000000" w:rsidRDefault="00000000">
          <w:pPr>
            <w:pStyle w:val="756047F9C76F4E27A73C729C417C9D70"/>
          </w:pPr>
          <w:r w:rsidRPr="0094707B">
            <w:t>$281</w:t>
          </w:r>
        </w:p>
      </w:docPartBody>
    </w:docPart>
    <w:docPart>
      <w:docPartPr>
        <w:name w:val="50F862D7D6644C5CA76085E6D18E8A69"/>
        <w:category>
          <w:name w:val="General"/>
          <w:gallery w:val="placeholder"/>
        </w:category>
        <w:types>
          <w:type w:val="bbPlcHdr"/>
        </w:types>
        <w:behaviors>
          <w:behavior w:val="content"/>
        </w:behaviors>
        <w:guid w:val="{F8693A10-A179-4203-AFA2-D42603E198AE}"/>
      </w:docPartPr>
      <w:docPartBody>
        <w:p w:rsidR="00000000" w:rsidRDefault="00000000">
          <w:pPr>
            <w:pStyle w:val="50F862D7D6644C5CA76085E6D18E8A69"/>
          </w:pPr>
          <w:r w:rsidRPr="0094707B">
            <w:t>$424</w:t>
          </w:r>
        </w:p>
      </w:docPartBody>
    </w:docPart>
    <w:docPart>
      <w:docPartPr>
        <w:name w:val="5AEA11C9A80449E288CEF5F00934A608"/>
        <w:category>
          <w:name w:val="General"/>
          <w:gallery w:val="placeholder"/>
        </w:category>
        <w:types>
          <w:type w:val="bbPlcHdr"/>
        </w:types>
        <w:behaviors>
          <w:behavior w:val="content"/>
        </w:behaviors>
        <w:guid w:val="{71C00F3C-0C00-4A44-825C-B79BAC849001}"/>
      </w:docPartPr>
      <w:docPartBody>
        <w:p w:rsidR="00000000" w:rsidRDefault="00000000">
          <w:pPr>
            <w:pStyle w:val="5AEA11C9A80449E288CEF5F00934A608"/>
          </w:pPr>
          <w:r w:rsidRPr="0094707B">
            <w:t>($680)</w:t>
          </w:r>
        </w:p>
      </w:docPartBody>
    </w:docPart>
    <w:docPart>
      <w:docPartPr>
        <w:name w:val="A23DC419AB7242F0953D63A7814F2E0C"/>
        <w:category>
          <w:name w:val="General"/>
          <w:gallery w:val="placeholder"/>
        </w:category>
        <w:types>
          <w:type w:val="bbPlcHdr"/>
        </w:types>
        <w:behaviors>
          <w:behavior w:val="content"/>
        </w:behaviors>
        <w:guid w:val="{CFF1A937-823D-4B7B-9C19-CD28CB9D3D76}"/>
      </w:docPartPr>
      <w:docPartBody>
        <w:p w:rsidR="00000000" w:rsidRDefault="00000000">
          <w:pPr>
            <w:pStyle w:val="A23DC419AB7242F0953D63A7814F2E0C"/>
          </w:pPr>
          <w:r w:rsidRPr="0094707B">
            <w:t>($28)</w:t>
          </w:r>
        </w:p>
      </w:docPartBody>
    </w:docPart>
    <w:docPart>
      <w:docPartPr>
        <w:name w:val="23C8B3ABDCC74F6DAAEDE780B126B79B"/>
        <w:category>
          <w:name w:val="General"/>
          <w:gallery w:val="placeholder"/>
        </w:category>
        <w:types>
          <w:type w:val="bbPlcHdr"/>
        </w:types>
        <w:behaviors>
          <w:behavior w:val="content"/>
        </w:behaviors>
        <w:guid w:val="{CE6FCB9C-84C1-446A-BB14-5660A9C258F6}"/>
      </w:docPartPr>
      <w:docPartBody>
        <w:p w:rsidR="00000000" w:rsidRDefault="00000000">
          <w:pPr>
            <w:pStyle w:val="23C8B3ABDCC74F6DAAEDE780B126B79B"/>
          </w:pPr>
          <w:r w:rsidRPr="0094707B">
            <w:t>$119</w:t>
          </w:r>
        </w:p>
      </w:docPartBody>
    </w:docPart>
    <w:docPart>
      <w:docPartPr>
        <w:name w:val="B768CB69D9FD4F25B0E1FA88C57BC0BE"/>
        <w:category>
          <w:name w:val="General"/>
          <w:gallery w:val="placeholder"/>
        </w:category>
        <w:types>
          <w:type w:val="bbPlcHdr"/>
        </w:types>
        <w:behaviors>
          <w:behavior w:val="content"/>
        </w:behaviors>
        <w:guid w:val="{B3B3447B-C2BC-4EC0-BE22-BFEA809B047F}"/>
      </w:docPartPr>
      <w:docPartBody>
        <w:p w:rsidR="00000000" w:rsidRDefault="00000000">
          <w:pPr>
            <w:pStyle w:val="B768CB69D9FD4F25B0E1FA88C57BC0BE"/>
          </w:pPr>
          <w:r w:rsidRPr="0094707B">
            <w:t>$263</w:t>
          </w:r>
        </w:p>
      </w:docPartBody>
    </w:docPart>
    <w:docPart>
      <w:docPartPr>
        <w:name w:val="ACEE532F40B94B559984EB87CBAAA7A6"/>
        <w:category>
          <w:name w:val="General"/>
          <w:gallery w:val="placeholder"/>
        </w:category>
        <w:types>
          <w:type w:val="bbPlcHdr"/>
        </w:types>
        <w:behaviors>
          <w:behavior w:val="content"/>
        </w:behaviors>
        <w:guid w:val="{2AA81983-74F2-44CD-8E32-06D556E75731}"/>
      </w:docPartPr>
      <w:docPartBody>
        <w:p w:rsidR="00000000" w:rsidRDefault="00000000">
          <w:pPr>
            <w:pStyle w:val="ACEE532F40B94B559984EB87CBAAA7A6"/>
          </w:pPr>
          <w:r w:rsidRPr="0094707B">
            <w:t>$310</w:t>
          </w:r>
        </w:p>
      </w:docPartBody>
    </w:docPart>
    <w:docPart>
      <w:docPartPr>
        <w:name w:val="6F39D871436C469893668F76ADC999C1"/>
        <w:category>
          <w:name w:val="General"/>
          <w:gallery w:val="placeholder"/>
        </w:category>
        <w:types>
          <w:type w:val="bbPlcHdr"/>
        </w:types>
        <w:behaviors>
          <w:behavior w:val="content"/>
        </w:behaviors>
        <w:guid w:val="{48FB9A99-2CD4-4F5D-B1F6-D735DA9DD533}"/>
      </w:docPartPr>
      <w:docPartBody>
        <w:p w:rsidR="00000000" w:rsidRDefault="00000000">
          <w:pPr>
            <w:pStyle w:val="6F39D871436C469893668F76ADC999C1"/>
          </w:pPr>
          <w:r w:rsidRPr="0094707B">
            <w:t>($45)</w:t>
          </w:r>
        </w:p>
      </w:docPartBody>
    </w:docPart>
    <w:docPart>
      <w:docPartPr>
        <w:name w:val="B1E19026B22847DAA5B63117D52D881B"/>
        <w:category>
          <w:name w:val="General"/>
          <w:gallery w:val="placeholder"/>
        </w:category>
        <w:types>
          <w:type w:val="bbPlcHdr"/>
        </w:types>
        <w:behaviors>
          <w:behavior w:val="content"/>
        </w:behaviors>
        <w:guid w:val="{69C5C80A-F43A-4539-8770-46FC3159FA00}"/>
      </w:docPartPr>
      <w:docPartBody>
        <w:p w:rsidR="00000000" w:rsidRDefault="00000000">
          <w:pPr>
            <w:pStyle w:val="B1E19026B22847DAA5B63117D52D881B"/>
          </w:pPr>
          <w:r w:rsidRPr="0094707B">
            <w:t>($334)</w:t>
          </w:r>
        </w:p>
      </w:docPartBody>
    </w:docPart>
    <w:docPart>
      <w:docPartPr>
        <w:name w:val="ECF0B1377FEC44BB9044917F42441ECF"/>
        <w:category>
          <w:name w:val="General"/>
          <w:gallery w:val="placeholder"/>
        </w:category>
        <w:types>
          <w:type w:val="bbPlcHdr"/>
        </w:types>
        <w:behaviors>
          <w:behavior w:val="content"/>
        </w:behaviors>
        <w:guid w:val="{3A05EEB2-C17A-4D4C-AEF0-27E2E41A4531}"/>
      </w:docPartPr>
      <w:docPartBody>
        <w:p w:rsidR="00000000" w:rsidRDefault="00000000">
          <w:pPr>
            <w:pStyle w:val="ECF0B1377FEC44BB9044917F42441ECF"/>
          </w:pPr>
          <w:r w:rsidRPr="0094707B">
            <w:t>$401</w:t>
          </w:r>
        </w:p>
      </w:docPartBody>
    </w:docPart>
    <w:docPart>
      <w:docPartPr>
        <w:name w:val="675D0A83BBE24479B269D43FF77A8260"/>
        <w:category>
          <w:name w:val="General"/>
          <w:gallery w:val="placeholder"/>
        </w:category>
        <w:types>
          <w:type w:val="bbPlcHdr"/>
        </w:types>
        <w:behaviors>
          <w:behavior w:val="content"/>
        </w:behaviors>
        <w:guid w:val="{CD1E3F8C-579D-4F4A-A246-E71BA3FD0537}"/>
      </w:docPartPr>
      <w:docPartBody>
        <w:p w:rsidR="00000000" w:rsidRDefault="00000000">
          <w:pPr>
            <w:pStyle w:val="675D0A83BBE24479B269D43FF77A8260"/>
          </w:pPr>
          <w:r w:rsidRPr="0094707B">
            <w:t>$214</w:t>
          </w:r>
        </w:p>
      </w:docPartBody>
    </w:docPart>
    <w:docPart>
      <w:docPartPr>
        <w:name w:val="26EBF9B0FEAF4108A5BC110B796E173F"/>
        <w:category>
          <w:name w:val="General"/>
          <w:gallery w:val="placeholder"/>
        </w:category>
        <w:types>
          <w:type w:val="bbPlcHdr"/>
        </w:types>
        <w:behaviors>
          <w:behavior w:val="content"/>
        </w:behaviors>
        <w:guid w:val="{86985DD3-0A2A-4C04-9F8F-75E6D5AEF447}"/>
      </w:docPartPr>
      <w:docPartBody>
        <w:p w:rsidR="00000000" w:rsidRDefault="00000000">
          <w:pPr>
            <w:pStyle w:val="26EBF9B0FEAF4108A5BC110B796E173F"/>
          </w:pPr>
          <w:r w:rsidRPr="0094707B">
            <w:t>$396</w:t>
          </w:r>
        </w:p>
      </w:docPartBody>
    </w:docPart>
    <w:docPart>
      <w:docPartPr>
        <w:name w:val="68023A0DFFFD4A5885AC759C2B4CECA9"/>
        <w:category>
          <w:name w:val="General"/>
          <w:gallery w:val="placeholder"/>
        </w:category>
        <w:types>
          <w:type w:val="bbPlcHdr"/>
        </w:types>
        <w:behaviors>
          <w:behavior w:val="content"/>
        </w:behaviors>
        <w:guid w:val="{18B45E99-28BB-4D60-BD60-EC3BFB993665}"/>
      </w:docPartPr>
      <w:docPartBody>
        <w:p w:rsidR="00000000" w:rsidRDefault="00000000">
          <w:pPr>
            <w:pStyle w:val="68023A0DFFFD4A5885AC759C2B4CECA9"/>
          </w:pPr>
          <w:r w:rsidRPr="00F75B8D">
            <w:rPr>
              <w:rStyle w:val="Bold"/>
            </w:rPr>
            <w:t>NET INCOME</w:t>
          </w:r>
        </w:p>
      </w:docPartBody>
    </w:docPart>
    <w:docPart>
      <w:docPartPr>
        <w:name w:val="E7DF77EFCD53419AB6B46C2DB1BB27A6"/>
        <w:category>
          <w:name w:val="General"/>
          <w:gallery w:val="placeholder"/>
        </w:category>
        <w:types>
          <w:type w:val="bbPlcHdr"/>
        </w:types>
        <w:behaviors>
          <w:behavior w:val="content"/>
        </w:behaviors>
        <w:guid w:val="{18D2DBA1-69F9-4890-8B1B-41A8A8BA0261}"/>
      </w:docPartPr>
      <w:docPartBody>
        <w:p w:rsidR="00000000" w:rsidRDefault="00000000">
          <w:pPr>
            <w:pStyle w:val="E7DF77EFCD53419AB6B46C2DB1BB27A6"/>
          </w:pPr>
          <w:r w:rsidRPr="00F75B8D">
            <w:rPr>
              <w:rStyle w:val="Bold"/>
            </w:rPr>
            <w:t>($2,996)</w:t>
          </w:r>
        </w:p>
      </w:docPartBody>
    </w:docPart>
    <w:docPart>
      <w:docPartPr>
        <w:name w:val="30B3C9DBE0BC43EC8128787440150C90"/>
        <w:category>
          <w:name w:val="General"/>
          <w:gallery w:val="placeholder"/>
        </w:category>
        <w:types>
          <w:type w:val="bbPlcHdr"/>
        </w:types>
        <w:behaviors>
          <w:behavior w:val="content"/>
        </w:behaviors>
        <w:guid w:val="{D3BE6CA8-870C-4BC7-A68F-A09DAA72A14D}"/>
      </w:docPartPr>
      <w:docPartBody>
        <w:p w:rsidR="00000000" w:rsidRDefault="00000000">
          <w:pPr>
            <w:pStyle w:val="30B3C9DBE0BC43EC8128787440150C90"/>
          </w:pPr>
          <w:r w:rsidRPr="00F75B8D">
            <w:rPr>
              <w:rStyle w:val="Bold"/>
            </w:rPr>
            <w:t>$1,594</w:t>
          </w:r>
        </w:p>
      </w:docPartBody>
    </w:docPart>
    <w:docPart>
      <w:docPartPr>
        <w:name w:val="8BFF21B1C7FB4CD8B94BC52D2CB6D2E8"/>
        <w:category>
          <w:name w:val="General"/>
          <w:gallery w:val="placeholder"/>
        </w:category>
        <w:types>
          <w:type w:val="bbPlcHdr"/>
        </w:types>
        <w:behaviors>
          <w:behavior w:val="content"/>
        </w:behaviors>
        <w:guid w:val="{FE46DFE0-59CC-427F-98BF-5FABC7EF8B8A}"/>
      </w:docPartPr>
      <w:docPartBody>
        <w:p w:rsidR="00000000" w:rsidRDefault="00000000">
          <w:pPr>
            <w:pStyle w:val="8BFF21B1C7FB4CD8B94BC52D2CB6D2E8"/>
          </w:pPr>
          <w:r w:rsidRPr="00F75B8D">
            <w:rPr>
              <w:rStyle w:val="Bold"/>
            </w:rPr>
            <w:t>$2,401</w:t>
          </w:r>
        </w:p>
      </w:docPartBody>
    </w:docPart>
    <w:docPart>
      <w:docPartPr>
        <w:name w:val="A30E6463A02B4AB18D7A503B1588B4E8"/>
        <w:category>
          <w:name w:val="General"/>
          <w:gallery w:val="placeholder"/>
        </w:category>
        <w:types>
          <w:type w:val="bbPlcHdr"/>
        </w:types>
        <w:behaviors>
          <w:behavior w:val="content"/>
        </w:behaviors>
        <w:guid w:val="{70744BB1-75C1-4703-B843-971E9F2CB50B}"/>
      </w:docPartPr>
      <w:docPartBody>
        <w:p w:rsidR="00000000" w:rsidRDefault="00000000">
          <w:pPr>
            <w:pStyle w:val="A30E6463A02B4AB18D7A503B1588B4E8"/>
          </w:pPr>
          <w:r w:rsidRPr="00F75B8D">
            <w:rPr>
              <w:rStyle w:val="Bold"/>
            </w:rPr>
            <w:t>($3,851)</w:t>
          </w:r>
        </w:p>
      </w:docPartBody>
    </w:docPart>
    <w:docPart>
      <w:docPartPr>
        <w:name w:val="FE8A1F5FB8B4406892F9EB5282B6AF2C"/>
        <w:category>
          <w:name w:val="General"/>
          <w:gallery w:val="placeholder"/>
        </w:category>
        <w:types>
          <w:type w:val="bbPlcHdr"/>
        </w:types>
        <w:behaviors>
          <w:behavior w:val="content"/>
        </w:behaviors>
        <w:guid w:val="{EC8932FC-6493-45A2-BA78-BB1F110D2FA0}"/>
      </w:docPartPr>
      <w:docPartBody>
        <w:p w:rsidR="00000000" w:rsidRDefault="00000000">
          <w:pPr>
            <w:pStyle w:val="FE8A1F5FB8B4406892F9EB5282B6AF2C"/>
          </w:pPr>
          <w:r w:rsidRPr="00F75B8D">
            <w:rPr>
              <w:rStyle w:val="Bold"/>
            </w:rPr>
            <w:t>($156)</w:t>
          </w:r>
        </w:p>
      </w:docPartBody>
    </w:docPart>
    <w:docPart>
      <w:docPartPr>
        <w:name w:val="5649A5C41D784D898DCB812FFD7FB5E6"/>
        <w:category>
          <w:name w:val="General"/>
          <w:gallery w:val="placeholder"/>
        </w:category>
        <w:types>
          <w:type w:val="bbPlcHdr"/>
        </w:types>
        <w:behaviors>
          <w:behavior w:val="content"/>
        </w:behaviors>
        <w:guid w:val="{59247B87-412B-4AF3-AE85-A9814DE07F9B}"/>
      </w:docPartPr>
      <w:docPartBody>
        <w:p w:rsidR="00000000" w:rsidRDefault="00000000">
          <w:pPr>
            <w:pStyle w:val="5649A5C41D784D898DCB812FFD7FB5E6"/>
          </w:pPr>
          <w:r w:rsidRPr="00F75B8D">
            <w:rPr>
              <w:rStyle w:val="Bold"/>
            </w:rPr>
            <w:t>$676</w:t>
          </w:r>
        </w:p>
      </w:docPartBody>
    </w:docPart>
    <w:docPart>
      <w:docPartPr>
        <w:name w:val="BD7C97F885EB4C8681C406278DEAF349"/>
        <w:category>
          <w:name w:val="General"/>
          <w:gallery w:val="placeholder"/>
        </w:category>
        <w:types>
          <w:type w:val="bbPlcHdr"/>
        </w:types>
        <w:behaviors>
          <w:behavior w:val="content"/>
        </w:behaviors>
        <w:guid w:val="{8340A987-F2A7-4383-A60F-34E09C2F322E}"/>
      </w:docPartPr>
      <w:docPartBody>
        <w:p w:rsidR="00000000" w:rsidRDefault="00000000">
          <w:pPr>
            <w:pStyle w:val="BD7C97F885EB4C8681C406278DEAF349"/>
          </w:pPr>
          <w:r w:rsidRPr="00F75B8D">
            <w:rPr>
              <w:rStyle w:val="Bold"/>
            </w:rPr>
            <w:t>$1,488</w:t>
          </w:r>
        </w:p>
      </w:docPartBody>
    </w:docPart>
    <w:docPart>
      <w:docPartPr>
        <w:name w:val="4CCB87EB8CAF456C9CCD97AE5C0471EC"/>
        <w:category>
          <w:name w:val="General"/>
          <w:gallery w:val="placeholder"/>
        </w:category>
        <w:types>
          <w:type w:val="bbPlcHdr"/>
        </w:types>
        <w:behaviors>
          <w:behavior w:val="content"/>
        </w:behaviors>
        <w:guid w:val="{844EBACB-6AD4-4C62-95E1-35B483F064AC}"/>
      </w:docPartPr>
      <w:docPartBody>
        <w:p w:rsidR="00000000" w:rsidRDefault="00000000">
          <w:pPr>
            <w:pStyle w:val="4CCB87EB8CAF456C9CCD97AE5C0471EC"/>
          </w:pPr>
          <w:r w:rsidRPr="00F75B8D">
            <w:rPr>
              <w:rStyle w:val="Bold"/>
            </w:rPr>
            <w:t>$1,754</w:t>
          </w:r>
        </w:p>
      </w:docPartBody>
    </w:docPart>
    <w:docPart>
      <w:docPartPr>
        <w:name w:val="62584083E6F840B39A823B125A542606"/>
        <w:category>
          <w:name w:val="General"/>
          <w:gallery w:val="placeholder"/>
        </w:category>
        <w:types>
          <w:type w:val="bbPlcHdr"/>
        </w:types>
        <w:behaviors>
          <w:behavior w:val="content"/>
        </w:behaviors>
        <w:guid w:val="{C724A1D6-37CC-4DAB-AE0F-D82246935B3C}"/>
      </w:docPartPr>
      <w:docPartBody>
        <w:p w:rsidR="00000000" w:rsidRDefault="00000000">
          <w:pPr>
            <w:pStyle w:val="62584083E6F840B39A823B125A542606"/>
          </w:pPr>
          <w:r w:rsidRPr="00F75B8D">
            <w:rPr>
              <w:rStyle w:val="Bold"/>
            </w:rPr>
            <w:t>($253)</w:t>
          </w:r>
        </w:p>
      </w:docPartBody>
    </w:docPart>
    <w:docPart>
      <w:docPartPr>
        <w:name w:val="E678CC09525A4AF2812CAA687B40D135"/>
        <w:category>
          <w:name w:val="General"/>
          <w:gallery w:val="placeholder"/>
        </w:category>
        <w:types>
          <w:type w:val="bbPlcHdr"/>
        </w:types>
        <w:behaviors>
          <w:behavior w:val="content"/>
        </w:behaviors>
        <w:guid w:val="{3812CCF6-6366-48CE-A5DD-617E63B65AEA}"/>
      </w:docPartPr>
      <w:docPartBody>
        <w:p w:rsidR="00000000" w:rsidRDefault="00000000">
          <w:pPr>
            <w:pStyle w:val="E678CC09525A4AF2812CAA687B40D135"/>
          </w:pPr>
          <w:r w:rsidRPr="00F75B8D">
            <w:rPr>
              <w:rStyle w:val="Bold"/>
            </w:rPr>
            <w:t>($1,891)</w:t>
          </w:r>
        </w:p>
      </w:docPartBody>
    </w:docPart>
    <w:docPart>
      <w:docPartPr>
        <w:name w:val="61E2F154843640378E6B0F224E51DB61"/>
        <w:category>
          <w:name w:val="General"/>
          <w:gallery w:val="placeholder"/>
        </w:category>
        <w:types>
          <w:type w:val="bbPlcHdr"/>
        </w:types>
        <w:behaviors>
          <w:behavior w:val="content"/>
        </w:behaviors>
        <w:guid w:val="{FA49FB0D-DBAC-4FA1-BC3B-264A58DA132E}"/>
      </w:docPartPr>
      <w:docPartBody>
        <w:p w:rsidR="00000000" w:rsidRDefault="00000000">
          <w:pPr>
            <w:pStyle w:val="61E2F154843640378E6B0F224E51DB61"/>
          </w:pPr>
          <w:r w:rsidRPr="00F75B8D">
            <w:rPr>
              <w:rStyle w:val="Bold"/>
            </w:rPr>
            <w:t>$2,270</w:t>
          </w:r>
        </w:p>
      </w:docPartBody>
    </w:docPart>
    <w:docPart>
      <w:docPartPr>
        <w:name w:val="CB361053C5E84A359954C7B893032CA1"/>
        <w:category>
          <w:name w:val="General"/>
          <w:gallery w:val="placeholder"/>
        </w:category>
        <w:types>
          <w:type w:val="bbPlcHdr"/>
        </w:types>
        <w:behaviors>
          <w:behavior w:val="content"/>
        </w:behaviors>
        <w:guid w:val="{E8C47D22-A5BE-44BD-9AAA-113BD07248E2}"/>
      </w:docPartPr>
      <w:docPartBody>
        <w:p w:rsidR="00000000" w:rsidRDefault="00000000">
          <w:pPr>
            <w:pStyle w:val="CB361053C5E84A359954C7B893032CA1"/>
          </w:pPr>
          <w:r w:rsidRPr="00F75B8D">
            <w:t>$</w:t>
          </w:r>
          <w:r w:rsidRPr="00F75B8D">
            <w:rPr>
              <w:rStyle w:val="Bold"/>
            </w:rPr>
            <w:t>1,213</w:t>
          </w:r>
        </w:p>
      </w:docPartBody>
    </w:docPart>
    <w:docPart>
      <w:docPartPr>
        <w:name w:val="C6666F48A9574CE79BE63308B88DF5B5"/>
        <w:category>
          <w:name w:val="General"/>
          <w:gallery w:val="placeholder"/>
        </w:category>
        <w:types>
          <w:type w:val="bbPlcHdr"/>
        </w:types>
        <w:behaviors>
          <w:behavior w:val="content"/>
        </w:behaviors>
        <w:guid w:val="{29881B75-65E8-4E7F-83A8-C8D6FFE0D0A3}"/>
      </w:docPartPr>
      <w:docPartBody>
        <w:p w:rsidR="00000000" w:rsidRDefault="00000000">
          <w:pPr>
            <w:pStyle w:val="C6666F48A9574CE79BE63308B88DF5B5"/>
          </w:pPr>
          <w:r w:rsidRPr="00F75B8D">
            <w:rPr>
              <w:rStyle w:val="Bold"/>
            </w:rPr>
            <w:t>$2,246</w:t>
          </w:r>
        </w:p>
      </w:docPartBody>
    </w:docPart>
    <w:docPart>
      <w:docPartPr>
        <w:name w:val="5E9DA88410614DAABFE88A04C6F9BEF2"/>
        <w:category>
          <w:name w:val="General"/>
          <w:gallery w:val="placeholder"/>
        </w:category>
        <w:types>
          <w:type w:val="bbPlcHdr"/>
        </w:types>
        <w:behaviors>
          <w:behavior w:val="content"/>
        </w:behaviors>
        <w:guid w:val="{FFA5BF99-F9BC-4445-AF6C-1508A67DDD9D}"/>
      </w:docPartPr>
      <w:docPartBody>
        <w:p w:rsidR="00000000" w:rsidRDefault="00000000">
          <w:pPr>
            <w:pStyle w:val="5E9DA88410614DAABFE88A04C6F9BEF2"/>
          </w:pPr>
          <w:r w:rsidRPr="00ED112D">
            <w:t xml:space="preserve">*In </w:t>
          </w:r>
          <w:r w:rsidRPr="00ED112D">
            <w:t>the service industry, Cost of Goods Sold is the monetized value of the time spent on the client.</w:t>
          </w:r>
        </w:p>
      </w:docPartBody>
    </w:docPart>
    <w:docPart>
      <w:docPartPr>
        <w:name w:val="042E41C8E44F46E6969BCA934D9899B2"/>
        <w:category>
          <w:name w:val="General"/>
          <w:gallery w:val="placeholder"/>
        </w:category>
        <w:types>
          <w:type w:val="bbPlcHdr"/>
        </w:types>
        <w:behaviors>
          <w:behavior w:val="content"/>
        </w:behaviors>
        <w:guid w:val="{0E6B7791-BBFF-4534-A216-83E7395D0AE7}"/>
      </w:docPartPr>
      <w:docPartBody>
        <w:p w:rsidR="00000000" w:rsidRDefault="00000000">
          <w:pPr>
            <w:pStyle w:val="042E41C8E44F46E6969BCA934D9899B2"/>
          </w:pPr>
          <w:r w:rsidRPr="00ED112D">
            <w:t>Appendix</w:t>
          </w:r>
        </w:p>
      </w:docPartBody>
    </w:docPart>
    <w:docPart>
      <w:docPartPr>
        <w:name w:val="056E105B484D4F6D9A2F6F31D52ACF97"/>
        <w:category>
          <w:name w:val="General"/>
          <w:gallery w:val="placeholder"/>
        </w:category>
        <w:types>
          <w:type w:val="bbPlcHdr"/>
        </w:types>
        <w:behaviors>
          <w:behavior w:val="content"/>
        </w:behaviors>
        <w:guid w:val="{DE9DB3BC-9FF7-4AE5-9A47-C516A5D7E6AC}"/>
      </w:docPartPr>
      <w:docPartBody>
        <w:p w:rsidR="00000000" w:rsidRDefault="00000000">
          <w:pPr>
            <w:pStyle w:val="056E105B484D4F6D9A2F6F31D52ACF97"/>
          </w:pPr>
          <w:r w:rsidRPr="00F75B8D">
            <w:t>START-UP COSTS</w:t>
          </w:r>
        </w:p>
      </w:docPartBody>
    </w:docPart>
    <w:docPart>
      <w:docPartPr>
        <w:name w:val="B87B641C0F784EDE9AE0B2B3EB34D825"/>
        <w:category>
          <w:name w:val="General"/>
          <w:gallery w:val="placeholder"/>
        </w:category>
        <w:types>
          <w:type w:val="bbPlcHdr"/>
        </w:types>
        <w:behaviors>
          <w:behavior w:val="content"/>
        </w:behaviors>
        <w:guid w:val="{B902CBE9-D0E8-44AB-839D-2956E826ED45}"/>
      </w:docPartPr>
      <w:docPartBody>
        <w:p w:rsidR="00000000" w:rsidRDefault="00000000">
          <w:pPr>
            <w:pStyle w:val="B87B641C0F784EDE9AE0B2B3EB34D825"/>
          </w:pPr>
          <w:r>
            <w:t>Your Home-Based Agency</w:t>
          </w:r>
        </w:p>
      </w:docPartBody>
    </w:docPart>
    <w:docPart>
      <w:docPartPr>
        <w:name w:val="DFA6E4921D944B06AE0D4BCC2639DCFE"/>
        <w:category>
          <w:name w:val="General"/>
          <w:gallery w:val="placeholder"/>
        </w:category>
        <w:types>
          <w:type w:val="bbPlcHdr"/>
        </w:types>
        <w:behaviors>
          <w:behavior w:val="content"/>
        </w:behaviors>
        <w:guid w:val="{54096E89-19BA-4E70-BF31-7BBABB43A4EF}"/>
      </w:docPartPr>
      <w:docPartBody>
        <w:p w:rsidR="00000000" w:rsidRDefault="00000000">
          <w:pPr>
            <w:pStyle w:val="DFA6E4921D944B06AE0D4BCC2639DCFE"/>
          </w:pPr>
          <w:r w:rsidRPr="000D7E53">
            <w:t>January 1, 20</w:t>
          </w:r>
          <w:r>
            <w:t>XX</w:t>
          </w:r>
        </w:p>
      </w:docPartBody>
    </w:docPart>
    <w:docPart>
      <w:docPartPr>
        <w:name w:val="62FED690C4514A0BBC5AF8ADBBA143F8"/>
        <w:category>
          <w:name w:val="General"/>
          <w:gallery w:val="placeholder"/>
        </w:category>
        <w:types>
          <w:type w:val="bbPlcHdr"/>
        </w:types>
        <w:behaviors>
          <w:behavior w:val="content"/>
        </w:behaviors>
        <w:guid w:val="{73226A90-B553-4F48-87C5-CC2083A42D12}"/>
      </w:docPartPr>
      <w:docPartBody>
        <w:p w:rsidR="00000000" w:rsidRDefault="00000000">
          <w:pPr>
            <w:pStyle w:val="62FED690C4514A0BBC5AF8ADBBA143F8"/>
          </w:pPr>
          <w:r w:rsidRPr="00ED112D">
            <w:t>COST ITEMS</w:t>
          </w:r>
        </w:p>
      </w:docPartBody>
    </w:docPart>
    <w:docPart>
      <w:docPartPr>
        <w:name w:val="0BB7E6689F264EC7AAC077BE97DBD971"/>
        <w:category>
          <w:name w:val="General"/>
          <w:gallery w:val="placeholder"/>
        </w:category>
        <w:types>
          <w:type w:val="bbPlcHdr"/>
        </w:types>
        <w:behaviors>
          <w:behavior w:val="content"/>
        </w:behaviors>
        <w:guid w:val="{428BCE35-EFCB-47A4-AA8E-ECD583E57069}"/>
      </w:docPartPr>
      <w:docPartBody>
        <w:p w:rsidR="00000000" w:rsidRDefault="00000000">
          <w:pPr>
            <w:pStyle w:val="0BB7E6689F264EC7AAC077BE97DBD971"/>
          </w:pPr>
          <w:r w:rsidRPr="00ED112D">
            <w:t>MONTHS</w:t>
          </w:r>
        </w:p>
      </w:docPartBody>
    </w:docPart>
    <w:docPart>
      <w:docPartPr>
        <w:name w:val="C43AA13F04784E73B4CB64D566207405"/>
        <w:category>
          <w:name w:val="General"/>
          <w:gallery w:val="placeholder"/>
        </w:category>
        <w:types>
          <w:type w:val="bbPlcHdr"/>
        </w:types>
        <w:behaviors>
          <w:behavior w:val="content"/>
        </w:behaviors>
        <w:guid w:val="{663A17A4-DDA3-4158-9E57-FE7D944E09B9}"/>
      </w:docPartPr>
      <w:docPartBody>
        <w:p w:rsidR="00000000" w:rsidRDefault="00000000">
          <w:pPr>
            <w:pStyle w:val="C43AA13F04784E73B4CB64D566207405"/>
          </w:pPr>
          <w:r w:rsidRPr="00ED112D">
            <w:t>COST/ MONTH</w:t>
          </w:r>
        </w:p>
      </w:docPartBody>
    </w:docPart>
    <w:docPart>
      <w:docPartPr>
        <w:name w:val="68D3A094A2C94332AC08D554F4A3E99D"/>
        <w:category>
          <w:name w:val="General"/>
          <w:gallery w:val="placeholder"/>
        </w:category>
        <w:types>
          <w:type w:val="bbPlcHdr"/>
        </w:types>
        <w:behaviors>
          <w:behavior w:val="content"/>
        </w:behaviors>
        <w:guid w:val="{991DF254-2A80-441B-BEB3-D733F5323A06}"/>
      </w:docPartPr>
      <w:docPartBody>
        <w:p w:rsidR="00000000" w:rsidRDefault="00000000">
          <w:pPr>
            <w:pStyle w:val="68D3A094A2C94332AC08D554F4A3E99D"/>
          </w:pPr>
          <w:r w:rsidRPr="00ED112D">
            <w:t>ONE-TIME COST</w:t>
          </w:r>
        </w:p>
      </w:docPartBody>
    </w:docPart>
    <w:docPart>
      <w:docPartPr>
        <w:name w:val="41897C838FC84A2B8FC369AF009FC26C"/>
        <w:category>
          <w:name w:val="General"/>
          <w:gallery w:val="placeholder"/>
        </w:category>
        <w:types>
          <w:type w:val="bbPlcHdr"/>
        </w:types>
        <w:behaviors>
          <w:behavior w:val="content"/>
        </w:behaviors>
        <w:guid w:val="{E289E898-7C89-4A05-BDF6-D86AD7B0B2DB}"/>
      </w:docPartPr>
      <w:docPartBody>
        <w:p w:rsidR="00000000" w:rsidRDefault="00000000">
          <w:pPr>
            <w:pStyle w:val="41897C838FC84A2B8FC369AF009FC26C"/>
          </w:pPr>
          <w:r w:rsidRPr="00ED112D">
            <w:t>TOTAL COST</w:t>
          </w:r>
        </w:p>
      </w:docPartBody>
    </w:docPart>
    <w:docPart>
      <w:docPartPr>
        <w:name w:val="30DE5890322D46A4B5D5AEC6938D6B8F"/>
        <w:category>
          <w:name w:val="General"/>
          <w:gallery w:val="placeholder"/>
        </w:category>
        <w:types>
          <w:type w:val="bbPlcHdr"/>
        </w:types>
        <w:behaviors>
          <w:behavior w:val="content"/>
        </w:behaviors>
        <w:guid w:val="{CD783EAC-ADC2-4699-AC2F-3029EE18B68E}"/>
      </w:docPartPr>
      <w:docPartBody>
        <w:p w:rsidR="00000000" w:rsidRDefault="00000000">
          <w:pPr>
            <w:pStyle w:val="30DE5890322D46A4B5D5AEC6938D6B8F"/>
          </w:pPr>
          <w:r w:rsidRPr="00ED112D">
            <w:t>Advertising/Marketing</w:t>
          </w:r>
        </w:p>
      </w:docPartBody>
    </w:docPart>
    <w:docPart>
      <w:docPartPr>
        <w:name w:val="C0081BF2374844EDA231867CBC7D7475"/>
        <w:category>
          <w:name w:val="General"/>
          <w:gallery w:val="placeholder"/>
        </w:category>
        <w:types>
          <w:type w:val="bbPlcHdr"/>
        </w:types>
        <w:behaviors>
          <w:behavior w:val="content"/>
        </w:behaviors>
        <w:guid w:val="{10BD604E-479D-47D1-B59C-08232276A614}"/>
      </w:docPartPr>
      <w:docPartBody>
        <w:p w:rsidR="00000000" w:rsidRDefault="00000000">
          <w:pPr>
            <w:pStyle w:val="C0081BF2374844EDA231867CBC7D7475"/>
          </w:pPr>
          <w:r w:rsidRPr="00ED112D">
            <w:t>Employee Salaries</w:t>
          </w:r>
        </w:p>
      </w:docPartBody>
    </w:docPart>
    <w:docPart>
      <w:docPartPr>
        <w:name w:val="03D67553A71B4BFEA706080B70531EA1"/>
        <w:category>
          <w:name w:val="General"/>
          <w:gallery w:val="placeholder"/>
        </w:category>
        <w:types>
          <w:type w:val="bbPlcHdr"/>
        </w:types>
        <w:behaviors>
          <w:behavior w:val="content"/>
        </w:behaviors>
        <w:guid w:val="{052720DA-78BB-4827-974C-5A3B853E831C}"/>
      </w:docPartPr>
      <w:docPartBody>
        <w:p w:rsidR="00000000" w:rsidRDefault="00000000">
          <w:pPr>
            <w:pStyle w:val="03D67553A71B4BFEA706080B70531EA1"/>
          </w:pPr>
          <w:r w:rsidRPr="00ED112D">
            <w:t>Employee Payroll Taxes and Benefits</w:t>
          </w:r>
        </w:p>
      </w:docPartBody>
    </w:docPart>
    <w:docPart>
      <w:docPartPr>
        <w:name w:val="4CEDE6CED0C24FB2A265E28486D75CD1"/>
        <w:category>
          <w:name w:val="General"/>
          <w:gallery w:val="placeholder"/>
        </w:category>
        <w:types>
          <w:type w:val="bbPlcHdr"/>
        </w:types>
        <w:behaviors>
          <w:behavior w:val="content"/>
        </w:behaviors>
        <w:guid w:val="{4D44BF48-8946-4298-AEE3-C2F76BD0677E}"/>
      </w:docPartPr>
      <w:docPartBody>
        <w:p w:rsidR="00000000" w:rsidRDefault="00000000">
          <w:pPr>
            <w:pStyle w:val="4CEDE6CED0C24FB2A265E28486D75CD1"/>
          </w:pPr>
          <w:r w:rsidRPr="00ED112D">
            <w:t>Rent/Lease Payments/Utilities</w:t>
          </w:r>
        </w:p>
      </w:docPartBody>
    </w:docPart>
    <w:docPart>
      <w:docPartPr>
        <w:name w:val="0D00C9643B5C4864AB6F1C18928B5A17"/>
        <w:category>
          <w:name w:val="General"/>
          <w:gallery w:val="placeholder"/>
        </w:category>
        <w:types>
          <w:type w:val="bbPlcHdr"/>
        </w:types>
        <w:behaviors>
          <w:behavior w:val="content"/>
        </w:behaviors>
        <w:guid w:val="{B795E8F4-BB92-48E5-A21D-677C304BECE2}"/>
      </w:docPartPr>
      <w:docPartBody>
        <w:p w:rsidR="00000000" w:rsidRDefault="00000000">
          <w:pPr>
            <w:pStyle w:val="0D00C9643B5C4864AB6F1C18928B5A17"/>
          </w:pPr>
          <w:r w:rsidRPr="00ED112D">
            <w:t>Postage/Shipping</w:t>
          </w:r>
        </w:p>
      </w:docPartBody>
    </w:docPart>
    <w:docPart>
      <w:docPartPr>
        <w:name w:val="A24AE4CF1E1B41949BF8ACD4C41DDD16"/>
        <w:category>
          <w:name w:val="General"/>
          <w:gallery w:val="placeholder"/>
        </w:category>
        <w:types>
          <w:type w:val="bbPlcHdr"/>
        </w:types>
        <w:behaviors>
          <w:behavior w:val="content"/>
        </w:behaviors>
        <w:guid w:val="{1314D6D7-6C5F-4DC0-BB32-9305B436A582}"/>
      </w:docPartPr>
      <w:docPartBody>
        <w:p w:rsidR="00000000" w:rsidRDefault="00000000">
          <w:pPr>
            <w:pStyle w:val="A24AE4CF1E1B41949BF8ACD4C41DDD16"/>
          </w:pPr>
          <w:r w:rsidRPr="00ED112D">
            <w:t>Communication/Telephone</w:t>
          </w:r>
        </w:p>
      </w:docPartBody>
    </w:docPart>
    <w:docPart>
      <w:docPartPr>
        <w:name w:val="3EF521897DA145FAA5B878458EB3DCD9"/>
        <w:category>
          <w:name w:val="General"/>
          <w:gallery w:val="placeholder"/>
        </w:category>
        <w:types>
          <w:type w:val="bbPlcHdr"/>
        </w:types>
        <w:behaviors>
          <w:behavior w:val="content"/>
        </w:behaviors>
        <w:guid w:val="{CE00C342-064C-4181-8843-67D6C15A9E1B}"/>
      </w:docPartPr>
      <w:docPartBody>
        <w:p w:rsidR="00000000" w:rsidRDefault="00000000">
          <w:pPr>
            <w:pStyle w:val="3EF521897DA145FAA5B878458EB3DCD9"/>
          </w:pPr>
          <w:r w:rsidRPr="00ED112D">
            <w:t>Computer Equipment</w:t>
          </w:r>
        </w:p>
      </w:docPartBody>
    </w:docPart>
    <w:docPart>
      <w:docPartPr>
        <w:name w:val="6B97216357F04D61A34F319EAC976DD0"/>
        <w:category>
          <w:name w:val="General"/>
          <w:gallery w:val="placeholder"/>
        </w:category>
        <w:types>
          <w:type w:val="bbPlcHdr"/>
        </w:types>
        <w:behaviors>
          <w:behavior w:val="content"/>
        </w:behaviors>
        <w:guid w:val="{9A82AEE4-1B96-4265-AC1B-2237CAE379C4}"/>
      </w:docPartPr>
      <w:docPartBody>
        <w:p w:rsidR="00000000" w:rsidRDefault="00000000">
          <w:pPr>
            <w:pStyle w:val="6B97216357F04D61A34F319EAC976DD0"/>
          </w:pPr>
          <w:r w:rsidRPr="00ED112D">
            <w:t>Computer Software</w:t>
          </w:r>
        </w:p>
      </w:docPartBody>
    </w:docPart>
    <w:docPart>
      <w:docPartPr>
        <w:name w:val="D10F6F841B8A46BFA7301AD85B3E0A3E"/>
        <w:category>
          <w:name w:val="General"/>
          <w:gallery w:val="placeholder"/>
        </w:category>
        <w:types>
          <w:type w:val="bbPlcHdr"/>
        </w:types>
        <w:behaviors>
          <w:behavior w:val="content"/>
        </w:behaviors>
        <w:guid w:val="{B48383E6-532E-4613-823D-1DF1D197EFEE}"/>
      </w:docPartPr>
      <w:docPartBody>
        <w:p w:rsidR="00000000" w:rsidRDefault="00000000">
          <w:pPr>
            <w:pStyle w:val="D10F6F841B8A46BFA7301AD85B3E0A3E"/>
          </w:pPr>
          <w:r w:rsidRPr="00ED112D">
            <w:t>Insurance</w:t>
          </w:r>
        </w:p>
      </w:docPartBody>
    </w:docPart>
    <w:docPart>
      <w:docPartPr>
        <w:name w:val="15EB7CC1170946309F984F21B586E73F"/>
        <w:category>
          <w:name w:val="General"/>
          <w:gallery w:val="placeholder"/>
        </w:category>
        <w:types>
          <w:type w:val="bbPlcHdr"/>
        </w:types>
        <w:behaviors>
          <w:behavior w:val="content"/>
        </w:behaviors>
        <w:guid w:val="{FC469732-43D2-474C-9E9E-45990565DA28}"/>
      </w:docPartPr>
      <w:docPartBody>
        <w:p w:rsidR="00000000" w:rsidRDefault="00000000">
          <w:pPr>
            <w:pStyle w:val="15EB7CC1170946309F984F21B586E73F"/>
          </w:pPr>
          <w:r w:rsidRPr="00ED112D">
            <w:t>Interest Expense</w:t>
          </w:r>
        </w:p>
      </w:docPartBody>
    </w:docPart>
    <w:docPart>
      <w:docPartPr>
        <w:name w:val="EA163870DEDE4DFF81866AFE08F519AB"/>
        <w:category>
          <w:name w:val="General"/>
          <w:gallery w:val="placeholder"/>
        </w:category>
        <w:types>
          <w:type w:val="bbPlcHdr"/>
        </w:types>
        <w:behaviors>
          <w:behavior w:val="content"/>
        </w:behaviors>
        <w:guid w:val="{AA62F68E-0C0A-42E0-9A90-249FAC405A7C}"/>
      </w:docPartPr>
      <w:docPartBody>
        <w:p w:rsidR="00000000" w:rsidRDefault="00000000">
          <w:pPr>
            <w:pStyle w:val="EA163870DEDE4DFF81866AFE08F519AB"/>
          </w:pPr>
          <w:r w:rsidRPr="00ED112D">
            <w:t xml:space="preserve">Bank </w:t>
          </w:r>
          <w:r w:rsidRPr="00ED112D">
            <w:t>Service Charges</w:t>
          </w:r>
        </w:p>
      </w:docPartBody>
    </w:docPart>
    <w:docPart>
      <w:docPartPr>
        <w:name w:val="EF1DBDD40A454EDE9CF1E0FF4CAD30E1"/>
        <w:category>
          <w:name w:val="General"/>
          <w:gallery w:val="placeholder"/>
        </w:category>
        <w:types>
          <w:type w:val="bbPlcHdr"/>
        </w:types>
        <w:behaviors>
          <w:behavior w:val="content"/>
        </w:behaviors>
        <w:guid w:val="{09CB97EA-2C77-4C3F-A378-E92B6262D727}"/>
      </w:docPartPr>
      <w:docPartBody>
        <w:p w:rsidR="00000000" w:rsidRDefault="00000000">
          <w:pPr>
            <w:pStyle w:val="EF1DBDD40A454EDE9CF1E0FF4CAD30E1"/>
          </w:pPr>
          <w:r w:rsidRPr="00ED112D">
            <w:t>Supplies</w:t>
          </w:r>
        </w:p>
      </w:docPartBody>
    </w:docPart>
    <w:docPart>
      <w:docPartPr>
        <w:name w:val="AE64A777EF584B86AE1AEB088E7D060A"/>
        <w:category>
          <w:name w:val="General"/>
          <w:gallery w:val="placeholder"/>
        </w:category>
        <w:types>
          <w:type w:val="bbPlcHdr"/>
        </w:types>
        <w:behaviors>
          <w:behavior w:val="content"/>
        </w:behaviors>
        <w:guid w:val="{B30ED190-3B59-4D2E-8085-F9076333432C}"/>
      </w:docPartPr>
      <w:docPartBody>
        <w:p w:rsidR="00000000" w:rsidRDefault="00000000">
          <w:pPr>
            <w:pStyle w:val="AE64A777EF584B86AE1AEB088E7D060A"/>
          </w:pPr>
          <w:r w:rsidRPr="00ED112D">
            <w:t>Travel &amp; Entertainment</w:t>
          </w:r>
        </w:p>
      </w:docPartBody>
    </w:docPart>
    <w:docPart>
      <w:docPartPr>
        <w:name w:val="6FB16AB54D5846149415477E6D5E1010"/>
        <w:category>
          <w:name w:val="General"/>
          <w:gallery w:val="placeholder"/>
        </w:category>
        <w:types>
          <w:type w:val="bbPlcHdr"/>
        </w:types>
        <w:behaviors>
          <w:behavior w:val="content"/>
        </w:behaviors>
        <w:guid w:val="{0C01248F-6A59-4EB1-8CDF-2FE227885E72}"/>
      </w:docPartPr>
      <w:docPartBody>
        <w:p w:rsidR="00000000" w:rsidRDefault="00000000">
          <w:pPr>
            <w:pStyle w:val="6FB16AB54D5846149415477E6D5E1010"/>
          </w:pPr>
          <w:r w:rsidRPr="00ED112D">
            <w:t>Equipment</w:t>
          </w:r>
        </w:p>
      </w:docPartBody>
    </w:docPart>
    <w:docPart>
      <w:docPartPr>
        <w:name w:val="9ACC84548F964A9A994AAC4E8F22580F"/>
        <w:category>
          <w:name w:val="General"/>
          <w:gallery w:val="placeholder"/>
        </w:category>
        <w:types>
          <w:type w:val="bbPlcHdr"/>
        </w:types>
        <w:behaviors>
          <w:behavior w:val="content"/>
        </w:behaviors>
        <w:guid w:val="{573E6C09-6515-40C1-BCCD-AF50C52D9D21}"/>
      </w:docPartPr>
      <w:docPartBody>
        <w:p w:rsidR="00000000" w:rsidRDefault="00000000">
          <w:pPr>
            <w:pStyle w:val="9ACC84548F964A9A994AAC4E8F22580F"/>
          </w:pPr>
          <w:r w:rsidRPr="00ED112D">
            <w:t>Furniture &amp; Fixtures</w:t>
          </w:r>
        </w:p>
      </w:docPartBody>
    </w:docPart>
    <w:docPart>
      <w:docPartPr>
        <w:name w:val="ED23A1A4A4DD4E54AA011B1CBACE494D"/>
        <w:category>
          <w:name w:val="General"/>
          <w:gallery w:val="placeholder"/>
        </w:category>
        <w:types>
          <w:type w:val="bbPlcHdr"/>
        </w:types>
        <w:behaviors>
          <w:behavior w:val="content"/>
        </w:behaviors>
        <w:guid w:val="{04F3C7D2-81C5-4E75-BEC0-B0EEDBBE413B}"/>
      </w:docPartPr>
      <w:docPartBody>
        <w:p w:rsidR="00000000" w:rsidRDefault="00000000">
          <w:pPr>
            <w:pStyle w:val="ED23A1A4A4DD4E54AA011B1CBACE494D"/>
          </w:pPr>
          <w:r w:rsidRPr="00ED112D">
            <w:t>Leasehold Improvements</w:t>
          </w:r>
        </w:p>
      </w:docPartBody>
    </w:docPart>
    <w:docPart>
      <w:docPartPr>
        <w:name w:val="0F6D94CAD9304FE08E330FD354A6F9D8"/>
        <w:category>
          <w:name w:val="General"/>
          <w:gallery w:val="placeholder"/>
        </w:category>
        <w:types>
          <w:type w:val="bbPlcHdr"/>
        </w:types>
        <w:behaviors>
          <w:behavior w:val="content"/>
        </w:behaviors>
        <w:guid w:val="{D9C00D19-CAC5-453C-A01B-CFB1C29ACFE3}"/>
      </w:docPartPr>
      <w:docPartBody>
        <w:p w:rsidR="00000000" w:rsidRDefault="00000000">
          <w:pPr>
            <w:pStyle w:val="0F6D94CAD9304FE08E330FD354A6F9D8"/>
          </w:pPr>
          <w:r w:rsidRPr="00ED112D">
            <w:t>Security Deposit(s)</w:t>
          </w:r>
        </w:p>
      </w:docPartBody>
    </w:docPart>
    <w:docPart>
      <w:docPartPr>
        <w:name w:val="CB668476DDD44C2BAFDDC72A9349007A"/>
        <w:category>
          <w:name w:val="General"/>
          <w:gallery w:val="placeholder"/>
        </w:category>
        <w:types>
          <w:type w:val="bbPlcHdr"/>
        </w:types>
        <w:behaviors>
          <w:behavior w:val="content"/>
        </w:behaviors>
        <w:guid w:val="{9C27EFAA-5F53-472D-BFF5-BCC12A7F50B3}"/>
      </w:docPartPr>
      <w:docPartBody>
        <w:p w:rsidR="00000000" w:rsidRDefault="00000000">
          <w:pPr>
            <w:pStyle w:val="CB668476DDD44C2BAFDDC72A9349007A"/>
          </w:pPr>
          <w:r w:rsidRPr="00ED112D">
            <w:t>Business Licenses/Permits/Fees</w:t>
          </w:r>
        </w:p>
      </w:docPartBody>
    </w:docPart>
    <w:docPart>
      <w:docPartPr>
        <w:name w:val="126307B99B1A48E2AB859307BA67D26B"/>
        <w:category>
          <w:name w:val="General"/>
          <w:gallery w:val="placeholder"/>
        </w:category>
        <w:types>
          <w:type w:val="bbPlcHdr"/>
        </w:types>
        <w:behaviors>
          <w:behavior w:val="content"/>
        </w:behaviors>
        <w:guid w:val="{0F875F74-3FE9-4AB8-8CB5-547A84244A05}"/>
      </w:docPartPr>
      <w:docPartBody>
        <w:p w:rsidR="00000000" w:rsidRDefault="00000000">
          <w:pPr>
            <w:pStyle w:val="126307B99B1A48E2AB859307BA67D26B"/>
          </w:pPr>
          <w:r w:rsidRPr="00ED112D">
            <w:t>Professional Services - Legal, Accounting</w:t>
          </w:r>
        </w:p>
      </w:docPartBody>
    </w:docPart>
    <w:docPart>
      <w:docPartPr>
        <w:name w:val="5001E74E41E04FF39D6CFA159D50631F"/>
        <w:category>
          <w:name w:val="General"/>
          <w:gallery w:val="placeholder"/>
        </w:category>
        <w:types>
          <w:type w:val="bbPlcHdr"/>
        </w:types>
        <w:behaviors>
          <w:behavior w:val="content"/>
        </w:behaviors>
        <w:guid w:val="{A4518C7B-7CB1-49B9-8583-9880843BF235}"/>
      </w:docPartPr>
      <w:docPartBody>
        <w:p w:rsidR="00000000" w:rsidRDefault="00000000">
          <w:pPr>
            <w:pStyle w:val="5001E74E41E04FF39D6CFA159D50631F"/>
          </w:pPr>
          <w:r w:rsidRPr="00ED112D">
            <w:t>Consultant(s)</w:t>
          </w:r>
        </w:p>
      </w:docPartBody>
    </w:docPart>
    <w:docPart>
      <w:docPartPr>
        <w:name w:val="BB4D0D9A1D394262BBDBD1ABFD200EE8"/>
        <w:category>
          <w:name w:val="General"/>
          <w:gallery w:val="placeholder"/>
        </w:category>
        <w:types>
          <w:type w:val="bbPlcHdr"/>
        </w:types>
        <w:behaviors>
          <w:behavior w:val="content"/>
        </w:behaviors>
        <w:guid w:val="{110B44B0-585F-43DB-B1EE-3074CA0CA164}"/>
      </w:docPartPr>
      <w:docPartBody>
        <w:p w:rsidR="00000000" w:rsidRDefault="00000000">
          <w:pPr>
            <w:pStyle w:val="BB4D0D9A1D394262BBDBD1ABFD200EE8"/>
          </w:pPr>
          <w:r w:rsidRPr="00ED112D">
            <w:t>Inventory</w:t>
          </w:r>
        </w:p>
      </w:docPartBody>
    </w:docPart>
    <w:docPart>
      <w:docPartPr>
        <w:name w:val="80AC114CB967448F91505B6682CC8C0A"/>
        <w:category>
          <w:name w:val="General"/>
          <w:gallery w:val="placeholder"/>
        </w:category>
        <w:types>
          <w:type w:val="bbPlcHdr"/>
        </w:types>
        <w:behaviors>
          <w:behavior w:val="content"/>
        </w:behaviors>
        <w:guid w:val="{FEA6AB7D-978B-40AC-8587-770F6FF11558}"/>
      </w:docPartPr>
      <w:docPartBody>
        <w:p w:rsidR="00000000" w:rsidRDefault="00000000">
          <w:pPr>
            <w:pStyle w:val="80AC114CB967448F91505B6682CC8C0A"/>
          </w:pPr>
          <w:r w:rsidRPr="00ED112D">
            <w:t>Cash-On-Hand (Working Capital)</w:t>
          </w:r>
        </w:p>
      </w:docPartBody>
    </w:docPart>
    <w:docPart>
      <w:docPartPr>
        <w:name w:val="BF2D38A2311242CAA241297C1B10F778"/>
        <w:category>
          <w:name w:val="General"/>
          <w:gallery w:val="placeholder"/>
        </w:category>
        <w:types>
          <w:type w:val="bbPlcHdr"/>
        </w:types>
        <w:behaviors>
          <w:behavior w:val="content"/>
        </w:behaviors>
        <w:guid w:val="{26C33CF9-B00B-48CF-92F5-A1971C9587FA}"/>
      </w:docPartPr>
      <w:docPartBody>
        <w:p w:rsidR="00000000" w:rsidRDefault="00000000">
          <w:pPr>
            <w:pStyle w:val="BF2D38A2311242CAA241297C1B10F778"/>
          </w:pPr>
          <w:r w:rsidRPr="00ED112D">
            <w:t>Miscellaneous</w:t>
          </w:r>
        </w:p>
      </w:docPartBody>
    </w:docPart>
    <w:docPart>
      <w:docPartPr>
        <w:name w:val="299AA573C6D742418DF86C4EFAAF63FC"/>
        <w:category>
          <w:name w:val="General"/>
          <w:gallery w:val="placeholder"/>
        </w:category>
        <w:types>
          <w:type w:val="bbPlcHdr"/>
        </w:types>
        <w:behaviors>
          <w:behavior w:val="content"/>
        </w:behaviors>
        <w:guid w:val="{603881F6-5E2F-41D0-984A-FAB44981BFAF}"/>
      </w:docPartPr>
      <w:docPartBody>
        <w:p w:rsidR="00000000" w:rsidRDefault="00000000">
          <w:pPr>
            <w:pStyle w:val="299AA573C6D742418DF86C4EFAAF63FC"/>
          </w:pPr>
          <w:r w:rsidRPr="00DB3EEB">
            <w:rPr>
              <w:rStyle w:val="Bold"/>
            </w:rPr>
            <w:t>ESTIMATED START-UP BUDGET</w:t>
          </w:r>
        </w:p>
      </w:docPartBody>
    </w:docPart>
    <w:docPart>
      <w:docPartPr>
        <w:name w:val="0070E93EDFBF4A31BB2164EECB867564"/>
        <w:category>
          <w:name w:val="General"/>
          <w:gallery w:val="placeholder"/>
        </w:category>
        <w:types>
          <w:type w:val="bbPlcHdr"/>
        </w:types>
        <w:behaviors>
          <w:behavior w:val="content"/>
        </w:behaviors>
        <w:guid w:val="{0AF1CEE9-55FB-4350-978B-EA0B28ADE2C1}"/>
      </w:docPartPr>
      <w:docPartBody>
        <w:p w:rsidR="00000000" w:rsidRDefault="00000000">
          <w:pPr>
            <w:pStyle w:val="0070E93EDFBF4A31BB2164EECB867564"/>
          </w:pPr>
          <w:r w:rsidRPr="00AA1EA0">
            <w:t>Instructions for Getting Started with Estimated Start-Up Costs</w:t>
          </w:r>
        </w:p>
      </w:docPartBody>
    </w:docPart>
    <w:docPart>
      <w:docPartPr>
        <w:name w:val="86C298B115D8401F9A4D7A1EF6A5B3F9"/>
        <w:category>
          <w:name w:val="General"/>
          <w:gallery w:val="placeholder"/>
        </w:category>
        <w:types>
          <w:type w:val="bbPlcHdr"/>
        </w:types>
        <w:behaviors>
          <w:behavior w:val="content"/>
        </w:behaviors>
        <w:guid w:val="{4FF4C951-9FDC-4E41-ADB1-68F98AC0363A}"/>
      </w:docPartPr>
      <w:docPartBody>
        <w:p w:rsidR="00000000" w:rsidRDefault="00000000">
          <w:pPr>
            <w:pStyle w:val="86C298B115D8401F9A4D7A1EF6A5B3F9"/>
          </w:pPr>
          <w:r w:rsidRPr="00ED112D">
            <w:t xml:space="preserve">Determining a business' startup costs is critical to ensure enough cash is available to begin business operations within the budgeted time frame as </w:t>
          </w:r>
          <w:r w:rsidRPr="00ED112D">
            <w:t>well as within the cost budget. Startup costs typically fall within two categories: monthly costs and one-time costs. Monthly costs cover costs that occur each month during the startup period, and one-time costs are costs that will be incurred once during the startup period.</w:t>
          </w:r>
        </w:p>
      </w:docPartBody>
    </w:docPart>
    <w:docPart>
      <w:docPartPr>
        <w:name w:val="EAC813F05B6A40209E903FEF99725494"/>
        <w:category>
          <w:name w:val="General"/>
          <w:gallery w:val="placeholder"/>
        </w:category>
        <w:types>
          <w:type w:val="bbPlcHdr"/>
        </w:types>
        <w:behaviors>
          <w:behavior w:val="content"/>
        </w:behaviors>
        <w:guid w:val="{E2728CB2-D1F3-40BC-B146-ADC458310868}"/>
      </w:docPartPr>
      <w:docPartBody>
        <w:p w:rsidR="00000000" w:rsidRDefault="00000000">
          <w:pPr>
            <w:pStyle w:val="EAC813F05B6A40209E903FEF99725494"/>
          </w:pPr>
          <w:r w:rsidRPr="00ED112D">
            <w:rPr>
              <w:rStyle w:val="Bold"/>
            </w:rPr>
            <w:t>Steps for preparation:</w:t>
          </w:r>
        </w:p>
      </w:docPartBody>
    </w:docPart>
    <w:docPart>
      <w:docPartPr>
        <w:name w:val="9CE8DA1607634CDCA0E4CFAEDB8E2B3D"/>
        <w:category>
          <w:name w:val="General"/>
          <w:gallery w:val="placeholder"/>
        </w:category>
        <w:types>
          <w:type w:val="bbPlcHdr"/>
        </w:types>
        <w:behaviors>
          <w:behavior w:val="content"/>
        </w:behaviors>
        <w:guid w:val="{01C1E8E5-7DD1-4116-BBC0-90BF84FD0393}"/>
      </w:docPartPr>
      <w:docPartBody>
        <w:p w:rsidR="00000000" w:rsidRDefault="00000000">
          <w:pPr>
            <w:pStyle w:val="9CE8DA1607634CDCA0E4CFAEDB8E2B3D"/>
          </w:pPr>
          <w:r w:rsidRPr="00ED112D">
            <w:rPr>
              <w:rStyle w:val="Bold"/>
            </w:rPr>
            <w:t>Step 1:</w:t>
          </w:r>
        </w:p>
      </w:docPartBody>
    </w:docPart>
    <w:docPart>
      <w:docPartPr>
        <w:name w:val="F9AA5A4244354A92ACF62E44771692A8"/>
        <w:category>
          <w:name w:val="General"/>
          <w:gallery w:val="placeholder"/>
        </w:category>
        <w:types>
          <w:type w:val="bbPlcHdr"/>
        </w:types>
        <w:behaviors>
          <w:behavior w:val="content"/>
        </w:behaviors>
        <w:guid w:val="{9BEABE9B-EAA3-4EB9-8B03-5F35268DA876}"/>
      </w:docPartPr>
      <w:docPartBody>
        <w:p w:rsidR="00000000" w:rsidRDefault="00000000">
          <w:pPr>
            <w:pStyle w:val="F9AA5A4244354A92ACF62E44771692A8"/>
          </w:pPr>
          <w:r w:rsidRPr="00ED112D">
            <w:t>Enter the company name and the date this estimate is being prepared.</w:t>
          </w:r>
        </w:p>
      </w:docPartBody>
    </w:docPart>
    <w:docPart>
      <w:docPartPr>
        <w:name w:val="858A154C9C3E4F2EB25CD8C87A3D9E92"/>
        <w:category>
          <w:name w:val="General"/>
          <w:gallery w:val="placeholder"/>
        </w:category>
        <w:types>
          <w:type w:val="bbPlcHdr"/>
        </w:types>
        <w:behaviors>
          <w:behavior w:val="content"/>
        </w:behaviors>
        <w:guid w:val="{48A32421-05B1-44BE-86A5-DDE18D3321D8}"/>
      </w:docPartPr>
      <w:docPartBody>
        <w:p w:rsidR="00000000" w:rsidRDefault="00000000">
          <w:pPr>
            <w:pStyle w:val="858A154C9C3E4F2EB25CD8C87A3D9E92"/>
          </w:pPr>
          <w:r w:rsidRPr="00ED112D">
            <w:rPr>
              <w:rStyle w:val="Bold"/>
            </w:rPr>
            <w:t>Step 2:</w:t>
          </w:r>
        </w:p>
      </w:docPartBody>
    </w:docPart>
    <w:docPart>
      <w:docPartPr>
        <w:name w:val="78F76E9E28BA4082A7C43E71D59928CA"/>
        <w:category>
          <w:name w:val="General"/>
          <w:gallery w:val="placeholder"/>
        </w:category>
        <w:types>
          <w:type w:val="bbPlcHdr"/>
        </w:types>
        <w:behaviors>
          <w:behavior w:val="content"/>
        </w:behaviors>
        <w:guid w:val="{AA443D9C-0CBC-47A7-8E84-50807DC1834A}"/>
      </w:docPartPr>
      <w:docPartBody>
        <w:p w:rsidR="00000000" w:rsidRDefault="00000000">
          <w:pPr>
            <w:pStyle w:val="78F76E9E28BA4082A7C43E71D59928CA"/>
          </w:pPr>
          <w:r w:rsidRPr="00ED112D">
            <w:t xml:space="preserve">Enter the number of months and the monthly cost for each cost item that is recurring. For one-time costs only, skip the monthly costs. If there are cost items that have both recurring and one-time amounts, enter those as well. </w:t>
          </w:r>
        </w:p>
      </w:docPartBody>
    </w:docPart>
    <w:docPart>
      <w:docPartPr>
        <w:name w:val="523D994F0E084A0BB70E231F8F487817"/>
        <w:category>
          <w:name w:val="General"/>
          <w:gallery w:val="placeholder"/>
        </w:category>
        <w:types>
          <w:type w:val="bbPlcHdr"/>
        </w:types>
        <w:behaviors>
          <w:behavior w:val="content"/>
        </w:behaviors>
        <w:guid w:val="{334D3A0A-2D68-4AA6-9D52-4B9494923CC4}"/>
      </w:docPartPr>
      <w:docPartBody>
        <w:p w:rsidR="00000000" w:rsidRDefault="00000000">
          <w:pPr>
            <w:pStyle w:val="523D994F0E084A0BB70E231F8F487817"/>
          </w:pPr>
          <w:r w:rsidRPr="00ED112D">
            <w:rPr>
              <w:rStyle w:val="Bold"/>
            </w:rPr>
            <w:t>Step 3:</w:t>
          </w:r>
        </w:p>
      </w:docPartBody>
    </w:docPart>
    <w:docPart>
      <w:docPartPr>
        <w:name w:val="A277F10E0B0949A587A37F45E1A3FD17"/>
        <w:category>
          <w:name w:val="General"/>
          <w:gallery w:val="placeholder"/>
        </w:category>
        <w:types>
          <w:type w:val="bbPlcHdr"/>
        </w:types>
        <w:behaviors>
          <w:behavior w:val="content"/>
        </w:behaviors>
        <w:guid w:val="{4ECC31DE-ECD5-4220-9CDE-2B34A2C53B2E}"/>
      </w:docPartPr>
      <w:docPartBody>
        <w:p w:rsidR="00000000" w:rsidRDefault="00000000">
          <w:pPr>
            <w:pStyle w:val="A277F10E0B0949A587A37F45E1A3FD17"/>
          </w:pPr>
          <w:r w:rsidRPr="00ED112D">
            <w:t>Once all of the costs are entered, review the individual items and total amount to see where the budget can be fine-tuned or move something out into the future when more revenue is coming in.</w:t>
          </w:r>
        </w:p>
      </w:docPartBody>
    </w:docPart>
    <w:docPart>
      <w:docPartPr>
        <w:name w:val="322E66CC76564CA2B6F6E435FF640895"/>
        <w:category>
          <w:name w:val="General"/>
          <w:gallery w:val="placeholder"/>
        </w:category>
        <w:types>
          <w:type w:val="bbPlcHdr"/>
        </w:types>
        <w:behaviors>
          <w:behavior w:val="content"/>
        </w:behaviors>
        <w:guid w:val="{681140CD-3A6F-4D38-88C1-EB5BD4768959}"/>
      </w:docPartPr>
      <w:docPartBody>
        <w:p w:rsidR="00000000" w:rsidRDefault="00000000">
          <w:pPr>
            <w:pStyle w:val="322E66CC76564CA2B6F6E435FF640895"/>
          </w:pPr>
          <w:r w:rsidRPr="00ED112D">
            <w:t>START-UP COSTS</w:t>
          </w:r>
        </w:p>
      </w:docPartBody>
    </w:docPart>
    <w:docPart>
      <w:docPartPr>
        <w:name w:val="F265D8946116442CB1A6F313420B6F51"/>
        <w:category>
          <w:name w:val="General"/>
          <w:gallery w:val="placeholder"/>
        </w:category>
        <w:types>
          <w:type w:val="bbPlcHdr"/>
        </w:types>
        <w:behaviors>
          <w:behavior w:val="content"/>
        </w:behaviors>
        <w:guid w:val="{40AD820C-1E45-45A9-8397-07F0F209A18A}"/>
      </w:docPartPr>
      <w:docPartBody>
        <w:p w:rsidR="00000000" w:rsidRDefault="00000000">
          <w:pPr>
            <w:pStyle w:val="F265D8946116442CB1A6F313420B6F51"/>
          </w:pPr>
          <w:r>
            <w:t>Your Home-Based Agency</w:t>
          </w:r>
        </w:p>
      </w:docPartBody>
    </w:docPart>
    <w:docPart>
      <w:docPartPr>
        <w:name w:val="1DBD70310E804F6BBBFB0C15A1D5ECD0"/>
        <w:category>
          <w:name w:val="General"/>
          <w:gallery w:val="placeholder"/>
        </w:category>
        <w:types>
          <w:type w:val="bbPlcHdr"/>
        </w:types>
        <w:behaviors>
          <w:behavior w:val="content"/>
        </w:behaviors>
        <w:guid w:val="{55620D47-8ADB-47E4-99DF-F3E5313E3281}"/>
      </w:docPartPr>
      <w:docPartBody>
        <w:p w:rsidR="00000000" w:rsidRDefault="00000000">
          <w:pPr>
            <w:pStyle w:val="1DBD70310E804F6BBBFB0C15A1D5ECD0"/>
          </w:pPr>
          <w:r w:rsidRPr="000D7E53">
            <w:t>January 1, 20</w:t>
          </w:r>
          <w:r>
            <w:t>XX</w:t>
          </w:r>
        </w:p>
      </w:docPartBody>
    </w:docPart>
    <w:docPart>
      <w:docPartPr>
        <w:name w:val="CBDCAE1B1A7144A6BFF70271CEF7FDEF"/>
        <w:category>
          <w:name w:val="General"/>
          <w:gallery w:val="placeholder"/>
        </w:category>
        <w:types>
          <w:type w:val="bbPlcHdr"/>
        </w:types>
        <w:behaviors>
          <w:behavior w:val="content"/>
        </w:behaviors>
        <w:guid w:val="{9BFBA1D8-DFA5-4644-921F-D98EC72E446F}"/>
      </w:docPartPr>
      <w:docPartBody>
        <w:p w:rsidR="00000000" w:rsidRDefault="00000000">
          <w:pPr>
            <w:pStyle w:val="CBDCAE1B1A7144A6BFF70271CEF7FDEF"/>
          </w:pPr>
          <w:r w:rsidRPr="00AA1EA0">
            <w:rPr>
              <w:rStyle w:val="Bold"/>
            </w:rPr>
            <w:t>REVENUE</w:t>
          </w:r>
        </w:p>
      </w:docPartBody>
    </w:docPart>
    <w:docPart>
      <w:docPartPr>
        <w:name w:val="9CA20CE09D0649738562417937D18167"/>
        <w:category>
          <w:name w:val="General"/>
          <w:gallery w:val="placeholder"/>
        </w:category>
        <w:types>
          <w:type w:val="bbPlcHdr"/>
        </w:types>
        <w:behaviors>
          <w:behavior w:val="content"/>
        </w:behaviors>
        <w:guid w:val="{3DB139EC-B381-4107-B4FE-73518CAD1F73}"/>
      </w:docPartPr>
      <w:docPartBody>
        <w:p w:rsidR="00000000" w:rsidRDefault="00000000">
          <w:pPr>
            <w:pStyle w:val="9CA20CE09D0649738562417937D18167"/>
          </w:pPr>
          <w:r w:rsidRPr="00AA1EA0">
            <w:rPr>
              <w:rStyle w:val="Bold"/>
            </w:rPr>
            <w:t>JAN</w:t>
          </w:r>
        </w:p>
      </w:docPartBody>
    </w:docPart>
    <w:docPart>
      <w:docPartPr>
        <w:name w:val="AD479311C2CD43FCA11D9F1EE07464D9"/>
        <w:category>
          <w:name w:val="General"/>
          <w:gallery w:val="placeholder"/>
        </w:category>
        <w:types>
          <w:type w:val="bbPlcHdr"/>
        </w:types>
        <w:behaviors>
          <w:behavior w:val="content"/>
        </w:behaviors>
        <w:guid w:val="{314383F5-5D90-41D0-A8EE-493691CCC202}"/>
      </w:docPartPr>
      <w:docPartBody>
        <w:p w:rsidR="00000000" w:rsidRDefault="00000000">
          <w:pPr>
            <w:pStyle w:val="AD479311C2CD43FCA11D9F1EE07464D9"/>
          </w:pPr>
          <w:r w:rsidRPr="00AA1EA0">
            <w:rPr>
              <w:rStyle w:val="Bold"/>
            </w:rPr>
            <w:t>FEB</w:t>
          </w:r>
        </w:p>
      </w:docPartBody>
    </w:docPart>
    <w:docPart>
      <w:docPartPr>
        <w:name w:val="F48C0BD8DFA44452BD4B967F519A59A1"/>
        <w:category>
          <w:name w:val="General"/>
          <w:gallery w:val="placeholder"/>
        </w:category>
        <w:types>
          <w:type w:val="bbPlcHdr"/>
        </w:types>
        <w:behaviors>
          <w:behavior w:val="content"/>
        </w:behaviors>
        <w:guid w:val="{2FC39F5B-AB9F-4B61-8716-C907502EA270}"/>
      </w:docPartPr>
      <w:docPartBody>
        <w:p w:rsidR="00000000" w:rsidRDefault="00000000">
          <w:pPr>
            <w:pStyle w:val="F48C0BD8DFA44452BD4B967F519A59A1"/>
          </w:pPr>
          <w:r w:rsidRPr="00AA1EA0">
            <w:rPr>
              <w:rStyle w:val="Bold"/>
            </w:rPr>
            <w:t>MAR</w:t>
          </w:r>
        </w:p>
      </w:docPartBody>
    </w:docPart>
    <w:docPart>
      <w:docPartPr>
        <w:name w:val="08521E4F52954EA390C0BEB7B5C6C2D0"/>
        <w:category>
          <w:name w:val="General"/>
          <w:gallery w:val="placeholder"/>
        </w:category>
        <w:types>
          <w:type w:val="bbPlcHdr"/>
        </w:types>
        <w:behaviors>
          <w:behavior w:val="content"/>
        </w:behaviors>
        <w:guid w:val="{B5DCAC61-ADD9-40EE-9166-CE781678AF55}"/>
      </w:docPartPr>
      <w:docPartBody>
        <w:p w:rsidR="00000000" w:rsidRDefault="00000000">
          <w:pPr>
            <w:pStyle w:val="08521E4F52954EA390C0BEB7B5C6C2D0"/>
          </w:pPr>
          <w:r w:rsidRPr="00AA1EA0">
            <w:rPr>
              <w:rStyle w:val="Bold"/>
            </w:rPr>
            <w:t>APR</w:t>
          </w:r>
        </w:p>
      </w:docPartBody>
    </w:docPart>
    <w:docPart>
      <w:docPartPr>
        <w:name w:val="519AE6430B104BBD8B7B3A6999FAB75A"/>
        <w:category>
          <w:name w:val="General"/>
          <w:gallery w:val="placeholder"/>
        </w:category>
        <w:types>
          <w:type w:val="bbPlcHdr"/>
        </w:types>
        <w:behaviors>
          <w:behavior w:val="content"/>
        </w:behaviors>
        <w:guid w:val="{FEBFD62B-95CD-423E-B2D8-83B85CBD2ED8}"/>
      </w:docPartPr>
      <w:docPartBody>
        <w:p w:rsidR="00000000" w:rsidRDefault="00000000">
          <w:pPr>
            <w:pStyle w:val="519AE6430B104BBD8B7B3A6999FAB75A"/>
          </w:pPr>
          <w:r w:rsidRPr="00AA1EA0">
            <w:rPr>
              <w:rStyle w:val="Bold"/>
            </w:rPr>
            <w:t>MAY</w:t>
          </w:r>
        </w:p>
      </w:docPartBody>
    </w:docPart>
    <w:docPart>
      <w:docPartPr>
        <w:name w:val="8DF415EB0981413E92F10857D3263969"/>
        <w:category>
          <w:name w:val="General"/>
          <w:gallery w:val="placeholder"/>
        </w:category>
        <w:types>
          <w:type w:val="bbPlcHdr"/>
        </w:types>
        <w:behaviors>
          <w:behavior w:val="content"/>
        </w:behaviors>
        <w:guid w:val="{4A11B1A7-8170-43DF-873A-A7AC02494B23}"/>
      </w:docPartPr>
      <w:docPartBody>
        <w:p w:rsidR="00000000" w:rsidRDefault="00000000">
          <w:pPr>
            <w:pStyle w:val="8DF415EB0981413E92F10857D3263969"/>
          </w:pPr>
          <w:r w:rsidRPr="00AA1EA0">
            <w:rPr>
              <w:rStyle w:val="Bold"/>
            </w:rPr>
            <w:t>JUN</w:t>
          </w:r>
        </w:p>
      </w:docPartBody>
    </w:docPart>
    <w:docPart>
      <w:docPartPr>
        <w:name w:val="56B867EFE91F4E3A9A134AA97DA83A0F"/>
        <w:category>
          <w:name w:val="General"/>
          <w:gallery w:val="placeholder"/>
        </w:category>
        <w:types>
          <w:type w:val="bbPlcHdr"/>
        </w:types>
        <w:behaviors>
          <w:behavior w:val="content"/>
        </w:behaviors>
        <w:guid w:val="{6DCD50E4-5E60-465B-A0DA-8717C8441EA0}"/>
      </w:docPartPr>
      <w:docPartBody>
        <w:p w:rsidR="00000000" w:rsidRDefault="00000000">
          <w:pPr>
            <w:pStyle w:val="56B867EFE91F4E3A9A134AA97DA83A0F"/>
          </w:pPr>
          <w:r w:rsidRPr="00AA1EA0">
            <w:rPr>
              <w:rStyle w:val="Bold"/>
            </w:rPr>
            <w:t>JUL</w:t>
          </w:r>
        </w:p>
      </w:docPartBody>
    </w:docPart>
    <w:docPart>
      <w:docPartPr>
        <w:name w:val="225FC07F3D07442D8F873012C1986725"/>
        <w:category>
          <w:name w:val="General"/>
          <w:gallery w:val="placeholder"/>
        </w:category>
        <w:types>
          <w:type w:val="bbPlcHdr"/>
        </w:types>
        <w:behaviors>
          <w:behavior w:val="content"/>
        </w:behaviors>
        <w:guid w:val="{B777BA12-BBEC-4862-A579-25C03AD3F664}"/>
      </w:docPartPr>
      <w:docPartBody>
        <w:p w:rsidR="00000000" w:rsidRDefault="00000000">
          <w:pPr>
            <w:pStyle w:val="225FC07F3D07442D8F873012C1986725"/>
          </w:pPr>
          <w:r w:rsidRPr="00AA1EA0">
            <w:rPr>
              <w:rStyle w:val="Bold"/>
            </w:rPr>
            <w:t>AUG</w:t>
          </w:r>
        </w:p>
      </w:docPartBody>
    </w:docPart>
    <w:docPart>
      <w:docPartPr>
        <w:name w:val="465D929FDBC049AFAC136CAFBB63963B"/>
        <w:category>
          <w:name w:val="General"/>
          <w:gallery w:val="placeholder"/>
        </w:category>
        <w:types>
          <w:type w:val="bbPlcHdr"/>
        </w:types>
        <w:behaviors>
          <w:behavior w:val="content"/>
        </w:behaviors>
        <w:guid w:val="{E238F23C-BD11-4150-B788-E0B1B8D31180}"/>
      </w:docPartPr>
      <w:docPartBody>
        <w:p w:rsidR="00000000" w:rsidRDefault="00000000">
          <w:pPr>
            <w:pStyle w:val="465D929FDBC049AFAC136CAFBB63963B"/>
          </w:pPr>
          <w:r w:rsidRPr="00AA1EA0">
            <w:rPr>
              <w:rStyle w:val="Bold"/>
            </w:rPr>
            <w:t>SEP</w:t>
          </w:r>
        </w:p>
      </w:docPartBody>
    </w:docPart>
    <w:docPart>
      <w:docPartPr>
        <w:name w:val="065D43BA84414AC6B55DB258E7D2D22F"/>
        <w:category>
          <w:name w:val="General"/>
          <w:gallery w:val="placeholder"/>
        </w:category>
        <w:types>
          <w:type w:val="bbPlcHdr"/>
        </w:types>
        <w:behaviors>
          <w:behavior w:val="content"/>
        </w:behaviors>
        <w:guid w:val="{544B9576-C2B7-42AD-8F78-4A665BE627F1}"/>
      </w:docPartPr>
      <w:docPartBody>
        <w:p w:rsidR="00000000" w:rsidRDefault="00000000">
          <w:pPr>
            <w:pStyle w:val="065D43BA84414AC6B55DB258E7D2D22F"/>
          </w:pPr>
          <w:r w:rsidRPr="00AA1EA0">
            <w:rPr>
              <w:rStyle w:val="Bold"/>
            </w:rPr>
            <w:t>OCT</w:t>
          </w:r>
        </w:p>
      </w:docPartBody>
    </w:docPart>
    <w:docPart>
      <w:docPartPr>
        <w:name w:val="EFB478E9A0554CD0A4CA907B5EE85CDE"/>
        <w:category>
          <w:name w:val="General"/>
          <w:gallery w:val="placeholder"/>
        </w:category>
        <w:types>
          <w:type w:val="bbPlcHdr"/>
        </w:types>
        <w:behaviors>
          <w:behavior w:val="content"/>
        </w:behaviors>
        <w:guid w:val="{870DDF23-25C7-4817-86C3-92FF70919279}"/>
      </w:docPartPr>
      <w:docPartBody>
        <w:p w:rsidR="00000000" w:rsidRDefault="00000000">
          <w:pPr>
            <w:pStyle w:val="EFB478E9A0554CD0A4CA907B5EE85CDE"/>
          </w:pPr>
          <w:r w:rsidRPr="00AA1EA0">
            <w:rPr>
              <w:rStyle w:val="Bold"/>
            </w:rPr>
            <w:t>NOV</w:t>
          </w:r>
        </w:p>
      </w:docPartBody>
    </w:docPart>
    <w:docPart>
      <w:docPartPr>
        <w:name w:val="AACE5A6686284AF9AEC696EDDE69F55B"/>
        <w:category>
          <w:name w:val="General"/>
          <w:gallery w:val="placeholder"/>
        </w:category>
        <w:types>
          <w:type w:val="bbPlcHdr"/>
        </w:types>
        <w:behaviors>
          <w:behavior w:val="content"/>
        </w:behaviors>
        <w:guid w:val="{4F775A87-A87B-456E-9F2B-324D72A58020}"/>
      </w:docPartPr>
      <w:docPartBody>
        <w:p w:rsidR="00000000" w:rsidRDefault="00000000">
          <w:pPr>
            <w:pStyle w:val="AACE5A6686284AF9AEC696EDDE69F55B"/>
          </w:pPr>
          <w:r w:rsidRPr="00AA1EA0">
            <w:rPr>
              <w:rStyle w:val="Bold"/>
            </w:rPr>
            <w:t>DEC</w:t>
          </w:r>
        </w:p>
      </w:docPartBody>
    </w:docPart>
    <w:docPart>
      <w:docPartPr>
        <w:name w:val="3074538D446B4BA18C2802E9F618B88D"/>
        <w:category>
          <w:name w:val="General"/>
          <w:gallery w:val="placeholder"/>
        </w:category>
        <w:types>
          <w:type w:val="bbPlcHdr"/>
        </w:types>
        <w:behaviors>
          <w:behavior w:val="content"/>
        </w:behaviors>
        <w:guid w:val="{DDBD24D9-4360-4FB6-A231-237CFC4932E4}"/>
      </w:docPartPr>
      <w:docPartBody>
        <w:p w:rsidR="00000000" w:rsidRDefault="00000000">
          <w:pPr>
            <w:pStyle w:val="3074538D446B4BA18C2802E9F618B88D"/>
          </w:pPr>
          <w:r w:rsidRPr="00AA1EA0">
            <w:rPr>
              <w:rStyle w:val="Bold"/>
            </w:rPr>
            <w:t>YTD</w:t>
          </w:r>
        </w:p>
      </w:docPartBody>
    </w:docPart>
    <w:docPart>
      <w:docPartPr>
        <w:name w:val="43D00AA8B0234A019CBE49B61A5E1DC2"/>
        <w:category>
          <w:name w:val="General"/>
          <w:gallery w:val="placeholder"/>
        </w:category>
        <w:types>
          <w:type w:val="bbPlcHdr"/>
        </w:types>
        <w:behaviors>
          <w:behavior w:val="content"/>
        </w:behaviors>
        <w:guid w:val="{98BD5415-C2E0-4A2F-B160-E176B3316C9A}"/>
      </w:docPartPr>
      <w:docPartBody>
        <w:p w:rsidR="00000000" w:rsidRDefault="00000000">
          <w:pPr>
            <w:pStyle w:val="43D00AA8B0234A019CBE49B61A5E1DC2"/>
          </w:pPr>
          <w:r w:rsidRPr="00ED112D">
            <w:t>Estimated Product Sales</w:t>
          </w:r>
        </w:p>
      </w:docPartBody>
    </w:docPart>
    <w:docPart>
      <w:docPartPr>
        <w:name w:val="83F3F3D4CF564AF1AC52310986AB0D63"/>
        <w:category>
          <w:name w:val="General"/>
          <w:gallery w:val="placeholder"/>
        </w:category>
        <w:types>
          <w:type w:val="bbPlcHdr"/>
        </w:types>
        <w:behaviors>
          <w:behavior w:val="content"/>
        </w:behaviors>
        <w:guid w:val="{60DD6084-57C0-4639-930F-46A3F11B4789}"/>
      </w:docPartPr>
      <w:docPartBody>
        <w:p w:rsidR="00000000" w:rsidRDefault="00000000">
          <w:pPr>
            <w:pStyle w:val="83F3F3D4CF564AF1AC52310986AB0D63"/>
          </w:pPr>
          <w:r w:rsidRPr="00ED112D">
            <w:t>Less Sales Returns &amp; Discounts</w:t>
          </w:r>
        </w:p>
      </w:docPartBody>
    </w:docPart>
    <w:docPart>
      <w:docPartPr>
        <w:name w:val="EA1258CF41CC466299C7C2B983C3F89F"/>
        <w:category>
          <w:name w:val="General"/>
          <w:gallery w:val="placeholder"/>
        </w:category>
        <w:types>
          <w:type w:val="bbPlcHdr"/>
        </w:types>
        <w:behaviors>
          <w:behavior w:val="content"/>
        </w:behaviors>
        <w:guid w:val="{D834C01C-A9F5-4FA5-852A-091B0E3C9A17}"/>
      </w:docPartPr>
      <w:docPartBody>
        <w:p w:rsidR="00000000" w:rsidRDefault="00000000">
          <w:pPr>
            <w:pStyle w:val="EA1258CF41CC466299C7C2B983C3F89F"/>
          </w:pPr>
          <w:r w:rsidRPr="00ED112D">
            <w:t>Service Revenue</w:t>
          </w:r>
        </w:p>
      </w:docPartBody>
    </w:docPart>
    <w:docPart>
      <w:docPartPr>
        <w:name w:val="C42DA1F572534EF89C86F0E15C53DBE5"/>
        <w:category>
          <w:name w:val="General"/>
          <w:gallery w:val="placeholder"/>
        </w:category>
        <w:types>
          <w:type w:val="bbPlcHdr"/>
        </w:types>
        <w:behaviors>
          <w:behavior w:val="content"/>
        </w:behaviors>
        <w:guid w:val="{711CD993-9CA7-4D24-8D9E-8005928AE845}"/>
      </w:docPartPr>
      <w:docPartBody>
        <w:p w:rsidR="00000000" w:rsidRDefault="00000000">
          <w:pPr>
            <w:pStyle w:val="C42DA1F572534EF89C86F0E15C53DBE5"/>
          </w:pPr>
          <w:r w:rsidRPr="00ED112D">
            <w:t>Other Revenue</w:t>
          </w:r>
        </w:p>
      </w:docPartBody>
    </w:docPart>
    <w:docPart>
      <w:docPartPr>
        <w:name w:val="C7D74DF58A684551B2EE81F726501064"/>
        <w:category>
          <w:name w:val="General"/>
          <w:gallery w:val="placeholder"/>
        </w:category>
        <w:types>
          <w:type w:val="bbPlcHdr"/>
        </w:types>
        <w:behaviors>
          <w:behavior w:val="content"/>
        </w:behaviors>
        <w:guid w:val="{8946864B-6E2C-4FF3-9B7B-BED1D0DF0924}"/>
      </w:docPartPr>
      <w:docPartBody>
        <w:p w:rsidR="00000000" w:rsidRDefault="00000000">
          <w:pPr>
            <w:pStyle w:val="C7D74DF58A684551B2EE81F726501064"/>
          </w:pPr>
          <w:r w:rsidRPr="00AA1EA0">
            <w:t>Net Sales</w:t>
          </w:r>
        </w:p>
      </w:docPartBody>
    </w:docPart>
    <w:docPart>
      <w:docPartPr>
        <w:name w:val="11CD6889B6024161BD289BCECA55608E"/>
        <w:category>
          <w:name w:val="General"/>
          <w:gallery w:val="placeholder"/>
        </w:category>
        <w:types>
          <w:type w:val="bbPlcHdr"/>
        </w:types>
        <w:behaviors>
          <w:behavior w:val="content"/>
        </w:behaviors>
        <w:guid w:val="{450352F7-074E-4AAC-BEA8-3C68FB29DAEA}"/>
      </w:docPartPr>
      <w:docPartBody>
        <w:p w:rsidR="00000000" w:rsidRDefault="00000000">
          <w:pPr>
            <w:pStyle w:val="11CD6889B6024161BD289BCECA55608E"/>
          </w:pPr>
          <w:r w:rsidRPr="00AA1EA0">
            <w:t>Cost of Goods Sold</w:t>
          </w:r>
        </w:p>
      </w:docPartBody>
    </w:docPart>
    <w:docPart>
      <w:docPartPr>
        <w:name w:val="9D0A6CCEAB7B456DBB21BD49D1477C2B"/>
        <w:category>
          <w:name w:val="General"/>
          <w:gallery w:val="placeholder"/>
        </w:category>
        <w:types>
          <w:type w:val="bbPlcHdr"/>
        </w:types>
        <w:behaviors>
          <w:behavior w:val="content"/>
        </w:behaviors>
        <w:guid w:val="{CEFE9189-C042-4199-A7F7-6F968943105E}"/>
      </w:docPartPr>
      <w:docPartBody>
        <w:p w:rsidR="00000000" w:rsidRDefault="00000000">
          <w:pPr>
            <w:pStyle w:val="9D0A6CCEAB7B456DBB21BD49D1477C2B"/>
          </w:pPr>
          <w:r w:rsidRPr="00AA1EA0">
            <w:t>Gross Profit</w:t>
          </w:r>
        </w:p>
      </w:docPartBody>
    </w:docPart>
    <w:docPart>
      <w:docPartPr>
        <w:name w:val="57B8229BE8B144E09824C4A97DCCA1E3"/>
        <w:category>
          <w:name w:val="General"/>
          <w:gallery w:val="placeholder"/>
        </w:category>
        <w:types>
          <w:type w:val="bbPlcHdr"/>
        </w:types>
        <w:behaviors>
          <w:behavior w:val="content"/>
        </w:behaviors>
        <w:guid w:val="{971353C9-E589-4F05-838D-C23E32D7DB50}"/>
      </w:docPartPr>
      <w:docPartBody>
        <w:p w:rsidR="00000000" w:rsidRDefault="00000000">
          <w:pPr>
            <w:pStyle w:val="57B8229BE8B144E09824C4A97DCCA1E3"/>
          </w:pPr>
          <w:r w:rsidRPr="00AA1EA0">
            <w:t>EXPENSES</w:t>
          </w:r>
        </w:p>
      </w:docPartBody>
    </w:docPart>
    <w:docPart>
      <w:docPartPr>
        <w:name w:val="CF596E2DDBE544F0BC969F26E3BA05D4"/>
        <w:category>
          <w:name w:val="General"/>
          <w:gallery w:val="placeholder"/>
        </w:category>
        <w:types>
          <w:type w:val="bbPlcHdr"/>
        </w:types>
        <w:behaviors>
          <w:behavior w:val="content"/>
        </w:behaviors>
        <w:guid w:val="{C7A09861-9E9F-4B15-9FA4-CEA1D30C50BD}"/>
      </w:docPartPr>
      <w:docPartBody>
        <w:p w:rsidR="00000000" w:rsidRDefault="00000000">
          <w:pPr>
            <w:pStyle w:val="CF596E2DDBE544F0BC969F26E3BA05D4"/>
          </w:pPr>
          <w:r w:rsidRPr="00AA1EA0">
            <w:t>JAN</w:t>
          </w:r>
        </w:p>
      </w:docPartBody>
    </w:docPart>
    <w:docPart>
      <w:docPartPr>
        <w:name w:val="DD22C0F079EF469D8C2C80F5660474BC"/>
        <w:category>
          <w:name w:val="General"/>
          <w:gallery w:val="placeholder"/>
        </w:category>
        <w:types>
          <w:type w:val="bbPlcHdr"/>
        </w:types>
        <w:behaviors>
          <w:behavior w:val="content"/>
        </w:behaviors>
        <w:guid w:val="{AF9BDDEE-8C4C-400A-B78E-A603CC7B5A70}"/>
      </w:docPartPr>
      <w:docPartBody>
        <w:p w:rsidR="00000000" w:rsidRDefault="00000000">
          <w:pPr>
            <w:pStyle w:val="DD22C0F079EF469D8C2C80F5660474BC"/>
          </w:pPr>
          <w:r w:rsidRPr="00AA1EA0">
            <w:t>FEB</w:t>
          </w:r>
        </w:p>
      </w:docPartBody>
    </w:docPart>
    <w:docPart>
      <w:docPartPr>
        <w:name w:val="3FAF90645521433D9C4D73318D29DC1B"/>
        <w:category>
          <w:name w:val="General"/>
          <w:gallery w:val="placeholder"/>
        </w:category>
        <w:types>
          <w:type w:val="bbPlcHdr"/>
        </w:types>
        <w:behaviors>
          <w:behavior w:val="content"/>
        </w:behaviors>
        <w:guid w:val="{8F59679F-F7D2-4F5B-864E-5224DD11DB65}"/>
      </w:docPartPr>
      <w:docPartBody>
        <w:p w:rsidR="00000000" w:rsidRDefault="00000000">
          <w:pPr>
            <w:pStyle w:val="3FAF90645521433D9C4D73318D29DC1B"/>
          </w:pPr>
          <w:r w:rsidRPr="00AA1EA0">
            <w:t>MAR</w:t>
          </w:r>
        </w:p>
      </w:docPartBody>
    </w:docPart>
    <w:docPart>
      <w:docPartPr>
        <w:name w:val="16BB289B12854441A626FA7DD89C7501"/>
        <w:category>
          <w:name w:val="General"/>
          <w:gallery w:val="placeholder"/>
        </w:category>
        <w:types>
          <w:type w:val="bbPlcHdr"/>
        </w:types>
        <w:behaviors>
          <w:behavior w:val="content"/>
        </w:behaviors>
        <w:guid w:val="{A7542D0F-C2B4-4D9C-B3A6-BEF4349463A9}"/>
      </w:docPartPr>
      <w:docPartBody>
        <w:p w:rsidR="00000000" w:rsidRDefault="00000000">
          <w:pPr>
            <w:pStyle w:val="16BB289B12854441A626FA7DD89C7501"/>
          </w:pPr>
          <w:r w:rsidRPr="00AA1EA0">
            <w:t>APR</w:t>
          </w:r>
        </w:p>
      </w:docPartBody>
    </w:docPart>
    <w:docPart>
      <w:docPartPr>
        <w:name w:val="23E0F27DD27541F08076EAC02CC6A00F"/>
        <w:category>
          <w:name w:val="General"/>
          <w:gallery w:val="placeholder"/>
        </w:category>
        <w:types>
          <w:type w:val="bbPlcHdr"/>
        </w:types>
        <w:behaviors>
          <w:behavior w:val="content"/>
        </w:behaviors>
        <w:guid w:val="{1535F033-B87B-458D-930E-388E81E528E2}"/>
      </w:docPartPr>
      <w:docPartBody>
        <w:p w:rsidR="00000000" w:rsidRDefault="00000000">
          <w:pPr>
            <w:pStyle w:val="23E0F27DD27541F08076EAC02CC6A00F"/>
          </w:pPr>
          <w:r w:rsidRPr="00AA1EA0">
            <w:t>MAY</w:t>
          </w:r>
        </w:p>
      </w:docPartBody>
    </w:docPart>
    <w:docPart>
      <w:docPartPr>
        <w:name w:val="8514EAA9230D457E93D67C3BD9AA81AB"/>
        <w:category>
          <w:name w:val="General"/>
          <w:gallery w:val="placeholder"/>
        </w:category>
        <w:types>
          <w:type w:val="bbPlcHdr"/>
        </w:types>
        <w:behaviors>
          <w:behavior w:val="content"/>
        </w:behaviors>
        <w:guid w:val="{5CE727F0-C514-4822-89EB-2D2AE2F8DDF4}"/>
      </w:docPartPr>
      <w:docPartBody>
        <w:p w:rsidR="00000000" w:rsidRDefault="00000000">
          <w:pPr>
            <w:pStyle w:val="8514EAA9230D457E93D67C3BD9AA81AB"/>
          </w:pPr>
          <w:r w:rsidRPr="00AA1EA0">
            <w:t>JUN</w:t>
          </w:r>
        </w:p>
      </w:docPartBody>
    </w:docPart>
    <w:docPart>
      <w:docPartPr>
        <w:name w:val="EEBFC930304747CAA09CC176848C67DF"/>
        <w:category>
          <w:name w:val="General"/>
          <w:gallery w:val="placeholder"/>
        </w:category>
        <w:types>
          <w:type w:val="bbPlcHdr"/>
        </w:types>
        <w:behaviors>
          <w:behavior w:val="content"/>
        </w:behaviors>
        <w:guid w:val="{6EA8F07D-FEF9-42DA-9F70-8E46206B3048}"/>
      </w:docPartPr>
      <w:docPartBody>
        <w:p w:rsidR="00000000" w:rsidRDefault="00000000">
          <w:pPr>
            <w:pStyle w:val="EEBFC930304747CAA09CC176848C67DF"/>
          </w:pPr>
          <w:r w:rsidRPr="00AA1EA0">
            <w:t>JUL</w:t>
          </w:r>
        </w:p>
      </w:docPartBody>
    </w:docPart>
    <w:docPart>
      <w:docPartPr>
        <w:name w:val="B82D8E20B77340E7A6D1903494E5B71A"/>
        <w:category>
          <w:name w:val="General"/>
          <w:gallery w:val="placeholder"/>
        </w:category>
        <w:types>
          <w:type w:val="bbPlcHdr"/>
        </w:types>
        <w:behaviors>
          <w:behavior w:val="content"/>
        </w:behaviors>
        <w:guid w:val="{709910AC-CE89-41D6-81C5-398393C66EE2}"/>
      </w:docPartPr>
      <w:docPartBody>
        <w:p w:rsidR="00000000" w:rsidRDefault="00000000">
          <w:pPr>
            <w:pStyle w:val="B82D8E20B77340E7A6D1903494E5B71A"/>
          </w:pPr>
          <w:r w:rsidRPr="00AA1EA0">
            <w:t>AUG</w:t>
          </w:r>
        </w:p>
      </w:docPartBody>
    </w:docPart>
    <w:docPart>
      <w:docPartPr>
        <w:name w:val="C2D88FFABEA64E8094A5395702893A7C"/>
        <w:category>
          <w:name w:val="General"/>
          <w:gallery w:val="placeholder"/>
        </w:category>
        <w:types>
          <w:type w:val="bbPlcHdr"/>
        </w:types>
        <w:behaviors>
          <w:behavior w:val="content"/>
        </w:behaviors>
        <w:guid w:val="{96B4D36D-23F2-4B01-A931-523029D2EA82}"/>
      </w:docPartPr>
      <w:docPartBody>
        <w:p w:rsidR="00000000" w:rsidRDefault="00000000">
          <w:pPr>
            <w:pStyle w:val="C2D88FFABEA64E8094A5395702893A7C"/>
          </w:pPr>
          <w:r w:rsidRPr="00AA1EA0">
            <w:t>SEP</w:t>
          </w:r>
        </w:p>
      </w:docPartBody>
    </w:docPart>
    <w:docPart>
      <w:docPartPr>
        <w:name w:val="60E4631F5FDE41CBA4CE40596C018B7E"/>
        <w:category>
          <w:name w:val="General"/>
          <w:gallery w:val="placeholder"/>
        </w:category>
        <w:types>
          <w:type w:val="bbPlcHdr"/>
        </w:types>
        <w:behaviors>
          <w:behavior w:val="content"/>
        </w:behaviors>
        <w:guid w:val="{F5F537D0-9D82-4614-800D-9AA0B2DD5E0E}"/>
      </w:docPartPr>
      <w:docPartBody>
        <w:p w:rsidR="00000000" w:rsidRDefault="00000000">
          <w:pPr>
            <w:pStyle w:val="60E4631F5FDE41CBA4CE40596C018B7E"/>
          </w:pPr>
          <w:r w:rsidRPr="00AA1EA0">
            <w:t>OCT</w:t>
          </w:r>
        </w:p>
      </w:docPartBody>
    </w:docPart>
    <w:docPart>
      <w:docPartPr>
        <w:name w:val="4AAD32A3261E4BFC88D233D4FA8DB28A"/>
        <w:category>
          <w:name w:val="General"/>
          <w:gallery w:val="placeholder"/>
        </w:category>
        <w:types>
          <w:type w:val="bbPlcHdr"/>
        </w:types>
        <w:behaviors>
          <w:behavior w:val="content"/>
        </w:behaviors>
        <w:guid w:val="{837454F1-B3B7-4C2C-8A0F-9996888E9FA7}"/>
      </w:docPartPr>
      <w:docPartBody>
        <w:p w:rsidR="00000000" w:rsidRDefault="00000000">
          <w:pPr>
            <w:pStyle w:val="4AAD32A3261E4BFC88D233D4FA8DB28A"/>
          </w:pPr>
          <w:r w:rsidRPr="00AA1EA0">
            <w:t>NOV</w:t>
          </w:r>
        </w:p>
      </w:docPartBody>
    </w:docPart>
    <w:docPart>
      <w:docPartPr>
        <w:name w:val="E9571CA7586F4542B2CD4C747CCF9A98"/>
        <w:category>
          <w:name w:val="General"/>
          <w:gallery w:val="placeholder"/>
        </w:category>
        <w:types>
          <w:type w:val="bbPlcHdr"/>
        </w:types>
        <w:behaviors>
          <w:behavior w:val="content"/>
        </w:behaviors>
        <w:guid w:val="{0CCFD664-2BCB-47BE-9E32-F41F803AA923}"/>
      </w:docPartPr>
      <w:docPartBody>
        <w:p w:rsidR="00000000" w:rsidRDefault="00000000">
          <w:pPr>
            <w:pStyle w:val="E9571CA7586F4542B2CD4C747CCF9A98"/>
          </w:pPr>
          <w:r w:rsidRPr="00AA1EA0">
            <w:t>DEC</w:t>
          </w:r>
        </w:p>
      </w:docPartBody>
    </w:docPart>
    <w:docPart>
      <w:docPartPr>
        <w:name w:val="649DC5750F4E406C80D259465D837970"/>
        <w:category>
          <w:name w:val="General"/>
          <w:gallery w:val="placeholder"/>
        </w:category>
        <w:types>
          <w:type w:val="bbPlcHdr"/>
        </w:types>
        <w:behaviors>
          <w:behavior w:val="content"/>
        </w:behaviors>
        <w:guid w:val="{9F7D2221-A8B8-49A7-A86A-4CFE41D8FD6D}"/>
      </w:docPartPr>
      <w:docPartBody>
        <w:p w:rsidR="00000000" w:rsidRDefault="00000000">
          <w:pPr>
            <w:pStyle w:val="649DC5750F4E406C80D259465D837970"/>
          </w:pPr>
          <w:r w:rsidRPr="00AA1EA0">
            <w:t>YTD</w:t>
          </w:r>
        </w:p>
      </w:docPartBody>
    </w:docPart>
    <w:docPart>
      <w:docPartPr>
        <w:name w:val="4AB99C851EE54440AC79EDDD5BF8986B"/>
        <w:category>
          <w:name w:val="General"/>
          <w:gallery w:val="placeholder"/>
        </w:category>
        <w:types>
          <w:type w:val="bbPlcHdr"/>
        </w:types>
        <w:behaviors>
          <w:behavior w:val="content"/>
        </w:behaviors>
        <w:guid w:val="{42B1904D-8B14-47B5-97AF-E3C8AF6141D1}"/>
      </w:docPartPr>
      <w:docPartBody>
        <w:p w:rsidR="00000000" w:rsidRDefault="00000000">
          <w:pPr>
            <w:pStyle w:val="4AB99C851EE54440AC79EDDD5BF8986B"/>
          </w:pPr>
          <w:r w:rsidRPr="00ED112D">
            <w:t>Salaries &amp; Wages</w:t>
          </w:r>
        </w:p>
      </w:docPartBody>
    </w:docPart>
    <w:docPart>
      <w:docPartPr>
        <w:name w:val="D21848E317484305B038C4EEA9EDA793"/>
        <w:category>
          <w:name w:val="General"/>
          <w:gallery w:val="placeholder"/>
        </w:category>
        <w:types>
          <w:type w:val="bbPlcHdr"/>
        </w:types>
        <w:behaviors>
          <w:behavior w:val="content"/>
        </w:behaviors>
        <w:guid w:val="{10FEE135-22F1-4FDD-89F7-FC88DE637BF3}"/>
      </w:docPartPr>
      <w:docPartBody>
        <w:p w:rsidR="00000000" w:rsidRDefault="00000000">
          <w:pPr>
            <w:pStyle w:val="D21848E317484305B038C4EEA9EDA793"/>
          </w:pPr>
          <w:r w:rsidRPr="00ED112D">
            <w:t>Marketing/Advertising</w:t>
          </w:r>
        </w:p>
      </w:docPartBody>
    </w:docPart>
    <w:docPart>
      <w:docPartPr>
        <w:name w:val="A6D7477938DC473E9FA0AE8EADE01E37"/>
        <w:category>
          <w:name w:val="General"/>
          <w:gallery w:val="placeholder"/>
        </w:category>
        <w:types>
          <w:type w:val="bbPlcHdr"/>
        </w:types>
        <w:behaviors>
          <w:behavior w:val="content"/>
        </w:behaviors>
        <w:guid w:val="{F4D0D82E-ACB7-425B-A489-56C76DA45F52}"/>
      </w:docPartPr>
      <w:docPartBody>
        <w:p w:rsidR="00000000" w:rsidRDefault="00000000">
          <w:pPr>
            <w:pStyle w:val="A6D7477938DC473E9FA0AE8EADE01E37"/>
          </w:pPr>
          <w:r w:rsidRPr="00ED112D">
            <w:t>Sales Commissions</w:t>
          </w:r>
        </w:p>
      </w:docPartBody>
    </w:docPart>
    <w:docPart>
      <w:docPartPr>
        <w:name w:val="EF84204397F84144BA367C5FA813AAE1"/>
        <w:category>
          <w:name w:val="General"/>
          <w:gallery w:val="placeholder"/>
        </w:category>
        <w:types>
          <w:type w:val="bbPlcHdr"/>
        </w:types>
        <w:behaviors>
          <w:behavior w:val="content"/>
        </w:behaviors>
        <w:guid w:val="{F49EAF34-0FD3-4AEB-BB0F-DBF194862D7B}"/>
      </w:docPartPr>
      <w:docPartBody>
        <w:p w:rsidR="00000000" w:rsidRDefault="00000000">
          <w:pPr>
            <w:pStyle w:val="EF84204397F84144BA367C5FA813AAE1"/>
          </w:pPr>
          <w:r w:rsidRPr="00ED112D">
            <w:t>Rent</w:t>
          </w:r>
        </w:p>
      </w:docPartBody>
    </w:docPart>
    <w:docPart>
      <w:docPartPr>
        <w:name w:val="2E642B189E004E8A981BAB5B44C47EC8"/>
        <w:category>
          <w:name w:val="General"/>
          <w:gallery w:val="placeholder"/>
        </w:category>
        <w:types>
          <w:type w:val="bbPlcHdr"/>
        </w:types>
        <w:behaviors>
          <w:behavior w:val="content"/>
        </w:behaviors>
        <w:guid w:val="{D4914DD9-B38A-42B2-86ED-D48D80065E7A}"/>
      </w:docPartPr>
      <w:docPartBody>
        <w:p w:rsidR="00000000" w:rsidRDefault="00000000">
          <w:pPr>
            <w:pStyle w:val="2E642B189E004E8A981BAB5B44C47EC8"/>
          </w:pPr>
          <w:r w:rsidRPr="00ED112D">
            <w:t>Utilities</w:t>
          </w:r>
        </w:p>
      </w:docPartBody>
    </w:docPart>
    <w:docPart>
      <w:docPartPr>
        <w:name w:val="8E005557211D439589633A309CAA12AB"/>
        <w:category>
          <w:name w:val="General"/>
          <w:gallery w:val="placeholder"/>
        </w:category>
        <w:types>
          <w:type w:val="bbPlcHdr"/>
        </w:types>
        <w:behaviors>
          <w:behavior w:val="content"/>
        </w:behaviors>
        <w:guid w:val="{BC3812C1-3025-4A64-BEB4-1F61D5A5C5FB}"/>
      </w:docPartPr>
      <w:docPartBody>
        <w:p w:rsidR="00000000" w:rsidRDefault="00000000">
          <w:pPr>
            <w:pStyle w:val="8E005557211D439589633A309CAA12AB"/>
          </w:pPr>
          <w:r w:rsidRPr="00ED112D">
            <w:t>Website Expenses</w:t>
          </w:r>
        </w:p>
      </w:docPartBody>
    </w:docPart>
    <w:docPart>
      <w:docPartPr>
        <w:name w:val="E7C8D290C45D4ED8B29E71835F8F3D9A"/>
        <w:category>
          <w:name w:val="General"/>
          <w:gallery w:val="placeholder"/>
        </w:category>
        <w:types>
          <w:type w:val="bbPlcHdr"/>
        </w:types>
        <w:behaviors>
          <w:behavior w:val="content"/>
        </w:behaviors>
        <w:guid w:val="{3B13D34D-4AA1-439E-BCC1-203F4B8B3AE8}"/>
      </w:docPartPr>
      <w:docPartBody>
        <w:p w:rsidR="00000000" w:rsidRDefault="00000000">
          <w:pPr>
            <w:pStyle w:val="E7C8D290C45D4ED8B29E71835F8F3D9A"/>
          </w:pPr>
          <w:r w:rsidRPr="00ED112D">
            <w:t>Internet/Phone</w:t>
          </w:r>
        </w:p>
      </w:docPartBody>
    </w:docPart>
    <w:docPart>
      <w:docPartPr>
        <w:name w:val="FDC59DD2A6B44EF3A5C5A797C99BBC4B"/>
        <w:category>
          <w:name w:val="General"/>
          <w:gallery w:val="placeholder"/>
        </w:category>
        <w:types>
          <w:type w:val="bbPlcHdr"/>
        </w:types>
        <w:behaviors>
          <w:behavior w:val="content"/>
        </w:behaviors>
        <w:guid w:val="{DF21D04C-DDB0-4E23-9842-F934D0015DCE}"/>
      </w:docPartPr>
      <w:docPartBody>
        <w:p w:rsidR="00000000" w:rsidRDefault="00000000">
          <w:pPr>
            <w:pStyle w:val="FDC59DD2A6B44EF3A5C5A797C99BBC4B"/>
          </w:pPr>
          <w:r w:rsidRPr="00ED112D">
            <w:t>Insurance</w:t>
          </w:r>
        </w:p>
      </w:docPartBody>
    </w:docPart>
    <w:docPart>
      <w:docPartPr>
        <w:name w:val="373F7368D096441CB385E68D137929FE"/>
        <w:category>
          <w:name w:val="General"/>
          <w:gallery w:val="placeholder"/>
        </w:category>
        <w:types>
          <w:type w:val="bbPlcHdr"/>
        </w:types>
        <w:behaviors>
          <w:behavior w:val="content"/>
        </w:behaviors>
        <w:guid w:val="{5F91C268-D9E4-4B5C-9D91-973540A3D90A}"/>
      </w:docPartPr>
      <w:docPartBody>
        <w:p w:rsidR="00000000" w:rsidRDefault="00000000">
          <w:pPr>
            <w:pStyle w:val="373F7368D096441CB385E68D137929FE"/>
          </w:pPr>
          <w:r w:rsidRPr="00ED112D">
            <w:t>Travel</w:t>
          </w:r>
        </w:p>
      </w:docPartBody>
    </w:docPart>
    <w:docPart>
      <w:docPartPr>
        <w:name w:val="316D34CBDF064D78A20093E4582275D3"/>
        <w:category>
          <w:name w:val="General"/>
          <w:gallery w:val="placeholder"/>
        </w:category>
        <w:types>
          <w:type w:val="bbPlcHdr"/>
        </w:types>
        <w:behaviors>
          <w:behavior w:val="content"/>
        </w:behaviors>
        <w:guid w:val="{4C6E926B-ABD9-4BFD-A910-AACF47345EE7}"/>
      </w:docPartPr>
      <w:docPartBody>
        <w:p w:rsidR="00000000" w:rsidRDefault="00000000">
          <w:pPr>
            <w:pStyle w:val="316D34CBDF064D78A20093E4582275D3"/>
          </w:pPr>
          <w:r w:rsidRPr="00ED112D">
            <w:t>Legal/Accounting</w:t>
          </w:r>
        </w:p>
      </w:docPartBody>
    </w:docPart>
    <w:docPart>
      <w:docPartPr>
        <w:name w:val="C15F0CBBA96A45A4BE0C656EF240BF91"/>
        <w:category>
          <w:name w:val="General"/>
          <w:gallery w:val="placeholder"/>
        </w:category>
        <w:types>
          <w:type w:val="bbPlcHdr"/>
        </w:types>
        <w:behaviors>
          <w:behavior w:val="content"/>
        </w:behaviors>
        <w:guid w:val="{09017FDD-112F-40CC-AEE0-0C0915652948}"/>
      </w:docPartPr>
      <w:docPartBody>
        <w:p w:rsidR="00000000" w:rsidRDefault="00000000">
          <w:pPr>
            <w:pStyle w:val="C15F0CBBA96A45A4BE0C656EF240BF91"/>
          </w:pPr>
          <w:r w:rsidRPr="00ED112D">
            <w:t>Office Supplies</w:t>
          </w:r>
        </w:p>
      </w:docPartBody>
    </w:docPart>
    <w:docPart>
      <w:docPartPr>
        <w:name w:val="8D1E2392306243AA946F6878832E1A98"/>
        <w:category>
          <w:name w:val="General"/>
          <w:gallery w:val="placeholder"/>
        </w:category>
        <w:types>
          <w:type w:val="bbPlcHdr"/>
        </w:types>
        <w:behaviors>
          <w:behavior w:val="content"/>
        </w:behaviors>
        <w:guid w:val="{5BB1629E-B32B-4CEE-B325-FD606330B863}"/>
      </w:docPartPr>
      <w:docPartBody>
        <w:p w:rsidR="00000000" w:rsidRDefault="00000000">
          <w:pPr>
            <w:pStyle w:val="8D1E2392306243AA946F6878832E1A98"/>
          </w:pPr>
          <w:r w:rsidRPr="00ED112D">
            <w:t>Interest Expense</w:t>
          </w:r>
        </w:p>
      </w:docPartBody>
    </w:docPart>
    <w:docPart>
      <w:docPartPr>
        <w:name w:val="C58FD730B6C04AEAA916E66E1B1E9C39"/>
        <w:category>
          <w:name w:val="General"/>
          <w:gallery w:val="placeholder"/>
        </w:category>
        <w:types>
          <w:type w:val="bbPlcHdr"/>
        </w:types>
        <w:behaviors>
          <w:behavior w:val="content"/>
        </w:behaviors>
        <w:guid w:val="{11D43CF5-931F-4C81-8430-260BE3759A2E}"/>
      </w:docPartPr>
      <w:docPartBody>
        <w:p w:rsidR="00000000" w:rsidRDefault="00000000">
          <w:pPr>
            <w:pStyle w:val="C58FD730B6C04AEAA916E66E1B1E9C39"/>
          </w:pPr>
          <w:r w:rsidRPr="00ED112D">
            <w:t>Other 1</w:t>
          </w:r>
        </w:p>
      </w:docPartBody>
    </w:docPart>
    <w:docPart>
      <w:docPartPr>
        <w:name w:val="89ED6EE21425404BB04772F3DEF2FCBA"/>
        <w:category>
          <w:name w:val="General"/>
          <w:gallery w:val="placeholder"/>
        </w:category>
        <w:types>
          <w:type w:val="bbPlcHdr"/>
        </w:types>
        <w:behaviors>
          <w:behavior w:val="content"/>
        </w:behaviors>
        <w:guid w:val="{0EE064CD-442B-453D-84F2-31C3CBE831DE}"/>
      </w:docPartPr>
      <w:docPartBody>
        <w:p w:rsidR="00000000" w:rsidRDefault="00000000">
          <w:pPr>
            <w:pStyle w:val="89ED6EE21425404BB04772F3DEF2FCBA"/>
          </w:pPr>
          <w:r w:rsidRPr="00AA1EA0">
            <w:t xml:space="preserve">Total </w:t>
          </w:r>
          <w:r w:rsidRPr="00AA1EA0">
            <w:t>Expenses</w:t>
          </w:r>
        </w:p>
      </w:docPartBody>
    </w:docPart>
    <w:docPart>
      <w:docPartPr>
        <w:name w:val="4F1B65A895CA4367A224A07CE9167C13"/>
        <w:category>
          <w:name w:val="General"/>
          <w:gallery w:val="placeholder"/>
        </w:category>
        <w:types>
          <w:type w:val="bbPlcHdr"/>
        </w:types>
        <w:behaviors>
          <w:behavior w:val="content"/>
        </w:behaviors>
        <w:guid w:val="{49F50326-6998-44AE-BB28-97C9743E1F09}"/>
      </w:docPartPr>
      <w:docPartBody>
        <w:p w:rsidR="00000000" w:rsidRDefault="00000000">
          <w:pPr>
            <w:pStyle w:val="4F1B65A895CA4367A224A07CE9167C13"/>
          </w:pPr>
          <w:r w:rsidRPr="00AA1EA0">
            <w:t>Income Before Taxes</w:t>
          </w:r>
        </w:p>
      </w:docPartBody>
    </w:docPart>
    <w:docPart>
      <w:docPartPr>
        <w:name w:val="646CC380E7CA421CA72309C678571242"/>
        <w:category>
          <w:name w:val="General"/>
          <w:gallery w:val="placeholder"/>
        </w:category>
        <w:types>
          <w:type w:val="bbPlcHdr"/>
        </w:types>
        <w:behaviors>
          <w:behavior w:val="content"/>
        </w:behaviors>
        <w:guid w:val="{20DE9BCD-87F3-4024-9F57-A01FDA4C8C20}"/>
      </w:docPartPr>
      <w:docPartBody>
        <w:p w:rsidR="00000000" w:rsidRDefault="00000000">
          <w:pPr>
            <w:pStyle w:val="646CC380E7CA421CA72309C678571242"/>
          </w:pPr>
          <w:r w:rsidRPr="00AA1EA0">
            <w:t>Income Tax Expense</w:t>
          </w:r>
        </w:p>
      </w:docPartBody>
    </w:docPart>
    <w:docPart>
      <w:docPartPr>
        <w:name w:val="7E4780BA8D0940F8A2326B79AAED8657"/>
        <w:category>
          <w:name w:val="General"/>
          <w:gallery w:val="placeholder"/>
        </w:category>
        <w:types>
          <w:type w:val="bbPlcHdr"/>
        </w:types>
        <w:behaviors>
          <w:behavior w:val="content"/>
        </w:behaviors>
        <w:guid w:val="{DFB358AD-5CD8-4165-A9B2-B31FF10606D7}"/>
      </w:docPartPr>
      <w:docPartBody>
        <w:p w:rsidR="00000000" w:rsidRDefault="00000000">
          <w:pPr>
            <w:pStyle w:val="7E4780BA8D0940F8A2326B79AAED8657"/>
          </w:pPr>
          <w:r w:rsidRPr="00AA1EA0">
            <w:t>NET INCOME</w:t>
          </w:r>
        </w:p>
      </w:docPartBody>
    </w:docPart>
    <w:docPart>
      <w:docPartPr>
        <w:name w:val="C919ABC7917D4D12AC1E6995DD9E6723"/>
        <w:category>
          <w:name w:val="General"/>
          <w:gallery w:val="placeholder"/>
        </w:category>
        <w:types>
          <w:type w:val="bbPlcHdr"/>
        </w:types>
        <w:behaviors>
          <w:behavior w:val="content"/>
        </w:behaviors>
        <w:guid w:val="{2D0B5D8E-8039-4A86-BED0-F69F84EFCBC3}"/>
      </w:docPartPr>
      <w:docPartBody>
        <w:p w:rsidR="00000000" w:rsidRDefault="00000000">
          <w:pPr>
            <w:pStyle w:val="C919ABC7917D4D12AC1E6995DD9E6723"/>
          </w:pPr>
          <w:r w:rsidRPr="00AA1EA0">
            <w:rPr>
              <w:color w:val="2F2F2F"/>
            </w:rPr>
            <w:t>* In the service industry, Cost of Goods Sold is the monetized value of the time spent on the client.</w:t>
          </w:r>
        </w:p>
      </w:docPartBody>
    </w:docPart>
    <w:docPart>
      <w:docPartPr>
        <w:name w:val="39BC13B325E347BEACBD1DD892ACB16F"/>
        <w:category>
          <w:name w:val="General"/>
          <w:gallery w:val="placeholder"/>
        </w:category>
        <w:types>
          <w:type w:val="bbPlcHdr"/>
        </w:types>
        <w:behaviors>
          <w:behavior w:val="content"/>
        </w:behaviors>
        <w:guid w:val="{968A8732-8DC7-4BE1-9838-590CA53180A8}"/>
      </w:docPartPr>
      <w:docPartBody>
        <w:p w:rsidR="00000000" w:rsidRDefault="00000000">
          <w:pPr>
            <w:pStyle w:val="39BC13B325E347BEACBD1DD892ACB16F"/>
          </w:pPr>
          <w:r w:rsidRPr="00ED112D">
            <w:t>Instructions for Getting Started on Profit &amp; Loss Projections</w:t>
          </w:r>
        </w:p>
      </w:docPartBody>
    </w:docPart>
    <w:docPart>
      <w:docPartPr>
        <w:name w:val="6B1DF3A2C950488883B0BFE949F2C1AF"/>
        <w:category>
          <w:name w:val="General"/>
          <w:gallery w:val="placeholder"/>
        </w:category>
        <w:types>
          <w:type w:val="bbPlcHdr"/>
        </w:types>
        <w:behaviors>
          <w:behavior w:val="content"/>
        </w:behaviors>
        <w:guid w:val="{05870AE2-A078-4701-BDD1-879BAD9D489F}"/>
      </w:docPartPr>
      <w:docPartBody>
        <w:p w:rsidR="00000000" w:rsidRDefault="00000000">
          <w:pPr>
            <w:pStyle w:val="6B1DF3A2C950488883B0BFE949F2C1AF"/>
          </w:pPr>
          <w:r w:rsidRPr="00ED112D">
            <w:t>Completing projections for Profit and Loss of a new company is a good exercise to understand and communicate when the company will begin to break even and see how sales and profits will grow. The top portion of the model to the left, Revenue, is a good way to forecast sales, month by month for the first year. The lower portion then applies estimated expenses for the same period of time to derive the business' profitability.</w:t>
          </w:r>
        </w:p>
      </w:docPartBody>
    </w:docPart>
    <w:docPart>
      <w:docPartPr>
        <w:name w:val="121C438CAC7040C8A7C4915A3F191E09"/>
        <w:category>
          <w:name w:val="General"/>
          <w:gallery w:val="placeholder"/>
        </w:category>
        <w:types>
          <w:type w:val="bbPlcHdr"/>
        </w:types>
        <w:behaviors>
          <w:behavior w:val="content"/>
        </w:behaviors>
        <w:guid w:val="{2CCFD6CB-0CAA-4B1C-87EB-39F7E3C8D6E1}"/>
      </w:docPartPr>
      <w:docPartBody>
        <w:p w:rsidR="00000000" w:rsidRDefault="00000000">
          <w:pPr>
            <w:pStyle w:val="121C438CAC7040C8A7C4915A3F191E09"/>
          </w:pPr>
          <w:r w:rsidRPr="00ED112D">
            <w:rPr>
              <w:rStyle w:val="Bold"/>
            </w:rPr>
            <w:t>Steps for preparation:</w:t>
          </w:r>
        </w:p>
      </w:docPartBody>
    </w:docPart>
    <w:docPart>
      <w:docPartPr>
        <w:name w:val="6E56C57BAE0642AB9CFB881E7C9C8271"/>
        <w:category>
          <w:name w:val="General"/>
          <w:gallery w:val="placeholder"/>
        </w:category>
        <w:types>
          <w:type w:val="bbPlcHdr"/>
        </w:types>
        <w:behaviors>
          <w:behavior w:val="content"/>
        </w:behaviors>
        <w:guid w:val="{30850484-5D8F-4C7D-BA5C-0A2784F2FBDA}"/>
      </w:docPartPr>
      <w:docPartBody>
        <w:p w:rsidR="00000000" w:rsidRDefault="00000000">
          <w:pPr>
            <w:pStyle w:val="6E56C57BAE0642AB9CFB881E7C9C8271"/>
          </w:pPr>
          <w:r w:rsidRPr="00ED112D">
            <w:rPr>
              <w:rStyle w:val="Bold"/>
            </w:rPr>
            <w:t>Step 1:</w:t>
          </w:r>
        </w:p>
      </w:docPartBody>
    </w:docPart>
    <w:docPart>
      <w:docPartPr>
        <w:name w:val="730EF9B87DF64BD39AF33022DD0FFC48"/>
        <w:category>
          <w:name w:val="General"/>
          <w:gallery w:val="placeholder"/>
        </w:category>
        <w:types>
          <w:type w:val="bbPlcHdr"/>
        </w:types>
        <w:behaviors>
          <w:behavior w:val="content"/>
        </w:behaviors>
        <w:guid w:val="{CBD866C8-2E55-469A-9FF9-CED07ED992AF}"/>
      </w:docPartPr>
      <w:docPartBody>
        <w:p w:rsidR="00000000" w:rsidRDefault="00000000">
          <w:pPr>
            <w:pStyle w:val="730EF9B87DF64BD39AF33022DD0FFC48"/>
          </w:pPr>
          <w:r w:rsidRPr="00ED112D">
            <w:t>Enter the company name and the date this projection is being prepared.</w:t>
          </w:r>
        </w:p>
      </w:docPartBody>
    </w:docPart>
    <w:docPart>
      <w:docPartPr>
        <w:name w:val="E2C2FDF2878140199DE473C07C047763"/>
        <w:category>
          <w:name w:val="General"/>
          <w:gallery w:val="placeholder"/>
        </w:category>
        <w:types>
          <w:type w:val="bbPlcHdr"/>
        </w:types>
        <w:behaviors>
          <w:behavior w:val="content"/>
        </w:behaviors>
        <w:guid w:val="{4B88C979-CCDA-495F-AC3F-4A222BF1810C}"/>
      </w:docPartPr>
      <w:docPartBody>
        <w:p w:rsidR="00000000" w:rsidRDefault="00000000">
          <w:pPr>
            <w:pStyle w:val="E2C2FDF2878140199DE473C07C047763"/>
          </w:pPr>
          <w:r w:rsidRPr="00ED112D">
            <w:rPr>
              <w:rStyle w:val="Bold"/>
            </w:rPr>
            <w:t>Step 2:</w:t>
          </w:r>
        </w:p>
      </w:docPartBody>
    </w:docPart>
    <w:docPart>
      <w:docPartPr>
        <w:name w:val="FCC9720818B44853BF6B883875A72F3B"/>
        <w:category>
          <w:name w:val="General"/>
          <w:gallery w:val="placeholder"/>
        </w:category>
        <w:types>
          <w:type w:val="bbPlcHdr"/>
        </w:types>
        <w:behaviors>
          <w:behavior w:val="content"/>
        </w:behaviors>
        <w:guid w:val="{8556444A-B2D1-4AA2-9927-CF948E4AA38F}"/>
      </w:docPartPr>
      <w:docPartBody>
        <w:p w:rsidR="00000000" w:rsidRDefault="00000000">
          <w:pPr>
            <w:pStyle w:val="FCC9720818B44853BF6B883875A72F3B"/>
          </w:pPr>
          <w:r w:rsidRPr="00ED112D">
            <w:t>For each month, beginning in January or whenever the start is estimated, enter the expected sales to be. This could be for a single service or multiple services. Add lines to this model for additional offerings. From this, subtract any product returns or discounts that are to be tracked (these should be shown as negative numbers, for example, -10). Below Net Sales, enter the Cost of Goods Sold. This refers to the monetized value of the time spent on a particular client.</w:t>
          </w:r>
        </w:p>
      </w:docPartBody>
    </w:docPart>
    <w:docPart>
      <w:docPartPr>
        <w:name w:val="B49C474D4F2A45FABE59B406D923F6A7"/>
        <w:category>
          <w:name w:val="General"/>
          <w:gallery w:val="placeholder"/>
        </w:category>
        <w:types>
          <w:type w:val="bbPlcHdr"/>
        </w:types>
        <w:behaviors>
          <w:behavior w:val="content"/>
        </w:behaviors>
        <w:guid w:val="{A3CE9710-C24F-4661-9E1C-B9DF004BDA8E}"/>
      </w:docPartPr>
      <w:docPartBody>
        <w:p w:rsidR="00000000" w:rsidRDefault="00000000">
          <w:pPr>
            <w:pStyle w:val="B49C474D4F2A45FABE59B406D923F6A7"/>
          </w:pPr>
          <w:r w:rsidRPr="00ED112D">
            <w:rPr>
              <w:rStyle w:val="Bold"/>
            </w:rPr>
            <w:t>Step 3:</w:t>
          </w:r>
        </w:p>
      </w:docPartBody>
    </w:docPart>
    <w:docPart>
      <w:docPartPr>
        <w:name w:val="D039DB05B3644E628502815B20686DDC"/>
        <w:category>
          <w:name w:val="General"/>
          <w:gallery w:val="placeholder"/>
        </w:category>
        <w:types>
          <w:type w:val="bbPlcHdr"/>
        </w:types>
        <w:behaviors>
          <w:behavior w:val="content"/>
        </w:behaviors>
        <w:guid w:val="{6BC91852-AC3D-431B-B144-79EE43996D65}"/>
      </w:docPartPr>
      <w:docPartBody>
        <w:p w:rsidR="00000000" w:rsidRDefault="00000000">
          <w:pPr>
            <w:pStyle w:val="D039DB05B3644E628502815B20686DDC"/>
          </w:pPr>
          <w:r w:rsidRPr="00ED112D">
            <w:t>For each month, enter the estimated salaries, marketing, utilities, and other items that are projected.</w:t>
          </w:r>
        </w:p>
      </w:docPartBody>
    </w:docPart>
    <w:docPart>
      <w:docPartPr>
        <w:name w:val="F68A5A339E5C4D4AA91DD599715BAA89"/>
        <w:category>
          <w:name w:val="General"/>
          <w:gallery w:val="placeholder"/>
        </w:category>
        <w:types>
          <w:type w:val="bbPlcHdr"/>
        </w:types>
        <w:behaviors>
          <w:behavior w:val="content"/>
        </w:behaviors>
        <w:guid w:val="{4921D3FA-E9B8-497B-835B-7E2E3DE1C826}"/>
      </w:docPartPr>
      <w:docPartBody>
        <w:p w:rsidR="00000000" w:rsidRDefault="00000000">
          <w:pPr>
            <w:pStyle w:val="F68A5A339E5C4D4AA91DD599715BAA89"/>
          </w:pPr>
          <w:r w:rsidRPr="00ED112D">
            <w:rPr>
              <w:rStyle w:val="Bold"/>
            </w:rPr>
            <w:t>Step 4:</w:t>
          </w:r>
        </w:p>
      </w:docPartBody>
    </w:docPart>
    <w:docPart>
      <w:docPartPr>
        <w:name w:val="0DF53AAB2B8246CD9F2CC4F9EC9EA914"/>
        <w:category>
          <w:name w:val="General"/>
          <w:gallery w:val="placeholder"/>
        </w:category>
        <w:types>
          <w:type w:val="bbPlcHdr"/>
        </w:types>
        <w:behaviors>
          <w:behavior w:val="content"/>
        </w:behaviors>
        <w:guid w:val="{7E40EC97-D019-4704-9B5B-B542939F35D5}"/>
      </w:docPartPr>
      <w:docPartBody>
        <w:p w:rsidR="00000000" w:rsidRDefault="00000000">
          <w:pPr>
            <w:pStyle w:val="0DF53AAB2B8246CD9F2CC4F9EC9EA914"/>
          </w:pPr>
          <w:r w:rsidRPr="00ED112D">
            <w:t xml:space="preserve">Once all of the costs </w:t>
          </w:r>
          <w:r w:rsidRPr="00ED112D">
            <w:t>have been entered, review the individual items and total amount to see where projections can be fine-tuned or move something out into the future when more revenue is coming in. The objective is to get to profitability and positive cash flow as quickly as possible.</w:t>
          </w:r>
        </w:p>
      </w:docPartBody>
    </w:docPart>
    <w:docPart>
      <w:docPartPr>
        <w:name w:val="59006931C75048DA9FE2CB7377EF0730"/>
        <w:category>
          <w:name w:val="General"/>
          <w:gallery w:val="placeholder"/>
        </w:category>
        <w:types>
          <w:type w:val="bbPlcHdr"/>
        </w:types>
        <w:behaviors>
          <w:behavior w:val="content"/>
        </w:behaviors>
        <w:guid w:val="{699CD126-47EA-4ED4-8273-02BA84BD9B49}"/>
      </w:docPartPr>
      <w:docPartBody>
        <w:p w:rsidR="00000000" w:rsidRDefault="00000000">
          <w:pPr>
            <w:pStyle w:val="59006931C75048DA9FE2CB7377EF0730"/>
          </w:pPr>
          <w:r w:rsidRPr="009956A2">
            <w:t xml:space="preserve">HOME BASED </w:t>
          </w:r>
          <w:r w:rsidRPr="009956A2">
            <w:t>professional services</w:t>
          </w:r>
        </w:p>
      </w:docPartBody>
    </w:docPart>
    <w:docPart>
      <w:docPartPr>
        <w:name w:val="DD4B0246F06E4EBC9B26BE8445FE52D8"/>
        <w:category>
          <w:name w:val="General"/>
          <w:gallery w:val="placeholder"/>
        </w:category>
        <w:types>
          <w:type w:val="bbPlcHdr"/>
        </w:types>
        <w:behaviors>
          <w:behavior w:val="content"/>
        </w:behaviors>
        <w:guid w:val="{A57D9567-7C5A-427E-AAC2-5E46D33D8028}"/>
      </w:docPartPr>
      <w:docPartBody>
        <w:p w:rsidR="00000000" w:rsidRDefault="00000000">
          <w:pPr>
            <w:pStyle w:val="DD4B0246F06E4EBC9B26BE8445FE52D8"/>
          </w:pPr>
          <w:r w:rsidRPr="009956A2">
            <w:t>Business Plan</w:t>
          </w:r>
        </w:p>
      </w:docPartBody>
    </w:docPart>
    <w:docPart>
      <w:docPartPr>
        <w:name w:val="0AD845AA45EB4D2292329908E8F8F258"/>
        <w:category>
          <w:name w:val="General"/>
          <w:gallery w:val="placeholder"/>
        </w:category>
        <w:types>
          <w:type w:val="bbPlcHdr"/>
        </w:types>
        <w:behaviors>
          <w:behavior w:val="content"/>
        </w:behaviors>
        <w:guid w:val="{CA186E05-C563-4DF6-A5EC-EA07368892F7}"/>
      </w:docPartPr>
      <w:docPartBody>
        <w:p w:rsidR="00000000" w:rsidRDefault="00000000">
          <w:pPr>
            <w:pStyle w:val="0AD845AA45EB4D2292329908E8F8F258"/>
          </w:pPr>
          <w:r w:rsidRPr="009956A2">
            <w:t>HOME BASED professional services</w:t>
          </w:r>
        </w:p>
      </w:docPartBody>
    </w:docPart>
    <w:docPart>
      <w:docPartPr>
        <w:name w:val="324F5DED4A254359BB6C357B4D0B8AB2"/>
        <w:category>
          <w:name w:val="General"/>
          <w:gallery w:val="placeholder"/>
        </w:category>
        <w:types>
          <w:type w:val="bbPlcHdr"/>
        </w:types>
        <w:behaviors>
          <w:behavior w:val="content"/>
        </w:behaviors>
        <w:guid w:val="{CBCE0E64-3195-49C2-8920-DF74E0D1A054}"/>
      </w:docPartPr>
      <w:docPartBody>
        <w:p w:rsidR="00000000" w:rsidRDefault="00000000">
          <w:pPr>
            <w:pStyle w:val="324F5DED4A254359BB6C357B4D0B8AB2"/>
          </w:pPr>
          <w:r w:rsidRPr="009956A2">
            <w:t>Business Plan</w:t>
          </w:r>
        </w:p>
      </w:docPartBody>
    </w:docPart>
    <w:docPart>
      <w:docPartPr>
        <w:name w:val="591E093738DC4A298D711DEEB640535A"/>
        <w:category>
          <w:name w:val="General"/>
          <w:gallery w:val="placeholder"/>
        </w:category>
        <w:types>
          <w:type w:val="bbPlcHdr"/>
        </w:types>
        <w:behaviors>
          <w:behavior w:val="content"/>
        </w:behaviors>
        <w:guid w:val="{F5AAFF32-89AA-49BF-87F7-554C4816539B}"/>
      </w:docPartPr>
      <w:docPartBody>
        <w:p w:rsidR="00000000" w:rsidRDefault="00000000">
          <w:pPr>
            <w:pStyle w:val="591E093738DC4A298D711DEEB640535A"/>
          </w:pPr>
          <w:r w:rsidRPr="009956A2">
            <w:t>HOME BASED professional services</w:t>
          </w:r>
        </w:p>
      </w:docPartBody>
    </w:docPart>
    <w:docPart>
      <w:docPartPr>
        <w:name w:val="196DAF95F3E14FDAAFD0A2EE1756BCE5"/>
        <w:category>
          <w:name w:val="General"/>
          <w:gallery w:val="placeholder"/>
        </w:category>
        <w:types>
          <w:type w:val="bbPlcHdr"/>
        </w:types>
        <w:behaviors>
          <w:behavior w:val="content"/>
        </w:behaviors>
        <w:guid w:val="{52C568D9-6BEA-4124-8F0B-EBD44EA8A460}"/>
      </w:docPartPr>
      <w:docPartBody>
        <w:p w:rsidR="00000000" w:rsidRDefault="00000000">
          <w:pPr>
            <w:pStyle w:val="196DAF95F3E14FDAAFD0A2EE1756BCE5"/>
          </w:pPr>
          <w:r w:rsidRPr="009956A2">
            <w:t>Business Plan</w:t>
          </w:r>
        </w:p>
      </w:docPartBody>
    </w:docPart>
    <w:docPart>
      <w:docPartPr>
        <w:name w:val="882700A808674469AB0D1B73BB21A903"/>
        <w:category>
          <w:name w:val="General"/>
          <w:gallery w:val="placeholder"/>
        </w:category>
        <w:types>
          <w:type w:val="bbPlcHdr"/>
        </w:types>
        <w:behaviors>
          <w:behavior w:val="content"/>
        </w:behaviors>
        <w:guid w:val="{3D6B4C39-73FE-4E85-9746-4D7F36FA2B32}"/>
      </w:docPartPr>
      <w:docPartBody>
        <w:p w:rsidR="00000000" w:rsidRDefault="00000000">
          <w:pPr>
            <w:pStyle w:val="882700A808674469AB0D1B73BB21A903"/>
          </w:pPr>
          <w:r w:rsidRPr="009956A2">
            <w:t>HOME BASED professional services</w:t>
          </w:r>
        </w:p>
      </w:docPartBody>
    </w:docPart>
    <w:docPart>
      <w:docPartPr>
        <w:name w:val="9D892D47BCC246EA863F30206C19B7AC"/>
        <w:category>
          <w:name w:val="General"/>
          <w:gallery w:val="placeholder"/>
        </w:category>
        <w:types>
          <w:type w:val="bbPlcHdr"/>
        </w:types>
        <w:behaviors>
          <w:behavior w:val="content"/>
        </w:behaviors>
        <w:guid w:val="{8D80F35B-83EB-4432-85F1-390EAEC17B62}"/>
      </w:docPartPr>
      <w:docPartBody>
        <w:p w:rsidR="00000000" w:rsidRDefault="00000000">
          <w:pPr>
            <w:pStyle w:val="9D892D47BCC246EA863F30206C19B7AC"/>
          </w:pPr>
          <w:r w:rsidRPr="009956A2">
            <w:t>Business Plan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8E049D40"/>
    <w:lvl w:ilvl="0">
      <w:start w:val="1"/>
      <w:numFmt w:val="bullet"/>
      <w:pStyle w:val="ListBullet2"/>
      <w:lvlText w:val="o"/>
      <w:lvlJc w:val="left"/>
      <w:pPr>
        <w:ind w:left="720" w:hanging="360"/>
      </w:pPr>
      <w:rPr>
        <w:rFonts w:ascii="Courier New" w:hAnsi="Courier New" w:cs="Courier New" w:hint="default"/>
        <w:color w:val="ED7D31" w:themeColor="accent2"/>
      </w:rPr>
    </w:lvl>
  </w:abstractNum>
  <w:abstractNum w:abstractNumId="1" w15:restartNumberingAfterBreak="0">
    <w:nsid w:val="010675B0"/>
    <w:multiLevelType w:val="hybridMultilevel"/>
    <w:tmpl w:val="442A5648"/>
    <w:lvl w:ilvl="0" w:tplc="A4946864">
      <w:start w:val="1"/>
      <w:numFmt w:val="bullet"/>
      <w:pStyle w:val="Graphbullet4"/>
      <w:lvlText w:val=""/>
      <w:lvlJc w:val="left"/>
      <w:pPr>
        <w:ind w:left="720" w:hanging="360"/>
      </w:pPr>
      <w:rPr>
        <w:rFonts w:ascii="Symbol" w:hAnsi="Symbol" w:hint="default"/>
        <w:color w:val="ED7D31" w:themeColor="accent2"/>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1B0354"/>
    <w:multiLevelType w:val="hybridMultilevel"/>
    <w:tmpl w:val="0B669F94"/>
    <w:lvl w:ilvl="0" w:tplc="6C580B0E">
      <w:start w:val="1"/>
      <w:numFmt w:val="bullet"/>
      <w:pStyle w:val="Graphbullet3"/>
      <w:lvlText w:val=""/>
      <w:lvlJc w:val="left"/>
      <w:pPr>
        <w:ind w:left="360" w:hanging="360"/>
      </w:pPr>
      <w:rPr>
        <w:rFonts w:ascii="Symbol" w:hAnsi="Symbol" w:hint="default"/>
        <w:color w:val="595959" w:themeColor="text1" w:themeTint="A6"/>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F059C5"/>
    <w:multiLevelType w:val="hybridMultilevel"/>
    <w:tmpl w:val="117894FC"/>
    <w:lvl w:ilvl="0" w:tplc="3060231A">
      <w:start w:val="1"/>
      <w:numFmt w:val="bullet"/>
      <w:pStyle w:val="ListBullet"/>
      <w:lvlText w:val=""/>
      <w:lvlJc w:val="left"/>
      <w:pPr>
        <w:ind w:left="720" w:hanging="360"/>
      </w:pPr>
      <w:rPr>
        <w:rFonts w:ascii="Symbol" w:hAnsi="Symbol" w:hint="default"/>
        <w:color w:val="ED7D31" w:themeColor="accent2"/>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277AFC"/>
    <w:multiLevelType w:val="hybridMultilevel"/>
    <w:tmpl w:val="251E707C"/>
    <w:lvl w:ilvl="0" w:tplc="C7BC33B2">
      <w:start w:val="1"/>
      <w:numFmt w:val="bullet"/>
      <w:pStyle w:val="Graphbullet"/>
      <w:lvlText w:val=""/>
      <w:lvlJc w:val="left"/>
      <w:pPr>
        <w:ind w:left="720" w:hanging="360"/>
      </w:pPr>
      <w:rPr>
        <w:rFonts w:ascii="Symbol" w:hAnsi="Symbol" w:hint="default"/>
        <w:color w:val="A5A5A5" w:themeColor="accent3"/>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9448EF"/>
    <w:multiLevelType w:val="hybridMultilevel"/>
    <w:tmpl w:val="049AF448"/>
    <w:lvl w:ilvl="0" w:tplc="83B09A70">
      <w:start w:val="1"/>
      <w:numFmt w:val="bullet"/>
      <w:pStyle w:val="Graphbullet2"/>
      <w:lvlText w:val=""/>
      <w:lvlJc w:val="left"/>
      <w:pPr>
        <w:ind w:left="360" w:hanging="360"/>
      </w:pPr>
      <w:rPr>
        <w:rFonts w:ascii="Symbol" w:hAnsi="Symbol" w:hint="default"/>
        <w:color w:val="385623" w:themeColor="accent6" w:themeShade="80"/>
        <w:u w:color="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8C1828"/>
    <w:multiLevelType w:val="hybridMultilevel"/>
    <w:tmpl w:val="45148FEC"/>
    <w:lvl w:ilvl="0" w:tplc="C9B6E9BC">
      <w:start w:val="1"/>
      <w:numFmt w:val="decimal"/>
      <w:pStyle w:val="ListNumber"/>
      <w:lvlText w:val="%1."/>
      <w:lvlJc w:val="left"/>
      <w:pPr>
        <w:ind w:left="720" w:hanging="360"/>
      </w:pPr>
      <w:rPr>
        <w:rFonts w:hint="default"/>
        <w:b/>
        <w:color w:val="ED7D31" w:themeColor="accent2"/>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9774780">
    <w:abstractNumId w:val="3"/>
  </w:num>
  <w:num w:numId="2" w16cid:durableId="1028263325">
    <w:abstractNumId w:val="6"/>
  </w:num>
  <w:num w:numId="3" w16cid:durableId="1769884173">
    <w:abstractNumId w:val="4"/>
  </w:num>
  <w:num w:numId="4" w16cid:durableId="1564608091">
    <w:abstractNumId w:val="5"/>
  </w:num>
  <w:num w:numId="5" w16cid:durableId="1883594169">
    <w:abstractNumId w:val="2"/>
  </w:num>
  <w:num w:numId="6" w16cid:durableId="451636803">
    <w:abstractNumId w:val="1"/>
  </w:num>
  <w:num w:numId="7" w16cid:durableId="156286540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E05"/>
    <w:rsid w:val="00007E05"/>
    <w:rsid w:val="00E51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DEFBE66EB9483BBF0CAA8F47F6502D">
    <w:name w:val="1EDEFBE66EB9483BBF0CAA8F47F6502D"/>
  </w:style>
  <w:style w:type="paragraph" w:customStyle="1" w:styleId="556F9C44B9774AD5A248E567BE62CE18">
    <w:name w:val="556F9C44B9774AD5A248E567BE62CE18"/>
  </w:style>
  <w:style w:type="paragraph" w:customStyle="1" w:styleId="6CAF69E5410A4D9A9511E023A96CC639">
    <w:name w:val="6CAF69E5410A4D9A9511E023A96CC639"/>
  </w:style>
  <w:style w:type="paragraph" w:customStyle="1" w:styleId="F0B14A7EAE91400192F00429C7C58CA8">
    <w:name w:val="F0B14A7EAE91400192F00429C7C58CA8"/>
  </w:style>
  <w:style w:type="paragraph" w:customStyle="1" w:styleId="B61628244B5B4EF684796BB03F90BA77">
    <w:name w:val="B61628244B5B4EF684796BB03F90BA77"/>
  </w:style>
  <w:style w:type="paragraph" w:styleId="ListBullet">
    <w:name w:val="List Bullet"/>
    <w:basedOn w:val="Normal"/>
    <w:uiPriority w:val="99"/>
    <w:pPr>
      <w:numPr>
        <w:numId w:val="1"/>
      </w:numPr>
      <w:spacing w:after="200" w:line="276" w:lineRule="auto"/>
      <w:ind w:left="340" w:hanging="340"/>
    </w:pPr>
    <w:rPr>
      <w:rFonts w:eastAsiaTheme="minorHAnsi"/>
      <w:color w:val="595959" w:themeColor="text1" w:themeTint="A6"/>
      <w:kern w:val="0"/>
      <w:sz w:val="24"/>
      <w14:ligatures w14:val="none"/>
    </w:rPr>
  </w:style>
  <w:style w:type="paragraph" w:customStyle="1" w:styleId="EA5611A33B4C451B973CF0008A91AADE">
    <w:name w:val="EA5611A33B4C451B973CF0008A91AADE"/>
  </w:style>
  <w:style w:type="paragraph" w:customStyle="1" w:styleId="7113BDAB73A94AB3A6FBD7A1AF401F61">
    <w:name w:val="7113BDAB73A94AB3A6FBD7A1AF401F61"/>
  </w:style>
  <w:style w:type="paragraph" w:customStyle="1" w:styleId="4EF80DCF9EBF4A7CA2F840E0AEFD54E9">
    <w:name w:val="4EF80DCF9EBF4A7CA2F840E0AEFD54E9"/>
  </w:style>
  <w:style w:type="paragraph" w:styleId="ListNumber">
    <w:name w:val="List Number"/>
    <w:basedOn w:val="Normal"/>
    <w:uiPriority w:val="99"/>
    <w:pPr>
      <w:numPr>
        <w:numId w:val="2"/>
      </w:numPr>
      <w:spacing w:after="200" w:line="276" w:lineRule="auto"/>
      <w:ind w:left="340" w:hanging="340"/>
    </w:pPr>
    <w:rPr>
      <w:rFonts w:eastAsiaTheme="minorHAnsi"/>
      <w:color w:val="595959" w:themeColor="text1" w:themeTint="A6"/>
      <w:kern w:val="0"/>
      <w:sz w:val="24"/>
      <w14:ligatures w14:val="none"/>
    </w:rPr>
  </w:style>
  <w:style w:type="paragraph" w:customStyle="1" w:styleId="B618147BC0A944E3A6516D5AC3C34F3C">
    <w:name w:val="B618147BC0A944E3A6516D5AC3C34F3C"/>
  </w:style>
  <w:style w:type="paragraph" w:customStyle="1" w:styleId="512879EB52C5455195184F67FE3D169E">
    <w:name w:val="512879EB52C5455195184F67FE3D169E"/>
  </w:style>
  <w:style w:type="paragraph" w:customStyle="1" w:styleId="AB5CA5066A1D4E3E9B3D469D9155369C">
    <w:name w:val="AB5CA5066A1D4E3E9B3D469D9155369C"/>
  </w:style>
  <w:style w:type="character" w:customStyle="1" w:styleId="Bold">
    <w:name w:val="Bold"/>
    <w:uiPriority w:val="1"/>
    <w:qFormat/>
    <w:rPr>
      <w:b/>
      <w:bCs/>
      <w:sz w:val="24"/>
      <w:szCs w:val="18"/>
    </w:rPr>
  </w:style>
  <w:style w:type="paragraph" w:customStyle="1" w:styleId="9B723C3F130549689BF4849D767971B4">
    <w:name w:val="9B723C3F130549689BF4849D767971B4"/>
  </w:style>
  <w:style w:type="paragraph" w:customStyle="1" w:styleId="6AE25933DE5B4924B211497A5B7D5176">
    <w:name w:val="6AE25933DE5B4924B211497A5B7D5176"/>
  </w:style>
  <w:style w:type="paragraph" w:customStyle="1" w:styleId="8F40438783564F4BA85F4842ADF36827">
    <w:name w:val="8F40438783564F4BA85F4842ADF36827"/>
  </w:style>
  <w:style w:type="paragraph" w:customStyle="1" w:styleId="8058A69A5BE14C52A58CEBEAAB3EAAFA">
    <w:name w:val="8058A69A5BE14C52A58CEBEAAB3EAAFA"/>
  </w:style>
  <w:style w:type="paragraph" w:customStyle="1" w:styleId="0E2286D1DBCE4AD986D3A3DE4299BC9D">
    <w:name w:val="0E2286D1DBCE4AD986D3A3DE4299BC9D"/>
  </w:style>
  <w:style w:type="paragraph" w:customStyle="1" w:styleId="AB959B6251FF4813B5D3FA1256340200">
    <w:name w:val="AB959B6251FF4813B5D3FA1256340200"/>
  </w:style>
  <w:style w:type="paragraph" w:customStyle="1" w:styleId="5907A2F1382045178A5452646CB1FBAC">
    <w:name w:val="5907A2F1382045178A5452646CB1FBAC"/>
  </w:style>
  <w:style w:type="paragraph" w:customStyle="1" w:styleId="F6C44B74C0F24234AE344B5714FDCEB9">
    <w:name w:val="F6C44B74C0F24234AE344B5714FDCEB9"/>
  </w:style>
  <w:style w:type="paragraph" w:customStyle="1" w:styleId="71D505C8E84340DEBF5205162E8270BD">
    <w:name w:val="71D505C8E84340DEBF5205162E8270BD"/>
  </w:style>
  <w:style w:type="paragraph" w:customStyle="1" w:styleId="988F7025D2744645BD6DB52C9BB5A6EF">
    <w:name w:val="988F7025D2744645BD6DB52C9BB5A6EF"/>
  </w:style>
  <w:style w:type="paragraph" w:customStyle="1" w:styleId="8E05ED51D22D422287A8A115CD10A83B">
    <w:name w:val="8E05ED51D22D422287A8A115CD10A83B"/>
  </w:style>
  <w:style w:type="paragraph" w:customStyle="1" w:styleId="DFB2B6855A3E472C9FDEBA8AB327EDC6">
    <w:name w:val="DFB2B6855A3E472C9FDEBA8AB327EDC6"/>
  </w:style>
  <w:style w:type="paragraph" w:customStyle="1" w:styleId="E829028414264A3585876AB6076A0C24">
    <w:name w:val="E829028414264A3585876AB6076A0C24"/>
  </w:style>
  <w:style w:type="paragraph" w:customStyle="1" w:styleId="FF6E049DC0874E6B9859394C143ACD25">
    <w:name w:val="FF6E049DC0874E6B9859394C143ACD25"/>
  </w:style>
  <w:style w:type="paragraph" w:customStyle="1" w:styleId="C1E79C96309640F49F3D0CFBB872E865">
    <w:name w:val="C1E79C96309640F49F3D0CFBB872E865"/>
  </w:style>
  <w:style w:type="paragraph" w:customStyle="1" w:styleId="DB54E3F75E4749C48969D478B62F0CE8">
    <w:name w:val="DB54E3F75E4749C48969D478B62F0CE8"/>
  </w:style>
  <w:style w:type="paragraph" w:customStyle="1" w:styleId="46C3E71DB456402CA61F4E2F2365A2A3">
    <w:name w:val="46C3E71DB456402CA61F4E2F2365A2A3"/>
  </w:style>
  <w:style w:type="paragraph" w:customStyle="1" w:styleId="3620BE7B6C974599A59586F2806423F0">
    <w:name w:val="3620BE7B6C974599A59586F2806423F0"/>
  </w:style>
  <w:style w:type="paragraph" w:customStyle="1" w:styleId="B19F84D5D2A84EA6893CD0B75AA4FEBF">
    <w:name w:val="B19F84D5D2A84EA6893CD0B75AA4FEBF"/>
  </w:style>
  <w:style w:type="paragraph" w:customStyle="1" w:styleId="7E8FBE472BF84B34B964EB281042E402">
    <w:name w:val="7E8FBE472BF84B34B964EB281042E402"/>
  </w:style>
  <w:style w:type="paragraph" w:customStyle="1" w:styleId="05109F1D7F9D4821BED29D41987A9D69">
    <w:name w:val="05109F1D7F9D4821BED29D41987A9D69"/>
  </w:style>
  <w:style w:type="paragraph" w:customStyle="1" w:styleId="20BA28A955E443518151CC346B810112">
    <w:name w:val="20BA28A955E443518151CC346B810112"/>
  </w:style>
  <w:style w:type="paragraph" w:customStyle="1" w:styleId="128633FECC2C4E4F8A6579EC9D4F342D">
    <w:name w:val="128633FECC2C4E4F8A6579EC9D4F342D"/>
  </w:style>
  <w:style w:type="paragraph" w:customStyle="1" w:styleId="DD283A48C2F44AA09D1D5D1CCDA7CE46">
    <w:name w:val="DD283A48C2F44AA09D1D5D1CCDA7CE46"/>
  </w:style>
  <w:style w:type="paragraph" w:customStyle="1" w:styleId="9581DAA2F10B42629D719C91E3AF8073">
    <w:name w:val="9581DAA2F10B42629D719C91E3AF8073"/>
  </w:style>
  <w:style w:type="paragraph" w:customStyle="1" w:styleId="935A7BBABC5C4C18806EE94CFC562FA7">
    <w:name w:val="935A7BBABC5C4C18806EE94CFC562FA7"/>
  </w:style>
  <w:style w:type="paragraph" w:customStyle="1" w:styleId="E185F27A8D8D4539A28B9F318B9A2ABD">
    <w:name w:val="E185F27A8D8D4539A28B9F318B9A2ABD"/>
  </w:style>
  <w:style w:type="paragraph" w:customStyle="1" w:styleId="B075794A6FCD4DBD88CF6A77C6C3D345">
    <w:name w:val="B075794A6FCD4DBD88CF6A77C6C3D345"/>
  </w:style>
  <w:style w:type="paragraph" w:customStyle="1" w:styleId="174D33E5D7914374AA4E90D731D14D8A">
    <w:name w:val="174D33E5D7914374AA4E90D731D14D8A"/>
  </w:style>
  <w:style w:type="paragraph" w:customStyle="1" w:styleId="0D9E7AD75EA740DCB2C3043364B5030C">
    <w:name w:val="0D9E7AD75EA740DCB2C3043364B5030C"/>
  </w:style>
  <w:style w:type="paragraph" w:customStyle="1" w:styleId="65E51B09134C4BBBABE0A3CE8BB440A4">
    <w:name w:val="65E51B09134C4BBBABE0A3CE8BB440A4"/>
  </w:style>
  <w:style w:type="paragraph" w:customStyle="1" w:styleId="748C095CCFB448D08E1AF8C6A137BCE0">
    <w:name w:val="748C095CCFB448D08E1AF8C6A137BCE0"/>
  </w:style>
  <w:style w:type="paragraph" w:customStyle="1" w:styleId="3C68A118724C42389DA444B04C801CFE">
    <w:name w:val="3C68A118724C42389DA444B04C801CFE"/>
  </w:style>
  <w:style w:type="paragraph" w:customStyle="1" w:styleId="8F8468D545324DB4BA5A90311CDBE95C">
    <w:name w:val="8F8468D545324DB4BA5A90311CDBE95C"/>
  </w:style>
  <w:style w:type="paragraph" w:customStyle="1" w:styleId="086E2B546EE943429EBF489FFE65D048">
    <w:name w:val="086E2B546EE943429EBF489FFE65D048"/>
  </w:style>
  <w:style w:type="paragraph" w:customStyle="1" w:styleId="CF2F6A53293C46A7849197059FFE2F66">
    <w:name w:val="CF2F6A53293C46A7849197059FFE2F66"/>
  </w:style>
  <w:style w:type="paragraph" w:customStyle="1" w:styleId="9591720884DB43609CE31835E67C0D8C">
    <w:name w:val="9591720884DB43609CE31835E67C0D8C"/>
  </w:style>
  <w:style w:type="paragraph" w:customStyle="1" w:styleId="5663C875175E4F668D1C85912AD83E66">
    <w:name w:val="5663C875175E4F668D1C85912AD83E66"/>
  </w:style>
  <w:style w:type="paragraph" w:customStyle="1" w:styleId="3F4CFA6D9A6B4DBC85DE055CB8BBF430">
    <w:name w:val="3F4CFA6D9A6B4DBC85DE055CB8BBF430"/>
  </w:style>
  <w:style w:type="paragraph" w:customStyle="1" w:styleId="2C5B1A6D5D7047C7AD2113B111B1F161">
    <w:name w:val="2C5B1A6D5D7047C7AD2113B111B1F161"/>
  </w:style>
  <w:style w:type="paragraph" w:customStyle="1" w:styleId="2AF3DF04C21A4CB2BCC8CA59A796F1E1">
    <w:name w:val="2AF3DF04C21A4CB2BCC8CA59A796F1E1"/>
  </w:style>
  <w:style w:type="paragraph" w:customStyle="1" w:styleId="DAF1BA1A9AF94B0583D81CDEA2A7C4CD">
    <w:name w:val="DAF1BA1A9AF94B0583D81CDEA2A7C4CD"/>
  </w:style>
  <w:style w:type="paragraph" w:customStyle="1" w:styleId="AA386809529B4299880BA21068318BFF">
    <w:name w:val="AA386809529B4299880BA21068318BFF"/>
  </w:style>
  <w:style w:type="paragraph" w:customStyle="1" w:styleId="0E98869718194AB589223A5FF0D34792">
    <w:name w:val="0E98869718194AB589223A5FF0D34792"/>
  </w:style>
  <w:style w:type="paragraph" w:customStyle="1" w:styleId="4964B7C86D924C04A6BDC7A3D0767822">
    <w:name w:val="4964B7C86D924C04A6BDC7A3D0767822"/>
  </w:style>
  <w:style w:type="paragraph" w:customStyle="1" w:styleId="966656B307CB4944B1AAA45DCFEBB670">
    <w:name w:val="966656B307CB4944B1AAA45DCFEBB670"/>
  </w:style>
  <w:style w:type="paragraph" w:customStyle="1" w:styleId="95C86FAB87614022A7D134354560CAB2">
    <w:name w:val="95C86FAB87614022A7D134354560CAB2"/>
  </w:style>
  <w:style w:type="paragraph" w:customStyle="1" w:styleId="0843A366310341FAB700B84A8AE00D1D">
    <w:name w:val="0843A366310341FAB700B84A8AE00D1D"/>
  </w:style>
  <w:style w:type="paragraph" w:customStyle="1" w:styleId="D724DC7AB9064D25A0B4FFAF1B942AD0">
    <w:name w:val="D724DC7AB9064D25A0B4FFAF1B942AD0"/>
  </w:style>
  <w:style w:type="paragraph" w:customStyle="1" w:styleId="FD2FE590CF1A40B1B55CE29351856CEC">
    <w:name w:val="FD2FE590CF1A40B1B55CE29351856CEC"/>
  </w:style>
  <w:style w:type="paragraph" w:customStyle="1" w:styleId="866321E636294A309F1442B616B9CEF4">
    <w:name w:val="866321E636294A309F1442B616B9CEF4"/>
  </w:style>
  <w:style w:type="paragraph" w:customStyle="1" w:styleId="172950BDFD4C44818DC7C9BBC7069CE1">
    <w:name w:val="172950BDFD4C44818DC7C9BBC7069CE1"/>
  </w:style>
  <w:style w:type="paragraph" w:customStyle="1" w:styleId="E2C3B3E6499D4FB5998D3570CB2BF1BE">
    <w:name w:val="E2C3B3E6499D4FB5998D3570CB2BF1BE"/>
  </w:style>
  <w:style w:type="paragraph" w:customStyle="1" w:styleId="Graphbullet">
    <w:name w:val="Graph bullet"/>
    <w:basedOn w:val="Normal"/>
    <w:qFormat/>
    <w:pPr>
      <w:numPr>
        <w:numId w:val="3"/>
      </w:numPr>
      <w:spacing w:after="0" w:line="216" w:lineRule="auto"/>
      <w:ind w:left="284" w:hanging="284"/>
    </w:pPr>
    <w:rPr>
      <w:rFonts w:eastAsiaTheme="minorHAnsi"/>
      <w:color w:val="595959" w:themeColor="text1" w:themeTint="A6"/>
      <w:kern w:val="0"/>
      <w:sz w:val="20"/>
      <w14:ligatures w14:val="none"/>
    </w:rPr>
  </w:style>
  <w:style w:type="paragraph" w:customStyle="1" w:styleId="2CCC9979F3C748AF9CC4F50114C2A1B4">
    <w:name w:val="2CCC9979F3C748AF9CC4F50114C2A1B4"/>
  </w:style>
  <w:style w:type="paragraph" w:customStyle="1" w:styleId="FC15C1A1B3F34009B8060032928A2CDC">
    <w:name w:val="FC15C1A1B3F34009B8060032928A2CDC"/>
  </w:style>
  <w:style w:type="paragraph" w:customStyle="1" w:styleId="Graphbullet2">
    <w:name w:val="Graph bullet 2"/>
    <w:basedOn w:val="Normal"/>
    <w:qFormat/>
    <w:pPr>
      <w:numPr>
        <w:numId w:val="4"/>
      </w:numPr>
      <w:spacing w:after="0" w:line="216" w:lineRule="auto"/>
      <w:ind w:left="288" w:hanging="288"/>
    </w:pPr>
    <w:rPr>
      <w:rFonts w:eastAsiaTheme="minorHAnsi"/>
      <w:color w:val="595959" w:themeColor="text1" w:themeTint="A6"/>
      <w:kern w:val="0"/>
      <w:sz w:val="20"/>
      <w14:ligatures w14:val="none"/>
    </w:rPr>
  </w:style>
  <w:style w:type="paragraph" w:customStyle="1" w:styleId="344BF52568074F6980C55064EB01B42C">
    <w:name w:val="344BF52568074F6980C55064EB01B42C"/>
  </w:style>
  <w:style w:type="paragraph" w:customStyle="1" w:styleId="010A1414E6DA4BEA8E9EB63357CDE60C">
    <w:name w:val="010A1414E6DA4BEA8E9EB63357CDE60C"/>
  </w:style>
  <w:style w:type="paragraph" w:customStyle="1" w:styleId="Graphbullet3">
    <w:name w:val="Graph bullet 3"/>
    <w:basedOn w:val="Normal"/>
    <w:qFormat/>
    <w:pPr>
      <w:numPr>
        <w:numId w:val="5"/>
      </w:numPr>
      <w:spacing w:after="0" w:line="216" w:lineRule="auto"/>
      <w:ind w:left="288" w:hanging="288"/>
    </w:pPr>
    <w:rPr>
      <w:rFonts w:eastAsiaTheme="minorHAnsi"/>
      <w:color w:val="595959" w:themeColor="text1" w:themeTint="A6"/>
      <w:kern w:val="0"/>
      <w:sz w:val="20"/>
      <w14:ligatures w14:val="none"/>
    </w:rPr>
  </w:style>
  <w:style w:type="paragraph" w:customStyle="1" w:styleId="C71578C4D07048AD8645D602DB43EE41">
    <w:name w:val="C71578C4D07048AD8645D602DB43EE41"/>
  </w:style>
  <w:style w:type="paragraph" w:customStyle="1" w:styleId="645F2BAC61CF42939FEEB856C0FDB865">
    <w:name w:val="645F2BAC61CF42939FEEB856C0FDB865"/>
  </w:style>
  <w:style w:type="paragraph" w:customStyle="1" w:styleId="Graphbullet4">
    <w:name w:val="Graph bullet 4"/>
    <w:basedOn w:val="Normal"/>
    <w:qFormat/>
    <w:pPr>
      <w:numPr>
        <w:numId w:val="6"/>
      </w:numPr>
      <w:spacing w:after="0" w:line="240" w:lineRule="auto"/>
      <w:ind w:left="284" w:hanging="284"/>
    </w:pPr>
    <w:rPr>
      <w:rFonts w:eastAsiaTheme="minorHAnsi"/>
      <w:color w:val="595959" w:themeColor="text1" w:themeTint="A6"/>
      <w:kern w:val="0"/>
      <w:sz w:val="20"/>
      <w14:ligatures w14:val="none"/>
    </w:rPr>
  </w:style>
  <w:style w:type="paragraph" w:customStyle="1" w:styleId="767873C87E4B4DC79F55B97E8D8C0A87">
    <w:name w:val="767873C87E4B4DC79F55B97E8D8C0A87"/>
  </w:style>
  <w:style w:type="paragraph" w:customStyle="1" w:styleId="ACD16EAC19904485A08A0EEABF06C615">
    <w:name w:val="ACD16EAC19904485A08A0EEABF06C615"/>
  </w:style>
  <w:style w:type="paragraph" w:customStyle="1" w:styleId="6C9B8A6B56014A3D8C905047C5AD567B">
    <w:name w:val="6C9B8A6B56014A3D8C905047C5AD567B"/>
  </w:style>
  <w:style w:type="paragraph" w:customStyle="1" w:styleId="620A445564474BEA8EC79A82AD2CDC64">
    <w:name w:val="620A445564474BEA8EC79A82AD2CDC64"/>
  </w:style>
  <w:style w:type="paragraph" w:customStyle="1" w:styleId="0EE45F046E8B4BFA8AE4DE13471037EF">
    <w:name w:val="0EE45F046E8B4BFA8AE4DE13471037EF"/>
  </w:style>
  <w:style w:type="paragraph" w:customStyle="1" w:styleId="AE957FF48ADB411194177E6AF2E3F7A4">
    <w:name w:val="AE957FF48ADB411194177E6AF2E3F7A4"/>
  </w:style>
  <w:style w:type="paragraph" w:customStyle="1" w:styleId="277CCCF0CC674D0AA7498FBD9331BF96">
    <w:name w:val="277CCCF0CC674D0AA7498FBD9331BF96"/>
  </w:style>
  <w:style w:type="paragraph" w:customStyle="1" w:styleId="E8EC93BF2E3A401983C134094BE545F8">
    <w:name w:val="E8EC93BF2E3A401983C134094BE545F8"/>
  </w:style>
  <w:style w:type="paragraph" w:customStyle="1" w:styleId="53944B7D5CDB47C899F7A4277357065B">
    <w:name w:val="53944B7D5CDB47C899F7A4277357065B"/>
  </w:style>
  <w:style w:type="paragraph" w:customStyle="1" w:styleId="A992439E550749DB93DF34C5D1B1E049">
    <w:name w:val="A992439E550749DB93DF34C5D1B1E049"/>
  </w:style>
  <w:style w:type="paragraph" w:customStyle="1" w:styleId="384A54AC6BF14CD580E6FA79A2D87A8B">
    <w:name w:val="384A54AC6BF14CD580E6FA79A2D87A8B"/>
  </w:style>
  <w:style w:type="paragraph" w:customStyle="1" w:styleId="FDC03650E5944366B31BAE098B8E918E">
    <w:name w:val="FDC03650E5944366B31BAE098B8E918E"/>
  </w:style>
  <w:style w:type="paragraph" w:customStyle="1" w:styleId="DBA8208AC6E74EFEA056A99331B9406E">
    <w:name w:val="DBA8208AC6E74EFEA056A99331B9406E"/>
  </w:style>
  <w:style w:type="paragraph" w:customStyle="1" w:styleId="A38BB132A01D4A1288629C34C9D8229E">
    <w:name w:val="A38BB132A01D4A1288629C34C9D8229E"/>
  </w:style>
  <w:style w:type="paragraph" w:customStyle="1" w:styleId="196BF3F434024CACA03F6EAC7F74BDFB">
    <w:name w:val="196BF3F434024CACA03F6EAC7F74BDFB"/>
  </w:style>
  <w:style w:type="paragraph" w:customStyle="1" w:styleId="D859C41302C445ECBF3CB8109AA6EC8B">
    <w:name w:val="D859C41302C445ECBF3CB8109AA6EC8B"/>
  </w:style>
  <w:style w:type="paragraph" w:customStyle="1" w:styleId="5A2C2A31775E457CB372C31A34551B2D">
    <w:name w:val="5A2C2A31775E457CB372C31A34551B2D"/>
  </w:style>
  <w:style w:type="paragraph" w:customStyle="1" w:styleId="47128853B7A54A9A8BF13A3F4F5D2CAD">
    <w:name w:val="47128853B7A54A9A8BF13A3F4F5D2CAD"/>
  </w:style>
  <w:style w:type="paragraph" w:customStyle="1" w:styleId="005DD72CBA3F45E8AA0819D65CC3880F">
    <w:name w:val="005DD72CBA3F45E8AA0819D65CC3880F"/>
  </w:style>
  <w:style w:type="paragraph" w:customStyle="1" w:styleId="86791C6C9E24461CA0DDB03D3C0803C8">
    <w:name w:val="86791C6C9E24461CA0DDB03D3C0803C8"/>
  </w:style>
  <w:style w:type="paragraph" w:customStyle="1" w:styleId="AA2454E82995450A9B1741D73B8AD809">
    <w:name w:val="AA2454E82995450A9B1741D73B8AD809"/>
  </w:style>
  <w:style w:type="paragraph" w:styleId="ListBullet2">
    <w:name w:val="List Bullet 2"/>
    <w:basedOn w:val="Normal"/>
    <w:uiPriority w:val="99"/>
    <w:pPr>
      <w:numPr>
        <w:numId w:val="7"/>
      </w:numPr>
      <w:spacing w:after="120" w:line="288" w:lineRule="auto"/>
    </w:pPr>
    <w:rPr>
      <w:rFonts w:eastAsiaTheme="minorHAnsi"/>
      <w:color w:val="595959" w:themeColor="text1" w:themeTint="A6"/>
      <w:kern w:val="0"/>
      <w:sz w:val="24"/>
      <w14:ligatures w14:val="none"/>
    </w:rPr>
  </w:style>
  <w:style w:type="paragraph" w:customStyle="1" w:styleId="72208ACF02D048249A8AE155E1D47177">
    <w:name w:val="72208ACF02D048249A8AE155E1D47177"/>
  </w:style>
  <w:style w:type="paragraph" w:customStyle="1" w:styleId="B24B3D363905424FB7284E1416F6875D">
    <w:name w:val="B24B3D363905424FB7284E1416F6875D"/>
  </w:style>
  <w:style w:type="paragraph" w:customStyle="1" w:styleId="B85851AE4AD94B3DAE5008C9109E381F">
    <w:name w:val="B85851AE4AD94B3DAE5008C9109E381F"/>
  </w:style>
  <w:style w:type="paragraph" w:customStyle="1" w:styleId="CA1EF22BE1B6486CA3A75634FA813974">
    <w:name w:val="CA1EF22BE1B6486CA3A75634FA813974"/>
  </w:style>
  <w:style w:type="paragraph" w:customStyle="1" w:styleId="1038363DC8814E79895675E7BEDC8D67">
    <w:name w:val="1038363DC8814E79895675E7BEDC8D67"/>
  </w:style>
  <w:style w:type="paragraph" w:customStyle="1" w:styleId="42DD0488098944DF8159F9E8E12744A2">
    <w:name w:val="42DD0488098944DF8159F9E8E12744A2"/>
  </w:style>
  <w:style w:type="paragraph" w:customStyle="1" w:styleId="51D3023EF2944F9A9EA6848D3EA4A25C">
    <w:name w:val="51D3023EF2944F9A9EA6848D3EA4A25C"/>
  </w:style>
  <w:style w:type="paragraph" w:customStyle="1" w:styleId="DF5202D191A242359D04618FF59FC2B0">
    <w:name w:val="DF5202D191A242359D04618FF59FC2B0"/>
  </w:style>
  <w:style w:type="paragraph" w:customStyle="1" w:styleId="D1AEE2C895DC426F900AC443A3AA40A5">
    <w:name w:val="D1AEE2C895DC426F900AC443A3AA40A5"/>
  </w:style>
  <w:style w:type="paragraph" w:customStyle="1" w:styleId="D4661A7CE62B4C20963CA80EE495F5C0">
    <w:name w:val="D4661A7CE62B4C20963CA80EE495F5C0"/>
  </w:style>
  <w:style w:type="paragraph" w:customStyle="1" w:styleId="219EFBB538354985898219400FD85087">
    <w:name w:val="219EFBB538354985898219400FD85087"/>
  </w:style>
  <w:style w:type="paragraph" w:customStyle="1" w:styleId="116E27CB50764D1AA305D0366F844C66">
    <w:name w:val="116E27CB50764D1AA305D0366F844C66"/>
  </w:style>
  <w:style w:type="paragraph" w:customStyle="1" w:styleId="786602F90BE54597A9A2A11B791F4CB9">
    <w:name w:val="786602F90BE54597A9A2A11B791F4CB9"/>
  </w:style>
  <w:style w:type="paragraph" w:customStyle="1" w:styleId="11CD1D0207974D0895D2D2628DC64060">
    <w:name w:val="11CD1D0207974D0895D2D2628DC64060"/>
  </w:style>
  <w:style w:type="paragraph" w:customStyle="1" w:styleId="B9A7F2ADFB2546EA8FFC071762341769">
    <w:name w:val="B9A7F2ADFB2546EA8FFC071762341769"/>
  </w:style>
  <w:style w:type="paragraph" w:customStyle="1" w:styleId="20955DFD0EA54A0A8DC3004EEE7D002A">
    <w:name w:val="20955DFD0EA54A0A8DC3004EEE7D002A"/>
  </w:style>
  <w:style w:type="paragraph" w:customStyle="1" w:styleId="DC9868E638114BE3B2B47799C7C682F6">
    <w:name w:val="DC9868E638114BE3B2B47799C7C682F6"/>
  </w:style>
  <w:style w:type="paragraph" w:customStyle="1" w:styleId="6BF7A6EC1532488D86AE9ACC74DE5780">
    <w:name w:val="6BF7A6EC1532488D86AE9ACC74DE5780"/>
  </w:style>
  <w:style w:type="paragraph" w:customStyle="1" w:styleId="8492E3B8330243118B872EB815F5B727">
    <w:name w:val="8492E3B8330243118B872EB815F5B727"/>
  </w:style>
  <w:style w:type="paragraph" w:customStyle="1" w:styleId="D942535D9FF742B8AB86B0A842BA317A">
    <w:name w:val="D942535D9FF742B8AB86B0A842BA317A"/>
  </w:style>
  <w:style w:type="paragraph" w:customStyle="1" w:styleId="D76CAC7CFDD34581B44E4653A843BA00">
    <w:name w:val="D76CAC7CFDD34581B44E4653A843BA00"/>
  </w:style>
  <w:style w:type="paragraph" w:customStyle="1" w:styleId="FBB83605BAFD4C5F981F1C8952B56640">
    <w:name w:val="FBB83605BAFD4C5F981F1C8952B56640"/>
  </w:style>
  <w:style w:type="paragraph" w:customStyle="1" w:styleId="A656A8A5F26F48C192C7B1DE2E8EF669">
    <w:name w:val="A656A8A5F26F48C192C7B1DE2E8EF669"/>
  </w:style>
  <w:style w:type="paragraph" w:customStyle="1" w:styleId="16A888FBEE274310B6D555D01687DE01">
    <w:name w:val="16A888FBEE274310B6D555D01687DE01"/>
  </w:style>
  <w:style w:type="paragraph" w:customStyle="1" w:styleId="AE66E21FBD1F475B845BCC93D1A79258">
    <w:name w:val="AE66E21FBD1F475B845BCC93D1A79258"/>
  </w:style>
  <w:style w:type="paragraph" w:customStyle="1" w:styleId="2959B6CA69BE4F04BE9E3ACBA6F1DDDA">
    <w:name w:val="2959B6CA69BE4F04BE9E3ACBA6F1DDDA"/>
  </w:style>
  <w:style w:type="paragraph" w:customStyle="1" w:styleId="46C881DD691F455896BAACE670F0B8AD">
    <w:name w:val="46C881DD691F455896BAACE670F0B8AD"/>
  </w:style>
  <w:style w:type="paragraph" w:customStyle="1" w:styleId="F8FDD2C6887C4B9C90524C6863B9947C">
    <w:name w:val="F8FDD2C6887C4B9C90524C6863B9947C"/>
  </w:style>
  <w:style w:type="paragraph" w:customStyle="1" w:styleId="E0A7DA8D40B542D2821C2183BA4D5354">
    <w:name w:val="E0A7DA8D40B542D2821C2183BA4D5354"/>
  </w:style>
  <w:style w:type="paragraph" w:customStyle="1" w:styleId="587DCC7C0CAE434ABBFE5131933B6ECF">
    <w:name w:val="587DCC7C0CAE434ABBFE5131933B6ECF"/>
  </w:style>
  <w:style w:type="paragraph" w:customStyle="1" w:styleId="508740F08CE14B8EA233203743757E89">
    <w:name w:val="508740F08CE14B8EA233203743757E89"/>
  </w:style>
  <w:style w:type="paragraph" w:customStyle="1" w:styleId="62C4DAC2351142FE841EBD2B790B4F1A">
    <w:name w:val="62C4DAC2351142FE841EBD2B790B4F1A"/>
  </w:style>
  <w:style w:type="paragraph" w:customStyle="1" w:styleId="CB666D7E78B84D228D5D07D3C39E5F57">
    <w:name w:val="CB666D7E78B84D228D5D07D3C39E5F57"/>
  </w:style>
  <w:style w:type="paragraph" w:customStyle="1" w:styleId="12113FAA36F74928BA563EE2AC2AA17F">
    <w:name w:val="12113FAA36F74928BA563EE2AC2AA17F"/>
  </w:style>
  <w:style w:type="paragraph" w:customStyle="1" w:styleId="17AA3365E5364E9ABECFDBBFF593C810">
    <w:name w:val="17AA3365E5364E9ABECFDBBFF593C810"/>
  </w:style>
  <w:style w:type="paragraph" w:customStyle="1" w:styleId="380D697F4037433794DCF9332E2B75C1">
    <w:name w:val="380D697F4037433794DCF9332E2B75C1"/>
  </w:style>
  <w:style w:type="paragraph" w:customStyle="1" w:styleId="7F2CBD5AF95E4BA78DAC4CC29FAB1197">
    <w:name w:val="7F2CBD5AF95E4BA78DAC4CC29FAB1197"/>
  </w:style>
  <w:style w:type="paragraph" w:customStyle="1" w:styleId="480E034D4848459FB5C402A2BE0CBB9A">
    <w:name w:val="480E034D4848459FB5C402A2BE0CBB9A"/>
  </w:style>
  <w:style w:type="paragraph" w:customStyle="1" w:styleId="62F9E814EBEA4550A1A8947DB0689FB1">
    <w:name w:val="62F9E814EBEA4550A1A8947DB0689FB1"/>
  </w:style>
  <w:style w:type="paragraph" w:customStyle="1" w:styleId="6DC9A6552F0A45389785C3586A5785FD">
    <w:name w:val="6DC9A6552F0A45389785C3586A5785FD"/>
  </w:style>
  <w:style w:type="paragraph" w:customStyle="1" w:styleId="57A11BB69F6C49A08B8AA7505F05739E">
    <w:name w:val="57A11BB69F6C49A08B8AA7505F05739E"/>
  </w:style>
  <w:style w:type="paragraph" w:customStyle="1" w:styleId="DD7173FD1217427E8D3425DC9087377E">
    <w:name w:val="DD7173FD1217427E8D3425DC9087377E"/>
  </w:style>
  <w:style w:type="paragraph" w:customStyle="1" w:styleId="D514CFC6EDEF42BCB5EA755E574C2571">
    <w:name w:val="D514CFC6EDEF42BCB5EA755E574C2571"/>
  </w:style>
  <w:style w:type="paragraph" w:customStyle="1" w:styleId="CE44C109C46A4BC0B326F6C0DCD8A182">
    <w:name w:val="CE44C109C46A4BC0B326F6C0DCD8A182"/>
  </w:style>
  <w:style w:type="paragraph" w:customStyle="1" w:styleId="4010DF6D91B842E485FD4BC280A825F4">
    <w:name w:val="4010DF6D91B842E485FD4BC280A825F4"/>
  </w:style>
  <w:style w:type="paragraph" w:customStyle="1" w:styleId="6F820FA1328840A0A367C5BF58ED8B0C">
    <w:name w:val="6F820FA1328840A0A367C5BF58ED8B0C"/>
  </w:style>
  <w:style w:type="paragraph" w:customStyle="1" w:styleId="A08D24B28A1D448FB9510C31B0F31E08">
    <w:name w:val="A08D24B28A1D448FB9510C31B0F31E08"/>
  </w:style>
  <w:style w:type="paragraph" w:customStyle="1" w:styleId="C54AECEEA97F47EBB15D6AF9E0D8242E">
    <w:name w:val="C54AECEEA97F47EBB15D6AF9E0D8242E"/>
  </w:style>
  <w:style w:type="paragraph" w:customStyle="1" w:styleId="6019AF3B0DDF46E1B84ED7C109E7C1EF">
    <w:name w:val="6019AF3B0DDF46E1B84ED7C109E7C1EF"/>
  </w:style>
  <w:style w:type="paragraph" w:customStyle="1" w:styleId="122A742B904A405BBDC41948EFF28D77">
    <w:name w:val="122A742B904A405BBDC41948EFF28D77"/>
  </w:style>
  <w:style w:type="paragraph" w:customStyle="1" w:styleId="2FBBE763AD77433284F1A0AC7646D87D">
    <w:name w:val="2FBBE763AD77433284F1A0AC7646D87D"/>
  </w:style>
  <w:style w:type="paragraph" w:customStyle="1" w:styleId="B75539918AA14223BB8116ABD98DE152">
    <w:name w:val="B75539918AA14223BB8116ABD98DE152"/>
  </w:style>
  <w:style w:type="paragraph" w:customStyle="1" w:styleId="8452A272CF1A4818A3AD010F41155038">
    <w:name w:val="8452A272CF1A4818A3AD010F41155038"/>
  </w:style>
  <w:style w:type="paragraph" w:customStyle="1" w:styleId="30D33C34E6DF484FADFF7DDC3242C227">
    <w:name w:val="30D33C34E6DF484FADFF7DDC3242C227"/>
  </w:style>
  <w:style w:type="paragraph" w:customStyle="1" w:styleId="6373E2B8076B4569AE54532C9397C21B">
    <w:name w:val="6373E2B8076B4569AE54532C9397C21B"/>
  </w:style>
  <w:style w:type="paragraph" w:customStyle="1" w:styleId="16C35EEEE33E4933B8BD8D124DD7D0DB">
    <w:name w:val="16C35EEEE33E4933B8BD8D124DD7D0DB"/>
  </w:style>
  <w:style w:type="paragraph" w:customStyle="1" w:styleId="0D04ED0CE6D14EA79C80911F7979EC27">
    <w:name w:val="0D04ED0CE6D14EA79C80911F7979EC27"/>
  </w:style>
  <w:style w:type="paragraph" w:customStyle="1" w:styleId="C7DE40657D2B4DA08C4D0DF3EB783762">
    <w:name w:val="C7DE40657D2B4DA08C4D0DF3EB783762"/>
  </w:style>
  <w:style w:type="paragraph" w:customStyle="1" w:styleId="A87367E09E1D4DAD88DC4A52664B6F87">
    <w:name w:val="A87367E09E1D4DAD88DC4A52664B6F87"/>
  </w:style>
  <w:style w:type="paragraph" w:customStyle="1" w:styleId="D375758891C543BB838FD2EDD733817F">
    <w:name w:val="D375758891C543BB838FD2EDD733817F"/>
  </w:style>
  <w:style w:type="paragraph" w:customStyle="1" w:styleId="A1122C2F89BA4AF5BC03C5A902006C72">
    <w:name w:val="A1122C2F89BA4AF5BC03C5A902006C72"/>
  </w:style>
  <w:style w:type="paragraph" w:customStyle="1" w:styleId="66E64D3A14D64C808136F59776F0C009">
    <w:name w:val="66E64D3A14D64C808136F59776F0C009"/>
  </w:style>
  <w:style w:type="paragraph" w:customStyle="1" w:styleId="2D430C60856A4C32AAA9CD86027B1374">
    <w:name w:val="2D430C60856A4C32AAA9CD86027B1374"/>
  </w:style>
  <w:style w:type="paragraph" w:customStyle="1" w:styleId="03905D4BBD4F412BA06068C809CB8ED9">
    <w:name w:val="03905D4BBD4F412BA06068C809CB8ED9"/>
  </w:style>
  <w:style w:type="paragraph" w:customStyle="1" w:styleId="0314B2BD2941481CB2A7D11CE38F56A5">
    <w:name w:val="0314B2BD2941481CB2A7D11CE38F56A5"/>
  </w:style>
  <w:style w:type="paragraph" w:customStyle="1" w:styleId="63A4E73C62354B6A8F2EB22CDA82C300">
    <w:name w:val="63A4E73C62354B6A8F2EB22CDA82C300"/>
  </w:style>
  <w:style w:type="paragraph" w:customStyle="1" w:styleId="53A2F69DCD5D4904B597B0C2316604B6">
    <w:name w:val="53A2F69DCD5D4904B597B0C2316604B6"/>
  </w:style>
  <w:style w:type="paragraph" w:customStyle="1" w:styleId="021AFDEDFFF24FDCACCA6C9A6A46C05D">
    <w:name w:val="021AFDEDFFF24FDCACCA6C9A6A46C05D"/>
  </w:style>
  <w:style w:type="paragraph" w:customStyle="1" w:styleId="C30A7274096E4836B6F94BD0B039EC48">
    <w:name w:val="C30A7274096E4836B6F94BD0B039EC48"/>
  </w:style>
  <w:style w:type="paragraph" w:customStyle="1" w:styleId="A3C05A0D5AFB49E2B91B96C841983952">
    <w:name w:val="A3C05A0D5AFB49E2B91B96C841983952"/>
  </w:style>
  <w:style w:type="paragraph" w:customStyle="1" w:styleId="BC80C1E4C19544EDB7F6BBC5B3FD10AE">
    <w:name w:val="BC80C1E4C19544EDB7F6BBC5B3FD10AE"/>
  </w:style>
  <w:style w:type="paragraph" w:customStyle="1" w:styleId="77C19EF19197475CBAB45E875DCAF894">
    <w:name w:val="77C19EF19197475CBAB45E875DCAF894"/>
  </w:style>
  <w:style w:type="paragraph" w:customStyle="1" w:styleId="4E94845698914CC3907D5FCF19A43B36">
    <w:name w:val="4E94845698914CC3907D5FCF19A43B36"/>
  </w:style>
  <w:style w:type="paragraph" w:customStyle="1" w:styleId="F29E407789C6444794E9F0231909024C">
    <w:name w:val="F29E407789C6444794E9F0231909024C"/>
  </w:style>
  <w:style w:type="paragraph" w:customStyle="1" w:styleId="CBB4177B1E9740BF943F6D75C043A681">
    <w:name w:val="CBB4177B1E9740BF943F6D75C043A681"/>
  </w:style>
  <w:style w:type="paragraph" w:customStyle="1" w:styleId="03F03D23674543698561FAF6D6102A00">
    <w:name w:val="03F03D23674543698561FAF6D6102A00"/>
  </w:style>
  <w:style w:type="paragraph" w:customStyle="1" w:styleId="66B1928EF59D4C32B979212070E9177F">
    <w:name w:val="66B1928EF59D4C32B979212070E9177F"/>
  </w:style>
  <w:style w:type="paragraph" w:customStyle="1" w:styleId="43223216B8184A7E97B4D2DC10186067">
    <w:name w:val="43223216B8184A7E97B4D2DC10186067"/>
  </w:style>
  <w:style w:type="paragraph" w:customStyle="1" w:styleId="93D1911DCEC8430FB47FFE563039795D">
    <w:name w:val="93D1911DCEC8430FB47FFE563039795D"/>
  </w:style>
  <w:style w:type="paragraph" w:customStyle="1" w:styleId="37C2D8019B4A4E55BD7D41CFAFE943F2">
    <w:name w:val="37C2D8019B4A4E55BD7D41CFAFE943F2"/>
  </w:style>
  <w:style w:type="paragraph" w:customStyle="1" w:styleId="37C0F21EB2EE400FB5826CDFA8CEDC0D">
    <w:name w:val="37C0F21EB2EE400FB5826CDFA8CEDC0D"/>
  </w:style>
  <w:style w:type="paragraph" w:customStyle="1" w:styleId="5BBB62EFE60545549AE9EDA6C9E20A03">
    <w:name w:val="5BBB62EFE60545549AE9EDA6C9E20A03"/>
  </w:style>
  <w:style w:type="paragraph" w:customStyle="1" w:styleId="C9802B03EEB5423897A8D9D7F810F0B2">
    <w:name w:val="C9802B03EEB5423897A8D9D7F810F0B2"/>
  </w:style>
  <w:style w:type="paragraph" w:customStyle="1" w:styleId="C6341DCB95BA4DD1B660963851200B3D">
    <w:name w:val="C6341DCB95BA4DD1B660963851200B3D"/>
  </w:style>
  <w:style w:type="paragraph" w:customStyle="1" w:styleId="5713B87C624241CD9C05289D50D95BF3">
    <w:name w:val="5713B87C624241CD9C05289D50D95BF3"/>
  </w:style>
  <w:style w:type="paragraph" w:customStyle="1" w:styleId="E4D8B9A3655549E7A934589135C37C33">
    <w:name w:val="E4D8B9A3655549E7A934589135C37C33"/>
  </w:style>
  <w:style w:type="paragraph" w:customStyle="1" w:styleId="3A9CB21FB6D44D5FB4627D6FD6B5FF28">
    <w:name w:val="3A9CB21FB6D44D5FB4627D6FD6B5FF28"/>
  </w:style>
  <w:style w:type="paragraph" w:customStyle="1" w:styleId="1D977B1B865D49AEA9AB80C876ED7B19">
    <w:name w:val="1D977B1B865D49AEA9AB80C876ED7B19"/>
  </w:style>
  <w:style w:type="paragraph" w:customStyle="1" w:styleId="F068A8AED5D24566B8FDC11DF2C414F3">
    <w:name w:val="F068A8AED5D24566B8FDC11DF2C414F3"/>
  </w:style>
  <w:style w:type="paragraph" w:customStyle="1" w:styleId="85373F71F50F49439AE8B58278A49E6D">
    <w:name w:val="85373F71F50F49439AE8B58278A49E6D"/>
  </w:style>
  <w:style w:type="paragraph" w:customStyle="1" w:styleId="3AF00FEF88EA4C65927E504FC84F9CA7">
    <w:name w:val="3AF00FEF88EA4C65927E504FC84F9CA7"/>
  </w:style>
  <w:style w:type="paragraph" w:customStyle="1" w:styleId="512DFAE46C34426BBB622FD09FBFCA04">
    <w:name w:val="512DFAE46C34426BBB622FD09FBFCA04"/>
  </w:style>
  <w:style w:type="paragraph" w:customStyle="1" w:styleId="36BB9675846C43F587F2EB491247BBAF">
    <w:name w:val="36BB9675846C43F587F2EB491247BBAF"/>
  </w:style>
  <w:style w:type="paragraph" w:customStyle="1" w:styleId="653E716C08EA4CFDA9E6D1091C1D2BC9">
    <w:name w:val="653E716C08EA4CFDA9E6D1091C1D2BC9"/>
  </w:style>
  <w:style w:type="paragraph" w:customStyle="1" w:styleId="3174C5F3B7C94C02BD84E3520CB438AE">
    <w:name w:val="3174C5F3B7C94C02BD84E3520CB438AE"/>
  </w:style>
  <w:style w:type="paragraph" w:customStyle="1" w:styleId="9B129A03A47541D18E6D2086375239E3">
    <w:name w:val="9B129A03A47541D18E6D2086375239E3"/>
  </w:style>
  <w:style w:type="paragraph" w:customStyle="1" w:styleId="1834ECCF956740A397C3F697A83799C6">
    <w:name w:val="1834ECCF956740A397C3F697A83799C6"/>
  </w:style>
  <w:style w:type="paragraph" w:customStyle="1" w:styleId="FA4A8A9088A147708CA3C8E2490DB8C2">
    <w:name w:val="FA4A8A9088A147708CA3C8E2490DB8C2"/>
  </w:style>
  <w:style w:type="paragraph" w:customStyle="1" w:styleId="A6AC4A9291BB4537BA3FF5893E3BA229">
    <w:name w:val="A6AC4A9291BB4537BA3FF5893E3BA229"/>
  </w:style>
  <w:style w:type="paragraph" w:customStyle="1" w:styleId="067E77ED6EA34D6389CB1FD14E89FC17">
    <w:name w:val="067E77ED6EA34D6389CB1FD14E89FC17"/>
  </w:style>
  <w:style w:type="paragraph" w:customStyle="1" w:styleId="10DDB636D62442AFB619F68A5BAC3C06">
    <w:name w:val="10DDB636D62442AFB619F68A5BAC3C06"/>
  </w:style>
  <w:style w:type="paragraph" w:customStyle="1" w:styleId="82F13C1612E14F7F8307096D86A8809A">
    <w:name w:val="82F13C1612E14F7F8307096D86A8809A"/>
  </w:style>
  <w:style w:type="paragraph" w:customStyle="1" w:styleId="A5ACB815A1FE4D5F9FD5FCD0DE5D2946">
    <w:name w:val="A5ACB815A1FE4D5F9FD5FCD0DE5D2946"/>
  </w:style>
  <w:style w:type="paragraph" w:customStyle="1" w:styleId="714D68DC896E4E67AB4A2BCB0BE84942">
    <w:name w:val="714D68DC896E4E67AB4A2BCB0BE84942"/>
  </w:style>
  <w:style w:type="paragraph" w:customStyle="1" w:styleId="783AB15054E64EFA9152AC5EA589246C">
    <w:name w:val="783AB15054E64EFA9152AC5EA589246C"/>
  </w:style>
  <w:style w:type="paragraph" w:customStyle="1" w:styleId="218E75A6F3BE44228E5B518B30954280">
    <w:name w:val="218E75A6F3BE44228E5B518B30954280"/>
  </w:style>
  <w:style w:type="paragraph" w:customStyle="1" w:styleId="7AA4845E5FF54E898F26CE3B24943D61">
    <w:name w:val="7AA4845E5FF54E898F26CE3B24943D61"/>
  </w:style>
  <w:style w:type="paragraph" w:customStyle="1" w:styleId="1DDAFA2EB2154581922A73BD0B1AD13E">
    <w:name w:val="1DDAFA2EB2154581922A73BD0B1AD13E"/>
  </w:style>
  <w:style w:type="paragraph" w:customStyle="1" w:styleId="562C38F5D52442DAB23D6A74245162D1">
    <w:name w:val="562C38F5D52442DAB23D6A74245162D1"/>
  </w:style>
  <w:style w:type="paragraph" w:customStyle="1" w:styleId="8B5B34F226D947E0BDB9A5D4DC01C2C7">
    <w:name w:val="8B5B34F226D947E0BDB9A5D4DC01C2C7"/>
  </w:style>
  <w:style w:type="paragraph" w:customStyle="1" w:styleId="8A2848B4F46C4E3485F5979F9B4D8E37">
    <w:name w:val="8A2848B4F46C4E3485F5979F9B4D8E37"/>
  </w:style>
  <w:style w:type="paragraph" w:customStyle="1" w:styleId="FE055C514D2144018ED3BDA08B5B5802">
    <w:name w:val="FE055C514D2144018ED3BDA08B5B5802"/>
  </w:style>
  <w:style w:type="paragraph" w:customStyle="1" w:styleId="96E27C4021BE487D8B7959776FBFB84C">
    <w:name w:val="96E27C4021BE487D8B7959776FBFB84C"/>
  </w:style>
  <w:style w:type="paragraph" w:customStyle="1" w:styleId="8C2C59B3F1234BC59CB1E5EBAF7CBFB4">
    <w:name w:val="8C2C59B3F1234BC59CB1E5EBAF7CBFB4"/>
  </w:style>
  <w:style w:type="paragraph" w:customStyle="1" w:styleId="26077D3457564F07B67967CAA6358C70">
    <w:name w:val="26077D3457564F07B67967CAA6358C70"/>
  </w:style>
  <w:style w:type="paragraph" w:customStyle="1" w:styleId="8479E3B07C354FA6A178938763851630">
    <w:name w:val="8479E3B07C354FA6A178938763851630"/>
  </w:style>
  <w:style w:type="paragraph" w:customStyle="1" w:styleId="9B3A942A90124EA5B3814F380FEC7256">
    <w:name w:val="9B3A942A90124EA5B3814F380FEC7256"/>
  </w:style>
  <w:style w:type="paragraph" w:customStyle="1" w:styleId="1D120A2870624943BAB6CB82AA19FD5A">
    <w:name w:val="1D120A2870624943BAB6CB82AA19FD5A"/>
  </w:style>
  <w:style w:type="paragraph" w:customStyle="1" w:styleId="3557F78630D547ED81BBCCD8323DF64E">
    <w:name w:val="3557F78630D547ED81BBCCD8323DF64E"/>
  </w:style>
  <w:style w:type="paragraph" w:customStyle="1" w:styleId="AA5AE69F3A8143ABA277B6BC79D21E11">
    <w:name w:val="AA5AE69F3A8143ABA277B6BC79D21E11"/>
  </w:style>
  <w:style w:type="paragraph" w:customStyle="1" w:styleId="C9FD6CBF60474AA1B46139A8E6D263F0">
    <w:name w:val="C9FD6CBF60474AA1B46139A8E6D263F0"/>
  </w:style>
  <w:style w:type="paragraph" w:customStyle="1" w:styleId="A8BE1309998046C0A98D39E8DE89F80D">
    <w:name w:val="A8BE1309998046C0A98D39E8DE89F80D"/>
  </w:style>
  <w:style w:type="paragraph" w:customStyle="1" w:styleId="C06AC71049844E58A84E02A8317F30BA">
    <w:name w:val="C06AC71049844E58A84E02A8317F30BA"/>
  </w:style>
  <w:style w:type="paragraph" w:customStyle="1" w:styleId="77BCE9F35BFD482097E227A1C2185E0A">
    <w:name w:val="77BCE9F35BFD482097E227A1C2185E0A"/>
  </w:style>
  <w:style w:type="paragraph" w:customStyle="1" w:styleId="7097F7A25AF94624A089901D13A86211">
    <w:name w:val="7097F7A25AF94624A089901D13A86211"/>
  </w:style>
  <w:style w:type="paragraph" w:customStyle="1" w:styleId="AABA260E9DC5489D8B8F1ECBA121166C">
    <w:name w:val="AABA260E9DC5489D8B8F1ECBA121166C"/>
  </w:style>
  <w:style w:type="paragraph" w:customStyle="1" w:styleId="0B9EA1AA142042C8A9FE63CEF32393FA">
    <w:name w:val="0B9EA1AA142042C8A9FE63CEF32393FA"/>
  </w:style>
  <w:style w:type="paragraph" w:customStyle="1" w:styleId="2FC495CD391E48CDA8A84BBC60716B6F">
    <w:name w:val="2FC495CD391E48CDA8A84BBC60716B6F"/>
  </w:style>
  <w:style w:type="paragraph" w:customStyle="1" w:styleId="49D50721A9EF4EA3BBDA37FF5C9D8EE5">
    <w:name w:val="49D50721A9EF4EA3BBDA37FF5C9D8EE5"/>
  </w:style>
  <w:style w:type="paragraph" w:customStyle="1" w:styleId="5D61359D517A43109F51B738417BF9DE">
    <w:name w:val="5D61359D517A43109F51B738417BF9DE"/>
  </w:style>
  <w:style w:type="paragraph" w:customStyle="1" w:styleId="45E415033B904192A63C4DE2C8514D49">
    <w:name w:val="45E415033B904192A63C4DE2C8514D49"/>
  </w:style>
  <w:style w:type="paragraph" w:customStyle="1" w:styleId="7BFAC13E7C234E0DAF17C359768F9CF3">
    <w:name w:val="7BFAC13E7C234E0DAF17C359768F9CF3"/>
  </w:style>
  <w:style w:type="paragraph" w:customStyle="1" w:styleId="F6D90585DCA64C36ADADE945BF25C9A3">
    <w:name w:val="F6D90585DCA64C36ADADE945BF25C9A3"/>
  </w:style>
  <w:style w:type="paragraph" w:customStyle="1" w:styleId="85CB41E608AB4886815F3407D31F5E38">
    <w:name w:val="85CB41E608AB4886815F3407D31F5E38"/>
  </w:style>
  <w:style w:type="paragraph" w:customStyle="1" w:styleId="3EBD72E577E146C797C6684647A457E6">
    <w:name w:val="3EBD72E577E146C797C6684647A457E6"/>
  </w:style>
  <w:style w:type="paragraph" w:customStyle="1" w:styleId="BF20349F9D6C4C1B9213ADD8FB141880">
    <w:name w:val="BF20349F9D6C4C1B9213ADD8FB141880"/>
  </w:style>
  <w:style w:type="paragraph" w:customStyle="1" w:styleId="33ECE686917446F08A58535E463DE5FA">
    <w:name w:val="33ECE686917446F08A58535E463DE5FA"/>
  </w:style>
  <w:style w:type="paragraph" w:customStyle="1" w:styleId="773933FFA2FC473BBDEA3220D50A64A0">
    <w:name w:val="773933FFA2FC473BBDEA3220D50A64A0"/>
  </w:style>
  <w:style w:type="paragraph" w:customStyle="1" w:styleId="7E470D524E014F6DB68CC70D2F7192DA">
    <w:name w:val="7E470D524E014F6DB68CC70D2F7192DA"/>
  </w:style>
  <w:style w:type="paragraph" w:customStyle="1" w:styleId="89DE98E3002746249A6C08E1A54828C7">
    <w:name w:val="89DE98E3002746249A6C08E1A54828C7"/>
  </w:style>
  <w:style w:type="paragraph" w:customStyle="1" w:styleId="47E04138A0894A5AA3F3EA431A4DF52A">
    <w:name w:val="47E04138A0894A5AA3F3EA431A4DF52A"/>
  </w:style>
  <w:style w:type="paragraph" w:customStyle="1" w:styleId="48D8FBA2D061404A92BA753802E97B50">
    <w:name w:val="48D8FBA2D061404A92BA753802E97B50"/>
  </w:style>
  <w:style w:type="paragraph" w:customStyle="1" w:styleId="3C77D4F09B64458F9B82DD37924BF5B8">
    <w:name w:val="3C77D4F09B64458F9B82DD37924BF5B8"/>
  </w:style>
  <w:style w:type="paragraph" w:customStyle="1" w:styleId="A66EE2009F874D9C9C9983A54DEB8948">
    <w:name w:val="A66EE2009F874D9C9C9983A54DEB8948"/>
  </w:style>
  <w:style w:type="paragraph" w:customStyle="1" w:styleId="B1F558AE87304DBB9F822F3CE9704A7A">
    <w:name w:val="B1F558AE87304DBB9F822F3CE9704A7A"/>
  </w:style>
  <w:style w:type="paragraph" w:customStyle="1" w:styleId="9E69BBF300AC4ED1AB9F4A9839C79FE8">
    <w:name w:val="9E69BBF300AC4ED1AB9F4A9839C79FE8"/>
  </w:style>
  <w:style w:type="paragraph" w:customStyle="1" w:styleId="8B3BCBB33E874CF1874433FB5DDDE8EB">
    <w:name w:val="8B3BCBB33E874CF1874433FB5DDDE8EB"/>
  </w:style>
  <w:style w:type="paragraph" w:customStyle="1" w:styleId="E485283DFD474EC29669DAB0CEC5A9A9">
    <w:name w:val="E485283DFD474EC29669DAB0CEC5A9A9"/>
  </w:style>
  <w:style w:type="paragraph" w:customStyle="1" w:styleId="951266C9BA804C7393D1F026FEA20BB8">
    <w:name w:val="951266C9BA804C7393D1F026FEA20BB8"/>
  </w:style>
  <w:style w:type="paragraph" w:customStyle="1" w:styleId="95F4C22671184A4389225898F2CB902B">
    <w:name w:val="95F4C22671184A4389225898F2CB902B"/>
  </w:style>
  <w:style w:type="paragraph" w:customStyle="1" w:styleId="56EF48B69ACD4658A6B604E7E98EBDE5">
    <w:name w:val="56EF48B69ACD4658A6B604E7E98EBDE5"/>
  </w:style>
  <w:style w:type="paragraph" w:customStyle="1" w:styleId="C23614BB4B3F47E3870B370835637CA1">
    <w:name w:val="C23614BB4B3F47E3870B370835637CA1"/>
  </w:style>
  <w:style w:type="paragraph" w:customStyle="1" w:styleId="649FFCBEB89945719A968D1B303D8866">
    <w:name w:val="649FFCBEB89945719A968D1B303D8866"/>
  </w:style>
  <w:style w:type="paragraph" w:customStyle="1" w:styleId="0E4C1B8425274CB0961B52E028A2E07C">
    <w:name w:val="0E4C1B8425274CB0961B52E028A2E07C"/>
  </w:style>
  <w:style w:type="paragraph" w:customStyle="1" w:styleId="DCDDB632C83F4BBB975A6114F1894601">
    <w:name w:val="DCDDB632C83F4BBB975A6114F1894601"/>
  </w:style>
  <w:style w:type="paragraph" w:customStyle="1" w:styleId="75B1F9C0E33F47DFABA8B1E5A9215BFE">
    <w:name w:val="75B1F9C0E33F47DFABA8B1E5A9215BFE"/>
  </w:style>
  <w:style w:type="paragraph" w:customStyle="1" w:styleId="1650DFFBA52946B98481BC71DBB57906">
    <w:name w:val="1650DFFBA52946B98481BC71DBB57906"/>
  </w:style>
  <w:style w:type="paragraph" w:customStyle="1" w:styleId="84536621E666405FB49EAF1D71727907">
    <w:name w:val="84536621E666405FB49EAF1D71727907"/>
  </w:style>
  <w:style w:type="paragraph" w:customStyle="1" w:styleId="D3C7B25E1A67496EB2BD0FE38F2C5CBF">
    <w:name w:val="D3C7B25E1A67496EB2BD0FE38F2C5CBF"/>
  </w:style>
  <w:style w:type="paragraph" w:customStyle="1" w:styleId="9C4215BF3AE943129740D3A023E3CEB8">
    <w:name w:val="9C4215BF3AE943129740D3A023E3CEB8"/>
  </w:style>
  <w:style w:type="paragraph" w:customStyle="1" w:styleId="F23806010CC141EAADA5B034AD1B55E4">
    <w:name w:val="F23806010CC141EAADA5B034AD1B55E4"/>
  </w:style>
  <w:style w:type="paragraph" w:customStyle="1" w:styleId="900EC1B41B67430CA80958ACCF76D156">
    <w:name w:val="900EC1B41B67430CA80958ACCF76D156"/>
  </w:style>
  <w:style w:type="paragraph" w:customStyle="1" w:styleId="131502CC341546048EC726B34B277897">
    <w:name w:val="131502CC341546048EC726B34B277897"/>
  </w:style>
  <w:style w:type="paragraph" w:customStyle="1" w:styleId="B158BA54F6A441C1A964171E18FFE682">
    <w:name w:val="B158BA54F6A441C1A964171E18FFE682"/>
  </w:style>
  <w:style w:type="paragraph" w:customStyle="1" w:styleId="2EE83EF23EDD47AA85F0C2975C370B49">
    <w:name w:val="2EE83EF23EDD47AA85F0C2975C370B49"/>
  </w:style>
  <w:style w:type="paragraph" w:customStyle="1" w:styleId="8676F34A9F5C4F1B936104D94DEF958D">
    <w:name w:val="8676F34A9F5C4F1B936104D94DEF958D"/>
  </w:style>
  <w:style w:type="paragraph" w:customStyle="1" w:styleId="6DA459DDFCCC4C9EA6845436D781C06C">
    <w:name w:val="6DA459DDFCCC4C9EA6845436D781C06C"/>
  </w:style>
  <w:style w:type="paragraph" w:customStyle="1" w:styleId="3AE7A73E625E45F69DF0F9006902BEA3">
    <w:name w:val="3AE7A73E625E45F69DF0F9006902BEA3"/>
  </w:style>
  <w:style w:type="paragraph" w:customStyle="1" w:styleId="E8C60CBB292348B9B88FFA7E30232BB0">
    <w:name w:val="E8C60CBB292348B9B88FFA7E30232BB0"/>
  </w:style>
  <w:style w:type="paragraph" w:customStyle="1" w:styleId="0DE384DEB2D342A8AE35E31C2854EEAD">
    <w:name w:val="0DE384DEB2D342A8AE35E31C2854EEAD"/>
  </w:style>
  <w:style w:type="paragraph" w:customStyle="1" w:styleId="27567027C4FE4F9A82792EDD94E810E4">
    <w:name w:val="27567027C4FE4F9A82792EDD94E810E4"/>
  </w:style>
  <w:style w:type="paragraph" w:customStyle="1" w:styleId="4F781DEF0EE949349EF9E3794089000B">
    <w:name w:val="4F781DEF0EE949349EF9E3794089000B"/>
  </w:style>
  <w:style w:type="paragraph" w:customStyle="1" w:styleId="46D94F95F40846698FB1EBF51BFF1DBA">
    <w:name w:val="46D94F95F40846698FB1EBF51BFF1DBA"/>
  </w:style>
  <w:style w:type="paragraph" w:customStyle="1" w:styleId="E07831BD801F4D24B379E577B6F35458">
    <w:name w:val="E07831BD801F4D24B379E577B6F35458"/>
  </w:style>
  <w:style w:type="paragraph" w:customStyle="1" w:styleId="04DFC2A24C4A408EAF7DA5F57F4F49C4">
    <w:name w:val="04DFC2A24C4A408EAF7DA5F57F4F49C4"/>
  </w:style>
  <w:style w:type="paragraph" w:customStyle="1" w:styleId="4BCAF26CF34842C69868A93CA2B79EBA">
    <w:name w:val="4BCAF26CF34842C69868A93CA2B79EBA"/>
  </w:style>
  <w:style w:type="paragraph" w:customStyle="1" w:styleId="C1FE2C12A13D4E5386758DE6AA82493B">
    <w:name w:val="C1FE2C12A13D4E5386758DE6AA82493B"/>
  </w:style>
  <w:style w:type="paragraph" w:customStyle="1" w:styleId="07BBD3D3B6B44AF39FB7EFE3E7D73DF6">
    <w:name w:val="07BBD3D3B6B44AF39FB7EFE3E7D73DF6"/>
  </w:style>
  <w:style w:type="paragraph" w:customStyle="1" w:styleId="F32242ECF760486982FB17CE3E64F333">
    <w:name w:val="F32242ECF760486982FB17CE3E64F333"/>
  </w:style>
  <w:style w:type="paragraph" w:customStyle="1" w:styleId="C09AFABFD050496AB020BD62531B98F8">
    <w:name w:val="C09AFABFD050496AB020BD62531B98F8"/>
  </w:style>
  <w:style w:type="paragraph" w:customStyle="1" w:styleId="3538654CA901436A8E66A8B83B4BCCC6">
    <w:name w:val="3538654CA901436A8E66A8B83B4BCCC6"/>
  </w:style>
  <w:style w:type="paragraph" w:customStyle="1" w:styleId="866DBC720BDD48BF8597CB7BF8AB57E7">
    <w:name w:val="866DBC720BDD48BF8597CB7BF8AB57E7"/>
  </w:style>
  <w:style w:type="paragraph" w:customStyle="1" w:styleId="2959C8B7ABF04C7FB9D443B8C2047730">
    <w:name w:val="2959C8B7ABF04C7FB9D443B8C2047730"/>
  </w:style>
  <w:style w:type="paragraph" w:customStyle="1" w:styleId="B1A85CA22F55475D87980731B2F3FD44">
    <w:name w:val="B1A85CA22F55475D87980731B2F3FD44"/>
  </w:style>
  <w:style w:type="paragraph" w:customStyle="1" w:styleId="34481AFD842F487A925E8102845693B3">
    <w:name w:val="34481AFD842F487A925E8102845693B3"/>
  </w:style>
  <w:style w:type="paragraph" w:customStyle="1" w:styleId="1895E966DE2346089A19F4A7FA1899DE">
    <w:name w:val="1895E966DE2346089A19F4A7FA1899DE"/>
  </w:style>
  <w:style w:type="paragraph" w:customStyle="1" w:styleId="3AD35CD4AC374E29A5FEAC2C859860CC">
    <w:name w:val="3AD35CD4AC374E29A5FEAC2C859860CC"/>
  </w:style>
  <w:style w:type="paragraph" w:customStyle="1" w:styleId="07E9AB49EA62497EB7115DE7DB2136E4">
    <w:name w:val="07E9AB49EA62497EB7115DE7DB2136E4"/>
  </w:style>
  <w:style w:type="paragraph" w:customStyle="1" w:styleId="B832185E68D941C3AC530A5642B30E2D">
    <w:name w:val="B832185E68D941C3AC530A5642B30E2D"/>
  </w:style>
  <w:style w:type="paragraph" w:customStyle="1" w:styleId="C100B67CC98E48BFADCB60A49B58D071">
    <w:name w:val="C100B67CC98E48BFADCB60A49B58D071"/>
  </w:style>
  <w:style w:type="paragraph" w:customStyle="1" w:styleId="48A89B9A28444EADBE9E19D7CC4F7DBA">
    <w:name w:val="48A89B9A28444EADBE9E19D7CC4F7DBA"/>
  </w:style>
  <w:style w:type="paragraph" w:customStyle="1" w:styleId="43BA52324231427397FB3E200A409D17">
    <w:name w:val="43BA52324231427397FB3E200A409D17"/>
  </w:style>
  <w:style w:type="paragraph" w:customStyle="1" w:styleId="731FBEB075E942ADB3BA720AB2DB30C9">
    <w:name w:val="731FBEB075E942ADB3BA720AB2DB30C9"/>
  </w:style>
  <w:style w:type="paragraph" w:customStyle="1" w:styleId="66B2FA57149C49E38E1C79ED8570B9DF">
    <w:name w:val="66B2FA57149C49E38E1C79ED8570B9DF"/>
  </w:style>
  <w:style w:type="paragraph" w:customStyle="1" w:styleId="01D2D0C3CB1A494CBA246E5CA60129DF">
    <w:name w:val="01D2D0C3CB1A494CBA246E5CA60129DF"/>
  </w:style>
  <w:style w:type="paragraph" w:customStyle="1" w:styleId="3610BD4EAE6544B7A577DE396BC07B10">
    <w:name w:val="3610BD4EAE6544B7A577DE396BC07B10"/>
  </w:style>
  <w:style w:type="paragraph" w:customStyle="1" w:styleId="75F73ED8292A4F56AC472871C58EEEFF">
    <w:name w:val="75F73ED8292A4F56AC472871C58EEEFF"/>
  </w:style>
  <w:style w:type="paragraph" w:customStyle="1" w:styleId="64E35615CAC7452A9CDF4AA8551C8716">
    <w:name w:val="64E35615CAC7452A9CDF4AA8551C8716"/>
  </w:style>
  <w:style w:type="paragraph" w:customStyle="1" w:styleId="D17377485D744188AE9CF5C3F9EB7592">
    <w:name w:val="D17377485D744188AE9CF5C3F9EB7592"/>
  </w:style>
  <w:style w:type="paragraph" w:customStyle="1" w:styleId="B63CA44BC22949149BC3083FAFDB6AE8">
    <w:name w:val="B63CA44BC22949149BC3083FAFDB6AE8"/>
  </w:style>
  <w:style w:type="paragraph" w:customStyle="1" w:styleId="4ED2811E21F140C0B486E6FB01D1E7FF">
    <w:name w:val="4ED2811E21F140C0B486E6FB01D1E7FF"/>
  </w:style>
  <w:style w:type="paragraph" w:customStyle="1" w:styleId="B0B4AFF35C8142EB896D18C5FEC1668A">
    <w:name w:val="B0B4AFF35C8142EB896D18C5FEC1668A"/>
  </w:style>
  <w:style w:type="paragraph" w:customStyle="1" w:styleId="F1436CEF09B442BFB112046471724C8D">
    <w:name w:val="F1436CEF09B442BFB112046471724C8D"/>
  </w:style>
  <w:style w:type="paragraph" w:customStyle="1" w:styleId="331F081E9A6F4C9F8CF7B46C1638E44B">
    <w:name w:val="331F081E9A6F4C9F8CF7B46C1638E44B"/>
  </w:style>
  <w:style w:type="paragraph" w:customStyle="1" w:styleId="C1F48F2AFF534FFDA6CA5A22024B0D4F">
    <w:name w:val="C1F48F2AFF534FFDA6CA5A22024B0D4F"/>
  </w:style>
  <w:style w:type="paragraph" w:customStyle="1" w:styleId="3D29B22FB34842D782911A36AAABA5BE">
    <w:name w:val="3D29B22FB34842D782911A36AAABA5BE"/>
  </w:style>
  <w:style w:type="paragraph" w:customStyle="1" w:styleId="6CC0734278DC435C9E9D6C116EB73298">
    <w:name w:val="6CC0734278DC435C9E9D6C116EB73298"/>
  </w:style>
  <w:style w:type="paragraph" w:customStyle="1" w:styleId="587F341331A74D849876D436E223F938">
    <w:name w:val="587F341331A74D849876D436E223F938"/>
  </w:style>
  <w:style w:type="paragraph" w:customStyle="1" w:styleId="F06C27B137D549C4861AFBBD645C8940">
    <w:name w:val="F06C27B137D549C4861AFBBD645C8940"/>
  </w:style>
  <w:style w:type="paragraph" w:customStyle="1" w:styleId="E8077FDD46E34F2AB37CBD105D896391">
    <w:name w:val="E8077FDD46E34F2AB37CBD105D896391"/>
  </w:style>
  <w:style w:type="paragraph" w:customStyle="1" w:styleId="C85E057CBDC94A85AFA106DCE198D6F9">
    <w:name w:val="C85E057CBDC94A85AFA106DCE198D6F9"/>
  </w:style>
  <w:style w:type="paragraph" w:customStyle="1" w:styleId="5B2EB0E02DF94812BDB864BE768D8DC7">
    <w:name w:val="5B2EB0E02DF94812BDB864BE768D8DC7"/>
  </w:style>
  <w:style w:type="paragraph" w:customStyle="1" w:styleId="BBCC004E0C6B4FF0B5C4DB0BE87777AD">
    <w:name w:val="BBCC004E0C6B4FF0B5C4DB0BE87777AD"/>
  </w:style>
  <w:style w:type="paragraph" w:customStyle="1" w:styleId="D86822C134444DEB9215C1F7749C2C0F">
    <w:name w:val="D86822C134444DEB9215C1F7749C2C0F"/>
  </w:style>
  <w:style w:type="paragraph" w:customStyle="1" w:styleId="472A732C5FC94ABC9E61DBE1A6A851E9">
    <w:name w:val="472A732C5FC94ABC9E61DBE1A6A851E9"/>
  </w:style>
  <w:style w:type="paragraph" w:customStyle="1" w:styleId="B829535A01BD4105B67028FF50B96C7B">
    <w:name w:val="B829535A01BD4105B67028FF50B96C7B"/>
  </w:style>
  <w:style w:type="paragraph" w:customStyle="1" w:styleId="69C0B4CC363648B19034C5F7F12DA3B8">
    <w:name w:val="69C0B4CC363648B19034C5F7F12DA3B8"/>
  </w:style>
  <w:style w:type="paragraph" w:customStyle="1" w:styleId="B2B27E3B2A6B4E68903A23867435F98D">
    <w:name w:val="B2B27E3B2A6B4E68903A23867435F98D"/>
  </w:style>
  <w:style w:type="paragraph" w:customStyle="1" w:styleId="14E3849D311943E3A05877B70D974D2A">
    <w:name w:val="14E3849D311943E3A05877B70D974D2A"/>
  </w:style>
  <w:style w:type="paragraph" w:customStyle="1" w:styleId="573CE21F9A154249A193898B01D603D9">
    <w:name w:val="573CE21F9A154249A193898B01D603D9"/>
  </w:style>
  <w:style w:type="paragraph" w:customStyle="1" w:styleId="405C3A14B1824CCCB3DA6220F915F3B2">
    <w:name w:val="405C3A14B1824CCCB3DA6220F915F3B2"/>
  </w:style>
  <w:style w:type="paragraph" w:customStyle="1" w:styleId="0BC238075B1243AE88E1844013014B46">
    <w:name w:val="0BC238075B1243AE88E1844013014B46"/>
  </w:style>
  <w:style w:type="paragraph" w:customStyle="1" w:styleId="9E58F293C43B442F97DF25B6459B1EC7">
    <w:name w:val="9E58F293C43B442F97DF25B6459B1EC7"/>
  </w:style>
  <w:style w:type="paragraph" w:customStyle="1" w:styleId="70A54EEACCE840269DB7AFE38CF86FF8">
    <w:name w:val="70A54EEACCE840269DB7AFE38CF86FF8"/>
  </w:style>
  <w:style w:type="paragraph" w:customStyle="1" w:styleId="C354EF052DAA4892BA4B94691B5E8C4C">
    <w:name w:val="C354EF052DAA4892BA4B94691B5E8C4C"/>
  </w:style>
  <w:style w:type="paragraph" w:customStyle="1" w:styleId="171D6A5FC74A4872BDE121F9F9C64EDF">
    <w:name w:val="171D6A5FC74A4872BDE121F9F9C64EDF"/>
  </w:style>
  <w:style w:type="paragraph" w:customStyle="1" w:styleId="E6612DD5BEEA45C6A2F8F9164F876A1C">
    <w:name w:val="E6612DD5BEEA45C6A2F8F9164F876A1C"/>
  </w:style>
  <w:style w:type="paragraph" w:customStyle="1" w:styleId="39497A7B12714CFF9DB101B1C7212D14">
    <w:name w:val="39497A7B12714CFF9DB101B1C7212D14"/>
  </w:style>
  <w:style w:type="paragraph" w:customStyle="1" w:styleId="CF3D9BD389DE48D7902314B02F8BE921">
    <w:name w:val="CF3D9BD389DE48D7902314B02F8BE921"/>
  </w:style>
  <w:style w:type="paragraph" w:customStyle="1" w:styleId="80A4A5B1B55444E083001925D6166B1C">
    <w:name w:val="80A4A5B1B55444E083001925D6166B1C"/>
  </w:style>
  <w:style w:type="paragraph" w:customStyle="1" w:styleId="DCD170284B46406E951DE8BFAAE42D91">
    <w:name w:val="DCD170284B46406E951DE8BFAAE42D91"/>
  </w:style>
  <w:style w:type="paragraph" w:customStyle="1" w:styleId="C68431EF4FEE49FF976302423A4C0EAA">
    <w:name w:val="C68431EF4FEE49FF976302423A4C0EAA"/>
  </w:style>
  <w:style w:type="paragraph" w:customStyle="1" w:styleId="84DE1C589E1B44E9BDF556E68BC9819E">
    <w:name w:val="84DE1C589E1B44E9BDF556E68BC9819E"/>
  </w:style>
  <w:style w:type="paragraph" w:customStyle="1" w:styleId="E1EA42FDD40549418A1F2D5C75226A5B">
    <w:name w:val="E1EA42FDD40549418A1F2D5C75226A5B"/>
  </w:style>
  <w:style w:type="paragraph" w:customStyle="1" w:styleId="A59F0F29C50F4C18B6AB95901CCDFD47">
    <w:name w:val="A59F0F29C50F4C18B6AB95901CCDFD47"/>
  </w:style>
  <w:style w:type="paragraph" w:customStyle="1" w:styleId="2F83C06A6E3A495D97E706C757995EB4">
    <w:name w:val="2F83C06A6E3A495D97E706C757995EB4"/>
  </w:style>
  <w:style w:type="paragraph" w:customStyle="1" w:styleId="1E30DD8135C345BCA57B1DEDA5166220">
    <w:name w:val="1E30DD8135C345BCA57B1DEDA5166220"/>
  </w:style>
  <w:style w:type="paragraph" w:customStyle="1" w:styleId="494B2903D2B545E4A2847D8C0DE6922C">
    <w:name w:val="494B2903D2B545E4A2847D8C0DE6922C"/>
  </w:style>
  <w:style w:type="paragraph" w:customStyle="1" w:styleId="02A9DD843579458791EF8F104842D7F2">
    <w:name w:val="02A9DD843579458791EF8F104842D7F2"/>
  </w:style>
  <w:style w:type="paragraph" w:customStyle="1" w:styleId="3BE3A5340A304A91A2FFB8E917499F78">
    <w:name w:val="3BE3A5340A304A91A2FFB8E917499F78"/>
  </w:style>
  <w:style w:type="paragraph" w:customStyle="1" w:styleId="398C798009DC42F29A9D600703E2F140">
    <w:name w:val="398C798009DC42F29A9D600703E2F140"/>
  </w:style>
  <w:style w:type="paragraph" w:customStyle="1" w:styleId="E8ECD7D3EF7448F8809D991C842A01ED">
    <w:name w:val="E8ECD7D3EF7448F8809D991C842A01ED"/>
  </w:style>
  <w:style w:type="paragraph" w:customStyle="1" w:styleId="A2D6F53A6574430B93E8571211896D9E">
    <w:name w:val="A2D6F53A6574430B93E8571211896D9E"/>
  </w:style>
  <w:style w:type="paragraph" w:customStyle="1" w:styleId="51C3DA15D9814AFB8309ED986A274F79">
    <w:name w:val="51C3DA15D9814AFB8309ED986A274F79"/>
  </w:style>
  <w:style w:type="paragraph" w:customStyle="1" w:styleId="ECC2A990A8A24439AD8F42AF4A65E875">
    <w:name w:val="ECC2A990A8A24439AD8F42AF4A65E875"/>
  </w:style>
  <w:style w:type="paragraph" w:customStyle="1" w:styleId="8578A043BFA542EE815E388585BD6BC1">
    <w:name w:val="8578A043BFA542EE815E388585BD6BC1"/>
  </w:style>
  <w:style w:type="paragraph" w:customStyle="1" w:styleId="6C69F21EDDF04E688BF12D1CB42E7169">
    <w:name w:val="6C69F21EDDF04E688BF12D1CB42E7169"/>
  </w:style>
  <w:style w:type="paragraph" w:customStyle="1" w:styleId="2C8F85C482E54B73BD3F3F92B4F3B905">
    <w:name w:val="2C8F85C482E54B73BD3F3F92B4F3B905"/>
  </w:style>
  <w:style w:type="paragraph" w:customStyle="1" w:styleId="1ECE4540C02E4B3A84965FBC0BF06EBE">
    <w:name w:val="1ECE4540C02E4B3A84965FBC0BF06EBE"/>
  </w:style>
  <w:style w:type="paragraph" w:customStyle="1" w:styleId="7F3E12F5D1EC48F494E9EBDA109EF3EF">
    <w:name w:val="7F3E12F5D1EC48F494E9EBDA109EF3EF"/>
  </w:style>
  <w:style w:type="paragraph" w:customStyle="1" w:styleId="468C7A65D1064954A82ADBAA61033235">
    <w:name w:val="468C7A65D1064954A82ADBAA61033235"/>
  </w:style>
  <w:style w:type="paragraph" w:customStyle="1" w:styleId="087A0C52BC124EB9A44F4888A1746FD2">
    <w:name w:val="087A0C52BC124EB9A44F4888A1746FD2"/>
  </w:style>
  <w:style w:type="paragraph" w:customStyle="1" w:styleId="2D7DAA34780B4B2A8F6B5687F93D6273">
    <w:name w:val="2D7DAA34780B4B2A8F6B5687F93D6273"/>
  </w:style>
  <w:style w:type="paragraph" w:customStyle="1" w:styleId="7281F94EB27A45FFBC7F0C35E893894F">
    <w:name w:val="7281F94EB27A45FFBC7F0C35E893894F"/>
  </w:style>
  <w:style w:type="paragraph" w:customStyle="1" w:styleId="F3B31BC5FCA44C66B7B0247AABA448EA">
    <w:name w:val="F3B31BC5FCA44C66B7B0247AABA448EA"/>
  </w:style>
  <w:style w:type="paragraph" w:customStyle="1" w:styleId="BDCC816F35C641EFB755DC02FFCDA94D">
    <w:name w:val="BDCC816F35C641EFB755DC02FFCDA94D"/>
  </w:style>
  <w:style w:type="paragraph" w:customStyle="1" w:styleId="BC01FCDF3E914D08AB942346D6C52860">
    <w:name w:val="BC01FCDF3E914D08AB942346D6C52860"/>
  </w:style>
  <w:style w:type="paragraph" w:customStyle="1" w:styleId="73883FE906D946BAAC654BEE065D8A5E">
    <w:name w:val="73883FE906D946BAAC654BEE065D8A5E"/>
  </w:style>
  <w:style w:type="paragraph" w:customStyle="1" w:styleId="152D695D73F449CFBEF6E3F5FCCEB081">
    <w:name w:val="152D695D73F449CFBEF6E3F5FCCEB081"/>
  </w:style>
  <w:style w:type="paragraph" w:customStyle="1" w:styleId="37B435C2123749BE81CCA1F9C013C40C">
    <w:name w:val="37B435C2123749BE81CCA1F9C013C40C"/>
  </w:style>
  <w:style w:type="paragraph" w:customStyle="1" w:styleId="BAE59F1871CD4558B3A5D06F29DE84D1">
    <w:name w:val="BAE59F1871CD4558B3A5D06F29DE84D1"/>
  </w:style>
  <w:style w:type="paragraph" w:customStyle="1" w:styleId="D1039AE989354710B9071A57672F760D">
    <w:name w:val="D1039AE989354710B9071A57672F760D"/>
  </w:style>
  <w:style w:type="paragraph" w:customStyle="1" w:styleId="19A955B9FBF540C8992914FD3EF6298D">
    <w:name w:val="19A955B9FBF540C8992914FD3EF6298D"/>
  </w:style>
  <w:style w:type="paragraph" w:customStyle="1" w:styleId="68D68DDC93EF4EA19A8475663330A312">
    <w:name w:val="68D68DDC93EF4EA19A8475663330A312"/>
  </w:style>
  <w:style w:type="paragraph" w:customStyle="1" w:styleId="431F9DE559394D23BF39B9F3C1B0BC35">
    <w:name w:val="431F9DE559394D23BF39B9F3C1B0BC35"/>
  </w:style>
  <w:style w:type="paragraph" w:customStyle="1" w:styleId="B77DBD6F214A45579554F0A8484C2A79">
    <w:name w:val="B77DBD6F214A45579554F0A8484C2A79"/>
  </w:style>
  <w:style w:type="paragraph" w:customStyle="1" w:styleId="BF643F70F75F4EECA924645D056231BE">
    <w:name w:val="BF643F70F75F4EECA924645D056231BE"/>
  </w:style>
  <w:style w:type="paragraph" w:customStyle="1" w:styleId="C33A0B40A1BC4448958BF91098B4ED53">
    <w:name w:val="C33A0B40A1BC4448958BF91098B4ED53"/>
  </w:style>
  <w:style w:type="paragraph" w:customStyle="1" w:styleId="89649B10F7604512A3D53174DB21244A">
    <w:name w:val="89649B10F7604512A3D53174DB21244A"/>
  </w:style>
  <w:style w:type="paragraph" w:customStyle="1" w:styleId="D25690E115A549EA9F3E0DF761DD7DFC">
    <w:name w:val="D25690E115A549EA9F3E0DF761DD7DFC"/>
  </w:style>
  <w:style w:type="paragraph" w:customStyle="1" w:styleId="8CBEB764E3EA4ADE8831CA58CD98BD40">
    <w:name w:val="8CBEB764E3EA4ADE8831CA58CD98BD40"/>
  </w:style>
  <w:style w:type="paragraph" w:customStyle="1" w:styleId="A87E590139CF458EAE2261830E6DD2E8">
    <w:name w:val="A87E590139CF458EAE2261830E6DD2E8"/>
  </w:style>
  <w:style w:type="paragraph" w:customStyle="1" w:styleId="028E69CCB15F405D86C2192D3F084803">
    <w:name w:val="028E69CCB15F405D86C2192D3F084803"/>
  </w:style>
  <w:style w:type="paragraph" w:customStyle="1" w:styleId="1E2E3A7E8E784F739F62F641EE47B4F8">
    <w:name w:val="1E2E3A7E8E784F739F62F641EE47B4F8"/>
  </w:style>
  <w:style w:type="paragraph" w:customStyle="1" w:styleId="EE2923D56AC4407E95574AFC0B27A9AB">
    <w:name w:val="EE2923D56AC4407E95574AFC0B27A9AB"/>
  </w:style>
  <w:style w:type="paragraph" w:customStyle="1" w:styleId="BD0599EAF8CA4AFBB3BBB614A079B7B3">
    <w:name w:val="BD0599EAF8CA4AFBB3BBB614A079B7B3"/>
  </w:style>
  <w:style w:type="paragraph" w:customStyle="1" w:styleId="79D708712418479B84C3269C345A7983">
    <w:name w:val="79D708712418479B84C3269C345A7983"/>
  </w:style>
  <w:style w:type="paragraph" w:customStyle="1" w:styleId="AF21A092A722457F93D272C3290C52D0">
    <w:name w:val="AF21A092A722457F93D272C3290C52D0"/>
  </w:style>
  <w:style w:type="paragraph" w:customStyle="1" w:styleId="2A5082842CB141AC8B20DCAA726DF4A1">
    <w:name w:val="2A5082842CB141AC8B20DCAA726DF4A1"/>
  </w:style>
  <w:style w:type="paragraph" w:customStyle="1" w:styleId="9300F80F14BE4EFCB9A71CFB41DD4507">
    <w:name w:val="9300F80F14BE4EFCB9A71CFB41DD4507"/>
  </w:style>
  <w:style w:type="paragraph" w:customStyle="1" w:styleId="BC035EC477B647698A1ED035BB73D064">
    <w:name w:val="BC035EC477B647698A1ED035BB73D064"/>
  </w:style>
  <w:style w:type="paragraph" w:customStyle="1" w:styleId="D586783A3F274ADEA8815D6297407104">
    <w:name w:val="D586783A3F274ADEA8815D6297407104"/>
  </w:style>
  <w:style w:type="paragraph" w:customStyle="1" w:styleId="33441851F9CB48D69D9007640DDD3E14">
    <w:name w:val="33441851F9CB48D69D9007640DDD3E14"/>
  </w:style>
  <w:style w:type="paragraph" w:customStyle="1" w:styleId="BBE81729BE7C41FF8EB0FAE78207E7AE">
    <w:name w:val="BBE81729BE7C41FF8EB0FAE78207E7AE"/>
  </w:style>
  <w:style w:type="paragraph" w:customStyle="1" w:styleId="5CF1DAF8FCC84B27A593CB83965769A4">
    <w:name w:val="5CF1DAF8FCC84B27A593CB83965769A4"/>
  </w:style>
  <w:style w:type="paragraph" w:customStyle="1" w:styleId="A1345E3AA8064733BB3DD9518E494D11">
    <w:name w:val="A1345E3AA8064733BB3DD9518E494D11"/>
  </w:style>
  <w:style w:type="paragraph" w:customStyle="1" w:styleId="1A1C756038A14B049A41932E04D94F21">
    <w:name w:val="1A1C756038A14B049A41932E04D94F21"/>
  </w:style>
  <w:style w:type="paragraph" w:customStyle="1" w:styleId="393CE4D44EF14E73956BF3C50C47E153">
    <w:name w:val="393CE4D44EF14E73956BF3C50C47E153"/>
  </w:style>
  <w:style w:type="paragraph" w:customStyle="1" w:styleId="23A78164097140D0A1082395A6E094EB">
    <w:name w:val="23A78164097140D0A1082395A6E094EB"/>
  </w:style>
  <w:style w:type="paragraph" w:customStyle="1" w:styleId="D1199CB16F934540B28F32D2676600F4">
    <w:name w:val="D1199CB16F934540B28F32D2676600F4"/>
  </w:style>
  <w:style w:type="paragraph" w:customStyle="1" w:styleId="34755EEED72F410A8BF1ECDCFFD1D559">
    <w:name w:val="34755EEED72F410A8BF1ECDCFFD1D559"/>
  </w:style>
  <w:style w:type="paragraph" w:customStyle="1" w:styleId="C35CFE842EED4D3982F4F3BE7B0DDD59">
    <w:name w:val="C35CFE842EED4D3982F4F3BE7B0DDD59"/>
  </w:style>
  <w:style w:type="paragraph" w:customStyle="1" w:styleId="01048444D70840DB924DC1856F378ED8">
    <w:name w:val="01048444D70840DB924DC1856F378ED8"/>
  </w:style>
  <w:style w:type="paragraph" w:customStyle="1" w:styleId="BEA4F60FC83D46DBB059B272AC92DA42">
    <w:name w:val="BEA4F60FC83D46DBB059B272AC92DA42"/>
  </w:style>
  <w:style w:type="paragraph" w:customStyle="1" w:styleId="00BF330C6CD642DBB6B8F89F9C3F2C62">
    <w:name w:val="00BF330C6CD642DBB6B8F89F9C3F2C62"/>
  </w:style>
  <w:style w:type="paragraph" w:customStyle="1" w:styleId="44609AAD7362437A91F7195B966AEB42">
    <w:name w:val="44609AAD7362437A91F7195B966AEB42"/>
  </w:style>
  <w:style w:type="paragraph" w:customStyle="1" w:styleId="EA6972CF460144E8867104123F8CE579">
    <w:name w:val="EA6972CF460144E8867104123F8CE579"/>
  </w:style>
  <w:style w:type="paragraph" w:customStyle="1" w:styleId="D20AF80C6D7F4BE9923E26D421EC64AB">
    <w:name w:val="D20AF80C6D7F4BE9923E26D421EC64AB"/>
  </w:style>
  <w:style w:type="paragraph" w:customStyle="1" w:styleId="47B0DEE702294E309BA4BDE5040FD701">
    <w:name w:val="47B0DEE702294E309BA4BDE5040FD701"/>
  </w:style>
  <w:style w:type="paragraph" w:customStyle="1" w:styleId="7E3F9E3982F240EEA80278D8C9EC82BA">
    <w:name w:val="7E3F9E3982F240EEA80278D8C9EC82BA"/>
  </w:style>
  <w:style w:type="paragraph" w:customStyle="1" w:styleId="8B02B7B8A6274BC39A128CCE8B852852">
    <w:name w:val="8B02B7B8A6274BC39A128CCE8B852852"/>
  </w:style>
  <w:style w:type="paragraph" w:customStyle="1" w:styleId="513BB7CEFA544E859949A7A1C937BE51">
    <w:name w:val="513BB7CEFA544E859949A7A1C937BE51"/>
  </w:style>
  <w:style w:type="paragraph" w:customStyle="1" w:styleId="E83331B6EEBF4B5DBD72BC52E157C373">
    <w:name w:val="E83331B6EEBF4B5DBD72BC52E157C373"/>
  </w:style>
  <w:style w:type="paragraph" w:customStyle="1" w:styleId="998E9A9245834C53A7971AE73B63011D">
    <w:name w:val="998E9A9245834C53A7971AE73B63011D"/>
  </w:style>
  <w:style w:type="paragraph" w:customStyle="1" w:styleId="0EE5F0C5DAE04A02845868C976719D07">
    <w:name w:val="0EE5F0C5DAE04A02845868C976719D07"/>
  </w:style>
  <w:style w:type="paragraph" w:customStyle="1" w:styleId="F38462BDBB6D489FA2C864542C3EC4C9">
    <w:name w:val="F38462BDBB6D489FA2C864542C3EC4C9"/>
  </w:style>
  <w:style w:type="paragraph" w:customStyle="1" w:styleId="87481E8F762248D29559ED4E40D43EE9">
    <w:name w:val="87481E8F762248D29559ED4E40D43EE9"/>
  </w:style>
  <w:style w:type="paragraph" w:customStyle="1" w:styleId="3BF816FA08F54D489690FD6BC15DED1E">
    <w:name w:val="3BF816FA08F54D489690FD6BC15DED1E"/>
  </w:style>
  <w:style w:type="paragraph" w:customStyle="1" w:styleId="0A6F0B1ECDBA4212B50360AE04334550">
    <w:name w:val="0A6F0B1ECDBA4212B50360AE04334550"/>
  </w:style>
  <w:style w:type="paragraph" w:customStyle="1" w:styleId="5A0EC4BF44484A6FB5DAA372F2D71D93">
    <w:name w:val="5A0EC4BF44484A6FB5DAA372F2D71D93"/>
  </w:style>
  <w:style w:type="paragraph" w:customStyle="1" w:styleId="1FCCA73E6C394F51AAF5E8567E4FE7C6">
    <w:name w:val="1FCCA73E6C394F51AAF5E8567E4FE7C6"/>
  </w:style>
  <w:style w:type="paragraph" w:customStyle="1" w:styleId="9DFD746D9B354B7AA1F1CE52CBCAC4B9">
    <w:name w:val="9DFD746D9B354B7AA1F1CE52CBCAC4B9"/>
  </w:style>
  <w:style w:type="paragraph" w:customStyle="1" w:styleId="B9B629B7E0CA4C59AA5F1B077446460B">
    <w:name w:val="B9B629B7E0CA4C59AA5F1B077446460B"/>
  </w:style>
  <w:style w:type="paragraph" w:customStyle="1" w:styleId="43A9E8C4CC954EBA99F9FA1687B289A7">
    <w:name w:val="43A9E8C4CC954EBA99F9FA1687B289A7"/>
  </w:style>
  <w:style w:type="paragraph" w:customStyle="1" w:styleId="46F177DC857841619BE2F2BABA9F035F">
    <w:name w:val="46F177DC857841619BE2F2BABA9F035F"/>
  </w:style>
  <w:style w:type="paragraph" w:customStyle="1" w:styleId="F55D7894ACBC4933895631F1D2669E6A">
    <w:name w:val="F55D7894ACBC4933895631F1D2669E6A"/>
  </w:style>
  <w:style w:type="paragraph" w:customStyle="1" w:styleId="0AA1929217C047B1AC7602484C4A5D15">
    <w:name w:val="0AA1929217C047B1AC7602484C4A5D15"/>
  </w:style>
  <w:style w:type="paragraph" w:customStyle="1" w:styleId="C0A4C349B1564732BB6F7F046C37910B">
    <w:name w:val="C0A4C349B1564732BB6F7F046C37910B"/>
  </w:style>
  <w:style w:type="paragraph" w:customStyle="1" w:styleId="FDC829276A484710A91B225C59EE0E5E">
    <w:name w:val="FDC829276A484710A91B225C59EE0E5E"/>
  </w:style>
  <w:style w:type="paragraph" w:customStyle="1" w:styleId="455F735B3A814CA0BD76F6893A7FAFD6">
    <w:name w:val="455F735B3A814CA0BD76F6893A7FAFD6"/>
  </w:style>
  <w:style w:type="paragraph" w:customStyle="1" w:styleId="4202696EBACB404EB1F88E44FC5919A3">
    <w:name w:val="4202696EBACB404EB1F88E44FC5919A3"/>
  </w:style>
  <w:style w:type="paragraph" w:customStyle="1" w:styleId="22F3DA5F0508406DA138AF0DE92654FA">
    <w:name w:val="22F3DA5F0508406DA138AF0DE92654FA"/>
  </w:style>
  <w:style w:type="paragraph" w:customStyle="1" w:styleId="05C385C0861E4368BCD4F37E6E4B3556">
    <w:name w:val="05C385C0861E4368BCD4F37E6E4B3556"/>
  </w:style>
  <w:style w:type="paragraph" w:customStyle="1" w:styleId="AE4A52658F2E49FB83C8E9AD4468E205">
    <w:name w:val="AE4A52658F2E49FB83C8E9AD4468E205"/>
  </w:style>
  <w:style w:type="paragraph" w:customStyle="1" w:styleId="7524A161C3AB488C9CBB34C7F84ED734">
    <w:name w:val="7524A161C3AB488C9CBB34C7F84ED734"/>
  </w:style>
  <w:style w:type="paragraph" w:customStyle="1" w:styleId="034585E6285A4A14BA30538932FD5F48">
    <w:name w:val="034585E6285A4A14BA30538932FD5F48"/>
  </w:style>
  <w:style w:type="paragraph" w:customStyle="1" w:styleId="AC05E9E744E743E1855C498F866E43A3">
    <w:name w:val="AC05E9E744E743E1855C498F866E43A3"/>
  </w:style>
  <w:style w:type="paragraph" w:customStyle="1" w:styleId="D4A118ED72514D19A87C94D442E1AD08">
    <w:name w:val="D4A118ED72514D19A87C94D442E1AD08"/>
  </w:style>
  <w:style w:type="paragraph" w:customStyle="1" w:styleId="32F544476771481EA7DA4E32BECC63BD">
    <w:name w:val="32F544476771481EA7DA4E32BECC63BD"/>
  </w:style>
  <w:style w:type="paragraph" w:customStyle="1" w:styleId="158821B4DF2F446BA6915E909DB52671">
    <w:name w:val="158821B4DF2F446BA6915E909DB52671"/>
  </w:style>
  <w:style w:type="paragraph" w:customStyle="1" w:styleId="16946CBEAD1D4D92A949E4592A3CACBB">
    <w:name w:val="16946CBEAD1D4D92A949E4592A3CACBB"/>
  </w:style>
  <w:style w:type="paragraph" w:customStyle="1" w:styleId="6946F9F6737143D1B967AECFDF696611">
    <w:name w:val="6946F9F6737143D1B967AECFDF696611"/>
  </w:style>
  <w:style w:type="paragraph" w:customStyle="1" w:styleId="FB46238DDDAF43B99D479A0C26EB93B5">
    <w:name w:val="FB46238DDDAF43B99D479A0C26EB93B5"/>
  </w:style>
  <w:style w:type="paragraph" w:customStyle="1" w:styleId="CC4E1E643D974ABD8A0880266FB5D87E">
    <w:name w:val="CC4E1E643D974ABD8A0880266FB5D87E"/>
  </w:style>
  <w:style w:type="paragraph" w:customStyle="1" w:styleId="59A9E552AD04450CB58BD2829A778A19">
    <w:name w:val="59A9E552AD04450CB58BD2829A778A19"/>
  </w:style>
  <w:style w:type="paragraph" w:customStyle="1" w:styleId="A2F5CE21A9734E52852EEE3446F04A1E">
    <w:name w:val="A2F5CE21A9734E52852EEE3446F04A1E"/>
  </w:style>
  <w:style w:type="paragraph" w:customStyle="1" w:styleId="9BAA06BCB7CC44A0A718D8685D0995BA">
    <w:name w:val="9BAA06BCB7CC44A0A718D8685D0995BA"/>
  </w:style>
  <w:style w:type="paragraph" w:customStyle="1" w:styleId="9F22AC9586934B27B48700B041115BB2">
    <w:name w:val="9F22AC9586934B27B48700B041115BB2"/>
  </w:style>
  <w:style w:type="paragraph" w:customStyle="1" w:styleId="887B3FBE07704459B71E8C3523C9B909">
    <w:name w:val="887B3FBE07704459B71E8C3523C9B909"/>
  </w:style>
  <w:style w:type="paragraph" w:customStyle="1" w:styleId="D99A3FA0393848AE99DF44667378DE7F">
    <w:name w:val="D99A3FA0393848AE99DF44667378DE7F"/>
  </w:style>
  <w:style w:type="paragraph" w:customStyle="1" w:styleId="F63FAB32AB014961AA3197F7856D888C">
    <w:name w:val="F63FAB32AB014961AA3197F7856D888C"/>
  </w:style>
  <w:style w:type="paragraph" w:customStyle="1" w:styleId="F69818E1A5764CE98CA9CE3ED8F44E6D">
    <w:name w:val="F69818E1A5764CE98CA9CE3ED8F44E6D"/>
  </w:style>
  <w:style w:type="paragraph" w:customStyle="1" w:styleId="36982955BE974691BEFA70A8968E6226">
    <w:name w:val="36982955BE974691BEFA70A8968E6226"/>
  </w:style>
  <w:style w:type="paragraph" w:customStyle="1" w:styleId="2377B5A6F2CA4E9E81D47DA6F3633E01">
    <w:name w:val="2377B5A6F2CA4E9E81D47DA6F3633E01"/>
  </w:style>
  <w:style w:type="paragraph" w:customStyle="1" w:styleId="68D60F6037EB47B2B88C5AE8BD18915A">
    <w:name w:val="68D60F6037EB47B2B88C5AE8BD18915A"/>
  </w:style>
  <w:style w:type="paragraph" w:customStyle="1" w:styleId="A8F0487ACC6C41C7B5CBF32DE1931CE7">
    <w:name w:val="A8F0487ACC6C41C7B5CBF32DE1931CE7"/>
  </w:style>
  <w:style w:type="paragraph" w:customStyle="1" w:styleId="5B446577F8124E738007CD6B68C3FF6A">
    <w:name w:val="5B446577F8124E738007CD6B68C3FF6A"/>
  </w:style>
  <w:style w:type="paragraph" w:customStyle="1" w:styleId="393598D43B5E496AAE463BF7584573B8">
    <w:name w:val="393598D43B5E496AAE463BF7584573B8"/>
  </w:style>
  <w:style w:type="paragraph" w:customStyle="1" w:styleId="77BEA1061F904E37834F796E9CDC8B7F">
    <w:name w:val="77BEA1061F904E37834F796E9CDC8B7F"/>
  </w:style>
  <w:style w:type="paragraph" w:customStyle="1" w:styleId="C0B437C77DA249ED81C3A398F30B3117">
    <w:name w:val="C0B437C77DA249ED81C3A398F30B3117"/>
  </w:style>
  <w:style w:type="paragraph" w:customStyle="1" w:styleId="0879F349E1914C4DB8BA1CDA15A8C7DC">
    <w:name w:val="0879F349E1914C4DB8BA1CDA15A8C7DC"/>
  </w:style>
  <w:style w:type="paragraph" w:customStyle="1" w:styleId="2A4529E1249E412680BB66C33022EBB3">
    <w:name w:val="2A4529E1249E412680BB66C33022EBB3"/>
  </w:style>
  <w:style w:type="paragraph" w:customStyle="1" w:styleId="C9E4EE6AC95A403A9757B7143D3690DF">
    <w:name w:val="C9E4EE6AC95A403A9757B7143D3690DF"/>
  </w:style>
  <w:style w:type="paragraph" w:customStyle="1" w:styleId="56DA809548E54FA0BC33B042731005E0">
    <w:name w:val="56DA809548E54FA0BC33B042731005E0"/>
  </w:style>
  <w:style w:type="paragraph" w:customStyle="1" w:styleId="B995090EF15A4272904D88536856DEF5">
    <w:name w:val="B995090EF15A4272904D88536856DEF5"/>
  </w:style>
  <w:style w:type="paragraph" w:customStyle="1" w:styleId="7ED8556860DC4CEC80F15483EAA87FCF">
    <w:name w:val="7ED8556860DC4CEC80F15483EAA87FCF"/>
  </w:style>
  <w:style w:type="paragraph" w:customStyle="1" w:styleId="BE266E04ACC845E4B1E7EFADA63221A4">
    <w:name w:val="BE266E04ACC845E4B1E7EFADA63221A4"/>
  </w:style>
  <w:style w:type="paragraph" w:customStyle="1" w:styleId="89DB4532EC394F36B69763FEFA256FBB">
    <w:name w:val="89DB4532EC394F36B69763FEFA256FBB"/>
  </w:style>
  <w:style w:type="paragraph" w:customStyle="1" w:styleId="143C0C8653A9481A8A66721F2C45BB9B">
    <w:name w:val="143C0C8653A9481A8A66721F2C45BB9B"/>
  </w:style>
  <w:style w:type="paragraph" w:customStyle="1" w:styleId="88223D00F3C84A1CB60337909B6055FF">
    <w:name w:val="88223D00F3C84A1CB60337909B6055FF"/>
  </w:style>
  <w:style w:type="paragraph" w:customStyle="1" w:styleId="EAAA96257F5A43B0857C57DD6FBCB098">
    <w:name w:val="EAAA96257F5A43B0857C57DD6FBCB098"/>
  </w:style>
  <w:style w:type="paragraph" w:customStyle="1" w:styleId="D53D73B791AC4DADAB1C2E29CAE7204D">
    <w:name w:val="D53D73B791AC4DADAB1C2E29CAE7204D"/>
  </w:style>
  <w:style w:type="paragraph" w:customStyle="1" w:styleId="71B719F30E7A4ED8A119DD96DFC1969C">
    <w:name w:val="71B719F30E7A4ED8A119DD96DFC1969C"/>
  </w:style>
  <w:style w:type="paragraph" w:customStyle="1" w:styleId="F9E23C70A04C493EAC8DDF8C759176D5">
    <w:name w:val="F9E23C70A04C493EAC8DDF8C759176D5"/>
  </w:style>
  <w:style w:type="paragraph" w:customStyle="1" w:styleId="719FEB41E2B149469F7C3B29063F41A2">
    <w:name w:val="719FEB41E2B149469F7C3B29063F41A2"/>
  </w:style>
  <w:style w:type="paragraph" w:customStyle="1" w:styleId="F1D6B5E4B7D74BA29DFA2342CD69307B">
    <w:name w:val="F1D6B5E4B7D74BA29DFA2342CD69307B"/>
  </w:style>
  <w:style w:type="paragraph" w:customStyle="1" w:styleId="71EF0FCD92E44ECFB154CEB5104FFFA4">
    <w:name w:val="71EF0FCD92E44ECFB154CEB5104FFFA4"/>
  </w:style>
  <w:style w:type="paragraph" w:customStyle="1" w:styleId="BDF1C66D9682464E81DE208637BE4983">
    <w:name w:val="BDF1C66D9682464E81DE208637BE4983"/>
  </w:style>
  <w:style w:type="paragraph" w:customStyle="1" w:styleId="2A0FDD6A66A44EE696E85EC1EA4CA0C4">
    <w:name w:val="2A0FDD6A66A44EE696E85EC1EA4CA0C4"/>
  </w:style>
  <w:style w:type="paragraph" w:customStyle="1" w:styleId="DBE2C0154B7E4EED8B3BDCB44CC65C48">
    <w:name w:val="DBE2C0154B7E4EED8B3BDCB44CC65C48"/>
  </w:style>
  <w:style w:type="paragraph" w:customStyle="1" w:styleId="FBFA7B2069C34BCC95C20C30BA23830E">
    <w:name w:val="FBFA7B2069C34BCC95C20C30BA23830E"/>
  </w:style>
  <w:style w:type="paragraph" w:customStyle="1" w:styleId="70C2D0AD83D3482FB11C60A58D4B7FC4">
    <w:name w:val="70C2D0AD83D3482FB11C60A58D4B7FC4"/>
  </w:style>
  <w:style w:type="paragraph" w:customStyle="1" w:styleId="360912E1C37D45D4ADEB880095CEC178">
    <w:name w:val="360912E1C37D45D4ADEB880095CEC178"/>
  </w:style>
  <w:style w:type="paragraph" w:customStyle="1" w:styleId="5E30FDB7BFD34B09B7AE5569A80D2B02">
    <w:name w:val="5E30FDB7BFD34B09B7AE5569A80D2B02"/>
  </w:style>
  <w:style w:type="paragraph" w:customStyle="1" w:styleId="8B508DC021A54CB3AFF06EA7A23DC6F8">
    <w:name w:val="8B508DC021A54CB3AFF06EA7A23DC6F8"/>
  </w:style>
  <w:style w:type="paragraph" w:customStyle="1" w:styleId="ED3E7A86CE6C407AB361BA8E4C7EA6AC">
    <w:name w:val="ED3E7A86CE6C407AB361BA8E4C7EA6AC"/>
  </w:style>
  <w:style w:type="paragraph" w:customStyle="1" w:styleId="46999C6E074E453FAF36BFA534769A0B">
    <w:name w:val="46999C6E074E453FAF36BFA534769A0B"/>
  </w:style>
  <w:style w:type="paragraph" w:customStyle="1" w:styleId="5B0E9A384CFB44DEB10652BAF83A76AD">
    <w:name w:val="5B0E9A384CFB44DEB10652BAF83A76AD"/>
  </w:style>
  <w:style w:type="paragraph" w:customStyle="1" w:styleId="190061DBEDE0414CB8ABFDDDE2F58DB6">
    <w:name w:val="190061DBEDE0414CB8ABFDDDE2F58DB6"/>
  </w:style>
  <w:style w:type="paragraph" w:customStyle="1" w:styleId="31156D5181CB4AAC9988888A4B55B52B">
    <w:name w:val="31156D5181CB4AAC9988888A4B55B52B"/>
  </w:style>
  <w:style w:type="paragraph" w:customStyle="1" w:styleId="EF9D02C7AA7B4067A98872D63EFBE673">
    <w:name w:val="EF9D02C7AA7B4067A98872D63EFBE673"/>
  </w:style>
  <w:style w:type="paragraph" w:customStyle="1" w:styleId="B3AB314F04294446AC6F78F01A4929CE">
    <w:name w:val="B3AB314F04294446AC6F78F01A4929CE"/>
  </w:style>
  <w:style w:type="paragraph" w:customStyle="1" w:styleId="A026D6C57C1E4465A919EDA6048D6570">
    <w:name w:val="A026D6C57C1E4465A919EDA6048D6570"/>
  </w:style>
  <w:style w:type="paragraph" w:customStyle="1" w:styleId="AEE11D82D6A146CEB7F730D7634171AC">
    <w:name w:val="AEE11D82D6A146CEB7F730D7634171AC"/>
  </w:style>
  <w:style w:type="paragraph" w:customStyle="1" w:styleId="F15C50FE7C25473FBE50CACC3422B3D8">
    <w:name w:val="F15C50FE7C25473FBE50CACC3422B3D8"/>
  </w:style>
  <w:style w:type="paragraph" w:customStyle="1" w:styleId="4FFB3E8D9E8F4DB5BAC1B25BF336670A">
    <w:name w:val="4FFB3E8D9E8F4DB5BAC1B25BF336670A"/>
  </w:style>
  <w:style w:type="paragraph" w:customStyle="1" w:styleId="8DB3C335BA1548EDB983057ECFA10D0D">
    <w:name w:val="8DB3C335BA1548EDB983057ECFA10D0D"/>
  </w:style>
  <w:style w:type="paragraph" w:customStyle="1" w:styleId="1B8BEF9C58024FB2AC3139803C4A50F4">
    <w:name w:val="1B8BEF9C58024FB2AC3139803C4A50F4"/>
  </w:style>
  <w:style w:type="paragraph" w:customStyle="1" w:styleId="5BC3B9C2483F4D4A88253F7031B11177">
    <w:name w:val="5BC3B9C2483F4D4A88253F7031B11177"/>
  </w:style>
  <w:style w:type="paragraph" w:customStyle="1" w:styleId="C1E527B7AB0A4832BEF8533114D9B3AF">
    <w:name w:val="C1E527B7AB0A4832BEF8533114D9B3AF"/>
  </w:style>
  <w:style w:type="paragraph" w:customStyle="1" w:styleId="4EBFDB447A1245F9B473E51BB985D0AF">
    <w:name w:val="4EBFDB447A1245F9B473E51BB985D0AF"/>
  </w:style>
  <w:style w:type="paragraph" w:customStyle="1" w:styleId="7440C7C9EECC4163A07DD8B95F9EA20E">
    <w:name w:val="7440C7C9EECC4163A07DD8B95F9EA20E"/>
  </w:style>
  <w:style w:type="paragraph" w:customStyle="1" w:styleId="350E13DC2826463098B5D79A5124F50D">
    <w:name w:val="350E13DC2826463098B5D79A5124F50D"/>
  </w:style>
  <w:style w:type="paragraph" w:customStyle="1" w:styleId="31881DF94D874175A222DC878D2CA240">
    <w:name w:val="31881DF94D874175A222DC878D2CA240"/>
  </w:style>
  <w:style w:type="paragraph" w:customStyle="1" w:styleId="C8F863FF87EF434099DBBDDA8DFB662E">
    <w:name w:val="C8F863FF87EF434099DBBDDA8DFB662E"/>
  </w:style>
  <w:style w:type="paragraph" w:customStyle="1" w:styleId="37A3CEC1193D4F24A91DA80F5B416926">
    <w:name w:val="37A3CEC1193D4F24A91DA80F5B416926"/>
  </w:style>
  <w:style w:type="paragraph" w:customStyle="1" w:styleId="BF725FE94DF24CFE8CBA83129BD103D0">
    <w:name w:val="BF725FE94DF24CFE8CBA83129BD103D0"/>
  </w:style>
  <w:style w:type="paragraph" w:customStyle="1" w:styleId="535CF1E3C6E14E40BC4669BCC3883C88">
    <w:name w:val="535CF1E3C6E14E40BC4669BCC3883C88"/>
  </w:style>
  <w:style w:type="paragraph" w:customStyle="1" w:styleId="0045DC88FEE04FAE8983F7B280273908">
    <w:name w:val="0045DC88FEE04FAE8983F7B280273908"/>
  </w:style>
  <w:style w:type="paragraph" w:customStyle="1" w:styleId="A215D9491CFC4B358A3F1EAE5D53E836">
    <w:name w:val="A215D9491CFC4B358A3F1EAE5D53E836"/>
  </w:style>
  <w:style w:type="paragraph" w:customStyle="1" w:styleId="72109705BDF24CB2B951559D9DA802CC">
    <w:name w:val="72109705BDF24CB2B951559D9DA802CC"/>
  </w:style>
  <w:style w:type="paragraph" w:customStyle="1" w:styleId="9362BDE1B9FF4D60878AF66AE0E19507">
    <w:name w:val="9362BDE1B9FF4D60878AF66AE0E19507"/>
  </w:style>
  <w:style w:type="paragraph" w:customStyle="1" w:styleId="C5E4856F0CDA49828692688335C355E8">
    <w:name w:val="C5E4856F0CDA49828692688335C355E8"/>
  </w:style>
  <w:style w:type="paragraph" w:customStyle="1" w:styleId="D133C12F866F4595B72A561BC9F42EAB">
    <w:name w:val="D133C12F866F4595B72A561BC9F42EAB"/>
  </w:style>
  <w:style w:type="paragraph" w:customStyle="1" w:styleId="515DA1508D434316ABE2B55D1C06B68B">
    <w:name w:val="515DA1508D434316ABE2B55D1C06B68B"/>
  </w:style>
  <w:style w:type="paragraph" w:customStyle="1" w:styleId="A43D6ACC715D41F5956354221FFF9675">
    <w:name w:val="A43D6ACC715D41F5956354221FFF9675"/>
  </w:style>
  <w:style w:type="paragraph" w:customStyle="1" w:styleId="B1EBD249F1A948A0988C0E9FA734199E">
    <w:name w:val="B1EBD249F1A948A0988C0E9FA734199E"/>
  </w:style>
  <w:style w:type="paragraph" w:customStyle="1" w:styleId="FD7F23BDDADF466E8155D381E8811E11">
    <w:name w:val="FD7F23BDDADF466E8155D381E8811E11"/>
  </w:style>
  <w:style w:type="paragraph" w:customStyle="1" w:styleId="F74BB59B2C994058945D9DF9D77AA172">
    <w:name w:val="F74BB59B2C994058945D9DF9D77AA172"/>
  </w:style>
  <w:style w:type="paragraph" w:customStyle="1" w:styleId="39EC20B2E64B46ECB5E411D757B53622">
    <w:name w:val="39EC20B2E64B46ECB5E411D757B53622"/>
  </w:style>
  <w:style w:type="paragraph" w:customStyle="1" w:styleId="F74C4812F0294A8E88968CF13EE30B6D">
    <w:name w:val="F74C4812F0294A8E88968CF13EE30B6D"/>
  </w:style>
  <w:style w:type="paragraph" w:customStyle="1" w:styleId="FDD6900DF6F744A4A82BA983E4E027BB">
    <w:name w:val="FDD6900DF6F744A4A82BA983E4E027BB"/>
  </w:style>
  <w:style w:type="paragraph" w:customStyle="1" w:styleId="45431E53F9874B40BA2BEBFCDB20DFE5">
    <w:name w:val="45431E53F9874B40BA2BEBFCDB20DFE5"/>
  </w:style>
  <w:style w:type="paragraph" w:customStyle="1" w:styleId="90A7A73ACE4F4A59B0684D31AC89C6AA">
    <w:name w:val="90A7A73ACE4F4A59B0684D31AC89C6AA"/>
  </w:style>
  <w:style w:type="paragraph" w:customStyle="1" w:styleId="82FD41BA2D974E8E9B690C5533619702">
    <w:name w:val="82FD41BA2D974E8E9B690C5533619702"/>
  </w:style>
  <w:style w:type="paragraph" w:customStyle="1" w:styleId="95FB3EEF9D7F4C0BA0A843481243749E">
    <w:name w:val="95FB3EEF9D7F4C0BA0A843481243749E"/>
  </w:style>
  <w:style w:type="paragraph" w:customStyle="1" w:styleId="A6AC78875BFE48C78B0207939A049E7E">
    <w:name w:val="A6AC78875BFE48C78B0207939A049E7E"/>
  </w:style>
  <w:style w:type="paragraph" w:customStyle="1" w:styleId="4C4DEC817F33498CA54ACD29D29E75B0">
    <w:name w:val="4C4DEC817F33498CA54ACD29D29E75B0"/>
  </w:style>
  <w:style w:type="paragraph" w:customStyle="1" w:styleId="954CCC103B764209816D563FEBCE610C">
    <w:name w:val="954CCC103B764209816D563FEBCE610C"/>
  </w:style>
  <w:style w:type="paragraph" w:customStyle="1" w:styleId="86F49EF393D0452EA531AAA5D4643729">
    <w:name w:val="86F49EF393D0452EA531AAA5D4643729"/>
  </w:style>
  <w:style w:type="paragraph" w:customStyle="1" w:styleId="6F57814ED02349538EADAE092B1E1D83">
    <w:name w:val="6F57814ED02349538EADAE092B1E1D83"/>
  </w:style>
  <w:style w:type="paragraph" w:customStyle="1" w:styleId="5FE961F32D4E46A88061AB95E7A62087">
    <w:name w:val="5FE961F32D4E46A88061AB95E7A62087"/>
  </w:style>
  <w:style w:type="paragraph" w:customStyle="1" w:styleId="58026CB74CF64E25A9EAA869274DE179">
    <w:name w:val="58026CB74CF64E25A9EAA869274DE179"/>
  </w:style>
  <w:style w:type="paragraph" w:customStyle="1" w:styleId="16410A4B45074B4BAA2856BF1FDBEA51">
    <w:name w:val="16410A4B45074B4BAA2856BF1FDBEA51"/>
  </w:style>
  <w:style w:type="paragraph" w:customStyle="1" w:styleId="AD08AB7766A84EFA9BF66CFBAD234C1F">
    <w:name w:val="AD08AB7766A84EFA9BF66CFBAD234C1F"/>
  </w:style>
  <w:style w:type="paragraph" w:customStyle="1" w:styleId="CE944CBB82D04DA697AC74D6E6DDCBCF">
    <w:name w:val="CE944CBB82D04DA697AC74D6E6DDCBCF"/>
  </w:style>
  <w:style w:type="paragraph" w:customStyle="1" w:styleId="8A33708997A84664A2F19F45DC56EA4C">
    <w:name w:val="8A33708997A84664A2F19F45DC56EA4C"/>
  </w:style>
  <w:style w:type="paragraph" w:customStyle="1" w:styleId="925EF6A72FC34992BEEC7472DED166B3">
    <w:name w:val="925EF6A72FC34992BEEC7472DED166B3"/>
  </w:style>
  <w:style w:type="paragraph" w:customStyle="1" w:styleId="65898B9AAC8D42238D80A0564B34BB7C">
    <w:name w:val="65898B9AAC8D42238D80A0564B34BB7C"/>
  </w:style>
  <w:style w:type="paragraph" w:customStyle="1" w:styleId="436533C45D5A4B3FAFFC336A9D27E8D5">
    <w:name w:val="436533C45D5A4B3FAFFC336A9D27E8D5"/>
  </w:style>
  <w:style w:type="paragraph" w:customStyle="1" w:styleId="2A55E09A50834C888A6BBD8D1411F891">
    <w:name w:val="2A55E09A50834C888A6BBD8D1411F891"/>
  </w:style>
  <w:style w:type="paragraph" w:customStyle="1" w:styleId="D86B9A3DBF1648FD84395B02A8D833E4">
    <w:name w:val="D86B9A3DBF1648FD84395B02A8D833E4"/>
  </w:style>
  <w:style w:type="paragraph" w:customStyle="1" w:styleId="3B768D1FF1C54DBE8B5FD3D6B2EEC113">
    <w:name w:val="3B768D1FF1C54DBE8B5FD3D6B2EEC113"/>
  </w:style>
  <w:style w:type="paragraph" w:customStyle="1" w:styleId="E7EA41B20109478AB7E2A14EF705E3FE">
    <w:name w:val="E7EA41B20109478AB7E2A14EF705E3FE"/>
  </w:style>
  <w:style w:type="paragraph" w:customStyle="1" w:styleId="45269FD228884EF0BCC2112204D4E006">
    <w:name w:val="45269FD228884EF0BCC2112204D4E006"/>
  </w:style>
  <w:style w:type="paragraph" w:customStyle="1" w:styleId="EE2A931E64B2409B8ADCBD749AD70141">
    <w:name w:val="EE2A931E64B2409B8ADCBD749AD70141"/>
  </w:style>
  <w:style w:type="paragraph" w:customStyle="1" w:styleId="8B66F4BEFA764EA09A55CD9845935DDD">
    <w:name w:val="8B66F4BEFA764EA09A55CD9845935DDD"/>
  </w:style>
  <w:style w:type="paragraph" w:customStyle="1" w:styleId="ED06E330FA1B4BE7AC765C9071514522">
    <w:name w:val="ED06E330FA1B4BE7AC765C9071514522"/>
  </w:style>
  <w:style w:type="paragraph" w:customStyle="1" w:styleId="8675F85D344E42E3A135DAB53B947DCB">
    <w:name w:val="8675F85D344E42E3A135DAB53B947DCB"/>
  </w:style>
  <w:style w:type="paragraph" w:customStyle="1" w:styleId="A02D124B18F447EE9A8AC3C43338CD2C">
    <w:name w:val="A02D124B18F447EE9A8AC3C43338CD2C"/>
  </w:style>
  <w:style w:type="paragraph" w:customStyle="1" w:styleId="34A6D2198EB04CF2A4114FE49F3DE21F">
    <w:name w:val="34A6D2198EB04CF2A4114FE49F3DE21F"/>
  </w:style>
  <w:style w:type="paragraph" w:customStyle="1" w:styleId="68A2FA14B7B7474D9BDCC77A6A550A98">
    <w:name w:val="68A2FA14B7B7474D9BDCC77A6A550A98"/>
  </w:style>
  <w:style w:type="paragraph" w:customStyle="1" w:styleId="FCB4649FF82C469BA6022BD6B2C3C003">
    <w:name w:val="FCB4649FF82C469BA6022BD6B2C3C003"/>
  </w:style>
  <w:style w:type="paragraph" w:customStyle="1" w:styleId="567043DF6ECA40889BD2256EA7F318EF">
    <w:name w:val="567043DF6ECA40889BD2256EA7F318EF"/>
  </w:style>
  <w:style w:type="paragraph" w:customStyle="1" w:styleId="34A9C64F93A5436B9CD0F5AB62212FCE">
    <w:name w:val="34A9C64F93A5436B9CD0F5AB62212FCE"/>
  </w:style>
  <w:style w:type="paragraph" w:customStyle="1" w:styleId="756047F9C76F4E27A73C729C417C9D70">
    <w:name w:val="756047F9C76F4E27A73C729C417C9D70"/>
  </w:style>
  <w:style w:type="paragraph" w:customStyle="1" w:styleId="50F862D7D6644C5CA76085E6D18E8A69">
    <w:name w:val="50F862D7D6644C5CA76085E6D18E8A69"/>
  </w:style>
  <w:style w:type="paragraph" w:customStyle="1" w:styleId="5AEA11C9A80449E288CEF5F00934A608">
    <w:name w:val="5AEA11C9A80449E288CEF5F00934A608"/>
  </w:style>
  <w:style w:type="paragraph" w:customStyle="1" w:styleId="A23DC419AB7242F0953D63A7814F2E0C">
    <w:name w:val="A23DC419AB7242F0953D63A7814F2E0C"/>
  </w:style>
  <w:style w:type="paragraph" w:customStyle="1" w:styleId="23C8B3ABDCC74F6DAAEDE780B126B79B">
    <w:name w:val="23C8B3ABDCC74F6DAAEDE780B126B79B"/>
  </w:style>
  <w:style w:type="paragraph" w:customStyle="1" w:styleId="B768CB69D9FD4F25B0E1FA88C57BC0BE">
    <w:name w:val="B768CB69D9FD4F25B0E1FA88C57BC0BE"/>
  </w:style>
  <w:style w:type="paragraph" w:customStyle="1" w:styleId="ACEE532F40B94B559984EB87CBAAA7A6">
    <w:name w:val="ACEE532F40B94B559984EB87CBAAA7A6"/>
  </w:style>
  <w:style w:type="paragraph" w:customStyle="1" w:styleId="6F39D871436C469893668F76ADC999C1">
    <w:name w:val="6F39D871436C469893668F76ADC999C1"/>
  </w:style>
  <w:style w:type="paragraph" w:customStyle="1" w:styleId="B1E19026B22847DAA5B63117D52D881B">
    <w:name w:val="B1E19026B22847DAA5B63117D52D881B"/>
  </w:style>
  <w:style w:type="paragraph" w:customStyle="1" w:styleId="ECF0B1377FEC44BB9044917F42441ECF">
    <w:name w:val="ECF0B1377FEC44BB9044917F42441ECF"/>
  </w:style>
  <w:style w:type="paragraph" w:customStyle="1" w:styleId="675D0A83BBE24479B269D43FF77A8260">
    <w:name w:val="675D0A83BBE24479B269D43FF77A8260"/>
  </w:style>
  <w:style w:type="paragraph" w:customStyle="1" w:styleId="26EBF9B0FEAF4108A5BC110B796E173F">
    <w:name w:val="26EBF9B0FEAF4108A5BC110B796E173F"/>
  </w:style>
  <w:style w:type="paragraph" w:customStyle="1" w:styleId="68023A0DFFFD4A5885AC759C2B4CECA9">
    <w:name w:val="68023A0DFFFD4A5885AC759C2B4CECA9"/>
  </w:style>
  <w:style w:type="paragraph" w:customStyle="1" w:styleId="E7DF77EFCD53419AB6B46C2DB1BB27A6">
    <w:name w:val="E7DF77EFCD53419AB6B46C2DB1BB27A6"/>
  </w:style>
  <w:style w:type="paragraph" w:customStyle="1" w:styleId="30B3C9DBE0BC43EC8128787440150C90">
    <w:name w:val="30B3C9DBE0BC43EC8128787440150C90"/>
  </w:style>
  <w:style w:type="paragraph" w:customStyle="1" w:styleId="8BFF21B1C7FB4CD8B94BC52D2CB6D2E8">
    <w:name w:val="8BFF21B1C7FB4CD8B94BC52D2CB6D2E8"/>
  </w:style>
  <w:style w:type="paragraph" w:customStyle="1" w:styleId="A30E6463A02B4AB18D7A503B1588B4E8">
    <w:name w:val="A30E6463A02B4AB18D7A503B1588B4E8"/>
  </w:style>
  <w:style w:type="paragraph" w:customStyle="1" w:styleId="FE8A1F5FB8B4406892F9EB5282B6AF2C">
    <w:name w:val="FE8A1F5FB8B4406892F9EB5282B6AF2C"/>
  </w:style>
  <w:style w:type="paragraph" w:customStyle="1" w:styleId="5649A5C41D784D898DCB812FFD7FB5E6">
    <w:name w:val="5649A5C41D784D898DCB812FFD7FB5E6"/>
  </w:style>
  <w:style w:type="paragraph" w:customStyle="1" w:styleId="BD7C97F885EB4C8681C406278DEAF349">
    <w:name w:val="BD7C97F885EB4C8681C406278DEAF349"/>
  </w:style>
  <w:style w:type="paragraph" w:customStyle="1" w:styleId="4CCB87EB8CAF456C9CCD97AE5C0471EC">
    <w:name w:val="4CCB87EB8CAF456C9CCD97AE5C0471EC"/>
  </w:style>
  <w:style w:type="paragraph" w:customStyle="1" w:styleId="62584083E6F840B39A823B125A542606">
    <w:name w:val="62584083E6F840B39A823B125A542606"/>
  </w:style>
  <w:style w:type="paragraph" w:customStyle="1" w:styleId="E678CC09525A4AF2812CAA687B40D135">
    <w:name w:val="E678CC09525A4AF2812CAA687B40D135"/>
  </w:style>
  <w:style w:type="paragraph" w:customStyle="1" w:styleId="61E2F154843640378E6B0F224E51DB61">
    <w:name w:val="61E2F154843640378E6B0F224E51DB61"/>
  </w:style>
  <w:style w:type="paragraph" w:customStyle="1" w:styleId="CB361053C5E84A359954C7B893032CA1">
    <w:name w:val="CB361053C5E84A359954C7B893032CA1"/>
  </w:style>
  <w:style w:type="paragraph" w:customStyle="1" w:styleId="C6666F48A9574CE79BE63308B88DF5B5">
    <w:name w:val="C6666F48A9574CE79BE63308B88DF5B5"/>
  </w:style>
  <w:style w:type="paragraph" w:customStyle="1" w:styleId="5E9DA88410614DAABFE88A04C6F9BEF2">
    <w:name w:val="5E9DA88410614DAABFE88A04C6F9BEF2"/>
  </w:style>
  <w:style w:type="paragraph" w:customStyle="1" w:styleId="042E41C8E44F46E6969BCA934D9899B2">
    <w:name w:val="042E41C8E44F46E6969BCA934D9899B2"/>
  </w:style>
  <w:style w:type="paragraph" w:customStyle="1" w:styleId="056E105B484D4F6D9A2F6F31D52ACF97">
    <w:name w:val="056E105B484D4F6D9A2F6F31D52ACF97"/>
  </w:style>
  <w:style w:type="paragraph" w:customStyle="1" w:styleId="B87B641C0F784EDE9AE0B2B3EB34D825">
    <w:name w:val="B87B641C0F784EDE9AE0B2B3EB34D825"/>
  </w:style>
  <w:style w:type="paragraph" w:customStyle="1" w:styleId="DFA6E4921D944B06AE0D4BCC2639DCFE">
    <w:name w:val="DFA6E4921D944B06AE0D4BCC2639DCFE"/>
  </w:style>
  <w:style w:type="paragraph" w:customStyle="1" w:styleId="62FED690C4514A0BBC5AF8ADBBA143F8">
    <w:name w:val="62FED690C4514A0BBC5AF8ADBBA143F8"/>
  </w:style>
  <w:style w:type="paragraph" w:customStyle="1" w:styleId="0BB7E6689F264EC7AAC077BE97DBD971">
    <w:name w:val="0BB7E6689F264EC7AAC077BE97DBD971"/>
  </w:style>
  <w:style w:type="paragraph" w:customStyle="1" w:styleId="C43AA13F04784E73B4CB64D566207405">
    <w:name w:val="C43AA13F04784E73B4CB64D566207405"/>
  </w:style>
  <w:style w:type="paragraph" w:customStyle="1" w:styleId="68D3A094A2C94332AC08D554F4A3E99D">
    <w:name w:val="68D3A094A2C94332AC08D554F4A3E99D"/>
  </w:style>
  <w:style w:type="paragraph" w:customStyle="1" w:styleId="41897C838FC84A2B8FC369AF009FC26C">
    <w:name w:val="41897C838FC84A2B8FC369AF009FC26C"/>
  </w:style>
  <w:style w:type="paragraph" w:customStyle="1" w:styleId="30DE5890322D46A4B5D5AEC6938D6B8F">
    <w:name w:val="30DE5890322D46A4B5D5AEC6938D6B8F"/>
  </w:style>
  <w:style w:type="paragraph" w:customStyle="1" w:styleId="C0081BF2374844EDA231867CBC7D7475">
    <w:name w:val="C0081BF2374844EDA231867CBC7D7475"/>
  </w:style>
  <w:style w:type="paragraph" w:customStyle="1" w:styleId="03D67553A71B4BFEA706080B70531EA1">
    <w:name w:val="03D67553A71B4BFEA706080B70531EA1"/>
  </w:style>
  <w:style w:type="paragraph" w:customStyle="1" w:styleId="4CEDE6CED0C24FB2A265E28486D75CD1">
    <w:name w:val="4CEDE6CED0C24FB2A265E28486D75CD1"/>
  </w:style>
  <w:style w:type="paragraph" w:customStyle="1" w:styleId="0D00C9643B5C4864AB6F1C18928B5A17">
    <w:name w:val="0D00C9643B5C4864AB6F1C18928B5A17"/>
  </w:style>
  <w:style w:type="paragraph" w:customStyle="1" w:styleId="A24AE4CF1E1B41949BF8ACD4C41DDD16">
    <w:name w:val="A24AE4CF1E1B41949BF8ACD4C41DDD16"/>
  </w:style>
  <w:style w:type="paragraph" w:customStyle="1" w:styleId="3EF521897DA145FAA5B878458EB3DCD9">
    <w:name w:val="3EF521897DA145FAA5B878458EB3DCD9"/>
  </w:style>
  <w:style w:type="paragraph" w:customStyle="1" w:styleId="6B97216357F04D61A34F319EAC976DD0">
    <w:name w:val="6B97216357F04D61A34F319EAC976DD0"/>
  </w:style>
  <w:style w:type="paragraph" w:customStyle="1" w:styleId="D10F6F841B8A46BFA7301AD85B3E0A3E">
    <w:name w:val="D10F6F841B8A46BFA7301AD85B3E0A3E"/>
  </w:style>
  <w:style w:type="paragraph" w:customStyle="1" w:styleId="15EB7CC1170946309F984F21B586E73F">
    <w:name w:val="15EB7CC1170946309F984F21B586E73F"/>
  </w:style>
  <w:style w:type="paragraph" w:customStyle="1" w:styleId="EA163870DEDE4DFF81866AFE08F519AB">
    <w:name w:val="EA163870DEDE4DFF81866AFE08F519AB"/>
  </w:style>
  <w:style w:type="paragraph" w:customStyle="1" w:styleId="EF1DBDD40A454EDE9CF1E0FF4CAD30E1">
    <w:name w:val="EF1DBDD40A454EDE9CF1E0FF4CAD30E1"/>
  </w:style>
  <w:style w:type="paragraph" w:customStyle="1" w:styleId="AE64A777EF584B86AE1AEB088E7D060A">
    <w:name w:val="AE64A777EF584B86AE1AEB088E7D060A"/>
  </w:style>
  <w:style w:type="paragraph" w:customStyle="1" w:styleId="6FB16AB54D5846149415477E6D5E1010">
    <w:name w:val="6FB16AB54D5846149415477E6D5E1010"/>
  </w:style>
  <w:style w:type="paragraph" w:customStyle="1" w:styleId="9ACC84548F964A9A994AAC4E8F22580F">
    <w:name w:val="9ACC84548F964A9A994AAC4E8F22580F"/>
  </w:style>
  <w:style w:type="paragraph" w:customStyle="1" w:styleId="ED23A1A4A4DD4E54AA011B1CBACE494D">
    <w:name w:val="ED23A1A4A4DD4E54AA011B1CBACE494D"/>
  </w:style>
  <w:style w:type="paragraph" w:customStyle="1" w:styleId="0F6D94CAD9304FE08E330FD354A6F9D8">
    <w:name w:val="0F6D94CAD9304FE08E330FD354A6F9D8"/>
  </w:style>
  <w:style w:type="paragraph" w:customStyle="1" w:styleId="CB668476DDD44C2BAFDDC72A9349007A">
    <w:name w:val="CB668476DDD44C2BAFDDC72A9349007A"/>
  </w:style>
  <w:style w:type="paragraph" w:customStyle="1" w:styleId="126307B99B1A48E2AB859307BA67D26B">
    <w:name w:val="126307B99B1A48E2AB859307BA67D26B"/>
  </w:style>
  <w:style w:type="paragraph" w:customStyle="1" w:styleId="5001E74E41E04FF39D6CFA159D50631F">
    <w:name w:val="5001E74E41E04FF39D6CFA159D50631F"/>
  </w:style>
  <w:style w:type="paragraph" w:customStyle="1" w:styleId="BB4D0D9A1D394262BBDBD1ABFD200EE8">
    <w:name w:val="BB4D0D9A1D394262BBDBD1ABFD200EE8"/>
  </w:style>
  <w:style w:type="paragraph" w:customStyle="1" w:styleId="80AC114CB967448F91505B6682CC8C0A">
    <w:name w:val="80AC114CB967448F91505B6682CC8C0A"/>
  </w:style>
  <w:style w:type="paragraph" w:customStyle="1" w:styleId="BF2D38A2311242CAA241297C1B10F778">
    <w:name w:val="BF2D38A2311242CAA241297C1B10F778"/>
  </w:style>
  <w:style w:type="paragraph" w:customStyle="1" w:styleId="299AA573C6D742418DF86C4EFAAF63FC">
    <w:name w:val="299AA573C6D742418DF86C4EFAAF63FC"/>
  </w:style>
  <w:style w:type="paragraph" w:customStyle="1" w:styleId="0070E93EDFBF4A31BB2164EECB867564">
    <w:name w:val="0070E93EDFBF4A31BB2164EECB867564"/>
  </w:style>
  <w:style w:type="paragraph" w:customStyle="1" w:styleId="86C298B115D8401F9A4D7A1EF6A5B3F9">
    <w:name w:val="86C298B115D8401F9A4D7A1EF6A5B3F9"/>
  </w:style>
  <w:style w:type="paragraph" w:customStyle="1" w:styleId="EAC813F05B6A40209E903FEF99725494">
    <w:name w:val="EAC813F05B6A40209E903FEF99725494"/>
  </w:style>
  <w:style w:type="paragraph" w:customStyle="1" w:styleId="9CE8DA1607634CDCA0E4CFAEDB8E2B3D">
    <w:name w:val="9CE8DA1607634CDCA0E4CFAEDB8E2B3D"/>
  </w:style>
  <w:style w:type="paragraph" w:customStyle="1" w:styleId="F9AA5A4244354A92ACF62E44771692A8">
    <w:name w:val="F9AA5A4244354A92ACF62E44771692A8"/>
  </w:style>
  <w:style w:type="paragraph" w:customStyle="1" w:styleId="858A154C9C3E4F2EB25CD8C87A3D9E92">
    <w:name w:val="858A154C9C3E4F2EB25CD8C87A3D9E92"/>
  </w:style>
  <w:style w:type="paragraph" w:customStyle="1" w:styleId="78F76E9E28BA4082A7C43E71D59928CA">
    <w:name w:val="78F76E9E28BA4082A7C43E71D59928CA"/>
  </w:style>
  <w:style w:type="paragraph" w:customStyle="1" w:styleId="523D994F0E084A0BB70E231F8F487817">
    <w:name w:val="523D994F0E084A0BB70E231F8F487817"/>
  </w:style>
  <w:style w:type="paragraph" w:customStyle="1" w:styleId="A277F10E0B0949A587A37F45E1A3FD17">
    <w:name w:val="A277F10E0B0949A587A37F45E1A3FD17"/>
  </w:style>
  <w:style w:type="paragraph" w:customStyle="1" w:styleId="322E66CC76564CA2B6F6E435FF640895">
    <w:name w:val="322E66CC76564CA2B6F6E435FF640895"/>
  </w:style>
  <w:style w:type="paragraph" w:customStyle="1" w:styleId="F265D8946116442CB1A6F313420B6F51">
    <w:name w:val="F265D8946116442CB1A6F313420B6F51"/>
  </w:style>
  <w:style w:type="paragraph" w:customStyle="1" w:styleId="1DBD70310E804F6BBBFB0C15A1D5ECD0">
    <w:name w:val="1DBD70310E804F6BBBFB0C15A1D5ECD0"/>
  </w:style>
  <w:style w:type="paragraph" w:customStyle="1" w:styleId="CBDCAE1B1A7144A6BFF70271CEF7FDEF">
    <w:name w:val="CBDCAE1B1A7144A6BFF70271CEF7FDEF"/>
  </w:style>
  <w:style w:type="paragraph" w:customStyle="1" w:styleId="9CA20CE09D0649738562417937D18167">
    <w:name w:val="9CA20CE09D0649738562417937D18167"/>
  </w:style>
  <w:style w:type="paragraph" w:customStyle="1" w:styleId="AD479311C2CD43FCA11D9F1EE07464D9">
    <w:name w:val="AD479311C2CD43FCA11D9F1EE07464D9"/>
  </w:style>
  <w:style w:type="paragraph" w:customStyle="1" w:styleId="F48C0BD8DFA44452BD4B967F519A59A1">
    <w:name w:val="F48C0BD8DFA44452BD4B967F519A59A1"/>
  </w:style>
  <w:style w:type="paragraph" w:customStyle="1" w:styleId="08521E4F52954EA390C0BEB7B5C6C2D0">
    <w:name w:val="08521E4F52954EA390C0BEB7B5C6C2D0"/>
  </w:style>
  <w:style w:type="paragraph" w:customStyle="1" w:styleId="519AE6430B104BBD8B7B3A6999FAB75A">
    <w:name w:val="519AE6430B104BBD8B7B3A6999FAB75A"/>
  </w:style>
  <w:style w:type="paragraph" w:customStyle="1" w:styleId="8DF415EB0981413E92F10857D3263969">
    <w:name w:val="8DF415EB0981413E92F10857D3263969"/>
  </w:style>
  <w:style w:type="paragraph" w:customStyle="1" w:styleId="56B867EFE91F4E3A9A134AA97DA83A0F">
    <w:name w:val="56B867EFE91F4E3A9A134AA97DA83A0F"/>
  </w:style>
  <w:style w:type="paragraph" w:customStyle="1" w:styleId="225FC07F3D07442D8F873012C1986725">
    <w:name w:val="225FC07F3D07442D8F873012C1986725"/>
  </w:style>
  <w:style w:type="paragraph" w:customStyle="1" w:styleId="465D929FDBC049AFAC136CAFBB63963B">
    <w:name w:val="465D929FDBC049AFAC136CAFBB63963B"/>
  </w:style>
  <w:style w:type="paragraph" w:customStyle="1" w:styleId="065D43BA84414AC6B55DB258E7D2D22F">
    <w:name w:val="065D43BA84414AC6B55DB258E7D2D22F"/>
  </w:style>
  <w:style w:type="paragraph" w:customStyle="1" w:styleId="EFB478E9A0554CD0A4CA907B5EE85CDE">
    <w:name w:val="EFB478E9A0554CD0A4CA907B5EE85CDE"/>
  </w:style>
  <w:style w:type="paragraph" w:customStyle="1" w:styleId="AACE5A6686284AF9AEC696EDDE69F55B">
    <w:name w:val="AACE5A6686284AF9AEC696EDDE69F55B"/>
  </w:style>
  <w:style w:type="paragraph" w:customStyle="1" w:styleId="3074538D446B4BA18C2802E9F618B88D">
    <w:name w:val="3074538D446B4BA18C2802E9F618B88D"/>
  </w:style>
  <w:style w:type="paragraph" w:customStyle="1" w:styleId="43D00AA8B0234A019CBE49B61A5E1DC2">
    <w:name w:val="43D00AA8B0234A019CBE49B61A5E1DC2"/>
  </w:style>
  <w:style w:type="paragraph" w:customStyle="1" w:styleId="83F3F3D4CF564AF1AC52310986AB0D63">
    <w:name w:val="83F3F3D4CF564AF1AC52310986AB0D63"/>
  </w:style>
  <w:style w:type="paragraph" w:customStyle="1" w:styleId="EA1258CF41CC466299C7C2B983C3F89F">
    <w:name w:val="EA1258CF41CC466299C7C2B983C3F89F"/>
  </w:style>
  <w:style w:type="paragraph" w:customStyle="1" w:styleId="C42DA1F572534EF89C86F0E15C53DBE5">
    <w:name w:val="C42DA1F572534EF89C86F0E15C53DBE5"/>
  </w:style>
  <w:style w:type="paragraph" w:customStyle="1" w:styleId="C7D74DF58A684551B2EE81F726501064">
    <w:name w:val="C7D74DF58A684551B2EE81F726501064"/>
  </w:style>
  <w:style w:type="paragraph" w:customStyle="1" w:styleId="11CD6889B6024161BD289BCECA55608E">
    <w:name w:val="11CD6889B6024161BD289BCECA55608E"/>
  </w:style>
  <w:style w:type="paragraph" w:customStyle="1" w:styleId="9D0A6CCEAB7B456DBB21BD49D1477C2B">
    <w:name w:val="9D0A6CCEAB7B456DBB21BD49D1477C2B"/>
  </w:style>
  <w:style w:type="paragraph" w:customStyle="1" w:styleId="57B8229BE8B144E09824C4A97DCCA1E3">
    <w:name w:val="57B8229BE8B144E09824C4A97DCCA1E3"/>
  </w:style>
  <w:style w:type="paragraph" w:customStyle="1" w:styleId="CF596E2DDBE544F0BC969F26E3BA05D4">
    <w:name w:val="CF596E2DDBE544F0BC969F26E3BA05D4"/>
  </w:style>
  <w:style w:type="paragraph" w:customStyle="1" w:styleId="DD22C0F079EF469D8C2C80F5660474BC">
    <w:name w:val="DD22C0F079EF469D8C2C80F5660474BC"/>
  </w:style>
  <w:style w:type="paragraph" w:customStyle="1" w:styleId="3FAF90645521433D9C4D73318D29DC1B">
    <w:name w:val="3FAF90645521433D9C4D73318D29DC1B"/>
  </w:style>
  <w:style w:type="paragraph" w:customStyle="1" w:styleId="16BB289B12854441A626FA7DD89C7501">
    <w:name w:val="16BB289B12854441A626FA7DD89C7501"/>
  </w:style>
  <w:style w:type="paragraph" w:customStyle="1" w:styleId="23E0F27DD27541F08076EAC02CC6A00F">
    <w:name w:val="23E0F27DD27541F08076EAC02CC6A00F"/>
  </w:style>
  <w:style w:type="paragraph" w:customStyle="1" w:styleId="8514EAA9230D457E93D67C3BD9AA81AB">
    <w:name w:val="8514EAA9230D457E93D67C3BD9AA81AB"/>
  </w:style>
  <w:style w:type="paragraph" w:customStyle="1" w:styleId="EEBFC930304747CAA09CC176848C67DF">
    <w:name w:val="EEBFC930304747CAA09CC176848C67DF"/>
  </w:style>
  <w:style w:type="paragraph" w:customStyle="1" w:styleId="B82D8E20B77340E7A6D1903494E5B71A">
    <w:name w:val="B82D8E20B77340E7A6D1903494E5B71A"/>
  </w:style>
  <w:style w:type="paragraph" w:customStyle="1" w:styleId="C2D88FFABEA64E8094A5395702893A7C">
    <w:name w:val="C2D88FFABEA64E8094A5395702893A7C"/>
  </w:style>
  <w:style w:type="paragraph" w:customStyle="1" w:styleId="60E4631F5FDE41CBA4CE40596C018B7E">
    <w:name w:val="60E4631F5FDE41CBA4CE40596C018B7E"/>
  </w:style>
  <w:style w:type="paragraph" w:customStyle="1" w:styleId="4AAD32A3261E4BFC88D233D4FA8DB28A">
    <w:name w:val="4AAD32A3261E4BFC88D233D4FA8DB28A"/>
  </w:style>
  <w:style w:type="paragraph" w:customStyle="1" w:styleId="E9571CA7586F4542B2CD4C747CCF9A98">
    <w:name w:val="E9571CA7586F4542B2CD4C747CCF9A98"/>
  </w:style>
  <w:style w:type="paragraph" w:customStyle="1" w:styleId="649DC5750F4E406C80D259465D837970">
    <w:name w:val="649DC5750F4E406C80D259465D837970"/>
  </w:style>
  <w:style w:type="paragraph" w:customStyle="1" w:styleId="4AB99C851EE54440AC79EDDD5BF8986B">
    <w:name w:val="4AB99C851EE54440AC79EDDD5BF8986B"/>
  </w:style>
  <w:style w:type="paragraph" w:customStyle="1" w:styleId="D21848E317484305B038C4EEA9EDA793">
    <w:name w:val="D21848E317484305B038C4EEA9EDA793"/>
  </w:style>
  <w:style w:type="paragraph" w:customStyle="1" w:styleId="A6D7477938DC473E9FA0AE8EADE01E37">
    <w:name w:val="A6D7477938DC473E9FA0AE8EADE01E37"/>
  </w:style>
  <w:style w:type="paragraph" w:customStyle="1" w:styleId="EF84204397F84144BA367C5FA813AAE1">
    <w:name w:val="EF84204397F84144BA367C5FA813AAE1"/>
  </w:style>
  <w:style w:type="paragraph" w:customStyle="1" w:styleId="2E642B189E004E8A981BAB5B44C47EC8">
    <w:name w:val="2E642B189E004E8A981BAB5B44C47EC8"/>
  </w:style>
  <w:style w:type="paragraph" w:customStyle="1" w:styleId="8E005557211D439589633A309CAA12AB">
    <w:name w:val="8E005557211D439589633A309CAA12AB"/>
  </w:style>
  <w:style w:type="paragraph" w:customStyle="1" w:styleId="E7C8D290C45D4ED8B29E71835F8F3D9A">
    <w:name w:val="E7C8D290C45D4ED8B29E71835F8F3D9A"/>
  </w:style>
  <w:style w:type="paragraph" w:customStyle="1" w:styleId="FDC59DD2A6B44EF3A5C5A797C99BBC4B">
    <w:name w:val="FDC59DD2A6B44EF3A5C5A797C99BBC4B"/>
  </w:style>
  <w:style w:type="paragraph" w:customStyle="1" w:styleId="373F7368D096441CB385E68D137929FE">
    <w:name w:val="373F7368D096441CB385E68D137929FE"/>
  </w:style>
  <w:style w:type="paragraph" w:customStyle="1" w:styleId="316D34CBDF064D78A20093E4582275D3">
    <w:name w:val="316D34CBDF064D78A20093E4582275D3"/>
  </w:style>
  <w:style w:type="paragraph" w:customStyle="1" w:styleId="C15F0CBBA96A45A4BE0C656EF240BF91">
    <w:name w:val="C15F0CBBA96A45A4BE0C656EF240BF91"/>
  </w:style>
  <w:style w:type="paragraph" w:customStyle="1" w:styleId="8D1E2392306243AA946F6878832E1A98">
    <w:name w:val="8D1E2392306243AA946F6878832E1A98"/>
  </w:style>
  <w:style w:type="paragraph" w:customStyle="1" w:styleId="C58FD730B6C04AEAA916E66E1B1E9C39">
    <w:name w:val="C58FD730B6C04AEAA916E66E1B1E9C39"/>
  </w:style>
  <w:style w:type="paragraph" w:customStyle="1" w:styleId="89ED6EE21425404BB04772F3DEF2FCBA">
    <w:name w:val="89ED6EE21425404BB04772F3DEF2FCBA"/>
  </w:style>
  <w:style w:type="paragraph" w:customStyle="1" w:styleId="4F1B65A895CA4367A224A07CE9167C13">
    <w:name w:val="4F1B65A895CA4367A224A07CE9167C13"/>
  </w:style>
  <w:style w:type="paragraph" w:customStyle="1" w:styleId="646CC380E7CA421CA72309C678571242">
    <w:name w:val="646CC380E7CA421CA72309C678571242"/>
  </w:style>
  <w:style w:type="paragraph" w:customStyle="1" w:styleId="7E4780BA8D0940F8A2326B79AAED8657">
    <w:name w:val="7E4780BA8D0940F8A2326B79AAED8657"/>
  </w:style>
  <w:style w:type="paragraph" w:customStyle="1" w:styleId="C919ABC7917D4D12AC1E6995DD9E6723">
    <w:name w:val="C919ABC7917D4D12AC1E6995DD9E6723"/>
  </w:style>
  <w:style w:type="paragraph" w:customStyle="1" w:styleId="39BC13B325E347BEACBD1DD892ACB16F">
    <w:name w:val="39BC13B325E347BEACBD1DD892ACB16F"/>
  </w:style>
  <w:style w:type="paragraph" w:customStyle="1" w:styleId="6B1DF3A2C950488883B0BFE949F2C1AF">
    <w:name w:val="6B1DF3A2C950488883B0BFE949F2C1AF"/>
  </w:style>
  <w:style w:type="paragraph" w:customStyle="1" w:styleId="121C438CAC7040C8A7C4915A3F191E09">
    <w:name w:val="121C438CAC7040C8A7C4915A3F191E09"/>
  </w:style>
  <w:style w:type="paragraph" w:customStyle="1" w:styleId="6E56C57BAE0642AB9CFB881E7C9C8271">
    <w:name w:val="6E56C57BAE0642AB9CFB881E7C9C8271"/>
  </w:style>
  <w:style w:type="paragraph" w:customStyle="1" w:styleId="730EF9B87DF64BD39AF33022DD0FFC48">
    <w:name w:val="730EF9B87DF64BD39AF33022DD0FFC48"/>
  </w:style>
  <w:style w:type="paragraph" w:customStyle="1" w:styleId="E2C2FDF2878140199DE473C07C047763">
    <w:name w:val="E2C2FDF2878140199DE473C07C047763"/>
  </w:style>
  <w:style w:type="paragraph" w:customStyle="1" w:styleId="FCC9720818B44853BF6B883875A72F3B">
    <w:name w:val="FCC9720818B44853BF6B883875A72F3B"/>
  </w:style>
  <w:style w:type="paragraph" w:customStyle="1" w:styleId="B49C474D4F2A45FABE59B406D923F6A7">
    <w:name w:val="B49C474D4F2A45FABE59B406D923F6A7"/>
  </w:style>
  <w:style w:type="paragraph" w:customStyle="1" w:styleId="D039DB05B3644E628502815B20686DDC">
    <w:name w:val="D039DB05B3644E628502815B20686DDC"/>
  </w:style>
  <w:style w:type="paragraph" w:customStyle="1" w:styleId="F68A5A339E5C4D4AA91DD599715BAA89">
    <w:name w:val="F68A5A339E5C4D4AA91DD599715BAA89"/>
  </w:style>
  <w:style w:type="paragraph" w:customStyle="1" w:styleId="0DF53AAB2B8246CD9F2CC4F9EC9EA914">
    <w:name w:val="0DF53AAB2B8246CD9F2CC4F9EC9EA914"/>
  </w:style>
  <w:style w:type="paragraph" w:customStyle="1" w:styleId="D147037C109B4750ACE91513364A0B65">
    <w:name w:val="D147037C109B4750ACE91513364A0B65"/>
  </w:style>
  <w:style w:type="paragraph" w:customStyle="1" w:styleId="76DB5CBA9EC04ED6AA6E8C9E3D025F4F">
    <w:name w:val="76DB5CBA9EC04ED6AA6E8C9E3D025F4F"/>
  </w:style>
  <w:style w:type="paragraph" w:customStyle="1" w:styleId="59006931C75048DA9FE2CB7377EF0730">
    <w:name w:val="59006931C75048DA9FE2CB7377EF0730"/>
  </w:style>
  <w:style w:type="paragraph" w:customStyle="1" w:styleId="DD4B0246F06E4EBC9B26BE8445FE52D8">
    <w:name w:val="DD4B0246F06E4EBC9B26BE8445FE52D8"/>
  </w:style>
  <w:style w:type="paragraph" w:customStyle="1" w:styleId="0AD845AA45EB4D2292329908E8F8F258">
    <w:name w:val="0AD845AA45EB4D2292329908E8F8F258"/>
  </w:style>
  <w:style w:type="paragraph" w:customStyle="1" w:styleId="324F5DED4A254359BB6C357B4D0B8AB2">
    <w:name w:val="324F5DED4A254359BB6C357B4D0B8AB2"/>
  </w:style>
  <w:style w:type="paragraph" w:customStyle="1" w:styleId="591E093738DC4A298D711DEEB640535A">
    <w:name w:val="591E093738DC4A298D711DEEB640535A"/>
  </w:style>
  <w:style w:type="paragraph" w:customStyle="1" w:styleId="196DAF95F3E14FDAAFD0A2EE1756BCE5">
    <w:name w:val="196DAF95F3E14FDAAFD0A2EE1756BCE5"/>
  </w:style>
  <w:style w:type="paragraph" w:customStyle="1" w:styleId="882700A808674469AB0D1B73BB21A903">
    <w:name w:val="882700A808674469AB0D1B73BB21A903"/>
  </w:style>
  <w:style w:type="paragraph" w:customStyle="1" w:styleId="9D892D47BCC246EA863F30206C19B7AC">
    <w:name w:val="9D892D47BCC246EA863F30206C19B7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30">
      <a:dk1>
        <a:sysClr val="windowText" lastClr="000000"/>
      </a:dk1>
      <a:lt1>
        <a:sysClr val="window" lastClr="FFFFFF"/>
      </a:lt1>
      <a:dk2>
        <a:srgbClr val="00292E"/>
      </a:dk2>
      <a:lt2>
        <a:srgbClr val="64B2C1"/>
      </a:lt2>
      <a:accent1>
        <a:srgbClr val="F0CDA1"/>
      </a:accent1>
      <a:accent2>
        <a:srgbClr val="107082"/>
      </a:accent2>
      <a:accent3>
        <a:srgbClr val="054854"/>
      </a:accent3>
      <a:accent4>
        <a:srgbClr val="00AEEF"/>
      </a:accent4>
      <a:accent5>
        <a:srgbClr val="F99927"/>
      </a:accent5>
      <a:accent6>
        <a:srgbClr val="EC7216"/>
      </a:accent6>
      <a:hlink>
        <a:srgbClr val="000000"/>
      </a:hlink>
      <a:folHlink>
        <a:srgbClr val="000000"/>
      </a:folHlink>
    </a:clrScheme>
    <a:fontScheme name="Custom 24">
      <a:majorFont>
        <a:latin typeface="Gill Sans MT"/>
        <a:ea typeface=""/>
        <a:cs typeface=""/>
      </a:majorFont>
      <a:minorFont>
        <a:latin typeface="Arial "/>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8" ma:contentTypeDescription="Create a new document." ma:contentTypeScope="" ma:versionID="60f5a4f2d2b0abadcf532d48ebf9cb71">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7dd78129e6a1811f84807ad11c65153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element ref="ns2:MediaServiceObjectDetectorVersions" minOccurs="0"/>
                <xsd:element ref="ns2: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MediaServiceSystemTags" ma:index="3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462E75-6462-4BEA-A6E7-175263294B07}">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2.xml><?xml version="1.0" encoding="utf-8"?>
<ds:datastoreItem xmlns:ds="http://schemas.openxmlformats.org/officeDocument/2006/customXml" ds:itemID="{0E95A1BB-E2E3-427A-BEAF-91ACD14039BA}">
  <ds:schemaRefs>
    <ds:schemaRef ds:uri="http://schemas.microsoft.com/sharepoint/v3/contenttype/forms"/>
  </ds:schemaRefs>
</ds:datastoreItem>
</file>

<file path=customXml/itemProps3.xml><?xml version="1.0" encoding="utf-8"?>
<ds:datastoreItem xmlns:ds="http://schemas.openxmlformats.org/officeDocument/2006/customXml" ds:itemID="{6235257B-BF5C-4D7C-8846-B75BB06AD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Home business plan</Template>
  <TotalTime>3</TotalTime>
  <Pages>18</Pages>
  <Words>3986</Words>
  <Characters>22724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GroupDocs</dc:creator>
  <cp:keywords/>
  <dc:description/>
  <cp:revision>1</cp:revision>
  <dcterms:created xsi:type="dcterms:W3CDTF">2024-10-22T19:54:00Z</dcterms:created>
  <dcterms:modified xsi:type="dcterms:W3CDTF">2024-10-22T19:57:00Z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